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CA5" w:rsidRPr="00784F69" w:rsidRDefault="00B65CA5" w:rsidP="00C84BB2">
      <w:pPr>
        <w:pStyle w:val="Title"/>
        <w:spacing w:line="360" w:lineRule="auto"/>
        <w:rPr>
          <w:rFonts w:ascii="Palatino Linotype" w:hAnsi="Palatino Linotype"/>
          <w:color w:val="000000"/>
          <w:szCs w:val="28"/>
        </w:rPr>
      </w:pPr>
      <w:r w:rsidRPr="00784F69">
        <w:rPr>
          <w:rFonts w:ascii="Palatino Linotype" w:hAnsi="Palatino Linotype"/>
          <w:color w:val="000000"/>
          <w:szCs w:val="28"/>
        </w:rPr>
        <w:t>ДОНИШГОҲИ МИЛЛИИ ТОҶИКИСТОН</w:t>
      </w:r>
    </w:p>
    <w:p w:rsidR="00B65CA5" w:rsidRPr="00784F69" w:rsidRDefault="00B65CA5" w:rsidP="00C84BB2">
      <w:pPr>
        <w:spacing w:line="360" w:lineRule="auto"/>
        <w:jc w:val="center"/>
        <w:rPr>
          <w:rFonts w:ascii="Palatino Linotype" w:hAnsi="Palatino Linotype"/>
          <w:color w:val="000000"/>
          <w:sz w:val="28"/>
          <w:szCs w:val="28"/>
        </w:rPr>
      </w:pPr>
      <w:r w:rsidRPr="00784F69">
        <w:rPr>
          <w:rFonts w:ascii="Palatino Linotype" w:hAnsi="Palatino Linotype"/>
          <w:color w:val="000000"/>
          <w:sz w:val="28"/>
          <w:szCs w:val="28"/>
        </w:rPr>
        <w:t>ФАКУЛТЕТИ ҲУҚУҚШИНОСӢ</w:t>
      </w:r>
    </w:p>
    <w:p w:rsidR="00B65CA5" w:rsidRPr="00784F69" w:rsidRDefault="00B65CA5" w:rsidP="00C84BB2">
      <w:pPr>
        <w:spacing w:line="360" w:lineRule="auto"/>
        <w:jc w:val="center"/>
        <w:rPr>
          <w:rFonts w:ascii="Palatino Linotype" w:hAnsi="Palatino Linotype"/>
          <w:color w:val="000000"/>
          <w:sz w:val="28"/>
          <w:szCs w:val="28"/>
        </w:rPr>
      </w:pPr>
      <w:r w:rsidRPr="00784F69">
        <w:rPr>
          <w:rFonts w:ascii="Palatino Linotype" w:hAnsi="Palatino Linotype"/>
          <w:color w:val="000000"/>
          <w:sz w:val="28"/>
          <w:szCs w:val="28"/>
        </w:rPr>
        <w:t xml:space="preserve">КАФЕДРАИ «ҲУҚУҚИ СОҲИБКОРӢ ВА ТИҶОРАТӢ» </w:t>
      </w:r>
    </w:p>
    <w:p w:rsidR="00B65CA5" w:rsidRPr="00784F69" w:rsidRDefault="00B65CA5" w:rsidP="00C84BB2">
      <w:pPr>
        <w:spacing w:line="360" w:lineRule="auto"/>
        <w:jc w:val="center"/>
        <w:rPr>
          <w:rFonts w:ascii="Palatino Linotype" w:hAnsi="Palatino Linotype"/>
          <w:color w:val="000000"/>
          <w:sz w:val="28"/>
          <w:szCs w:val="28"/>
        </w:rPr>
      </w:pPr>
      <w:r w:rsidRPr="00784F69">
        <w:rPr>
          <w:rFonts w:ascii="Palatino Linotype" w:hAnsi="Palatino Linotype"/>
          <w:color w:val="000000"/>
          <w:sz w:val="28"/>
          <w:szCs w:val="28"/>
        </w:rPr>
        <w:t xml:space="preserve">МАҶМӮИ САВОЛҲОИ ТЕСТӢ (ИМТИХОНӢ) </w:t>
      </w:r>
    </w:p>
    <w:p w:rsidR="00B65CA5" w:rsidRPr="00784F69" w:rsidRDefault="00B65CA5" w:rsidP="00C84BB2">
      <w:pPr>
        <w:spacing w:line="360" w:lineRule="auto"/>
        <w:jc w:val="center"/>
        <w:rPr>
          <w:rFonts w:ascii="Palatino Linotype" w:hAnsi="Palatino Linotype"/>
          <w:color w:val="000000"/>
          <w:sz w:val="28"/>
          <w:szCs w:val="28"/>
        </w:rPr>
      </w:pPr>
      <w:r w:rsidRPr="00784F69">
        <w:rPr>
          <w:rFonts w:ascii="Palatino Linotype" w:hAnsi="Palatino Linotype"/>
          <w:color w:val="000000"/>
          <w:sz w:val="28"/>
          <w:szCs w:val="28"/>
        </w:rPr>
        <w:t>АЗ ФАННИ ҲУҚУҚИ БОНКИИ ҶУМҲУРИИ ТОҶИКИСТОН</w:t>
      </w:r>
    </w:p>
    <w:p w:rsidR="00B65CA5" w:rsidRPr="00784F69" w:rsidRDefault="00B65CA5" w:rsidP="00C84BB2">
      <w:pPr>
        <w:spacing w:line="360" w:lineRule="auto"/>
        <w:jc w:val="center"/>
        <w:rPr>
          <w:rFonts w:ascii="Palatino Linotype" w:hAnsi="Palatino Linotype"/>
          <w:color w:val="000000"/>
          <w:sz w:val="28"/>
          <w:szCs w:val="28"/>
        </w:rPr>
      </w:pPr>
      <w:r w:rsidRPr="00784F69">
        <w:rPr>
          <w:rFonts w:ascii="Palatino Linotype" w:hAnsi="Palatino Linotype"/>
          <w:color w:val="000000"/>
          <w:sz w:val="28"/>
          <w:szCs w:val="28"/>
        </w:rPr>
        <w:t xml:space="preserve">Барои донишҷӯёни факултети ҳуқуқшиноси </w:t>
      </w:r>
    </w:p>
    <w:p w:rsidR="00B65CA5" w:rsidRPr="00784F69" w:rsidRDefault="00B65CA5" w:rsidP="00C84BB2">
      <w:pPr>
        <w:spacing w:line="360" w:lineRule="auto"/>
        <w:jc w:val="center"/>
        <w:rPr>
          <w:rFonts w:ascii="Palatino Linotype" w:hAnsi="Palatino Linotype"/>
          <w:color w:val="000000"/>
          <w:sz w:val="28"/>
          <w:szCs w:val="28"/>
        </w:rPr>
      </w:pPr>
      <w:r w:rsidRPr="00784F69">
        <w:rPr>
          <w:rFonts w:ascii="Palatino Linotype" w:hAnsi="Palatino Linotype"/>
          <w:color w:val="000000"/>
          <w:sz w:val="28"/>
          <w:szCs w:val="28"/>
        </w:rPr>
        <w:t>Душанбе – 2019.</w:t>
      </w:r>
    </w:p>
    <w:p w:rsidR="00B65CA5" w:rsidRPr="00784F69" w:rsidRDefault="00B65CA5" w:rsidP="00C84BB2">
      <w:pPr>
        <w:tabs>
          <w:tab w:val="left" w:pos="5642"/>
        </w:tabs>
        <w:spacing w:after="0" w:line="240" w:lineRule="auto"/>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@1.</w:t>
      </w:r>
    </w:p>
    <w:p w:rsidR="00B65CA5" w:rsidRPr="00784F69" w:rsidRDefault="00B65CA5" w:rsidP="00C84BB2">
      <w:pPr>
        <w:tabs>
          <w:tab w:val="left" w:pos="5642"/>
        </w:tabs>
        <w:spacing w:after="0" w:line="240" w:lineRule="auto"/>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Мафҳуми ҳ</w:t>
      </w:r>
      <w:r w:rsidRPr="00784F69">
        <w:rPr>
          <w:rFonts w:ascii="Palatino Linotype" w:hAnsi="Palatino Linotype" w:cs="Times New Roman Tj"/>
          <w:b/>
          <w:color w:val="000000"/>
          <w:sz w:val="28"/>
          <w:szCs w:val="28"/>
          <w:lang w:val="tg-Cyrl-TJ"/>
        </w:rPr>
        <w:t>у</w:t>
      </w:r>
      <w:r w:rsidRPr="00784F69">
        <w:rPr>
          <w:rFonts w:ascii="Palatino Linotype" w:hAnsi="Palatino Linotype"/>
          <w:b/>
          <w:color w:val="000000"/>
          <w:sz w:val="28"/>
          <w:szCs w:val="28"/>
          <w:lang w:val="tg-Cyrl-TJ"/>
        </w:rPr>
        <w:t>қ</w:t>
      </w:r>
      <w:r w:rsidRPr="00784F69">
        <w:rPr>
          <w:rFonts w:ascii="Palatino Linotype" w:hAnsi="Palatino Linotype" w:cs="Times New Roman Tj"/>
          <w:b/>
          <w:color w:val="000000"/>
          <w:sz w:val="28"/>
          <w:szCs w:val="28"/>
          <w:lang w:val="tg-Cyrl-TJ"/>
        </w:rPr>
        <w:t>у</w:t>
      </w:r>
      <w:r w:rsidRPr="00784F69">
        <w:rPr>
          <w:rFonts w:ascii="Palatino Linotype" w:hAnsi="Palatino Linotype"/>
          <w:b/>
          <w:color w:val="000000"/>
          <w:sz w:val="28"/>
          <w:szCs w:val="28"/>
          <w:lang w:val="tg-Cyrl-TJ"/>
        </w:rPr>
        <w:t>қ</w:t>
      </w:r>
      <w:r w:rsidRPr="00784F69">
        <w:rPr>
          <w:rFonts w:ascii="Palatino Linotype" w:hAnsi="Palatino Linotype" w:cs="Times New Roman Tj"/>
          <w:b/>
          <w:color w:val="000000"/>
          <w:sz w:val="28"/>
          <w:szCs w:val="28"/>
          <w:lang w:val="tg-Cyrl-TJ"/>
        </w:rPr>
        <w:t>и бонки чист</w:t>
      </w:r>
      <w:r w:rsidRPr="00784F69">
        <w:rPr>
          <w:rFonts w:ascii="Palatino Linotype" w:hAnsi="Palatino Linotype"/>
          <w:b/>
          <w:color w:val="000000"/>
          <w:sz w:val="28"/>
          <w:szCs w:val="28"/>
          <w:lang w:val="tg-Cyrl-TJ"/>
        </w:rPr>
        <w:t>?</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color w:val="000000"/>
          <w:sz w:val="28"/>
          <w:szCs w:val="28"/>
          <w:lang w:val="tg-Cyrl-TJ"/>
        </w:rPr>
        <w:t>$A) ҳуқуқи бонкӣ маҷмӯи меъёрҳои ҳуқуқие ,ки ба фаъолияти бонкӣ таалуқдоранд, ташкилотҳои кредитиро бо мизоҷони худ ба танзим медарорад;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color w:val="000000"/>
          <w:sz w:val="28"/>
          <w:szCs w:val="28"/>
          <w:lang w:val="tg-Cyrl-TJ"/>
        </w:rPr>
        <w:t>$B) ҳуқуқи бонкӣ маҷмӯи меъёрҳои ҳуқуқие ,ки ба фаъолияти бонкӣ таалуқдоранд;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color w:val="000000"/>
          <w:sz w:val="28"/>
          <w:szCs w:val="28"/>
          <w:lang w:val="tg-Cyrl-TJ"/>
        </w:rPr>
        <w:t>$C) ташкилотҳои кредитиро бо мизоҷони худ ба танзим медарорад;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color w:val="000000"/>
          <w:sz w:val="28"/>
          <w:szCs w:val="28"/>
          <w:lang w:val="tg-Cyrl-TJ"/>
        </w:rPr>
        <w:t>$D) ҳуқуқи бонкӣ маҷмӯи санадҳои ҳуқуқие ,ки ба фаъолияти бонкӣ таалуқдоранд, ташкилотҳои кредитиро бо мизоҷони худ ба танзим медарорад;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color w:val="000000"/>
          <w:sz w:val="28"/>
          <w:szCs w:val="28"/>
          <w:lang w:val="tg-Cyrl-TJ"/>
        </w:rPr>
        <w:t>$E) ҳуқуқи бонкӣ маҷмӯи санадҳои ҳуқуқие ,ки ба фаъолияти бонкӣ таалуқдоранд, ташкилотҳои кредитиро бо мизоҷони худ ба танзим медарорад ва бо бонки миллии алоқаманд мебошад;</w:t>
      </w:r>
    </w:p>
    <w:p w:rsidR="00B65CA5" w:rsidRPr="00784F69" w:rsidRDefault="00B65CA5" w:rsidP="00C84BB2">
      <w:pPr>
        <w:spacing w:after="0" w:line="240" w:lineRule="auto"/>
        <w:jc w:val="both"/>
        <w:rPr>
          <w:rFonts w:ascii="Palatino Linotype" w:hAnsi="Palatino Linotype"/>
          <w:b/>
          <w:color w:val="000000"/>
          <w:sz w:val="28"/>
          <w:szCs w:val="28"/>
        </w:rPr>
      </w:pPr>
      <w:r w:rsidRPr="00784F69">
        <w:rPr>
          <w:rFonts w:ascii="Palatino Linotype" w:hAnsi="Palatino Linotype"/>
          <w:b/>
          <w:color w:val="000000"/>
          <w:sz w:val="28"/>
          <w:szCs w:val="28"/>
        </w:rPr>
        <w:t>@2.</w:t>
      </w:r>
    </w:p>
    <w:p w:rsidR="00B65CA5" w:rsidRPr="00784F69" w:rsidRDefault="00B65CA5" w:rsidP="00C84BB2">
      <w:pPr>
        <w:spacing w:after="0" w:line="240" w:lineRule="auto"/>
        <w:jc w:val="both"/>
        <w:rPr>
          <w:rFonts w:ascii="Palatino Linotype" w:hAnsi="Palatino Linotype"/>
          <w:b/>
          <w:color w:val="000000"/>
          <w:sz w:val="28"/>
          <w:szCs w:val="28"/>
        </w:rPr>
      </w:pPr>
      <w:r w:rsidRPr="00784F69">
        <w:rPr>
          <w:rFonts w:ascii="Palatino Linotype" w:hAnsi="Palatino Linotype"/>
          <w:b/>
          <w:color w:val="000000"/>
          <w:sz w:val="28"/>
          <w:szCs w:val="28"/>
        </w:rPr>
        <w:t>Калимаи бонк чи мано дорад</w:t>
      </w:r>
      <w:r w:rsidRPr="00784F69">
        <w:rPr>
          <w:rFonts w:ascii="Palatino Linotype" w:hAnsi="Palatino Linotype"/>
          <w:b/>
          <w:color w:val="000000"/>
          <w:sz w:val="28"/>
          <w:szCs w:val="28"/>
          <w:lang w:val="tg-Cyrl-TJ"/>
        </w:rPr>
        <w:t>?</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color w:val="000000"/>
          <w:sz w:val="28"/>
          <w:szCs w:val="28"/>
        </w:rPr>
        <w:t>$A) бонк аз калимаи итолёвии «</w:t>
      </w:r>
      <w:r w:rsidRPr="00784F69">
        <w:rPr>
          <w:rFonts w:ascii="Palatino Linotype" w:hAnsi="Palatino Linotype"/>
          <w:color w:val="000000"/>
          <w:sz w:val="28"/>
          <w:szCs w:val="28"/>
          <w:lang w:val="en-US"/>
        </w:rPr>
        <w:t>banka</w:t>
      </w:r>
      <w:r w:rsidRPr="00784F69">
        <w:rPr>
          <w:rFonts w:ascii="Palatino Linotype" w:hAnsi="Palatino Linotype"/>
          <w:color w:val="000000"/>
          <w:sz w:val="28"/>
          <w:szCs w:val="28"/>
        </w:rPr>
        <w:t>» баромада, маънои мизи пул</w:t>
      </w:r>
      <w:r w:rsidRPr="00784F69">
        <w:rPr>
          <w:rFonts w:ascii="Palatino Linotype" w:hAnsi="Palatino Linotype"/>
          <w:color w:val="000000"/>
          <w:sz w:val="28"/>
          <w:szCs w:val="28"/>
          <w:lang w:val="tg-Cyrl-TJ"/>
        </w:rPr>
        <w:t>и</w:t>
      </w:r>
      <w:r w:rsidRPr="00784F69">
        <w:rPr>
          <w:rFonts w:ascii="Palatino Linotype" w:hAnsi="Palatino Linotype"/>
          <w:color w:val="000000"/>
          <w:sz w:val="28"/>
          <w:szCs w:val="28"/>
        </w:rPr>
        <w:t>вазкуниро дошт;</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color w:val="000000"/>
          <w:sz w:val="28"/>
          <w:szCs w:val="28"/>
        </w:rPr>
        <w:t>$B) бонк аз калимаи итолёвии «</w:t>
      </w:r>
      <w:r w:rsidRPr="00784F69">
        <w:rPr>
          <w:rFonts w:ascii="Palatino Linotype" w:hAnsi="Palatino Linotype"/>
          <w:color w:val="000000"/>
          <w:sz w:val="28"/>
          <w:szCs w:val="28"/>
          <w:lang w:val="en-US"/>
        </w:rPr>
        <w:t>banka</w:t>
      </w:r>
      <w:r w:rsidRPr="00784F69">
        <w:rPr>
          <w:rFonts w:ascii="Palatino Linotype" w:hAnsi="Palatino Linotype"/>
          <w:color w:val="000000"/>
          <w:sz w:val="28"/>
          <w:szCs w:val="28"/>
        </w:rPr>
        <w:t>» баромада, маънои мизи пул</w:t>
      </w:r>
      <w:r w:rsidRPr="00784F69">
        <w:rPr>
          <w:rFonts w:ascii="Palatino Linotype" w:hAnsi="Palatino Linotype"/>
          <w:color w:val="000000"/>
          <w:sz w:val="28"/>
          <w:szCs w:val="28"/>
          <w:lang w:val="tg-Cyrl-TJ"/>
        </w:rPr>
        <w:t>и</w:t>
      </w:r>
      <w:r w:rsidRPr="00784F69">
        <w:rPr>
          <w:rFonts w:ascii="Palatino Linotype" w:hAnsi="Palatino Linotype"/>
          <w:color w:val="000000"/>
          <w:sz w:val="28"/>
          <w:szCs w:val="28"/>
        </w:rPr>
        <w:t>вазкуниро дошт, ки дар асрҳои миёна итолиёиҳо тангаҳои худро барои иваз намудан ба ҳамин миз мегузоштанд;</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color w:val="000000"/>
          <w:sz w:val="28"/>
          <w:szCs w:val="28"/>
        </w:rPr>
        <w:t>$</w:t>
      </w:r>
      <w:r w:rsidRPr="00784F69">
        <w:rPr>
          <w:rFonts w:ascii="Palatino Linotype" w:hAnsi="Palatino Linotype"/>
          <w:color w:val="000000"/>
          <w:sz w:val="28"/>
          <w:szCs w:val="28"/>
          <w:lang w:val="en-US"/>
        </w:rPr>
        <w:t>C</w:t>
      </w:r>
      <w:r w:rsidRPr="00784F69">
        <w:rPr>
          <w:rFonts w:ascii="Palatino Linotype" w:hAnsi="Palatino Linotype"/>
          <w:color w:val="000000"/>
          <w:sz w:val="28"/>
          <w:szCs w:val="28"/>
        </w:rPr>
        <w:t>) бонк аз калимаи итолёвии «</w:t>
      </w:r>
      <w:r w:rsidRPr="00784F69">
        <w:rPr>
          <w:rFonts w:ascii="Palatino Linotype" w:hAnsi="Palatino Linotype"/>
          <w:color w:val="000000"/>
          <w:sz w:val="28"/>
          <w:szCs w:val="28"/>
          <w:lang w:val="en-US"/>
        </w:rPr>
        <w:t>banka</w:t>
      </w:r>
      <w:r w:rsidRPr="00784F69">
        <w:rPr>
          <w:rFonts w:ascii="Palatino Linotype" w:hAnsi="Palatino Linotype"/>
          <w:color w:val="000000"/>
          <w:sz w:val="28"/>
          <w:szCs w:val="28"/>
        </w:rPr>
        <w:t>» баромада, маънои дастурипул</w:t>
      </w:r>
      <w:r w:rsidRPr="00784F69">
        <w:rPr>
          <w:rFonts w:ascii="Palatino Linotype" w:hAnsi="Palatino Linotype"/>
          <w:color w:val="000000"/>
          <w:sz w:val="28"/>
          <w:szCs w:val="28"/>
          <w:lang w:val="tg-Cyrl-TJ"/>
        </w:rPr>
        <w:t>и</w:t>
      </w:r>
      <w:r w:rsidRPr="00784F69">
        <w:rPr>
          <w:rFonts w:ascii="Palatino Linotype" w:hAnsi="Palatino Linotype"/>
          <w:color w:val="000000"/>
          <w:sz w:val="28"/>
          <w:szCs w:val="28"/>
        </w:rPr>
        <w:t>вазкуниро дошт, ки дар асрҳои миёна итолиёиҳо тангаҳои худро барои иваз намудан ба ҳамин миз мегузоштанд;</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color w:val="000000"/>
          <w:sz w:val="28"/>
          <w:szCs w:val="28"/>
        </w:rPr>
        <w:t>$D) бонк аз калимаи итолёвии «</w:t>
      </w:r>
      <w:r w:rsidRPr="00784F69">
        <w:rPr>
          <w:rFonts w:ascii="Palatino Linotype" w:hAnsi="Palatino Linotype"/>
          <w:color w:val="000000"/>
          <w:sz w:val="28"/>
          <w:szCs w:val="28"/>
          <w:lang w:val="en-US"/>
        </w:rPr>
        <w:t>banka</w:t>
      </w:r>
      <w:r w:rsidRPr="00784F69">
        <w:rPr>
          <w:rFonts w:ascii="Palatino Linotype" w:hAnsi="Palatino Linotype"/>
          <w:color w:val="000000"/>
          <w:sz w:val="28"/>
          <w:szCs w:val="28"/>
        </w:rPr>
        <w:t>» баромада, маънои мизи пул</w:t>
      </w:r>
      <w:r w:rsidRPr="00784F69">
        <w:rPr>
          <w:rFonts w:ascii="Palatino Linotype" w:hAnsi="Palatino Linotype"/>
          <w:color w:val="000000"/>
          <w:sz w:val="28"/>
          <w:szCs w:val="28"/>
          <w:lang w:val="tg-Cyrl-TJ"/>
        </w:rPr>
        <w:t>и</w:t>
      </w:r>
      <w:r w:rsidRPr="00784F69">
        <w:rPr>
          <w:rFonts w:ascii="Palatino Linotype" w:hAnsi="Palatino Linotype"/>
          <w:color w:val="000000"/>
          <w:sz w:val="28"/>
          <w:szCs w:val="28"/>
        </w:rPr>
        <w:t>вазкуниро дошт, ки дар асрҳои миёна итолиёиҳо ашҳёҳои худро барои иваз намудан ба ҳамин миз мегузоштанд;</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color w:val="000000"/>
          <w:sz w:val="28"/>
          <w:szCs w:val="28"/>
        </w:rPr>
        <w:t>$E) бонк аз калимаи итолёвии «</w:t>
      </w:r>
      <w:r w:rsidRPr="00784F69">
        <w:rPr>
          <w:rFonts w:ascii="Palatino Linotype" w:hAnsi="Palatino Linotype"/>
          <w:color w:val="000000"/>
          <w:sz w:val="28"/>
          <w:szCs w:val="28"/>
          <w:lang w:val="en-US"/>
        </w:rPr>
        <w:t>banka</w:t>
      </w:r>
      <w:r w:rsidRPr="00784F69">
        <w:rPr>
          <w:rFonts w:ascii="Palatino Linotype" w:hAnsi="Palatino Linotype"/>
          <w:color w:val="000000"/>
          <w:sz w:val="28"/>
          <w:szCs w:val="28"/>
        </w:rPr>
        <w:t>» баромада, маънои мизи пул</w:t>
      </w:r>
      <w:r w:rsidRPr="00784F69">
        <w:rPr>
          <w:rFonts w:ascii="Palatino Linotype" w:hAnsi="Palatino Linotype"/>
          <w:color w:val="000000"/>
          <w:sz w:val="28"/>
          <w:szCs w:val="28"/>
          <w:lang w:val="tg-Cyrl-TJ"/>
        </w:rPr>
        <w:t>и</w:t>
      </w:r>
      <w:r w:rsidRPr="00784F69">
        <w:rPr>
          <w:rFonts w:ascii="Palatino Linotype" w:hAnsi="Palatino Linotype"/>
          <w:color w:val="000000"/>
          <w:sz w:val="28"/>
          <w:szCs w:val="28"/>
        </w:rPr>
        <w:t>вазкуниро дошт,ки ба шахсони алоҳида таалуқ дошт;</w:t>
      </w:r>
    </w:p>
    <w:p w:rsidR="00B65CA5" w:rsidRPr="00784F69" w:rsidRDefault="00B65CA5" w:rsidP="00C84BB2">
      <w:pPr>
        <w:spacing w:after="0" w:line="240" w:lineRule="auto"/>
        <w:jc w:val="both"/>
        <w:rPr>
          <w:rFonts w:ascii="Palatino Linotype" w:hAnsi="Palatino Linotype"/>
          <w:b/>
          <w:color w:val="000000"/>
          <w:sz w:val="28"/>
          <w:szCs w:val="28"/>
        </w:rPr>
      </w:pPr>
      <w:r w:rsidRPr="00784F69">
        <w:rPr>
          <w:rFonts w:ascii="Palatino Linotype" w:hAnsi="Palatino Linotype"/>
          <w:b/>
          <w:color w:val="000000"/>
          <w:sz w:val="28"/>
          <w:szCs w:val="28"/>
        </w:rPr>
        <w:t>@3.</w:t>
      </w:r>
    </w:p>
    <w:p w:rsidR="00B65CA5" w:rsidRPr="00784F69" w:rsidRDefault="00B65CA5" w:rsidP="00C84BB2">
      <w:pPr>
        <w:spacing w:after="0" w:line="240" w:lineRule="auto"/>
        <w:jc w:val="both"/>
        <w:rPr>
          <w:rFonts w:ascii="Palatino Linotype" w:hAnsi="Palatino Linotype"/>
          <w:b/>
          <w:color w:val="000000"/>
          <w:sz w:val="28"/>
          <w:szCs w:val="28"/>
        </w:rPr>
      </w:pPr>
      <w:r w:rsidRPr="00784F69">
        <w:rPr>
          <w:rFonts w:ascii="Palatino Linotype" w:hAnsi="Palatino Linotype"/>
          <w:b/>
          <w:color w:val="000000"/>
          <w:sz w:val="28"/>
          <w:szCs w:val="28"/>
        </w:rPr>
        <w:t>Аввалин маротиба бонки ҳозирзамон дар куҷопаӣдо шудааст?</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color w:val="000000"/>
          <w:sz w:val="28"/>
          <w:szCs w:val="28"/>
        </w:rPr>
        <w:t>$A) ба мисоли бонки Георгиӣ дар Генуя;</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color w:val="000000"/>
          <w:sz w:val="28"/>
          <w:szCs w:val="28"/>
        </w:rPr>
        <w:t>$B) ба мисоли бонки Георгиӣ дар Италя, баътар бонкҳо дар Венетсия ва дар Франсия;</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color w:val="000000"/>
          <w:sz w:val="28"/>
          <w:szCs w:val="28"/>
        </w:rPr>
        <w:t>$</w:t>
      </w:r>
      <w:r w:rsidRPr="00784F69">
        <w:rPr>
          <w:rFonts w:ascii="Palatino Linotype" w:hAnsi="Palatino Linotype"/>
          <w:color w:val="000000"/>
          <w:sz w:val="28"/>
          <w:szCs w:val="28"/>
          <w:lang w:val="en-US"/>
        </w:rPr>
        <w:t>C</w:t>
      </w:r>
      <w:r w:rsidRPr="00784F69">
        <w:rPr>
          <w:rFonts w:ascii="Palatino Linotype" w:hAnsi="Palatino Linotype"/>
          <w:color w:val="000000"/>
          <w:sz w:val="28"/>
          <w:szCs w:val="28"/>
        </w:rPr>
        <w:t>) ба мисоли бонки Георгиӣ дар Генуя, баътар бонкҳо дар Венетсия ва дар Франсия;</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color w:val="000000"/>
          <w:sz w:val="28"/>
          <w:szCs w:val="28"/>
        </w:rPr>
        <w:t>$D) бонкҳо дар Венетсия ва дар Франсия;</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color w:val="000000"/>
          <w:sz w:val="28"/>
          <w:szCs w:val="28"/>
        </w:rPr>
        <w:t>$E) ба мисоли бонки Аврупои дар Генуя, баътар бонкҳо дар Венетсия ва дар Франсия;</w:t>
      </w:r>
    </w:p>
    <w:p w:rsidR="00B65CA5" w:rsidRPr="00784F69" w:rsidRDefault="00B65CA5" w:rsidP="00C84BB2">
      <w:pPr>
        <w:spacing w:after="0" w:line="240" w:lineRule="auto"/>
        <w:jc w:val="both"/>
        <w:rPr>
          <w:rFonts w:ascii="Palatino Linotype" w:hAnsi="Palatino Linotype"/>
          <w:b/>
          <w:color w:val="000000"/>
          <w:sz w:val="28"/>
          <w:szCs w:val="28"/>
        </w:rPr>
      </w:pPr>
      <w:r w:rsidRPr="00784F69">
        <w:rPr>
          <w:rFonts w:ascii="Palatino Linotype" w:hAnsi="Palatino Linotype"/>
          <w:b/>
          <w:color w:val="000000"/>
          <w:sz w:val="28"/>
          <w:szCs w:val="28"/>
        </w:rPr>
        <w:t>@4.</w:t>
      </w:r>
    </w:p>
    <w:p w:rsidR="00B65CA5" w:rsidRPr="00784F69" w:rsidRDefault="00B65CA5" w:rsidP="00C84BB2">
      <w:pPr>
        <w:spacing w:after="0" w:line="240" w:lineRule="auto"/>
        <w:jc w:val="both"/>
        <w:rPr>
          <w:rFonts w:ascii="Palatino Linotype" w:hAnsi="Palatino Linotype"/>
          <w:b/>
          <w:color w:val="000000"/>
          <w:sz w:val="28"/>
          <w:szCs w:val="28"/>
        </w:rPr>
      </w:pPr>
      <w:r w:rsidRPr="00784F69">
        <w:rPr>
          <w:rFonts w:ascii="Palatino Linotype" w:hAnsi="Palatino Linotype"/>
          <w:b/>
          <w:color w:val="000000"/>
          <w:sz w:val="28"/>
          <w:szCs w:val="28"/>
        </w:rPr>
        <w:t>Аз тарафи Руссияи подшоҳи дар осиёи миёна кадом бонкҳо тасис дода буданд</w:t>
      </w:r>
      <w:r w:rsidRPr="00784F69">
        <w:rPr>
          <w:rFonts w:ascii="Palatino Linotype" w:hAnsi="Palatino Linotype"/>
          <w:b/>
          <w:color w:val="000000"/>
          <w:sz w:val="28"/>
          <w:szCs w:val="28"/>
          <w:lang w:val="tg-Cyrl-TJ"/>
        </w:rPr>
        <w:t>?</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color w:val="000000"/>
          <w:sz w:val="28"/>
          <w:szCs w:val="28"/>
        </w:rPr>
        <w:t>$A) Ба монанди: Русский для внешней торговли банк; Русско-Азовско банк; Азовско-Донской банк; Сибирский торговый банк;</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color w:val="000000"/>
          <w:sz w:val="28"/>
          <w:szCs w:val="28"/>
        </w:rPr>
        <w:t>$B) Русский для внешней торговли банк; Русско-Азовско банк; Азовско-Донской банк;</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color w:val="000000"/>
          <w:sz w:val="28"/>
          <w:szCs w:val="28"/>
        </w:rPr>
        <w:t>$</w:t>
      </w:r>
      <w:r w:rsidRPr="00784F69">
        <w:rPr>
          <w:rFonts w:ascii="Palatino Linotype" w:hAnsi="Palatino Linotype"/>
          <w:color w:val="000000"/>
          <w:sz w:val="28"/>
          <w:szCs w:val="28"/>
          <w:lang w:val="en-US"/>
        </w:rPr>
        <w:t>C</w:t>
      </w:r>
      <w:r w:rsidRPr="00784F69">
        <w:rPr>
          <w:rFonts w:ascii="Palatino Linotype" w:hAnsi="Palatino Linotype"/>
          <w:color w:val="000000"/>
          <w:sz w:val="28"/>
          <w:szCs w:val="28"/>
        </w:rPr>
        <w:t>) Ба монанди: Русский для внешней торговли банк; Русско-Азовско банк; Азовско-Донской банк; Сибирский торговый банк; Московский учетно –ссудныйбанк.Петербурский банк;</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color w:val="000000"/>
          <w:sz w:val="28"/>
          <w:szCs w:val="28"/>
        </w:rPr>
        <w:t>$D) Ба монанди: Русский для внешней торговли банк; Русско-Азовско банк; Азовско-Донской банк; Сибирский торговый банк; Московский учетно –ссудныйбанк;</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color w:val="000000"/>
          <w:sz w:val="28"/>
          <w:szCs w:val="28"/>
        </w:rPr>
        <w:t>$E) Ба монанди: Русский для внешней торговли банк; Азовско-Донской банк; Сибирский торговый банк; Московский учетно –ссудныйбанк;</w:t>
      </w:r>
    </w:p>
    <w:p w:rsidR="00B65CA5" w:rsidRPr="00784F69" w:rsidRDefault="00B65CA5" w:rsidP="00C84BB2">
      <w:pPr>
        <w:spacing w:after="0" w:line="240" w:lineRule="auto"/>
        <w:jc w:val="both"/>
        <w:rPr>
          <w:rFonts w:ascii="Palatino Linotype" w:hAnsi="Palatino Linotype"/>
          <w:b/>
          <w:color w:val="000000"/>
          <w:sz w:val="28"/>
          <w:szCs w:val="28"/>
        </w:rPr>
      </w:pPr>
      <w:r w:rsidRPr="00784F69">
        <w:rPr>
          <w:rFonts w:ascii="Palatino Linotype" w:hAnsi="Palatino Linotype"/>
          <w:b/>
          <w:color w:val="000000"/>
          <w:sz w:val="28"/>
          <w:szCs w:val="28"/>
        </w:rPr>
        <w:t>@5.</w:t>
      </w:r>
    </w:p>
    <w:p w:rsidR="00B65CA5" w:rsidRPr="00784F69" w:rsidRDefault="00B65CA5" w:rsidP="00C84BB2">
      <w:pPr>
        <w:spacing w:after="0" w:line="240" w:lineRule="auto"/>
        <w:jc w:val="both"/>
        <w:rPr>
          <w:rFonts w:ascii="Palatino Linotype" w:hAnsi="Palatino Linotype"/>
          <w:b/>
          <w:color w:val="000000"/>
          <w:sz w:val="28"/>
          <w:szCs w:val="28"/>
        </w:rPr>
      </w:pPr>
      <w:r w:rsidRPr="00784F69">
        <w:rPr>
          <w:rFonts w:ascii="Palatino Linotype" w:hAnsi="Palatino Linotype"/>
          <w:b/>
          <w:color w:val="000000"/>
          <w:sz w:val="28"/>
          <w:szCs w:val="28"/>
        </w:rPr>
        <w:t>Декрет дар бори милликунонии бонкҳо кай қабул карда шуд ?</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color w:val="000000"/>
          <w:sz w:val="28"/>
          <w:szCs w:val="28"/>
        </w:rPr>
        <w:t>$A) 28-уми октябри соли 1917 Декрет дарбораи милликунонии бонкҳо қабул карда шуд;</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color w:val="000000"/>
          <w:sz w:val="28"/>
          <w:szCs w:val="28"/>
        </w:rPr>
        <w:t>$B) 27-уми ноябри соли 1917 Декрет дарбораи милликунонии бонкҳо қабул карда шуд;</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color w:val="000000"/>
          <w:sz w:val="28"/>
          <w:szCs w:val="28"/>
        </w:rPr>
        <w:t>$</w:t>
      </w:r>
      <w:r w:rsidRPr="00784F69">
        <w:rPr>
          <w:rFonts w:ascii="Palatino Linotype" w:hAnsi="Palatino Linotype"/>
          <w:color w:val="000000"/>
          <w:sz w:val="28"/>
          <w:szCs w:val="28"/>
          <w:lang w:val="en-US"/>
        </w:rPr>
        <w:t>C</w:t>
      </w:r>
      <w:r w:rsidRPr="00784F69">
        <w:rPr>
          <w:rFonts w:ascii="Palatino Linotype" w:hAnsi="Palatino Linotype"/>
          <w:color w:val="000000"/>
          <w:sz w:val="28"/>
          <w:szCs w:val="28"/>
        </w:rPr>
        <w:t>) 27-уми октябри соли 1919 Декрет дарбораи милликунонии бонкҳо қабул карда шуд;</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color w:val="000000"/>
          <w:sz w:val="28"/>
          <w:szCs w:val="28"/>
        </w:rPr>
        <w:t>$D) 27-уми октябри соли 1918 Декрет дарбораи милликунонии бонкҳо қабул карда шуд;</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color w:val="000000"/>
          <w:sz w:val="28"/>
          <w:szCs w:val="28"/>
        </w:rPr>
        <w:t>$E) 27-уми октябри соли 1917 Декрет дарбораи милликунонии бонкҳо қабул карда шуд;</w:t>
      </w:r>
    </w:p>
    <w:p w:rsidR="00B65CA5" w:rsidRPr="00784F69" w:rsidRDefault="00B65CA5" w:rsidP="00C84BB2">
      <w:pPr>
        <w:spacing w:after="0" w:line="240" w:lineRule="auto"/>
        <w:jc w:val="both"/>
        <w:rPr>
          <w:rFonts w:ascii="Palatino Linotype" w:hAnsi="Palatino Linotype"/>
          <w:b/>
          <w:color w:val="000000"/>
          <w:sz w:val="28"/>
          <w:szCs w:val="28"/>
        </w:rPr>
      </w:pPr>
      <w:r w:rsidRPr="00784F69">
        <w:rPr>
          <w:rFonts w:ascii="Palatino Linotype" w:hAnsi="Palatino Linotype"/>
          <w:b/>
          <w:color w:val="000000"/>
          <w:sz w:val="28"/>
          <w:szCs w:val="28"/>
        </w:rPr>
        <w:t>@6.</w:t>
      </w:r>
    </w:p>
    <w:p w:rsidR="00B65CA5" w:rsidRPr="00784F69" w:rsidRDefault="00B65CA5" w:rsidP="00C84BB2">
      <w:pPr>
        <w:spacing w:after="0" w:line="240" w:lineRule="auto"/>
        <w:jc w:val="both"/>
        <w:rPr>
          <w:rFonts w:ascii="Palatino Linotype" w:hAnsi="Palatino Linotype"/>
          <w:b/>
          <w:color w:val="000000"/>
          <w:sz w:val="28"/>
          <w:szCs w:val="28"/>
        </w:rPr>
      </w:pPr>
      <w:r w:rsidRPr="00784F69">
        <w:rPr>
          <w:rFonts w:ascii="Palatino Linotype" w:hAnsi="Palatino Linotype"/>
          <w:b/>
          <w:color w:val="000000"/>
          <w:sz w:val="28"/>
          <w:szCs w:val="28"/>
        </w:rPr>
        <w:t>Кассаҳои амонатгузори аввалин маротиба дар кадом ноҳия ба кор шуруъ кардаанд</w:t>
      </w:r>
      <w:r w:rsidRPr="00784F69">
        <w:rPr>
          <w:rFonts w:ascii="Palatino Linotype" w:hAnsi="Palatino Linotype"/>
          <w:b/>
          <w:color w:val="000000"/>
          <w:sz w:val="28"/>
          <w:szCs w:val="28"/>
          <w:lang w:val="tg-Cyrl-TJ"/>
        </w:rPr>
        <w:t>?</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color w:val="000000"/>
          <w:sz w:val="28"/>
          <w:szCs w:val="28"/>
        </w:rPr>
        <w:t>$A) Моҳи марти соли 1887 кассаҳои амонантгузорй дар Хуҷанд бафаъолият шуруъ намуданд;</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color w:val="000000"/>
          <w:sz w:val="28"/>
          <w:szCs w:val="28"/>
        </w:rPr>
        <w:t>$B) Моҳи феврали соли 1885 кассаҳои амонантгузорй дар Хуҷанд бафаъолият шуруъ намуданд;</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color w:val="000000"/>
          <w:sz w:val="28"/>
          <w:szCs w:val="28"/>
        </w:rPr>
        <w:t>$</w:t>
      </w:r>
      <w:r w:rsidRPr="00784F69">
        <w:rPr>
          <w:rFonts w:ascii="Palatino Linotype" w:hAnsi="Palatino Linotype"/>
          <w:color w:val="000000"/>
          <w:sz w:val="28"/>
          <w:szCs w:val="28"/>
          <w:lang w:val="en-US"/>
        </w:rPr>
        <w:t>C</w:t>
      </w:r>
      <w:r w:rsidRPr="00784F69">
        <w:rPr>
          <w:rFonts w:ascii="Palatino Linotype" w:hAnsi="Palatino Linotype"/>
          <w:color w:val="000000"/>
          <w:sz w:val="28"/>
          <w:szCs w:val="28"/>
        </w:rPr>
        <w:t>) Моҳи марти соли 1886 кассаҳои амонантгузорй дар Хуҷанд бафаъолият шуруъ намуданд;</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color w:val="000000"/>
          <w:sz w:val="28"/>
          <w:szCs w:val="28"/>
        </w:rPr>
        <w:t>$D) Моҳи апрели соли 1885 кассаҳои амонантгузорй дар Хуҷанд бафаъолият шуруъ намуданд;</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color w:val="000000"/>
          <w:sz w:val="28"/>
          <w:szCs w:val="28"/>
        </w:rPr>
        <w:t>$E) Моҳи марти соли 1885 кассаҳои амонантгузорй дар Хуҷанд бафаъолият шуруъ намуданд;</w:t>
      </w:r>
    </w:p>
    <w:p w:rsidR="00B65CA5" w:rsidRPr="00784F69" w:rsidRDefault="00B65CA5" w:rsidP="00C84BB2">
      <w:pPr>
        <w:spacing w:after="0" w:line="240" w:lineRule="auto"/>
        <w:jc w:val="both"/>
        <w:rPr>
          <w:rFonts w:ascii="Palatino Linotype" w:hAnsi="Palatino Linotype"/>
          <w:b/>
          <w:color w:val="000000"/>
          <w:sz w:val="28"/>
          <w:szCs w:val="28"/>
        </w:rPr>
      </w:pPr>
      <w:r w:rsidRPr="00784F69">
        <w:rPr>
          <w:rFonts w:ascii="Palatino Linotype" w:hAnsi="Palatino Linotype"/>
          <w:b/>
          <w:color w:val="000000"/>
          <w:sz w:val="28"/>
          <w:szCs w:val="28"/>
        </w:rPr>
        <w:t>@7.</w:t>
      </w:r>
    </w:p>
    <w:p w:rsidR="00B65CA5" w:rsidRPr="00784F69" w:rsidRDefault="00B65CA5" w:rsidP="00C84BB2">
      <w:pPr>
        <w:spacing w:after="0" w:line="240" w:lineRule="auto"/>
        <w:jc w:val="both"/>
        <w:rPr>
          <w:rFonts w:ascii="Palatino Linotype" w:hAnsi="Palatino Linotype"/>
          <w:b/>
          <w:color w:val="000000"/>
          <w:sz w:val="28"/>
          <w:szCs w:val="28"/>
        </w:rPr>
      </w:pPr>
      <w:r w:rsidRPr="00784F69">
        <w:rPr>
          <w:rFonts w:ascii="Palatino Linotype" w:hAnsi="Palatino Linotype"/>
          <w:b/>
          <w:color w:val="000000"/>
          <w:sz w:val="28"/>
          <w:szCs w:val="28"/>
        </w:rPr>
        <w:t>Ҳуқуқи бонки кадом соҳаи ҳуқуқ мебошад</w:t>
      </w:r>
      <w:r w:rsidRPr="00784F69">
        <w:rPr>
          <w:rFonts w:ascii="Palatino Linotype" w:hAnsi="Palatino Linotype"/>
          <w:b/>
          <w:color w:val="000000"/>
          <w:sz w:val="28"/>
          <w:szCs w:val="28"/>
          <w:lang w:val="tg-Cyrl-TJ"/>
        </w:rPr>
        <w:t>?</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color w:val="000000"/>
          <w:sz w:val="28"/>
          <w:szCs w:val="28"/>
        </w:rPr>
        <w:t>$A) ҳуқуқи бонки соҳаи махсуси ҳуқуқ мебошад;</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color w:val="000000"/>
          <w:sz w:val="28"/>
          <w:szCs w:val="28"/>
        </w:rPr>
        <w:t>$B) ҳуқуқи бонки соҳаи мустақили ҳуқуқ мебошад;</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color w:val="000000"/>
          <w:sz w:val="28"/>
          <w:szCs w:val="28"/>
        </w:rPr>
        <w:t>$</w:t>
      </w:r>
      <w:r w:rsidRPr="00784F69">
        <w:rPr>
          <w:rFonts w:ascii="Palatino Linotype" w:hAnsi="Palatino Linotype"/>
          <w:color w:val="000000"/>
          <w:sz w:val="28"/>
          <w:szCs w:val="28"/>
          <w:lang w:val="en-US"/>
        </w:rPr>
        <w:t>C</w:t>
      </w:r>
      <w:r w:rsidRPr="00784F69">
        <w:rPr>
          <w:rFonts w:ascii="Palatino Linotype" w:hAnsi="Palatino Linotype"/>
          <w:color w:val="000000"/>
          <w:sz w:val="28"/>
          <w:szCs w:val="28"/>
        </w:rPr>
        <w:t>) ҳуқуқи бонки соҳаи махсуси комплексии ҳуқуқ мебошад;</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color w:val="000000"/>
          <w:sz w:val="28"/>
          <w:szCs w:val="28"/>
        </w:rPr>
        <w:t>$D) ҳуқуқи бонки соҳаи комплексии ҳуқуқ мебошад;</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color w:val="000000"/>
          <w:sz w:val="28"/>
          <w:szCs w:val="28"/>
        </w:rPr>
        <w:t>$E) ҳуқуқи бонки зер соҳаи ҳуқуқи молия мебошад;</w:t>
      </w:r>
    </w:p>
    <w:p w:rsidR="00B65CA5" w:rsidRPr="00784F69" w:rsidRDefault="00B65CA5" w:rsidP="00C84BB2">
      <w:pPr>
        <w:spacing w:after="0" w:line="240" w:lineRule="auto"/>
        <w:jc w:val="both"/>
        <w:rPr>
          <w:rFonts w:ascii="Palatino Linotype" w:hAnsi="Palatino Linotype"/>
          <w:b/>
          <w:color w:val="000000"/>
          <w:sz w:val="28"/>
          <w:szCs w:val="28"/>
        </w:rPr>
      </w:pPr>
      <w:r w:rsidRPr="00784F69">
        <w:rPr>
          <w:rFonts w:ascii="Palatino Linotype" w:hAnsi="Palatino Linotype"/>
          <w:b/>
          <w:color w:val="000000"/>
          <w:sz w:val="28"/>
          <w:szCs w:val="28"/>
        </w:rPr>
        <w:t>@8.</w:t>
      </w:r>
    </w:p>
    <w:p w:rsidR="00B65CA5" w:rsidRPr="00784F69" w:rsidRDefault="00B65CA5" w:rsidP="00C84BB2">
      <w:pPr>
        <w:spacing w:after="0" w:line="240" w:lineRule="auto"/>
        <w:jc w:val="both"/>
        <w:rPr>
          <w:rFonts w:ascii="Palatino Linotype" w:hAnsi="Palatino Linotype"/>
          <w:b/>
          <w:color w:val="000000"/>
          <w:sz w:val="28"/>
          <w:szCs w:val="28"/>
        </w:rPr>
      </w:pPr>
      <w:r w:rsidRPr="00784F69">
        <w:rPr>
          <w:rFonts w:ascii="Palatino Linotype" w:hAnsi="Palatino Linotype"/>
          <w:b/>
          <w:color w:val="000000"/>
          <w:sz w:val="28"/>
          <w:szCs w:val="28"/>
        </w:rPr>
        <w:t xml:space="preserve">Таъсисёбии Бонки миллии Тоҷикистон </w:t>
      </w:r>
      <w:r w:rsidRPr="00784F69">
        <w:rPr>
          <w:rFonts w:ascii="Palatino Linotype" w:hAnsi="Palatino Linotype"/>
          <w:b/>
          <w:color w:val="000000"/>
          <w:sz w:val="28"/>
          <w:szCs w:val="28"/>
          <w:lang w:val="tg-Cyrl-TJ"/>
        </w:rPr>
        <w:t>?</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color w:val="000000"/>
          <w:sz w:val="28"/>
          <w:szCs w:val="28"/>
        </w:rPr>
        <w:t>$A) Бонки миллии Тоҷикистон ҳамчун ташкилоти мустақил дар асоси қарори парламенти мамлакат аз 30-уми июни соли 1995 дар заминаи идораи давлатии бонкисобиқ ИЧШС ташкил карда шуд;</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color w:val="000000"/>
          <w:sz w:val="28"/>
          <w:szCs w:val="28"/>
        </w:rPr>
        <w:t>$B) Бонки миллии Тоҷикистон ҳамчун ташкилоти мустақил дар асоси қарори парламенти мамлакат аз 28-уми июни соли 1994 дар заминаи идораи давлатии бонкисобиқ ИЧШС ташкил карда шуд;</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color w:val="000000"/>
          <w:sz w:val="28"/>
          <w:szCs w:val="28"/>
        </w:rPr>
        <w:t>$</w:t>
      </w:r>
      <w:r w:rsidRPr="00784F69">
        <w:rPr>
          <w:rFonts w:ascii="Palatino Linotype" w:hAnsi="Palatino Linotype"/>
          <w:color w:val="000000"/>
          <w:sz w:val="28"/>
          <w:szCs w:val="28"/>
          <w:lang w:val="en-US"/>
        </w:rPr>
        <w:t>C</w:t>
      </w:r>
      <w:r w:rsidRPr="00784F69">
        <w:rPr>
          <w:rFonts w:ascii="Palatino Linotype" w:hAnsi="Palatino Linotype"/>
          <w:color w:val="000000"/>
          <w:sz w:val="28"/>
          <w:szCs w:val="28"/>
        </w:rPr>
        <w:t>) Бонки миллии Тоҷикистон ҳамчун ташкилоти мустақил дар асоси қарори парламенти мамлакат аз 28-уми июни соли 1991 дар заминаи идораи давлатии бонкисобиқ ИЧШС ташкил карда шуд;</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color w:val="000000"/>
          <w:sz w:val="28"/>
          <w:szCs w:val="28"/>
        </w:rPr>
        <w:t>$D) Бонки миллии Тоҷикистон ҳамчун ташкилоти мустақил дар асоси қарори парламенти мамлакат аз 30-уми июни соли 1991 дар заминаи идораи давлатии бонкисобиқ ИЧШС ташкил карда шуд;</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color w:val="000000"/>
          <w:sz w:val="28"/>
          <w:szCs w:val="28"/>
        </w:rPr>
        <w:t>$E) Бонки миллии Тоҷикистон ҳамчун ташкилоти мустақил дар асоси қарори парламенти мамлакат аз 28-уми июни соли 1992 дар заминаи идораи давлатии бонкисобиқ ИЧШС ташкил карда шуд;</w:t>
      </w:r>
    </w:p>
    <w:p w:rsidR="00B65CA5" w:rsidRPr="00784F69" w:rsidRDefault="00B65CA5" w:rsidP="00C84BB2">
      <w:pPr>
        <w:spacing w:after="0" w:line="240" w:lineRule="auto"/>
        <w:jc w:val="both"/>
        <w:rPr>
          <w:rFonts w:ascii="Palatino Linotype" w:hAnsi="Palatino Linotype"/>
          <w:b/>
          <w:color w:val="000000"/>
          <w:sz w:val="28"/>
          <w:szCs w:val="28"/>
        </w:rPr>
      </w:pPr>
      <w:r w:rsidRPr="00784F69">
        <w:rPr>
          <w:rFonts w:ascii="Palatino Linotype" w:hAnsi="Palatino Linotype"/>
          <w:b/>
          <w:color w:val="000000"/>
          <w:sz w:val="28"/>
          <w:szCs w:val="28"/>
        </w:rPr>
        <w:t>@9.</w:t>
      </w:r>
    </w:p>
    <w:p w:rsidR="00B65CA5" w:rsidRPr="00784F69" w:rsidRDefault="00B65CA5" w:rsidP="00C84BB2">
      <w:pPr>
        <w:spacing w:after="0" w:line="240" w:lineRule="auto"/>
        <w:jc w:val="both"/>
        <w:rPr>
          <w:rFonts w:ascii="Palatino Linotype" w:hAnsi="Palatino Linotype"/>
          <w:b/>
          <w:color w:val="000000"/>
          <w:sz w:val="28"/>
          <w:szCs w:val="28"/>
        </w:rPr>
      </w:pPr>
      <w:r w:rsidRPr="00784F69">
        <w:rPr>
          <w:rFonts w:ascii="Palatino Linotype" w:hAnsi="Palatino Linotype"/>
          <w:b/>
          <w:color w:val="000000"/>
          <w:sz w:val="28"/>
          <w:szCs w:val="28"/>
        </w:rPr>
        <w:t xml:space="preserve">қонунгузори бонки- ин </w:t>
      </w:r>
      <w:r w:rsidRPr="00784F69">
        <w:rPr>
          <w:rFonts w:ascii="Palatino Linotype" w:hAnsi="Palatino Linotype"/>
          <w:b/>
          <w:color w:val="000000"/>
          <w:sz w:val="28"/>
          <w:szCs w:val="28"/>
          <w:lang w:val="tg-Cyrl-TJ"/>
        </w:rPr>
        <w:t>?</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color w:val="000000"/>
          <w:sz w:val="28"/>
          <w:szCs w:val="28"/>
        </w:rPr>
        <w:t>$A) маҷмуи қонунгузори ва меёрҳои алоҳидаи ҳуқуқие, ки муносибатҳои ҷамиятиро дар соҳаи фаъолияти бонки батанзим медарорад;</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color w:val="000000"/>
          <w:sz w:val="28"/>
          <w:szCs w:val="28"/>
        </w:rPr>
        <w:t>$B) маҷмуи нормаҳои қонунгузори ва меёрҳои алоҳидаи ҳуқуқие, ки муносибатҳои ҷамиятиро дар соҳаи фаъолияти бонки батанзим медарорад;</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color w:val="000000"/>
          <w:sz w:val="28"/>
          <w:szCs w:val="28"/>
        </w:rPr>
        <w:t>$</w:t>
      </w:r>
      <w:r w:rsidRPr="00784F69">
        <w:rPr>
          <w:rFonts w:ascii="Palatino Linotype" w:hAnsi="Palatino Linotype"/>
          <w:color w:val="000000"/>
          <w:sz w:val="28"/>
          <w:szCs w:val="28"/>
          <w:lang w:val="en-US"/>
        </w:rPr>
        <w:t>C</w:t>
      </w:r>
      <w:r w:rsidRPr="00784F69">
        <w:rPr>
          <w:rFonts w:ascii="Palatino Linotype" w:hAnsi="Palatino Linotype"/>
          <w:color w:val="000000"/>
          <w:sz w:val="28"/>
          <w:szCs w:val="28"/>
        </w:rPr>
        <w:t>) маҷмуи нормаҳои қонунгузори ва меёрҳои алоҳидаи ҳуқуқие, ки муносибатҳои ҷамиятиро дар соҳаи фаъолияти соҳибкори батанзим медарорад;</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color w:val="000000"/>
          <w:sz w:val="28"/>
          <w:szCs w:val="28"/>
        </w:rPr>
        <w:t>$D) маҷмуи нормаҳои қонунгузори ва меёрҳои алоҳидаи ҳуқуқие, ки муносибатҳои ҷамиятиро дар соҳаи фаъолияти моляви батанзим медарорад;</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color w:val="000000"/>
          <w:sz w:val="28"/>
          <w:szCs w:val="28"/>
        </w:rPr>
        <w:t>$E) маҷмуи нормаҳои қонунгузори ва меёрҳои алоҳидаи ҳуқуқие, ки муносибатҳои махсусро дар соҳаи фаъолияти бонки батанзим медарорад;</w:t>
      </w:r>
    </w:p>
    <w:p w:rsidR="00B65CA5" w:rsidRPr="00784F69" w:rsidRDefault="00B65CA5" w:rsidP="00C84BB2">
      <w:pPr>
        <w:spacing w:after="0" w:line="240" w:lineRule="auto"/>
        <w:jc w:val="both"/>
        <w:rPr>
          <w:rFonts w:ascii="Palatino Linotype" w:hAnsi="Palatino Linotype"/>
          <w:b/>
          <w:color w:val="000000"/>
          <w:sz w:val="28"/>
          <w:szCs w:val="28"/>
        </w:rPr>
      </w:pPr>
      <w:r w:rsidRPr="00784F69">
        <w:rPr>
          <w:rFonts w:ascii="Palatino Linotype" w:hAnsi="Palatino Linotype"/>
          <w:b/>
          <w:color w:val="000000"/>
          <w:sz w:val="28"/>
          <w:szCs w:val="28"/>
        </w:rPr>
        <w:t xml:space="preserve">@10. </w:t>
      </w:r>
    </w:p>
    <w:p w:rsidR="00B65CA5" w:rsidRPr="00784F69" w:rsidRDefault="00B65CA5" w:rsidP="00C84BB2">
      <w:pPr>
        <w:spacing w:after="0" w:line="240" w:lineRule="auto"/>
        <w:jc w:val="both"/>
        <w:rPr>
          <w:rFonts w:ascii="Palatino Linotype" w:hAnsi="Palatino Linotype"/>
          <w:b/>
          <w:color w:val="000000"/>
          <w:sz w:val="28"/>
          <w:szCs w:val="28"/>
        </w:rPr>
      </w:pPr>
      <w:r w:rsidRPr="00784F69">
        <w:rPr>
          <w:rFonts w:ascii="Palatino Linotype" w:hAnsi="Palatino Linotype"/>
          <w:b/>
          <w:color w:val="000000"/>
          <w:sz w:val="28"/>
          <w:szCs w:val="28"/>
        </w:rPr>
        <w:t>Таърихи бавуҷудоии ориёбонк</w:t>
      </w:r>
      <w:r w:rsidRPr="00784F69">
        <w:rPr>
          <w:rFonts w:ascii="Palatino Linotype" w:hAnsi="Palatino Linotype"/>
          <w:b/>
          <w:color w:val="000000"/>
          <w:sz w:val="28"/>
          <w:szCs w:val="28"/>
          <w:lang w:val="tg-Cyrl-TJ"/>
        </w:rPr>
        <w:t>?</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color w:val="000000"/>
          <w:sz w:val="28"/>
          <w:szCs w:val="28"/>
        </w:rPr>
        <w:t>$A) моҳи апрели соли 1991 Тоҷикпромстройбонк ба ташкилоти саҳомӣ табдилёфт ва 29 декабри соли 1991 ба бонки саҳҳомии тиҷоратии саноату сохтмони Тоҷикистон «Ориёнбонк» мубаддал гардид.Он аз ҷониби Бонки миллии Тоҷикистон ба қайд гирифта дорои иҷозатномаи махсуси №1 гашт,5 апрели соли 2002 БСТССТ «Орёнбонк» ба ҷамияти саҳҳомии кушодаи «Ориёбонк» табдил дода шуд;</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color w:val="000000"/>
          <w:sz w:val="28"/>
          <w:szCs w:val="28"/>
        </w:rPr>
        <w:t>$B) моҳи апрели соли 1991 Тоҷикпромстройбонк ба ташкилоти саҳомӣ табдилёфт ва 29 декабри соли 1991 ба бонки саҳҳомии тиҷоратии саноату сохтмони Тоҷикистон «Ориёнбонк» мубаддал гардид.Он аз ҷониби Бонки миллии Тоҷикистон ба қайд гирифта дорои иҷозатномаи махсуси №1 гашт;</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color w:val="000000"/>
          <w:sz w:val="28"/>
          <w:szCs w:val="28"/>
        </w:rPr>
        <w:t>$</w:t>
      </w:r>
      <w:r w:rsidRPr="00784F69">
        <w:rPr>
          <w:rFonts w:ascii="Palatino Linotype" w:hAnsi="Palatino Linotype"/>
          <w:color w:val="000000"/>
          <w:sz w:val="28"/>
          <w:szCs w:val="28"/>
          <w:lang w:val="en-US"/>
        </w:rPr>
        <w:t>C</w:t>
      </w:r>
      <w:r w:rsidRPr="00784F69">
        <w:rPr>
          <w:rFonts w:ascii="Palatino Linotype" w:hAnsi="Palatino Linotype"/>
          <w:color w:val="000000"/>
          <w:sz w:val="28"/>
          <w:szCs w:val="28"/>
        </w:rPr>
        <w:t>) моҳи апрели соли 1992 Тоҷикпромстройбонк ба ташкилоти саҳомӣ табдилёфт ва 29 декабри соли 1992 ба бонки саҳҳомии тиҷоратии саноату сохтмони Тоҷикистон «Ориёнбонк» мубаддал гардид.Он аз ҷониби Бонки миллии Тоҷикистон ба қайд гирифта дорои иҷозатномаи махсуси №1 гашт,5 апрели соли 2002 БСТССТ «Орёнбонк» ба ҷамияти саҳҳомии кушодаи «Ориёбонк» табдил дода шуд;</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color w:val="000000"/>
          <w:sz w:val="28"/>
          <w:szCs w:val="28"/>
        </w:rPr>
        <w:t>$D) моҳи апрели соли 1992 Тоҷикпромстройбонк ба ташкилоти саҳомӣ табдилёфт ва 29 декабри соли 1993 ба бонки саҳҳомии тиҷоратии саноату сохтмони Тоҷикистон «Ориёнбонк» мубаддал гардид.Он аз ҷониби Бонки миллии Тоҷикистон ба қайд гирифта дорои иҷозатномаи махсуси №1 гашт,5 апрели соли 2002 БСТССТ «Орёнбонк» ба ҷамияти саҳҳомии кушодаи «Ориёбонк» табдил дода шуд;</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color w:val="000000"/>
          <w:sz w:val="28"/>
          <w:szCs w:val="28"/>
        </w:rPr>
        <w:t>$E) моҳи маи соли 1991 Тоҷикпромстройбонк ба ташкилоти саҳомӣ табдилёфт ва 29 декабри соли 1991 ба бонки саҳҳомии тиҷоратии саноату сохтмони Тоҷикистон «Ориёнбонк» мубаддал гардид.Он аз ҷониби Бонки миллии Тоҷикистон ба қайд гирифта дорои иҷозатномаи махсуси №1 гашт,5 апрели соли 2002 БСТССТ «Орёнбонк» ба ҷамияти саҳҳомии кушодаи «Ориёбонк» табдил дода шуд;</w:t>
      </w:r>
    </w:p>
    <w:p w:rsidR="00B65CA5" w:rsidRPr="00784F69" w:rsidRDefault="00B65CA5" w:rsidP="00C84BB2">
      <w:pPr>
        <w:spacing w:after="0" w:line="240" w:lineRule="auto"/>
        <w:jc w:val="both"/>
        <w:rPr>
          <w:rFonts w:ascii="Palatino Linotype" w:hAnsi="Palatino Linotype"/>
          <w:b/>
          <w:color w:val="000000"/>
          <w:sz w:val="28"/>
          <w:szCs w:val="28"/>
        </w:rPr>
      </w:pPr>
      <w:r w:rsidRPr="00784F69">
        <w:rPr>
          <w:rFonts w:ascii="Palatino Linotype" w:hAnsi="Palatino Linotype"/>
          <w:b/>
          <w:color w:val="000000"/>
          <w:sz w:val="28"/>
          <w:szCs w:val="28"/>
        </w:rPr>
        <w:t xml:space="preserve">@11. </w:t>
      </w:r>
    </w:p>
    <w:p w:rsidR="00B65CA5" w:rsidRPr="00784F69" w:rsidRDefault="00B65CA5" w:rsidP="00C84BB2">
      <w:pPr>
        <w:spacing w:after="0" w:line="240" w:lineRule="auto"/>
        <w:jc w:val="both"/>
        <w:rPr>
          <w:rFonts w:ascii="Palatino Linotype" w:hAnsi="Palatino Linotype"/>
          <w:b/>
          <w:color w:val="000000"/>
          <w:sz w:val="28"/>
          <w:szCs w:val="28"/>
        </w:rPr>
      </w:pPr>
      <w:r w:rsidRPr="00784F69">
        <w:rPr>
          <w:rFonts w:ascii="Palatino Linotype" w:hAnsi="Palatino Linotype"/>
          <w:b/>
          <w:color w:val="000000"/>
          <w:sz w:val="28"/>
          <w:szCs w:val="28"/>
        </w:rPr>
        <w:t>Тоҷиксодиротбонк кай тасис дода шудааст?</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color w:val="000000"/>
          <w:sz w:val="28"/>
          <w:szCs w:val="28"/>
        </w:rPr>
        <w:t>$A) ҷамъияти сасххомии кушодаи «Тоҷиксодиротбонк» ташкилоти кредитй буда ,боқарори муассисон, тибқи шартномаи таъсисоти аз 20 марти соли 1992 барпо карда шудааст;</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color w:val="000000"/>
          <w:sz w:val="28"/>
          <w:szCs w:val="28"/>
        </w:rPr>
        <w:t>$B) ҷамъияти сасххомии кушодаи «Тоҷиксодиротбонк» ташкилоти кредитй буда ,боқарори муассисон, тибқи шартномаи таъсисоти аз 20 апрели соли 1992 барпо карда шудааст;</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color w:val="000000"/>
          <w:sz w:val="28"/>
          <w:szCs w:val="28"/>
        </w:rPr>
        <w:t>$</w:t>
      </w:r>
      <w:r w:rsidRPr="00784F69">
        <w:rPr>
          <w:rFonts w:ascii="Palatino Linotype" w:hAnsi="Palatino Linotype"/>
          <w:color w:val="000000"/>
          <w:sz w:val="28"/>
          <w:szCs w:val="28"/>
          <w:lang w:val="en-US"/>
        </w:rPr>
        <w:t>C</w:t>
      </w:r>
      <w:r w:rsidRPr="00784F69">
        <w:rPr>
          <w:rFonts w:ascii="Palatino Linotype" w:hAnsi="Palatino Linotype"/>
          <w:color w:val="000000"/>
          <w:sz w:val="28"/>
          <w:szCs w:val="28"/>
        </w:rPr>
        <w:t>) ҷамъияти сасххомии кушодаи «Тоҷиксодиротбонк» ташкилоти кредитй буда ,боқарори муассисон, тибқи шартномаи таъсисоти аз 20 марти соли 1993 барпо карда шудааст;</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color w:val="000000"/>
          <w:sz w:val="28"/>
          <w:szCs w:val="28"/>
        </w:rPr>
        <w:t>$D) ҷамъияти сасххомии кушодаи «Тоҷиксодиротбонк» ташкилоти кредитй буда ,боқарори муассисон, тибқи шартномаи таъсисоти аз 25 марти соли 1992 барпо карда шудааст;</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color w:val="000000"/>
          <w:sz w:val="28"/>
          <w:szCs w:val="28"/>
        </w:rPr>
        <w:t>$E) ҷамъияти сасххомии кушодаи «Тоҷиксодиротбонк» ташкилоти кредитй буда ,боқарори муассисон, тибқи шартномаи таъсисоти аз 25 марти соли 1993 барпо карда шудааст;</w:t>
      </w:r>
    </w:p>
    <w:p w:rsidR="00B65CA5" w:rsidRPr="00784F69" w:rsidRDefault="00B65CA5" w:rsidP="00C84BB2">
      <w:pPr>
        <w:spacing w:after="0" w:line="240" w:lineRule="auto"/>
        <w:jc w:val="both"/>
        <w:rPr>
          <w:rFonts w:ascii="Palatino Linotype" w:hAnsi="Palatino Linotype"/>
          <w:b/>
          <w:color w:val="000000"/>
          <w:sz w:val="28"/>
          <w:szCs w:val="28"/>
        </w:rPr>
      </w:pPr>
      <w:r w:rsidRPr="00784F69">
        <w:rPr>
          <w:rFonts w:ascii="Palatino Linotype" w:hAnsi="Palatino Linotype"/>
          <w:b/>
          <w:color w:val="000000"/>
          <w:sz w:val="28"/>
          <w:szCs w:val="28"/>
        </w:rPr>
        <w:t xml:space="preserve">@12. </w:t>
      </w:r>
    </w:p>
    <w:p w:rsidR="00B65CA5" w:rsidRPr="00784F69" w:rsidRDefault="00B65CA5" w:rsidP="00C84BB2">
      <w:pPr>
        <w:spacing w:after="0" w:line="240" w:lineRule="auto"/>
        <w:jc w:val="both"/>
        <w:rPr>
          <w:rFonts w:ascii="Palatino Linotype" w:hAnsi="Palatino Linotype"/>
          <w:b/>
          <w:color w:val="000000"/>
          <w:sz w:val="28"/>
          <w:szCs w:val="28"/>
        </w:rPr>
      </w:pPr>
      <w:r w:rsidRPr="00784F69">
        <w:rPr>
          <w:rFonts w:ascii="Palatino Linotype" w:hAnsi="Palatino Linotype"/>
          <w:b/>
          <w:color w:val="000000"/>
          <w:sz w:val="28"/>
          <w:szCs w:val="28"/>
          <w:lang w:val="tt-RU"/>
        </w:rPr>
        <w:t>Низоми (системаи) бонкии Ҷумҳурии Тоҷикистон</w:t>
      </w:r>
      <w:r w:rsidRPr="00784F69">
        <w:rPr>
          <w:rFonts w:ascii="Palatino Linotype" w:hAnsi="Palatino Linotype"/>
          <w:b/>
          <w:color w:val="000000"/>
          <w:sz w:val="28"/>
          <w:szCs w:val="28"/>
        </w:rPr>
        <w:t>чи ташкил медиҳад?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rPr>
        <w:t xml:space="preserve">$A) </w:t>
      </w:r>
      <w:r w:rsidRPr="00784F69">
        <w:rPr>
          <w:rFonts w:ascii="Palatino Linotype" w:hAnsi="Palatino Linotype"/>
          <w:color w:val="000000"/>
          <w:sz w:val="28"/>
          <w:szCs w:val="28"/>
          <w:lang w:val="tt-RU"/>
        </w:rPr>
        <w:t>Бонки миллии Тоҷикистон</w:t>
      </w:r>
      <w:r w:rsidRPr="00784F69">
        <w:rPr>
          <w:rFonts w:ascii="Palatino Linotype" w:hAnsi="Palatino Linotype"/>
          <w:color w:val="000000"/>
          <w:sz w:val="28"/>
          <w:szCs w:val="28"/>
          <w:lang w:val="tg-Cyrl-TJ"/>
        </w:rPr>
        <w:t xml:space="preserve"> ва</w:t>
      </w:r>
      <w:r w:rsidRPr="00784F69">
        <w:rPr>
          <w:rFonts w:ascii="Palatino Linotype" w:hAnsi="Palatino Linotype"/>
          <w:color w:val="000000"/>
          <w:sz w:val="28"/>
          <w:szCs w:val="28"/>
          <w:lang w:val="tt-RU"/>
        </w:rPr>
        <w:t xml:space="preserve"> ташкилотҳои дигари қарзии (кредити) дар Ҷумҳурии Тоҷикистон фаъолияткунанда;</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$B) ташкилотҳои дигари қарзии (кредити) дар Ҷумҳурии Тоҷикистон фаъолияткунанда;</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$C) Бонки миллии Тоҷикистон</w:t>
      </w:r>
      <w:r w:rsidRPr="00784F69">
        <w:rPr>
          <w:rFonts w:ascii="Palatino Linotype" w:hAnsi="Palatino Linotype"/>
          <w:color w:val="000000"/>
          <w:sz w:val="28"/>
          <w:szCs w:val="28"/>
          <w:lang w:val="tg-Cyrl-TJ"/>
        </w:rPr>
        <w:t xml:space="preserve"> ва</w:t>
      </w:r>
      <w:r w:rsidRPr="00784F69">
        <w:rPr>
          <w:rFonts w:ascii="Palatino Linotype" w:hAnsi="Palatino Linotype"/>
          <w:color w:val="000000"/>
          <w:sz w:val="28"/>
          <w:szCs w:val="28"/>
          <w:lang w:val="tt-RU"/>
        </w:rPr>
        <w:t xml:space="preserve"> ташкилотҳои дигари қарзии (кредити) дар Ҷумҳурии Тоҷикистон ва берун аз он фаъолияткунанда;</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$D) Бонки миллии Тоҷикистон</w:t>
      </w:r>
      <w:r w:rsidRPr="00784F69">
        <w:rPr>
          <w:rFonts w:ascii="Palatino Linotype" w:hAnsi="Palatino Linotype"/>
          <w:color w:val="000000"/>
          <w:sz w:val="28"/>
          <w:szCs w:val="28"/>
          <w:lang w:val="tg-Cyrl-TJ"/>
        </w:rPr>
        <w:t xml:space="preserve"> ва</w:t>
      </w:r>
      <w:r w:rsidRPr="00784F69">
        <w:rPr>
          <w:rFonts w:ascii="Palatino Linotype" w:hAnsi="Palatino Linotype"/>
          <w:color w:val="000000"/>
          <w:sz w:val="28"/>
          <w:szCs w:val="28"/>
          <w:lang w:val="tt-RU"/>
        </w:rPr>
        <w:t xml:space="preserve"> ташкилотҳои ғайритиҷорати дар Ҷумҳурии Тоҷикистон фаъолияткунанда;</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$E) Бонки миллии Тоҷикистон</w:t>
      </w:r>
      <w:r w:rsidRPr="00784F69">
        <w:rPr>
          <w:rFonts w:ascii="Palatino Linotype" w:hAnsi="Palatino Linotype"/>
          <w:color w:val="000000"/>
          <w:sz w:val="28"/>
          <w:szCs w:val="28"/>
          <w:lang w:val="tg-Cyrl-TJ"/>
        </w:rPr>
        <w:t xml:space="preserve"> ва</w:t>
      </w:r>
      <w:r w:rsidRPr="00784F69">
        <w:rPr>
          <w:rFonts w:ascii="Palatino Linotype" w:hAnsi="Palatino Linotype"/>
          <w:color w:val="000000"/>
          <w:sz w:val="28"/>
          <w:szCs w:val="28"/>
          <w:lang w:val="tt-RU"/>
        </w:rPr>
        <w:t xml:space="preserve"> ташкилотҳои хориҷи дар Ҷумҳурии Тоҷикистон фаъолияткунанда;</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 xml:space="preserve">@13. </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 xml:space="preserve">Ташкилотҳои қарзӣ (кредитӣ) </w:t>
      </w:r>
      <w:r w:rsidRPr="00784F69">
        <w:rPr>
          <w:rFonts w:ascii="Palatino Linotype" w:hAnsi="Palatino Linotype"/>
          <w:color w:val="000000"/>
          <w:sz w:val="28"/>
          <w:szCs w:val="28"/>
          <w:lang w:val="tt-RU"/>
        </w:rPr>
        <w:t>–</w:t>
      </w:r>
      <w:r w:rsidRPr="00784F69">
        <w:rPr>
          <w:rFonts w:ascii="Palatino Linotype" w:hAnsi="Palatino Linotype"/>
          <w:b/>
          <w:color w:val="000000"/>
          <w:sz w:val="28"/>
          <w:szCs w:val="28"/>
          <w:lang w:val="tt-RU"/>
        </w:rPr>
        <w:t>ин</w:t>
      </w:r>
      <w:r w:rsidRPr="00784F69">
        <w:rPr>
          <w:rFonts w:ascii="Palatino Linotype" w:hAnsi="Palatino Linotype"/>
          <w:b/>
          <w:color w:val="000000"/>
          <w:sz w:val="28"/>
          <w:szCs w:val="28"/>
          <w:lang w:val="tg-Cyrl-TJ"/>
        </w:rPr>
        <w:t>?</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$A) шахсони ҳуқуқие (бонкҳо ва ташкилотҳои қарзии (кредитии) ғайрибонкӣ, ки мақсади асосиашон гирифтани фоида буда, дар асоси иҷозатномаи Бонки миллии Тоҷикистон ҳама ё баъзе аз амалиёти бонкии дар Қ</w:t>
      </w:r>
      <w:r w:rsidRPr="00784F69">
        <w:rPr>
          <w:rFonts w:ascii="Palatino Linotype" w:hAnsi="Palatino Linotype" w:cs="Times New Roman Tj"/>
          <w:color w:val="000000"/>
          <w:sz w:val="28"/>
          <w:szCs w:val="28"/>
          <w:lang w:val="tt-RU"/>
        </w:rPr>
        <w:t>онунгузори пешбинишударо</w:t>
      </w:r>
      <w:r w:rsidRPr="00784F69">
        <w:rPr>
          <w:rFonts w:ascii="Palatino Linotype" w:hAnsi="Palatino Linotype"/>
          <w:color w:val="000000"/>
          <w:sz w:val="28"/>
          <w:szCs w:val="28"/>
          <w:lang w:val="tt-RU"/>
        </w:rPr>
        <w:t xml:space="preserve"> иҷро менамоянд;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$B) шахсони ҳуқуқие ғайрибонкӣ, ки мақсади асосиашон гирифтани фоида буда, дар асоси иҷозатномаи Бонки миллии Тоҷикистон ҳама ё баъзе аз амалиёти бонкии дар Қ</w:t>
      </w:r>
      <w:r w:rsidRPr="00784F69">
        <w:rPr>
          <w:rFonts w:ascii="Palatino Linotype" w:hAnsi="Palatino Linotype" w:cs="Times New Roman Tj"/>
          <w:color w:val="000000"/>
          <w:sz w:val="28"/>
          <w:szCs w:val="28"/>
          <w:lang w:val="tt-RU"/>
        </w:rPr>
        <w:t>онунгузори пешбинишударо</w:t>
      </w:r>
      <w:r w:rsidRPr="00784F69">
        <w:rPr>
          <w:rFonts w:ascii="Palatino Linotype" w:hAnsi="Palatino Linotype"/>
          <w:color w:val="000000"/>
          <w:sz w:val="28"/>
          <w:szCs w:val="28"/>
          <w:lang w:val="tt-RU"/>
        </w:rPr>
        <w:t xml:space="preserve"> иҷро менамоянд;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$C) шахсони ҳуқуқие (бонкҳо ва ташкилотҳои қарзии (кредитии) ғайрибонкӣ, ки мақсади асосиашон гирифтани фоида мебошад;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$D) шахсони ҳуқуқие ва воқеи (бонкҳо ва ташкилотҳои қарзии (кредитии) ғайрибонкӣ, ки мақсади асосиашон гирифтани фоида буда, дар асоси иҷозатномаи Бонки миллии Тоҷикистон ҳама ё баъзе аз амалиёти бонкии дар Қ</w:t>
      </w:r>
      <w:r w:rsidRPr="00784F69">
        <w:rPr>
          <w:rFonts w:ascii="Palatino Linotype" w:hAnsi="Palatino Linotype" w:cs="Times New Roman Tj"/>
          <w:color w:val="000000"/>
          <w:sz w:val="28"/>
          <w:szCs w:val="28"/>
          <w:lang w:val="tt-RU"/>
        </w:rPr>
        <w:t>онунгузори пешбинишударо</w:t>
      </w:r>
      <w:r w:rsidRPr="00784F69">
        <w:rPr>
          <w:rFonts w:ascii="Palatino Linotype" w:hAnsi="Palatino Linotype"/>
          <w:color w:val="000000"/>
          <w:sz w:val="28"/>
          <w:szCs w:val="28"/>
          <w:lang w:val="tt-RU"/>
        </w:rPr>
        <w:t xml:space="preserve"> иҷро менамоянд;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$E) ) шахсони ҳуқуқи ғайрибонкӣ, ки мақсади асосиашон гирифтани фоида буда, дар асоси иҷозатномаи Бонки миллии Тоҷикистон ҳама ё баъзе аз амалиёти маъншудаи бонкии дар Қ</w:t>
      </w:r>
      <w:r w:rsidRPr="00784F69">
        <w:rPr>
          <w:rFonts w:ascii="Palatino Linotype" w:hAnsi="Palatino Linotype" w:cs="Times New Roman Tj"/>
          <w:color w:val="000000"/>
          <w:sz w:val="28"/>
          <w:szCs w:val="28"/>
          <w:lang w:val="tt-RU"/>
        </w:rPr>
        <w:t>онунгузори пешбинишударо</w:t>
      </w:r>
      <w:r w:rsidRPr="00784F69">
        <w:rPr>
          <w:rFonts w:ascii="Palatino Linotype" w:hAnsi="Palatino Linotype"/>
          <w:color w:val="000000"/>
          <w:sz w:val="28"/>
          <w:szCs w:val="28"/>
          <w:lang w:val="tt-RU"/>
        </w:rPr>
        <w:t xml:space="preserve"> иҷро менамоянд;</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 xml:space="preserve">@14. </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Бонк чист?</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$A) ташкилоти қарзие (кредитие) , ақалан ҳуқуқи иҷрои се амалиёти зерин: ҷалби амонату пасандозҳо, додани қарз (кредит) , кушодану пешбурди суратҳисобҳои бонкиро дорад;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$B) ташкилоти қарзие (кредитие) , ақалан ҳуқуқи иҷрои ду амалиёти зерин: ҷалби амонату пасандозҳо, додани қарз (кредит) , кушодану пешбурди суратҳисобҳои бонкиро дорад;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$C) ташкилоти тиҷорати ақалан ҳуқуқи иҷрои се амалиёти зерин: ҷалби амонату пасандозҳо, додани қарз (кредит) , кушодану пешбурди суратҳисобҳои бонкиро дорад;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$D) ташкилоти қарзие (кредитие) , ақалан ҳуқуқи иҷрои чор амалиёти зерин: ҷалби амонату пасандозҳо, додани қарз (кредит) , кушодану пешбурди суратҳисобҳои бонкиро дорад;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$E) ташкилоти қарзие (кредитие) , ақалан ҳуқуқи иҷрои се амалиёти зерин дорад;</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 xml:space="preserve">@15. </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b/>
          <w:color w:val="000000"/>
          <w:sz w:val="28"/>
          <w:szCs w:val="28"/>
          <w:lang w:val="tt-RU"/>
        </w:rPr>
        <w:t>Ташкилотҳои қарзии (кредитии) ғайрибонкӣ –ин</w:t>
      </w:r>
      <w:r w:rsidRPr="00784F69">
        <w:rPr>
          <w:rFonts w:ascii="Palatino Linotype" w:hAnsi="Palatino Linotype"/>
          <w:color w:val="000000"/>
          <w:sz w:val="28"/>
          <w:szCs w:val="28"/>
          <w:lang w:val="tt-RU"/>
        </w:rPr>
        <w:t xml:space="preserve"> </w:t>
      </w:r>
      <w:r w:rsidRPr="00784F69">
        <w:rPr>
          <w:rFonts w:ascii="Palatino Linotype" w:hAnsi="Palatino Linotype"/>
          <w:b/>
          <w:color w:val="000000"/>
          <w:sz w:val="28"/>
          <w:szCs w:val="28"/>
          <w:lang w:val="tg-Cyrl-TJ"/>
        </w:rPr>
        <w:t>?</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$A) ташкилотҳои қарзие (кредитие) , ки ҳуқуқи иҷрои баъзе аз амалиёти бонкиро доранд. Номгӯи амалиёти бонкиро барои ташкилотҳои қарзии (кредитии) ғайрибонкӣ Бонки миллии Тоҷикистон муқаррар менамояд;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$B) ташкилотҳои қарзие (кредитие) , ки ҳуқуқи иҷрои баъзе аз амалиёти бонкиро доранд;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$C) ташкилотҳои қарзие (кредитие) , ки ҳуқуқи иҷрои баъзе аз амалиёти бонкиро доранд. Номгӯи амалиёти бонкиро барои ташкилотҳои қарзии (кредитии) ғайрибонкӣ Бонки миллии Тоҷикистон бо дигар бонкҳо муқаррар менамояд;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$D) Номгӯи амалиёти бонкиро барои ташкилотҳои қарзии (кредитии) ғайрибонкӣ Бонки миллии Тоҷикистон муқаррар менамояд;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$E) ташкилотҳои қарзие, ки ҳуқуқи иҷрои баъзе аз амалиёти бонкиро доранд. Номгӯи амалиёти бонкиро барои ташкилотҳои қарзии (кредитии) ғайрибонкӣ Бонки миллии Тоҷикистон муқаррар менамояд;</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 xml:space="preserve">@16. </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Чанд фоизи саҳмияҳоибонки фаръӣ ба бонки асоси тааллуқ дорад?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$A) бонке, ки зиёда аз шаст фоизи саҳмияҳои овоздиҳандаи он ба бонки дигар тааллуқ дорад;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$B) – бонке, ки зиёда аз панҷоҳ фоизи саҳмияҳои овоздиҳандаи он ба бонки дигар тааллуқ дорад;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$C) – бонке, ки зиёда аз ҳафтод фоизи саҳмияҳои овоздиҳандаи он ба бонки дигар тааллуқ дорад;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$D) ) – бонке, ки зиёда аз си фоизи саҳмияҳои овоздиҳандаи он ба бонки дигар тааллуқ дорад;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$E) ) – бонке, ки зиёда аз ҳаштод фоизи саҳмияҳои овоздиҳандаи он ба бонки дигар тааллуқ дорад;</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 xml:space="preserve">@17. </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ҷамъияти ҳолдингии ташкилоти қарзӣ (кредитӣ) –ин</w:t>
      </w:r>
      <w:r w:rsidRPr="00784F69">
        <w:rPr>
          <w:rFonts w:ascii="Palatino Linotype" w:hAnsi="Palatino Linotype"/>
          <w:b/>
          <w:color w:val="000000"/>
          <w:sz w:val="28"/>
          <w:szCs w:val="28"/>
          <w:lang w:val="tg-Cyrl-TJ"/>
        </w:rPr>
        <w:t>?</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$A) шахси ҳ</w:t>
      </w:r>
      <w:r w:rsidRPr="00784F69">
        <w:rPr>
          <w:rFonts w:ascii="Palatino Linotype" w:hAnsi="Palatino Linotype" w:cs="Times New Roman Tj"/>
          <w:color w:val="000000"/>
          <w:sz w:val="28"/>
          <w:szCs w:val="28"/>
          <w:lang w:val="tt-RU"/>
        </w:rPr>
        <w:t>у</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у</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ие, ки ташкилот ба ӯ тааллуқ дорад ё аз ҷониби ӯ назорат карда мешавад;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$B) шахси ҳ</w:t>
      </w:r>
      <w:r w:rsidRPr="00784F69">
        <w:rPr>
          <w:rFonts w:ascii="Palatino Linotype" w:hAnsi="Palatino Linotype" w:cs="Times New Roman Tj"/>
          <w:color w:val="000000"/>
          <w:sz w:val="28"/>
          <w:szCs w:val="28"/>
          <w:lang w:val="tt-RU"/>
        </w:rPr>
        <w:t>у</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у</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 xml:space="preserve">ие, ки ташкилоти қарзӣ (кредитӣ) </w:t>
      </w:r>
      <w:r w:rsidRPr="00784F69">
        <w:rPr>
          <w:rFonts w:ascii="Palatino Linotype" w:hAnsi="Palatino Linotype"/>
          <w:color w:val="000000"/>
          <w:sz w:val="28"/>
          <w:szCs w:val="28"/>
          <w:lang w:val="tt-RU"/>
        </w:rPr>
        <w:t>ба ӯ тааллуқ дорад ё аз ҷониби ӯ назорат карда мешавад;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$C) шахси ҳ</w:t>
      </w:r>
      <w:r w:rsidRPr="00784F69">
        <w:rPr>
          <w:rFonts w:ascii="Palatino Linotype" w:hAnsi="Palatino Linotype" w:cs="Times New Roman Tj"/>
          <w:color w:val="000000"/>
          <w:sz w:val="28"/>
          <w:szCs w:val="28"/>
          <w:lang w:val="tt-RU"/>
        </w:rPr>
        <w:t>у</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у</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 xml:space="preserve">ие ва воқеи, ки ташкилоти қарзӣ (кредитӣ) </w:t>
      </w:r>
      <w:r w:rsidRPr="00784F69">
        <w:rPr>
          <w:rFonts w:ascii="Palatino Linotype" w:hAnsi="Palatino Linotype"/>
          <w:color w:val="000000"/>
          <w:sz w:val="28"/>
          <w:szCs w:val="28"/>
          <w:lang w:val="tt-RU"/>
        </w:rPr>
        <w:t>ба ӯ тааллуқ дорад ё аз ҷониби ӯ назорат карда мешавад;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$D) шахси ҳ</w:t>
      </w:r>
      <w:r w:rsidRPr="00784F69">
        <w:rPr>
          <w:rFonts w:ascii="Palatino Linotype" w:hAnsi="Palatino Linotype" w:cs="Times New Roman Tj"/>
          <w:color w:val="000000"/>
          <w:sz w:val="28"/>
          <w:szCs w:val="28"/>
          <w:lang w:val="tt-RU"/>
        </w:rPr>
        <w:t>у</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у</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 xml:space="preserve">ие, ки ташкилоти қарзӣ (кредитӣ) </w:t>
      </w:r>
      <w:r w:rsidRPr="00784F69">
        <w:rPr>
          <w:rFonts w:ascii="Palatino Linotype" w:hAnsi="Palatino Linotype"/>
          <w:color w:val="000000"/>
          <w:sz w:val="28"/>
          <w:szCs w:val="28"/>
          <w:lang w:val="tt-RU"/>
        </w:rPr>
        <w:t>ба ӯ тааллуқ дорад ё аз ҷониби шахсони алоҳида идора карда мешавад;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$E) шахси ҳ</w:t>
      </w:r>
      <w:r w:rsidRPr="00784F69">
        <w:rPr>
          <w:rFonts w:ascii="Palatino Linotype" w:hAnsi="Palatino Linotype" w:cs="Times New Roman Tj"/>
          <w:color w:val="000000"/>
          <w:sz w:val="28"/>
          <w:szCs w:val="28"/>
          <w:lang w:val="tt-RU"/>
        </w:rPr>
        <w:t>у</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у</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 xml:space="preserve">ие ва хориҷи, ки ташкилоти қарзӣ (кредитӣ) </w:t>
      </w:r>
      <w:r w:rsidRPr="00784F69">
        <w:rPr>
          <w:rFonts w:ascii="Palatino Linotype" w:hAnsi="Palatino Linotype"/>
          <w:color w:val="000000"/>
          <w:sz w:val="28"/>
          <w:szCs w:val="28"/>
          <w:lang w:val="tt-RU"/>
        </w:rPr>
        <w:t>ба ӯ тааллуқ дорад ё аз ҷониби ӯ назорат карда мешавад;</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 xml:space="preserve">@18. </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ҷамъияти вобаста гуфта</w:t>
      </w:r>
      <w:r w:rsidRPr="00784F69">
        <w:rPr>
          <w:rFonts w:ascii="Palatino Linotype" w:hAnsi="Palatino Linotype"/>
          <w:b/>
          <w:color w:val="000000"/>
          <w:sz w:val="28"/>
          <w:szCs w:val="28"/>
          <w:lang w:val="tg-Cyrl-TJ"/>
        </w:rPr>
        <w:t>?</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$A) шахси ҳ</w:t>
      </w:r>
      <w:r w:rsidRPr="00784F69">
        <w:rPr>
          <w:rFonts w:ascii="Palatino Linotype" w:hAnsi="Palatino Linotype" w:cs="Times New Roman Tj"/>
          <w:color w:val="000000"/>
          <w:sz w:val="28"/>
          <w:szCs w:val="28"/>
          <w:lang w:val="tt-RU"/>
        </w:rPr>
        <w:t>у</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у</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ие, ки ташкилоти қарзиро</w:t>
      </w:r>
      <w:r w:rsidRPr="00784F69">
        <w:rPr>
          <w:rFonts w:ascii="Palatino Linotype" w:hAnsi="Palatino Linotype"/>
          <w:color w:val="000000"/>
          <w:sz w:val="28"/>
          <w:szCs w:val="28"/>
          <w:lang w:val="tt-RU"/>
        </w:rPr>
        <w:t>(кредитиро) назорат мекунад, ҳамчунин ҳар гуна шахси ҳ</w:t>
      </w:r>
      <w:r w:rsidRPr="00784F69">
        <w:rPr>
          <w:rFonts w:ascii="Palatino Linotype" w:hAnsi="Palatino Linotype" w:cs="Times New Roman Tj"/>
          <w:color w:val="000000"/>
          <w:sz w:val="28"/>
          <w:szCs w:val="28"/>
          <w:lang w:val="tt-RU"/>
        </w:rPr>
        <w:t>у</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у</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ии дигаре, ки аз</w:t>
      </w:r>
      <w:r w:rsidRPr="00784F69">
        <w:rPr>
          <w:rFonts w:ascii="Palatino Linotype" w:hAnsi="Palatino Linotype"/>
          <w:color w:val="000000"/>
          <w:sz w:val="28"/>
          <w:szCs w:val="28"/>
          <w:lang w:val="tt-RU"/>
        </w:rPr>
        <w:t xml:space="preserve"> тарафи ин шахси ҳ</w:t>
      </w:r>
      <w:r w:rsidRPr="00784F69">
        <w:rPr>
          <w:rFonts w:ascii="Palatino Linotype" w:hAnsi="Palatino Linotype" w:cs="Times New Roman Tj"/>
          <w:color w:val="000000"/>
          <w:sz w:val="28"/>
          <w:szCs w:val="28"/>
          <w:lang w:val="tt-RU"/>
        </w:rPr>
        <w:t>у</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у</w:t>
      </w:r>
      <w:r w:rsidRPr="00784F69">
        <w:rPr>
          <w:rFonts w:ascii="Palatino Linotype" w:hAnsi="Palatino Linotype"/>
          <w:color w:val="000000"/>
          <w:sz w:val="28"/>
          <w:szCs w:val="28"/>
          <w:lang w:val="tt-RU"/>
        </w:rPr>
        <w:t>қи назорат карда мешавад;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$B) – шахси ҳ</w:t>
      </w:r>
      <w:r w:rsidRPr="00784F69">
        <w:rPr>
          <w:rFonts w:ascii="Palatino Linotype" w:hAnsi="Palatino Linotype" w:cs="Times New Roman Tj"/>
          <w:color w:val="000000"/>
          <w:sz w:val="28"/>
          <w:szCs w:val="28"/>
          <w:lang w:val="tt-RU"/>
        </w:rPr>
        <w:t>у</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у</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ие, ки ташкилоти</w:t>
      </w:r>
      <w:r w:rsidRPr="00784F69">
        <w:rPr>
          <w:rFonts w:ascii="Palatino Linotype" w:hAnsi="Palatino Linotype"/>
          <w:color w:val="000000"/>
          <w:sz w:val="28"/>
          <w:szCs w:val="28"/>
          <w:lang w:val="tt-RU"/>
        </w:rPr>
        <w:t>қарзиро(кредитиро) назорат мекунад, ҳамчунин ҳар гуна шахси ҳ</w:t>
      </w:r>
      <w:r w:rsidRPr="00784F69">
        <w:rPr>
          <w:rFonts w:ascii="Palatino Linotype" w:hAnsi="Palatino Linotype" w:cs="Times New Roman Tj"/>
          <w:color w:val="000000"/>
          <w:sz w:val="28"/>
          <w:szCs w:val="28"/>
          <w:lang w:val="tt-RU"/>
        </w:rPr>
        <w:t>у</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у</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 xml:space="preserve">ии дигаре, ки аз тарафи ин шахси </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у</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у</w:t>
      </w:r>
      <w:r w:rsidRPr="00784F69">
        <w:rPr>
          <w:rFonts w:ascii="Palatino Linotype" w:hAnsi="Palatino Linotype"/>
          <w:color w:val="000000"/>
          <w:sz w:val="28"/>
          <w:szCs w:val="28"/>
          <w:lang w:val="tt-RU"/>
        </w:rPr>
        <w:t>қи назорат карда мешавад, аз ҷумла шахси ҳ</w:t>
      </w:r>
      <w:r w:rsidRPr="00784F69">
        <w:rPr>
          <w:rFonts w:ascii="Palatino Linotype" w:hAnsi="Palatino Linotype" w:cs="Times New Roman Tj"/>
          <w:color w:val="000000"/>
          <w:sz w:val="28"/>
          <w:szCs w:val="28"/>
          <w:lang w:val="tt-RU"/>
        </w:rPr>
        <w:t>у</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у</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 xml:space="preserve">ие, ки мутобиқи санадҳои </w:t>
      </w:r>
      <w:r w:rsidRPr="00784F69">
        <w:rPr>
          <w:rFonts w:ascii="Palatino Linotype" w:hAnsi="Palatino Linotype"/>
          <w:color w:val="000000"/>
          <w:sz w:val="28"/>
          <w:szCs w:val="28"/>
          <w:lang w:val="tt-RU"/>
        </w:rPr>
        <w:t>меъёрии ҳуқуқии Бонки миллии Тоҷикистон ба ин гурӯҳ дохил мешавад;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$C) шахси ҳ</w:t>
      </w:r>
      <w:r w:rsidRPr="00784F69">
        <w:rPr>
          <w:rFonts w:ascii="Palatino Linotype" w:hAnsi="Palatino Linotype" w:cs="Times New Roman Tj"/>
          <w:color w:val="000000"/>
          <w:sz w:val="28"/>
          <w:szCs w:val="28"/>
          <w:lang w:val="tt-RU"/>
        </w:rPr>
        <w:t>у</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у</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 xml:space="preserve">ие, ки ташкилоти </w:t>
      </w:r>
      <w:r w:rsidRPr="00784F69">
        <w:rPr>
          <w:rFonts w:ascii="Palatino Linotype" w:hAnsi="Palatino Linotype"/>
          <w:color w:val="000000"/>
          <w:sz w:val="28"/>
          <w:szCs w:val="28"/>
          <w:lang w:val="tt-RU"/>
        </w:rPr>
        <w:t>тиҷоратиро назорат мекунад, ҳамчунин ҳар гуна шахси ҳ</w:t>
      </w:r>
      <w:r w:rsidRPr="00784F69">
        <w:rPr>
          <w:rFonts w:ascii="Palatino Linotype" w:hAnsi="Palatino Linotype" w:cs="Times New Roman Tj"/>
          <w:color w:val="000000"/>
          <w:sz w:val="28"/>
          <w:szCs w:val="28"/>
          <w:lang w:val="tt-RU"/>
        </w:rPr>
        <w:t>у</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у</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 xml:space="preserve">ии дигаре, ки аз тарафи ин шахси </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у</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у</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 xml:space="preserve">и назорат карда мешавад, аз ҷумла шахси </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у</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у</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ие, ки мутобиқи с</w:t>
      </w:r>
      <w:r w:rsidRPr="00784F69">
        <w:rPr>
          <w:rFonts w:ascii="Palatino Linotype" w:hAnsi="Palatino Linotype"/>
          <w:color w:val="000000"/>
          <w:sz w:val="28"/>
          <w:szCs w:val="28"/>
          <w:lang w:val="tt-RU"/>
        </w:rPr>
        <w:t>анадҳои меъёрии ҳуқуқии Бонки миллии Тоҷикистон ба ин гурӯҳ дохил мешавад;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$D) шахси ҳ</w:t>
      </w:r>
      <w:r w:rsidRPr="00784F69">
        <w:rPr>
          <w:rFonts w:ascii="Palatino Linotype" w:hAnsi="Palatino Linotype" w:cs="Times New Roman Tj"/>
          <w:color w:val="000000"/>
          <w:sz w:val="28"/>
          <w:szCs w:val="28"/>
          <w:lang w:val="tt-RU"/>
        </w:rPr>
        <w:t>у</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у</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ие ва воқеи, ки ташкилоти қарзиро</w:t>
      </w:r>
      <w:r w:rsidRPr="00784F69">
        <w:rPr>
          <w:rFonts w:ascii="Palatino Linotype" w:hAnsi="Palatino Linotype"/>
          <w:color w:val="000000"/>
          <w:sz w:val="28"/>
          <w:szCs w:val="28"/>
          <w:lang w:val="tt-RU"/>
        </w:rPr>
        <w:t>(кредитиро) назорат мекунад, ҳамчунин ҳар гуна шахси ҳ</w:t>
      </w:r>
      <w:r w:rsidRPr="00784F69">
        <w:rPr>
          <w:rFonts w:ascii="Palatino Linotype" w:hAnsi="Palatino Linotype" w:cs="Times New Roman Tj"/>
          <w:color w:val="000000"/>
          <w:sz w:val="28"/>
          <w:szCs w:val="28"/>
          <w:lang w:val="tt-RU"/>
        </w:rPr>
        <w:t>у</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у</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 xml:space="preserve">ии дигаре, ки аз тарафи ин шахси </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у</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у</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 xml:space="preserve">и назорат карда мешавад, аз ҷумла </w:t>
      </w:r>
      <w:r w:rsidRPr="00784F69">
        <w:rPr>
          <w:rFonts w:ascii="Palatino Linotype" w:hAnsi="Palatino Linotype"/>
          <w:color w:val="000000"/>
          <w:sz w:val="28"/>
          <w:szCs w:val="28"/>
          <w:lang w:val="tt-RU"/>
        </w:rPr>
        <w:t>шахси ҳ</w:t>
      </w:r>
      <w:r w:rsidRPr="00784F69">
        <w:rPr>
          <w:rFonts w:ascii="Palatino Linotype" w:hAnsi="Palatino Linotype" w:cs="Times New Roman Tj"/>
          <w:color w:val="000000"/>
          <w:sz w:val="28"/>
          <w:szCs w:val="28"/>
          <w:lang w:val="tt-RU"/>
        </w:rPr>
        <w:t>у</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у</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ие, ки мутобиқи санадҳои меъёрии ҳуқуқии Бонки миллии Тоҷикистон ба ин гурӯҳ дохил мешавад;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$E) шахси ҳ</w:t>
      </w:r>
      <w:r w:rsidRPr="00784F69">
        <w:rPr>
          <w:rFonts w:ascii="Palatino Linotype" w:hAnsi="Palatino Linotype" w:cs="Times New Roman Tj"/>
          <w:color w:val="000000"/>
          <w:sz w:val="28"/>
          <w:szCs w:val="28"/>
          <w:lang w:val="tt-RU"/>
        </w:rPr>
        <w:t>у</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у</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 xml:space="preserve">ие, ки ташкилоти хориҷиро назорат мекунад, ҳамчунин ҳар гуна шахси </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у</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у</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 xml:space="preserve">ии дигаре, ки аз тарафи ин шахси </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у</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у</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и назорат карда мешавад, аз</w:t>
      </w:r>
      <w:r w:rsidRPr="00784F69">
        <w:rPr>
          <w:rFonts w:ascii="Palatino Linotype" w:hAnsi="Palatino Linotype"/>
          <w:color w:val="000000"/>
          <w:sz w:val="28"/>
          <w:szCs w:val="28"/>
          <w:lang w:val="tt-RU"/>
        </w:rPr>
        <w:t>ҷумла шахси ҳ</w:t>
      </w:r>
      <w:r w:rsidRPr="00784F69">
        <w:rPr>
          <w:rFonts w:ascii="Palatino Linotype" w:hAnsi="Palatino Linotype" w:cs="Times New Roman Tj"/>
          <w:color w:val="000000"/>
          <w:sz w:val="28"/>
          <w:szCs w:val="28"/>
          <w:lang w:val="tt-RU"/>
        </w:rPr>
        <w:t>у</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у</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ие, ки мутобиқи санадҳои меъёрии ҳуқуқии Бонки миллии Тоҷикистон ба ин гурӯҳ дохил мешавад;</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 xml:space="preserve">@19. </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Филиал ЧИСТ?</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$A) воҳиди махсуси сохтории ташкилоти қарзӣ (кредитӣ) , ки берун аз маҳали ҷойгиршавии он қарор дорад;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$B) воҳиди махсуси сохтории ташкилоти қарзӣ (кредитӣ) , ки берун аз маҳали ҷойгиршавии он қарор дошта, аз номи он пурра ё қисман фаъолияти бонкиро иҷро менамояд ва бо ташкилоти қарзӣ (кредитӣ) сармояи оинномавӣ ва тавозуни ягона дорад;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$C) воҳиди махсуси сохтории ташкилотитиҷорати, ки берун аз маҳали ҷойгиршавии он қарор дошта, аз номи он пурра ё қисман фаъолияти бонкиро иҷро менамояд ва бо ташкилоти қарзӣ (кредитӣ) сармояи оинномавӣ ва тавозуни ягона дорад;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$D) воҳиди махсуси сохтории ташкилоти қарзӣ (кредитӣ) , ки берун аз маҳали ҷойгиршавии он қарор дошта, аз номи он пурра ё қисман фаъолияти бонкиро иҷро менамояд;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$E) воҳиди махсуси сохтории ташкилоти хориҷа ,ки берун аз маҳали ҷойгиршавии он қарор дошта, аз номи он пурра ё қисман фаъолияти бонкиро иҷро менамояд ва бо ташкилоти қарзӣ (кредитӣ) сармояи оинномавӣ ва тавозуни ягона дорад;</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 xml:space="preserve">@20. </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Филиали бонки хориҷӣ –ин</w:t>
      </w:r>
      <w:r w:rsidRPr="00784F69">
        <w:rPr>
          <w:rFonts w:ascii="Palatino Linotype" w:hAnsi="Palatino Linotype"/>
          <w:b/>
          <w:color w:val="000000"/>
          <w:sz w:val="28"/>
          <w:szCs w:val="28"/>
          <w:lang w:val="tg-Cyrl-TJ"/>
        </w:rPr>
        <w:t>?</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$A) воҳиди махсуси сохтор</w:t>
      </w:r>
      <w:r w:rsidRPr="00784F69">
        <w:rPr>
          <w:rFonts w:ascii="Palatino Linotype" w:hAnsi="Palatino Linotype"/>
          <w:color w:val="000000"/>
          <w:sz w:val="28"/>
          <w:szCs w:val="28"/>
          <w:lang w:val="tg-Cyrl-TJ"/>
        </w:rPr>
        <w:t>ӣ</w:t>
      </w:r>
      <w:r w:rsidRPr="00784F69">
        <w:rPr>
          <w:rFonts w:ascii="Palatino Linotype" w:hAnsi="Palatino Linotype"/>
          <w:color w:val="000000"/>
          <w:sz w:val="28"/>
          <w:szCs w:val="28"/>
          <w:lang w:val="tt-RU"/>
        </w:rPr>
        <w:t>, ки аз ҷониби бонки хориҷӣ барои анҷом додани фаъолияти бонкӣ дар хориҷа таъсис дода шудааст;</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$B) воҳиди махсуси сохтор</w:t>
      </w:r>
      <w:r w:rsidRPr="00784F69">
        <w:rPr>
          <w:rFonts w:ascii="Palatino Linotype" w:hAnsi="Palatino Linotype"/>
          <w:color w:val="000000"/>
          <w:sz w:val="28"/>
          <w:szCs w:val="28"/>
          <w:lang w:val="tg-Cyrl-TJ"/>
        </w:rPr>
        <w:t>ӣ</w:t>
      </w:r>
      <w:r w:rsidRPr="00784F69">
        <w:rPr>
          <w:rFonts w:ascii="Palatino Linotype" w:hAnsi="Palatino Linotype"/>
          <w:color w:val="000000"/>
          <w:sz w:val="28"/>
          <w:szCs w:val="28"/>
          <w:lang w:val="tt-RU"/>
        </w:rPr>
        <w:t>, ки аз ҷониби бонки хориҷӣ барои анҷом додани фаъолияти бонкӣ дар Ҷумҳурии Тоҷикистон таъсис дода шудааст;</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$C) воҳиди махсуси сохтор</w:t>
      </w:r>
      <w:r w:rsidRPr="00784F69">
        <w:rPr>
          <w:rFonts w:ascii="Palatino Linotype" w:hAnsi="Palatino Linotype"/>
          <w:color w:val="000000"/>
          <w:sz w:val="28"/>
          <w:szCs w:val="28"/>
          <w:lang w:val="tg-Cyrl-TJ"/>
        </w:rPr>
        <w:t>ӣ</w:t>
      </w:r>
      <w:r w:rsidRPr="00784F69">
        <w:rPr>
          <w:rFonts w:ascii="Palatino Linotype" w:hAnsi="Palatino Linotype"/>
          <w:color w:val="000000"/>
          <w:sz w:val="28"/>
          <w:szCs w:val="28"/>
          <w:lang w:val="tt-RU"/>
        </w:rPr>
        <w:t>, ки аз ҷониби бонки хориҷӣ барои анҷом додани фаъолияти тиҷорати дар Ҷумҳурии Тоҷикистон таъсис дода шудааст;</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$D) воҳиди махсуси сохтор</w:t>
      </w:r>
      <w:r w:rsidRPr="00784F69">
        <w:rPr>
          <w:rFonts w:ascii="Palatino Linotype" w:hAnsi="Palatino Linotype"/>
          <w:color w:val="000000"/>
          <w:sz w:val="28"/>
          <w:szCs w:val="28"/>
          <w:lang w:val="tg-Cyrl-TJ"/>
        </w:rPr>
        <w:t>ӣ</w:t>
      </w:r>
      <w:r w:rsidRPr="00784F69">
        <w:rPr>
          <w:rFonts w:ascii="Palatino Linotype" w:hAnsi="Palatino Linotype"/>
          <w:color w:val="000000"/>
          <w:sz w:val="28"/>
          <w:szCs w:val="28"/>
          <w:lang w:val="tt-RU"/>
        </w:rPr>
        <w:t>, ки аз ҷониби бонки хориҷӣ барои анҷом додани фаъолияти асъори дар Ҷумҳурии Тоҷикистон таъсис дода шудааст;</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$E) воҳиди махсуси сохтор</w:t>
      </w:r>
      <w:r w:rsidRPr="00784F69">
        <w:rPr>
          <w:rFonts w:ascii="Palatino Linotype" w:hAnsi="Palatino Linotype"/>
          <w:color w:val="000000"/>
          <w:sz w:val="28"/>
          <w:szCs w:val="28"/>
          <w:lang w:val="tg-Cyrl-TJ"/>
        </w:rPr>
        <w:t>ӣ</w:t>
      </w:r>
      <w:r w:rsidRPr="00784F69">
        <w:rPr>
          <w:rFonts w:ascii="Palatino Linotype" w:hAnsi="Palatino Linotype"/>
          <w:color w:val="000000"/>
          <w:sz w:val="28"/>
          <w:szCs w:val="28"/>
          <w:lang w:val="tt-RU"/>
        </w:rPr>
        <w:t>, ки аз ҷониби бонки хориҷӣ барои анҷом додани фаъолияти махсуси бонкӣ дар Ҷумҳурии Тоҷикистон таъсис дода шудааст;</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 xml:space="preserve">@21. </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Намояндагӣ ташкилоти қарзи гуфта –ин</w:t>
      </w:r>
      <w:r w:rsidRPr="00784F69">
        <w:rPr>
          <w:rFonts w:ascii="Palatino Linotype" w:hAnsi="Palatino Linotype"/>
          <w:b/>
          <w:color w:val="000000"/>
          <w:sz w:val="28"/>
          <w:szCs w:val="28"/>
          <w:lang w:val="tg-Cyrl-TJ"/>
        </w:rPr>
        <w:t>?</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$A) воҳиди махсуси сохтории ташкилотихориҷа, ки берун аз маҳали ҷойгиршавии он қарор дошта, манфиатҳои онро ҳифз ва намояндагӣ мекунад ва ягон намуди фаъолияти бонкиро иҷро наменамояд;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$B) воҳиди махсуси сохтории ташкилоти тиҷорати, ки берун аз маҳали ҷойгиршавии он қарор дошта, манфиатҳои онро ҳифз ва намояндагӣ мекунад ва ягон намуди фаъолияти бонкиро иҷро наменамояд;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$C) воҳиди махсуси сохтории ташкилоти қарзӣ (кредитӣ) , ки берун аз маҳали ҷойгиршавии он қарор дошта, манфиатҳои онро ҳифз ва намояндагӣ мекунад ва ягон намуди фаъолияти бонкиро иҷро наменамояд;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$D) воҳиди махсуси сохтории ташкилоти қарзӣ (кредитӣ) , ки берун аз маҳали ҷойгиршавии он қарор дорад;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$E) воҳиди махсуси сохтории ташкилоти қарзӣ (кредитӣ) , ки берун аз маҳали ҷойгиршавии он қарор дошта, манфиатҳои онро иҷро мекунад ва ягон намуди фаъолияти бонкиро иҷро наменамояд;</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 xml:space="preserve">@22. </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қарз (кредит) чист?</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$A) маблағи пулие, ки аз ҷониби ташкилоти тиҷорати ба муштарӣ бо шартҳои муҳлатноки, пардохти фоиз ва баргардонидан дода мешавад;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$B) маблағи пулие, ки аз ҷониби ташкилоти қ</w:t>
      </w:r>
      <w:r w:rsidRPr="00784F69">
        <w:rPr>
          <w:rFonts w:ascii="Palatino Linotype" w:hAnsi="Palatino Linotype" w:cs="Times New Roman Tj"/>
          <w:color w:val="000000"/>
          <w:sz w:val="28"/>
          <w:szCs w:val="28"/>
          <w:lang w:val="tt-RU"/>
        </w:rPr>
        <w:t>арзи (кредитӣ) ба муштарӣ бо шартҳои муҳлатноки, пардохти бе фоиз ва баргардонидан дода мешавад;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$C) – маблағи пулие, ки аз ҷониби ташкилоти қ</w:t>
      </w:r>
      <w:r w:rsidRPr="00784F69">
        <w:rPr>
          <w:rFonts w:ascii="Palatino Linotype" w:hAnsi="Palatino Linotype" w:cs="Times New Roman Tj"/>
          <w:color w:val="000000"/>
          <w:sz w:val="28"/>
          <w:szCs w:val="28"/>
          <w:lang w:val="tt-RU"/>
        </w:rPr>
        <w:t>арзи (кредитӣ) ба муштарӣ бо шартҳои муҳлатноки, пардохти</w:t>
      </w:r>
      <w:r w:rsidRPr="00784F69">
        <w:rPr>
          <w:rFonts w:ascii="Palatino Linotype" w:hAnsi="Palatino Linotype"/>
          <w:color w:val="000000"/>
          <w:sz w:val="28"/>
          <w:szCs w:val="28"/>
          <w:lang w:val="tt-RU"/>
        </w:rPr>
        <w:t xml:space="preserve"> фоиз ва баргардонидан дода мешавад;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$D) маблағи пулие, ки аз ҷониби ташкилоти қ</w:t>
      </w:r>
      <w:r w:rsidRPr="00784F69">
        <w:rPr>
          <w:rFonts w:ascii="Palatino Linotype" w:hAnsi="Palatino Linotype" w:cs="Times New Roman Tj"/>
          <w:color w:val="000000"/>
          <w:sz w:val="28"/>
          <w:szCs w:val="28"/>
          <w:lang w:val="tt-RU"/>
        </w:rPr>
        <w:t>арзи (кредитӣ) ба муштарӣ бо пардохти фоиз ва баргардонидан дода мешавад;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$E) маблағи пулие, ки аз ҷониби ташкилоти моляви ба муштарӣ бо шартҳои муҳлатноки, пардохти фоиз ва баргардонидан дода мешавад;</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 xml:space="preserve">@23. </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Амонат –ин</w:t>
      </w:r>
      <w:r w:rsidRPr="00784F69">
        <w:rPr>
          <w:rFonts w:ascii="Palatino Linotype" w:hAnsi="Palatino Linotype"/>
          <w:b/>
          <w:color w:val="000000"/>
          <w:sz w:val="28"/>
          <w:szCs w:val="28"/>
          <w:lang w:val="tg-Cyrl-TJ"/>
        </w:rPr>
        <w:t>?</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$A) ашёи қимматноки шахсони воқеӣ ва ҳуқуқӣ, ки дар ташкилоти қарзӣ (кредитӣ) ҷойгир карда шудаанд;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$B) маблағҳои пулӣ ва ашёи қимматноки шахсони воқеӣ ва ҳуқуқӣ, ки дар ташкилоти қарзӣҷойгир карда шудаанд;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$C) маблағҳои пулӣ ва ашёи қимматноки шахсони воқеӣ ва ҳуқуқӣ, ки дар ташкилоти қарзӣ (кредитӣ) ҷойгир карда шудаанд;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$D) маблағҳои пулӣ ва қоғазҳои қимматноки шахсони воқеӣ ва ҳуқуқӣ, ки дар ташкилоти қарзӣ (кредитӣ) ҷойгир карда шудаанд;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$E) маблағҳои пулӣ ва ашёи қимматноки шахсони воқеӣ ва ҳуқуқӣ, ки дар ташкилоти қарзӣ (кредитӣ) ҷойгир карда шудаанд;</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 xml:space="preserve">@24. </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Пасандоз гуфта?</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$A) маблағҳои пулие, ки бо шарти пардохти фоизи муайян ҳуқуқи истифодаи муваққатиашон ба ташкилотҳои қарзӣ дода шудааст;</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$B) маблағҳои пулие, ки бо шарти пардохти фоизи муайян ҳуқуқи истифодаи муваққатиашон ба ташкилотҳои тиҷорати дода шудааст;</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$C) маблағҳои пулие, ки бо шарти пардохти фоизи муайян ҳуқуқи истифодаи муваққатиашон ба ташкилотҳои қарзӣ (кредитӣ) дода шудааст;</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$D) маблағҳои пулие, ки бо шарти бепардохти фоизи муайян ҳуқуқи истифодаи муваққатиашон ба ташкилотҳои қарзӣ (кредитӣ) дода шудааст;</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$E) маблағҳои пулие, ки бо шарти пардохти фоизи муайян ҳуқуқи истифодаи муваққатиашон ба ташкилотҳои ҷамияти дода шудааст;</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 xml:space="preserve">@25. </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Шахси аз нигоҳи касбӣ коршоям ва боэътимод – шахси воқеие, ки?</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$A) а) бо ҳукми суд дар содир намудани ҳуқуквайронкуни ё хусусиятҳои коррупсионидошта аз озодӣ маҳрум нашуда бошад, ба истиснои ҷиноятҳо, ки ба ақидаҳо ва амалҳои динӣ ё сиёсии ӯ алоқаманд аст; б) дар давоми ҳафт соли охир аз тарафи суд муфлис эълон нашуда бошад;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$B) а) бо ҳукми суд дар содир намудани ҷиноятҳои касдона ё хусусиятҳои коррупсионидошта аз озодӣ маҳрум нашуда бошад, ба истиснои ҷиноятҳо, ки ба ақидаҳо ва амалҳои динӣ ё сиёсии ӯ алоқаманд аст; б) дар давоми панҷ соли охир аз тарафи суд муфлис эълон нашуда бошад;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$C) а) бо ҳукми суд дар содир намудани ҷиноятҳои касдона ё хусусиятҳои коррупсионидошта аз озодӣ маҳрум нашуда бошад, ба истиснои ҷиноятҳо, ки ба ақидаҳо ва амалҳои динӣ ё сиёсии ӯ алоқаманд аст; б) дар давоми ҳафт соли охир аз тарафи суд муфлис эълон нашуда бошад;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$D) а) бо ҳукми суд дар содир намудани ҷиноятҳои касдона ё хусусиятҳои коррупсионидошта аз озодӣ маҳрум нашуда бошад, ба истиснои ҷиноятҳо, ки ба ақидаҳо ва амалҳои динӣ ё сиёсии ӯ алоқаманд аст; б) дар давоми шаш соли охир аз тарафи суд муфлис эълон нашуда бошад;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$E) а) бо ҳукми суд дар содир намудани ҷиноятҳои начандон вазнин ё хусусиятҳои коррупсионидошта аз озодӣ маҳрум нашуда бошад, ба истиснои ҷиноятҳо, ки ба ақидаҳо ва амалҳои динӣ ё сиёсии ӯ алоқаманд аст; б) дар давоми ҳафт соли охир аз тарафи суд муфлис эълон нашуда бошад;</w:t>
      </w:r>
    </w:p>
    <w:p w:rsidR="00B65CA5" w:rsidRPr="00784F69" w:rsidRDefault="00B65CA5" w:rsidP="00C84BB2">
      <w:pPr>
        <w:tabs>
          <w:tab w:val="left" w:pos="5558"/>
        </w:tabs>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 xml:space="preserve">@26. </w:t>
      </w:r>
    </w:p>
    <w:p w:rsidR="00B65CA5" w:rsidRPr="00784F69" w:rsidRDefault="00B65CA5" w:rsidP="00C84BB2">
      <w:pPr>
        <w:tabs>
          <w:tab w:val="left" w:pos="5558"/>
        </w:tabs>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ҳиссаи иштироки афзалиятнок –ин?</w:t>
      </w:r>
    </w:p>
    <w:p w:rsidR="00B65CA5" w:rsidRPr="00784F69" w:rsidRDefault="00B65CA5" w:rsidP="00C84BB2">
      <w:pPr>
        <w:tabs>
          <w:tab w:val="left" w:pos="5558"/>
        </w:tabs>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$A) ҳиссаи иштироки бевосита ё бавоситаи шахсе, ки мустақилона ё тавассути ягон кас ё якҷоя бо як ё бештар шахсон дорои зиёда аз даҳ фоизи сармояи оинномавӣ ё саҳмияҳои овоздиҳандаи ташкилоти қарзӣ мебошад ё ҳиссаи иштироки афзалиятноке, ки онро Бонки миллии Тоҷикистон муайян кардааст;</w:t>
      </w:r>
    </w:p>
    <w:p w:rsidR="00B65CA5" w:rsidRPr="00784F69" w:rsidRDefault="00B65CA5" w:rsidP="00C84BB2">
      <w:pPr>
        <w:tabs>
          <w:tab w:val="left" w:pos="5558"/>
        </w:tabs>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$B) ҳиссаи иштироки бевосита ё бавоситаи шахсе, ки мустақилона ё тавассути ягон кас ё якҷоя бо як ё бештар шахсон дорои зиёда аз бист фоизи сармояи оинномавӣ ё саҳмияҳои овоздиҳандаи ташкилоти қарзӣ (кредитӣ) мебошад ё ҳиссаи иштироки афзалиятноке, ки онро Бонки миллии Тоҷикистон муайян кардааст;</w:t>
      </w:r>
    </w:p>
    <w:p w:rsidR="00B65CA5" w:rsidRPr="00784F69" w:rsidRDefault="00B65CA5" w:rsidP="00C84BB2">
      <w:pPr>
        <w:tabs>
          <w:tab w:val="left" w:pos="5558"/>
        </w:tabs>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$C) ҳиссаи иштироки бевосита ё бавоситаи шахсе, ки мустақилона ё тавассути ягон кас ё якҷоя бо як ё бештар шахсон дорои зиёда аз даҳ фоизи сармояи оинномавӣ ё саҳмияҳои овоздиҳандаи ташкилоти қарзӣ (кредитӣ) мебошад ё ҳиссаи иштироки афзалиятноке, ки онро Бонки миллии Тоҷикистон муайян кардааст;</w:t>
      </w:r>
    </w:p>
    <w:p w:rsidR="00B65CA5" w:rsidRPr="00784F69" w:rsidRDefault="00B65CA5" w:rsidP="00C84BB2">
      <w:pPr>
        <w:tabs>
          <w:tab w:val="left" w:pos="5558"/>
        </w:tabs>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$D) ҳиссаи иштироки бевосита ё бавоситаи шахсе, ки мустақилона ё тавассути ягон кас ё якҷоя бо як ё бештар шахсон дорои зиёда аз даҳ фоизи сармояи оинномавӣ ё саҳмияҳои овоздиҳандаи ташкилоти қарзӣ (кредитӣ) мебошад ё ҳиссаи иштироки афзалиятноке, ки онро Бонки миллии Тоҷикистон муайян кардааст;</w:t>
      </w:r>
    </w:p>
    <w:p w:rsidR="00B65CA5" w:rsidRPr="00784F69" w:rsidRDefault="00B65CA5" w:rsidP="00C84BB2">
      <w:pPr>
        <w:tabs>
          <w:tab w:val="left" w:pos="5558"/>
        </w:tabs>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$E) ҳиссаи иштироки бевосита ё бавоситаи шахсе, ки мустақилона ё тавассути ягон кас ё якҷоя бо як ё бештар шахсон дорои зиёда аз даҳ фоизи сармояи оинномавӣ ё саҳмияҳои овоздиҳандаи ташкилоти қарзӣ (кредитӣ) мебошад;</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 xml:space="preserve">@27. </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Меъёрҳои мақбул (пруденсиалӣ) чист?</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$A) меъёрҳ</w:t>
      </w:r>
      <w:r w:rsidRPr="00784F69">
        <w:rPr>
          <w:rFonts w:ascii="Palatino Linotype" w:hAnsi="Palatino Linotype" w:cs="Times New Roman Tj"/>
          <w:color w:val="000000"/>
          <w:sz w:val="28"/>
          <w:szCs w:val="28"/>
          <w:lang w:val="tt-RU"/>
        </w:rPr>
        <w:t>ои и</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тисодие, ки аз ҷониби Бонки миллии Тоҷикистон бо мақсади танзими фаъолияти ташкилотҳои қарзӣ му</w:t>
      </w:r>
      <w:r w:rsidRPr="00784F69">
        <w:rPr>
          <w:rFonts w:ascii="Palatino Linotype" w:hAnsi="Palatino Linotype"/>
          <w:color w:val="000000"/>
          <w:sz w:val="28"/>
          <w:szCs w:val="28"/>
          <w:lang w:val="tt-RU"/>
        </w:rPr>
        <w:t>қаррар гардида, риояи онҳо аз ҷониби ташкилотҳои қарзӣ (кредитӣ) ҳатмӣ мебошад;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$B) меъёрҳ</w:t>
      </w:r>
      <w:r w:rsidRPr="00784F69">
        <w:rPr>
          <w:rFonts w:ascii="Palatino Linotype" w:hAnsi="Palatino Linotype" w:cs="Times New Roman Tj"/>
          <w:color w:val="000000"/>
          <w:sz w:val="28"/>
          <w:szCs w:val="28"/>
          <w:lang w:val="tt-RU"/>
        </w:rPr>
        <w:t>ои и</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тисод</w:t>
      </w:r>
      <w:r w:rsidRPr="00784F69">
        <w:rPr>
          <w:rFonts w:ascii="Palatino Linotype" w:hAnsi="Palatino Linotype"/>
          <w:color w:val="000000"/>
          <w:sz w:val="28"/>
          <w:szCs w:val="28"/>
          <w:lang w:val="tt-RU"/>
        </w:rPr>
        <w:t>ие, ки аз ҷониби Бонки миллии Тоҷикистон бо мақсади танзими фаъолияти ташкилотҳои қарзӣ (кредитӣ) муқ</w:t>
      </w:r>
      <w:r w:rsidRPr="00784F69">
        <w:rPr>
          <w:rFonts w:ascii="Palatino Linotype" w:hAnsi="Palatino Linotype" w:cs="Times New Roman Tj"/>
          <w:color w:val="000000"/>
          <w:sz w:val="28"/>
          <w:szCs w:val="28"/>
          <w:lang w:val="tt-RU"/>
        </w:rPr>
        <w:t>аррар гардида, риояи онҳо аз ҷониби т</w:t>
      </w:r>
      <w:r w:rsidRPr="00784F69">
        <w:rPr>
          <w:rFonts w:ascii="Palatino Linotype" w:hAnsi="Palatino Linotype"/>
          <w:color w:val="000000"/>
          <w:sz w:val="28"/>
          <w:szCs w:val="28"/>
          <w:lang w:val="tt-RU"/>
        </w:rPr>
        <w:t>ашкилотҳои қарзӣҳатмӣ мебошад;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$C) меъёрҳ</w:t>
      </w:r>
      <w:r w:rsidRPr="00784F69">
        <w:rPr>
          <w:rFonts w:ascii="Palatino Linotype" w:hAnsi="Palatino Linotype" w:cs="Times New Roman Tj"/>
          <w:color w:val="000000"/>
          <w:sz w:val="28"/>
          <w:szCs w:val="28"/>
          <w:lang w:val="tt-RU"/>
        </w:rPr>
        <w:t>ои и</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тисодие, ки аз ҷониби Бонки миллии Тоҷикистон бо мақсади танзими фаъоли</w:t>
      </w:r>
      <w:r w:rsidRPr="00784F69">
        <w:rPr>
          <w:rFonts w:ascii="Palatino Linotype" w:hAnsi="Palatino Linotype"/>
          <w:color w:val="000000"/>
          <w:sz w:val="28"/>
          <w:szCs w:val="28"/>
          <w:lang w:val="tt-RU"/>
        </w:rPr>
        <w:t>яти ташкилотҳои тиҷорати муқ</w:t>
      </w:r>
      <w:r w:rsidRPr="00784F69">
        <w:rPr>
          <w:rFonts w:ascii="Palatino Linotype" w:hAnsi="Palatino Linotype" w:cs="Times New Roman Tj"/>
          <w:color w:val="000000"/>
          <w:sz w:val="28"/>
          <w:szCs w:val="28"/>
          <w:lang w:val="tt-RU"/>
        </w:rPr>
        <w:t>аррар гардида, риояи онҳо аз ҷониби ташкилотҳои қ</w:t>
      </w:r>
      <w:r w:rsidRPr="00784F69">
        <w:rPr>
          <w:rFonts w:ascii="Palatino Linotype" w:hAnsi="Palatino Linotype"/>
          <w:color w:val="000000"/>
          <w:sz w:val="28"/>
          <w:szCs w:val="28"/>
          <w:lang w:val="tt-RU"/>
        </w:rPr>
        <w:t>арзӣ (кредитӣ) ҳатмӣ мебошад;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$D) меъёрҳ</w:t>
      </w:r>
      <w:r w:rsidRPr="00784F69">
        <w:rPr>
          <w:rFonts w:ascii="Palatino Linotype" w:hAnsi="Palatino Linotype" w:cs="Times New Roman Tj"/>
          <w:color w:val="000000"/>
          <w:sz w:val="28"/>
          <w:szCs w:val="28"/>
          <w:lang w:val="tt-RU"/>
        </w:rPr>
        <w:t>ои и</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тисодие, ки аз ҷониби Бонки миллии Тоҷикистон бо мақсади танзими фаъолияти ташкилотҳои қарзӣ (кредитӣ) му</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аррар гардида, риояи онҳо аз</w:t>
      </w:r>
      <w:r w:rsidRPr="00784F69">
        <w:rPr>
          <w:rFonts w:ascii="Palatino Linotype" w:hAnsi="Palatino Linotype"/>
          <w:color w:val="000000"/>
          <w:sz w:val="28"/>
          <w:szCs w:val="28"/>
          <w:lang w:val="tt-RU"/>
        </w:rPr>
        <w:t>ҷониби ташкилотҳои қарзӣ (кредитӣ) ҳатмӣ мебошад;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$E) меъёрҳ</w:t>
      </w:r>
      <w:r w:rsidRPr="00784F69">
        <w:rPr>
          <w:rFonts w:ascii="Palatino Linotype" w:hAnsi="Palatino Linotype" w:cs="Times New Roman Tj"/>
          <w:color w:val="000000"/>
          <w:sz w:val="28"/>
          <w:szCs w:val="28"/>
          <w:lang w:val="tt-RU"/>
        </w:rPr>
        <w:t>ои и</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тисодие, ки аз ҷониби Бонки миллии Тоҷикистон бо мақсади танзими фаъолияти ташкилотҳои қарзӣ (кредитӣ) му</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аррар гардида, риояи онҳо аз ҷониби ташк</w:t>
      </w:r>
      <w:r w:rsidRPr="00784F69">
        <w:rPr>
          <w:rFonts w:ascii="Palatino Linotype" w:hAnsi="Palatino Linotype"/>
          <w:color w:val="000000"/>
          <w:sz w:val="28"/>
          <w:szCs w:val="28"/>
          <w:lang w:val="tt-RU"/>
        </w:rPr>
        <w:t>илотҳои тиҷорати ҳатмӣ мебошад;</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 xml:space="preserve">@28. </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Форфейтинг –ин?</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$A) маблағгузории савдо бо роҳи баҳисобгирии чекҳо бидуни ӯҳдадории фурӯшанда;</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$B) маблағгузории савдо бо роҳи баҳисобгирии саҳмияҳо бидуни ӯҳдадории фурӯшанда;</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$C) маблағгузории савдо бо роҳи баҳисобгирии бидуни ӯҳдадории фурӯшанда;</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$D) маблағгузории савдо бо роҳи баҳисобгирии векселҳо бидуни ӯҳдадории фурӯшанда;</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$E) маблағгузории савдо бо роҳи баҳисобгирии конасамент бидуни ӯҳдадории фурӯшанда;</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 xml:space="preserve">@29. </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Факторинг-ин?</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$A) маблағгузорӣ таҳти гузашт кардани талаботи моли;</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$B) маблағгузорӣ таҳти гузашт кардани талаботи амволиро;</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$C) маблағгузорӣ таҳти гузашт кардани бебозгашт;</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$D) маблағгузорӣ таҳти гузашт кардани талаботи пулӣ;</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$E) маблағгузорӣ таҳти гузашт кардани талабот;</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 xml:space="preserve">@30. </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Ба амалиёти бонкӣ инҳо тааллуқ доранд?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$A) ҷалби амонат ва пасандоз</w:t>
      </w:r>
      <w:r w:rsidRPr="00784F69">
        <w:rPr>
          <w:rFonts w:ascii="Palatino Linotype" w:hAnsi="Palatino Linotype"/>
          <w:color w:val="000000"/>
          <w:sz w:val="28"/>
          <w:szCs w:val="28"/>
          <w:lang w:val="tg-Cyrl-TJ"/>
        </w:rPr>
        <w:t>ҳо</w:t>
      </w:r>
      <w:r w:rsidRPr="00784F69">
        <w:rPr>
          <w:rFonts w:ascii="Palatino Linotype" w:hAnsi="Palatino Linotype"/>
          <w:color w:val="000000"/>
          <w:sz w:val="28"/>
          <w:szCs w:val="28"/>
          <w:lang w:val="tt-RU"/>
        </w:rPr>
        <w:t>; додани қарзҳо (кредитҳо) (таъминшуда ва таъминнашуда) , аз ҷумла: а) қарзҳои (кредитҳои) истеъмолӣ, ипотекӣ ва байнибонкӣ;б) факторинг; в) маблағгузории аҳдҳои тиҷоратӣ, аз ҷумла форфейтинг; -кушодан ва пешбурди суратҳисобҳои бонкӣ; - хариду фурӯши воситаҳои зерин барои худ ё муштариён:а) воситаҳои бозории пулӣ (аз ҷумла: чекҳо, векселҳо, ӯҳдадориномаҳо ва сертификатҳои амонатӣ); б) асъори хориҷӣ; в) воситаҳои қурбӣ ва меъёри фоизӣ;г) саҳмияҳо ва дигар коғазҳои қиматноки интиқолшаванда; ғ) қарордодҳои форвардӣ, созишномаи своп, фючерс, опсион ва дигар ҳосилаҳое, ки ба асъор, саҳмияҳо, вомбаргҳо, металлу ва сангҳои қиматбаҳо ё қурбу меъёрҳои фоизӣ дахл доранд; - додани кафолат, баҳисобгирии ӯҳдадориҳои шартӣ, аз ҷумла кафолатҳо ва эътиборномаҳо (аккредитивҳо) барои худ ва муштариён; - хизматрасонии клирингӣ, ҳисоббаробаркунӣ ва интиқолӣ марбут ба воситаҳои пулӣ, коғазҳои қиматнок, супоришномаҳои пардохт ва воситаҳои дигари пардохт (аз ҷумла: чекҳо, кортҳои пардохтии кредитӣ, дебетӣ ва ғайра, чекҳои сафарӣ, векселҳо, интиқолҳои электронӣ, дебет ва кредитҳои қаблан иҷозатшуда);- миёнаравӣ дар бозори пулӣ;- амалиёти сейфӣ, нигаҳдорӣ ва идоракунии дороиҳо (пул, коғазҳои қиматнок, металлҳо, ҷавоҳирот ва ғайра); - хизматрасонии амалиёти ба боварӣ асосёфта (идоракунии маблағҳои пулӣ, коғазҳои қиматнок ва ғайра ба манфиати боварикунанда ва дар асоси супориши он); - ҳар гуна амалиёти дигаре, ки аз амалиёти дар ин модда зикршуда бармеоянд ва бо санадҳои меъёрии ҳуқуқии Бонки миллии Тоҷикистон пешбинӣ шудаанд;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$B) ҷалби амонат ва пасандоз</w:t>
      </w:r>
      <w:r w:rsidRPr="00784F69">
        <w:rPr>
          <w:rFonts w:ascii="Palatino Linotype" w:hAnsi="Palatino Linotype"/>
          <w:color w:val="000000"/>
          <w:sz w:val="28"/>
          <w:szCs w:val="28"/>
          <w:lang w:val="tg-Cyrl-TJ"/>
        </w:rPr>
        <w:t>ҳо</w:t>
      </w:r>
      <w:r w:rsidRPr="00784F69">
        <w:rPr>
          <w:rFonts w:ascii="Palatino Linotype" w:hAnsi="Palatino Linotype"/>
          <w:color w:val="000000"/>
          <w:sz w:val="28"/>
          <w:szCs w:val="28"/>
          <w:lang w:val="tt-RU"/>
        </w:rPr>
        <w:t>; -кушодан ва пешбурди суратҳисобҳои бонкӣ; - хариду фурӯши воситаҳои зерин барои худ ё муштариён:а) воситаҳои бозории пулӣ (аз ҷумла: чекҳо, векселҳо, ӯҳдадориномаҳо ва сертификатҳои амонатӣ); б) асъори хориҷӣ; в) воситаҳои қурбӣ ва меъёри фоизӣ;г) саҳмияҳо ва дигар коғазҳои қиматноки интиқолшаванда; ғ) қарордодҳои форвардӣ, созишномаи своп, фючерс, опсион ва дигар ҳосилаҳое, ки ба асъор, саҳмияҳо, вомбаргҳо, металлу ва сангҳои қиматбаҳо ё қурбу меъёрҳои фоизӣ дахл доранд; - додани кафолат, баҳисобгирии ӯҳдадориҳои шартӣ, аз ҷумла кафолатҳо ва эътиборномаҳо (аккредитивҳо) барои худ ва муштариён; - хизматрасонии клирингӣ, ҳисоббаробаркунӣ ва интиқолӣ марбут ба воситаҳои пулӣ, коғазҳои қиматнок, супоришномаҳои пардохт ва воситаҳои дигари пардохт (аз ҷумла: чекҳо, кортҳои пардохтии кредитӣ, дебетӣ ва ғайра, чекҳои сафарӣ, векселҳо, интиқолҳои электронӣ, дебет ва кредитҳои қаблан иҷозатшуда); - миёнаравӣ дар бозори пулӣ; - амалиёти сейфӣ, нигаҳдорӣ ва идоракунии дороиҳо (пул, коғазҳои қиматнок, металлҳо, ҷавоҳирот ва ғайра); - хизматрасонии амалиёти ба боварӣ асосёфта (идоракунии маблағҳои пулӣ, коғазҳои қиматнок ва ғайра ба манфиати боварикунанда ва дар асоси супориши он); - ҳар гуна амалиёти дигаре, ки аз амалиёти дар ин модда зикршуда бармеоянд ва бо санадҳои меъёрии ҳуқуқии Бонки миллии Тоҷикистон пешбинӣ шудаанд. - амалиёти кассавӣ: қабул намудан, аз нав ҳисоб кардан, иваз намудан, бастан ва нигоҳ доштани пулҳои коғазӣ ва тангаҳо;</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$C) ҷалби амонат ва пасандоз</w:t>
      </w:r>
      <w:r w:rsidRPr="00784F69">
        <w:rPr>
          <w:rFonts w:ascii="Palatino Linotype" w:hAnsi="Palatino Linotype"/>
          <w:color w:val="000000"/>
          <w:sz w:val="28"/>
          <w:szCs w:val="28"/>
          <w:lang w:val="tg-Cyrl-TJ"/>
        </w:rPr>
        <w:t>ҳо</w:t>
      </w:r>
      <w:r w:rsidRPr="00784F69">
        <w:rPr>
          <w:rFonts w:ascii="Palatino Linotype" w:hAnsi="Palatino Linotype"/>
          <w:color w:val="000000"/>
          <w:sz w:val="28"/>
          <w:szCs w:val="28"/>
          <w:lang w:val="tt-RU"/>
        </w:rPr>
        <w:t>; - додани қарзҳо (кредитҳо) (таъминшуда ва таъминнашуда) , аз ҷумла:а) қарзҳои (кредитҳои) истеъмолӣ, ипотекӣ ва байнибонкӣ;б) факторинг; в) маблағгузории аҳдҳои тиҷоратӣ, аз ҷумла форфейтинг; -кушодан ва пешбурди суратҳисобҳои бонкӣ; - хариду фурӯши воситаҳои зерин барои худ ё муштариён:а) воситаҳои бозории пулӣ (аз ҷумла: чекҳо, векселҳо, ӯҳдадориномаҳо ва сертификатҳои амонатӣ); б) асъори хориҷӣ; в) воситаҳои қурбӣ ва меъёри фоизӣ; г) саҳмияҳо ва дигар коғазҳои қиматноки интиқолшаванда;ғ) қарордодҳои форвардӣ, созишномаи своп, фючерс, опсион ва дигар ҳосилаҳое, ки ба асъор, саҳмияҳо, вомбаргҳо, металлу ва сангҳои қиматбаҳо ё қурбу меъёрҳои фоизӣ дахл доранд; - додани кафолат, баҳисобгирии ӯҳдадориҳои шартӣ, аз ҷумла кафолатҳо ва эътиборномаҳо (аккредитивҳо) барои худ ва муштариён;- хизматрасонии клирингӣ, ҳисоббаробаркунӣ ва интиқолӣ марбут ба воситаҳои пулӣ, коғазҳои қиматнок, супоришномаҳои пардохт ва воситаҳои дигари пардохт (аз ҷумла: чекҳо, кортҳои пардохтии кредитӣ, дебетӣ ва ғайра, чекҳои сафарӣ, векселҳо, интиқолҳои электронӣ, дебет ва кредитҳои қаблан иҷозатшуда); - амалиёти кассавӣ: қабул намудан, аз нав ҳисоб кардан, иваз намудан, бастан ва нигоҳ доштани пулҳои коғазӣ ва тангаҳо;</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$D) - ҷалби амонат ва пасандоз</w:t>
      </w:r>
      <w:r w:rsidRPr="00784F69">
        <w:rPr>
          <w:rFonts w:ascii="Palatino Linotype" w:hAnsi="Palatino Linotype"/>
          <w:color w:val="000000"/>
          <w:sz w:val="28"/>
          <w:szCs w:val="28"/>
          <w:lang w:val="tg-Cyrl-TJ"/>
        </w:rPr>
        <w:t>ҳо</w:t>
      </w:r>
      <w:r w:rsidRPr="00784F69">
        <w:rPr>
          <w:rFonts w:ascii="Palatino Linotype" w:hAnsi="Palatino Linotype"/>
          <w:color w:val="000000"/>
          <w:sz w:val="28"/>
          <w:szCs w:val="28"/>
          <w:lang w:val="tt-RU"/>
        </w:rPr>
        <w:t>; - додани қарзҳо (кредитҳо) (таъминшуда ва таъминнашуда) , аз ҷумла:а) қарзҳои (кредитҳои) истеъмолӣ, ипотекӣ ва байнибонкӣ;б) факторинг в) маблағгузории аҳдҳои тиҷоратӣ, аз ҷумла форфейтинг; -кушодан ва пешбурди суратҳисобҳои бонкӣ; - хариду фурӯши воситаҳои зерин барои худ ё муштариён:а) воситаҳои бозории пулӣ (аз ҷумла: чекҳо, векселҳо, ӯҳдадориномаҳо ва сертификатҳои амонатӣ); б) асъори хориҷӣ; в) воситаҳои қурбӣ ва меъёри фоизӣ;г) саҳмияҳо ва дигар коғазҳои қиматноки интиқолшаванда;ғ) қарордодҳои форвардӣ, созишномаи своп, фючерс, опсион ва дигар ҳосилаҳое, ки ба асъор, саҳмияҳо, вомбаргҳо, металлу ва сангҳои қиматбаҳо ё қурбу меъёрҳои фоизӣ дахл доранд; - додани кафолат, баҳисобгирии ӯҳдадориҳои шартӣ, аз ҷумла кафолатҳо ва эътиборномаҳо (аккредитивҳо) барои худ ва муштариён; - хизматрасонии клирингӣ, ҳисоббаробаркунӣ ва интиқолӣ марбут ба воситаҳои пулӣ, коғазҳои қиматнок, супоришномаҳои пардохт ва воситаҳои дигари пардохт (аз ҷумла: чекҳо, кортҳои пардохтии кредитӣ, дебетӣ ва ғайра, чекҳои сафарӣ, векселҳо, интиқолҳои электронӣ, дебет ва кредитҳои қаблан иҷозатшуда); - миёнаравӣ дар бозори пулӣ; - амалиёти сейфӣ, нигаҳдорӣ ва идоракунии дороиҳо (пул, коғазҳои қиматнок, металлҳо, ҷавоҳирот ва ғайра); - хизматрасонии амалиёти ба боварӣ асосёфта (идоракунии маблағҳои пулӣ, коғазҳои қиматнок ва ғайра ба манфиати боварикунанда ва дар асоси супориши он); - ҳар гуна амалиёти дигаре, ки аз амалиёти дар ин модда зикршуда бармеоянд ва бо санадҳои меъёрии ҳуқуқии Бонки миллии Тоҷикистон пешбинӣ шудаанд. - амалиёти кассавӣ: қабул намудан, аз нав ҳисоб кардан, иваз намудан, бастан ва нигоҳ доштани пулҳои коғазӣ ва тангаҳо; ;</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$E) ҷалби амонат ва пасандоз</w:t>
      </w:r>
      <w:r w:rsidRPr="00784F69">
        <w:rPr>
          <w:rFonts w:ascii="Palatino Linotype" w:hAnsi="Palatino Linotype"/>
          <w:color w:val="000000"/>
          <w:sz w:val="28"/>
          <w:szCs w:val="28"/>
          <w:lang w:val="tg-Cyrl-TJ"/>
        </w:rPr>
        <w:t>ҳо</w:t>
      </w:r>
      <w:r w:rsidRPr="00784F69">
        <w:rPr>
          <w:rFonts w:ascii="Palatino Linotype" w:hAnsi="Palatino Linotype"/>
          <w:color w:val="000000"/>
          <w:sz w:val="28"/>
          <w:szCs w:val="28"/>
          <w:lang w:val="tt-RU"/>
        </w:rPr>
        <w:t>;- додани қарзҳо (кредитҳо) (таъминшуда ва таъминнашуда) , аз ҷумла: а) қарзҳои (кредитҳои) истеъмолӣ, ипотекӣ ва байнибонкӣ;б) факторинг; в) маблағгузории аҳдҳои тиҷоратӣ, аз ҷумла форфейтинг; -кушодан ва пешбурди суратҳисобҳои бонкӣ; - хариду фурӯши воситаҳои зерин барои худ ё муштариён;</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 xml:space="preserve">@31. </w:t>
      </w:r>
    </w:p>
    <w:p w:rsidR="00B65CA5" w:rsidRPr="00784F69" w:rsidRDefault="00B65CA5" w:rsidP="00C84BB2">
      <w:pPr>
        <w:spacing w:after="0" w:line="240" w:lineRule="auto"/>
        <w:jc w:val="both"/>
        <w:rPr>
          <w:rFonts w:ascii="Palatino Linotype" w:hAnsi="Palatino Linotype"/>
          <w:b/>
          <w:bCs/>
          <w:color w:val="000000"/>
          <w:sz w:val="28"/>
          <w:szCs w:val="28"/>
          <w:lang w:val="tt-RU"/>
        </w:rPr>
      </w:pPr>
      <w:r w:rsidRPr="00784F69">
        <w:rPr>
          <w:rFonts w:ascii="Palatino Linotype" w:hAnsi="Palatino Linotype"/>
          <w:b/>
          <w:bCs/>
          <w:color w:val="000000"/>
          <w:sz w:val="28"/>
          <w:szCs w:val="28"/>
          <w:lang w:val="tt-RU"/>
        </w:rPr>
        <w:t>Муносибати байни ташкилоти қарзӣ ва давлат чи гунна ба роҳ монда мешавад</w:t>
      </w:r>
      <w:r w:rsidRPr="00784F69">
        <w:rPr>
          <w:rFonts w:ascii="Palatino Linotype" w:hAnsi="Palatino Linotype"/>
          <w:b/>
          <w:color w:val="000000"/>
          <w:sz w:val="28"/>
          <w:szCs w:val="28"/>
          <w:lang w:val="tt-RU"/>
        </w:rPr>
        <w:t>?</w:t>
      </w:r>
    </w:p>
    <w:p w:rsidR="00B65CA5" w:rsidRPr="00784F69" w:rsidRDefault="00B65CA5" w:rsidP="00C84BB2">
      <w:pPr>
        <w:spacing w:after="0" w:line="240" w:lineRule="auto"/>
        <w:jc w:val="center"/>
        <w:rPr>
          <w:rFonts w:ascii="Palatino Linotype" w:hAnsi="Palatino Linotype"/>
          <w:color w:val="000000"/>
          <w:sz w:val="28"/>
          <w:szCs w:val="28"/>
          <w:lang w:val="tt-RU"/>
        </w:rPr>
      </w:pPr>
      <w:r w:rsidRPr="00784F69">
        <w:rPr>
          <w:rFonts w:ascii="Palatino Linotype" w:hAnsi="Palatino Linotype"/>
          <w:color w:val="000000"/>
          <w:sz w:val="28"/>
          <w:szCs w:val="28"/>
          <w:lang w:val="tt-RU"/>
        </w:rPr>
        <w:t>$A) Ташкилоти қарзӣ аз рӯи ӯҳдадориҳои давлат ва давлат аз рӯи ӯҳдадориҳои ташкилоти қарзӣ (кредитӣ) ҷавобгар намебошанд, ба истиснои ҳолатҳое, ки агар онҳо ӯҳдадориҳои муайян қабул карда бошанд;</w:t>
      </w:r>
    </w:p>
    <w:p w:rsidR="00B65CA5" w:rsidRPr="00784F69" w:rsidRDefault="00B65CA5" w:rsidP="00C84BB2">
      <w:pPr>
        <w:spacing w:after="0" w:line="240" w:lineRule="auto"/>
        <w:jc w:val="center"/>
        <w:rPr>
          <w:rFonts w:ascii="Palatino Linotype" w:hAnsi="Palatino Linotype"/>
          <w:color w:val="000000"/>
          <w:sz w:val="28"/>
          <w:szCs w:val="28"/>
          <w:lang w:val="tt-RU"/>
        </w:rPr>
      </w:pPr>
      <w:r w:rsidRPr="00784F69">
        <w:rPr>
          <w:rFonts w:ascii="Palatino Linotype" w:hAnsi="Palatino Linotype"/>
          <w:color w:val="000000"/>
          <w:sz w:val="28"/>
          <w:szCs w:val="28"/>
          <w:lang w:val="tt-RU"/>
        </w:rPr>
        <w:t>$B) Ташкилоти қарзӣ (кредитӣ) аз рӯи ӯҳдадориҳои давлат ва давлат аз рӯи ӯҳдадориҳои ташкилоти тиҷорати ҷавобгар намебошанд, ба истиснои ҳолатҳое, ки агар онҳо ӯҳдадориҳои муайян қабул карда бошанд;</w:t>
      </w:r>
    </w:p>
    <w:p w:rsidR="00B65CA5" w:rsidRPr="00784F69" w:rsidRDefault="00B65CA5" w:rsidP="00C84BB2">
      <w:pPr>
        <w:spacing w:after="0" w:line="240" w:lineRule="auto"/>
        <w:jc w:val="center"/>
        <w:rPr>
          <w:rFonts w:ascii="Palatino Linotype" w:hAnsi="Palatino Linotype"/>
          <w:color w:val="000000"/>
          <w:sz w:val="28"/>
          <w:szCs w:val="28"/>
          <w:lang w:val="tt-RU"/>
        </w:rPr>
      </w:pPr>
      <w:r w:rsidRPr="00784F69">
        <w:rPr>
          <w:rFonts w:ascii="Palatino Linotype" w:hAnsi="Palatino Linotype"/>
          <w:color w:val="000000"/>
          <w:sz w:val="28"/>
          <w:szCs w:val="28"/>
          <w:lang w:val="tt-RU"/>
        </w:rPr>
        <w:t>$C) Ташкилоти қарзӣ (кредитӣ) аз рӯи ӯҳдадориҳои давлат ва давлат аз рӯи ӯҳдадориҳои ташкилот ҷавобгар намебошанд, ба истиснои ҳолатҳое, ки агар онҳо ӯҳдадориҳои муайян қабул карда бошанд;</w:t>
      </w:r>
    </w:p>
    <w:p w:rsidR="00B65CA5" w:rsidRPr="00784F69" w:rsidRDefault="00B65CA5" w:rsidP="00C84BB2">
      <w:pPr>
        <w:spacing w:after="0" w:line="240" w:lineRule="auto"/>
        <w:jc w:val="center"/>
        <w:rPr>
          <w:rFonts w:ascii="Palatino Linotype" w:hAnsi="Palatino Linotype"/>
          <w:color w:val="000000"/>
          <w:sz w:val="28"/>
          <w:szCs w:val="28"/>
          <w:lang w:val="tt-RU"/>
        </w:rPr>
      </w:pPr>
      <w:r w:rsidRPr="00784F69">
        <w:rPr>
          <w:rFonts w:ascii="Palatino Linotype" w:hAnsi="Palatino Linotype"/>
          <w:color w:val="000000"/>
          <w:sz w:val="28"/>
          <w:szCs w:val="28"/>
          <w:lang w:val="tt-RU"/>
        </w:rPr>
        <w:t>$D) Ташкилоти қарзӣ (кредитӣ) аз рӯи ӯҳдадориҳои давлат ва давлат аз рӯи ӯҳдадориҳои ташкилоти қарзӣ (кредитӣ) ҷавобгар мебошанд, ба истиснои ҳолатҳое, ки агар онҳо ӯҳдадориҳои муайян қабул карда бошанд;</w:t>
      </w:r>
    </w:p>
    <w:p w:rsidR="00B65CA5" w:rsidRPr="00784F69" w:rsidRDefault="00B65CA5" w:rsidP="00C84BB2">
      <w:pPr>
        <w:spacing w:after="0" w:line="240" w:lineRule="auto"/>
        <w:jc w:val="center"/>
        <w:rPr>
          <w:rFonts w:ascii="Palatino Linotype" w:hAnsi="Palatino Linotype"/>
          <w:color w:val="000000"/>
          <w:sz w:val="28"/>
          <w:szCs w:val="28"/>
          <w:lang w:val="tt-RU"/>
        </w:rPr>
      </w:pPr>
      <w:r w:rsidRPr="00784F69">
        <w:rPr>
          <w:rFonts w:ascii="Palatino Linotype" w:hAnsi="Palatino Linotype"/>
          <w:color w:val="000000"/>
          <w:sz w:val="28"/>
          <w:szCs w:val="28"/>
          <w:lang w:val="tt-RU"/>
        </w:rPr>
        <w:t>$E) Ташкилоти қарзӣ (кредитӣ) аз рӯи ӯҳдадориҳои давлат ва давлат аз рӯи ӯҳдадориҳои ташкилоти қарзӣ (кредитӣ) ҷавобгар намебошанд, ба истиснои ҳолатҳое, ки агар онҳо ӯҳдадориҳои муайян қабул карда бошанд;</w:t>
      </w:r>
    </w:p>
    <w:p w:rsidR="00B65CA5" w:rsidRPr="00784F69" w:rsidRDefault="00B65CA5" w:rsidP="00C84BB2">
      <w:pPr>
        <w:spacing w:after="0" w:line="240" w:lineRule="auto"/>
        <w:jc w:val="center"/>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 xml:space="preserve">@32. </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Таъсис ва бақайдгирии давлатии ташкилотҳои қарз</w:t>
      </w:r>
      <w:r w:rsidRPr="00784F69">
        <w:rPr>
          <w:rFonts w:ascii="Palatino Linotype" w:hAnsi="Palatino Linotype"/>
          <w:b/>
          <w:color w:val="000000"/>
          <w:sz w:val="28"/>
          <w:szCs w:val="28"/>
          <w:lang w:val="tg-Cyrl-TJ"/>
        </w:rPr>
        <w:t>ӣ</w:t>
      </w:r>
      <w:r w:rsidRPr="00784F69">
        <w:rPr>
          <w:rFonts w:ascii="Palatino Linotype" w:hAnsi="Palatino Linotype"/>
          <w:b/>
          <w:color w:val="000000"/>
          <w:sz w:val="28"/>
          <w:szCs w:val="28"/>
          <w:lang w:val="tt-RU"/>
        </w:rPr>
        <w:t xml:space="preserve">(кредитӣ) </w:t>
      </w:r>
    </w:p>
    <w:p w:rsidR="00B65CA5" w:rsidRPr="00784F69" w:rsidRDefault="00B65CA5" w:rsidP="00C84BB2">
      <w:pPr>
        <w:tabs>
          <w:tab w:val="left" w:pos="360"/>
          <w:tab w:val="left" w:pos="720"/>
        </w:tabs>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$A) Тартиби таъсиси ташкилоти қарзӣ (кредитӣ) бо Қонуни ҶумҳурииТоҷикистон “Дар бораи ҷамъиятҳои саҳомӣ”, Қонуни Ҷумҳурии Тоҷикистон “Дар бораи ҷамъияти дорои масъулияти маҳ</w:t>
      </w:r>
      <w:r w:rsidRPr="00784F69">
        <w:rPr>
          <w:rFonts w:ascii="Palatino Linotype" w:hAnsi="Palatino Linotype" w:cs="Times New Roman Tj"/>
          <w:color w:val="000000"/>
          <w:sz w:val="28"/>
          <w:szCs w:val="28"/>
          <w:lang w:val="tt-RU"/>
        </w:rPr>
        <w:t>дуд”</w:t>
      </w:r>
      <w:r w:rsidRPr="00784F69">
        <w:rPr>
          <w:rFonts w:ascii="Palatino Linotype" w:hAnsi="Palatino Linotype"/>
          <w:color w:val="000000"/>
          <w:sz w:val="28"/>
          <w:szCs w:val="28"/>
          <w:lang w:val="tt-RU"/>
        </w:rPr>
        <w:t>;</w:t>
      </w:r>
    </w:p>
    <w:p w:rsidR="00B65CA5" w:rsidRPr="00784F69" w:rsidRDefault="00B65CA5" w:rsidP="00C84BB2">
      <w:pPr>
        <w:tabs>
          <w:tab w:val="left" w:pos="360"/>
          <w:tab w:val="left" w:pos="720"/>
        </w:tabs>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$B) Тартиби таъсиси ташкилоти қарзӣ (кредитӣ) бо Қонуни ҶумҳурииТоҷикистон “Дар бораи ҷамъиятҳои саҳомӣ”, Қонуни Ҷумҳурии Тоҷикистон “Дар бораи ҷамъияти дорои масъулияти иловаги”;</w:t>
      </w:r>
    </w:p>
    <w:p w:rsidR="00B65CA5" w:rsidRPr="00784F69" w:rsidRDefault="00B65CA5" w:rsidP="00C84BB2">
      <w:pPr>
        <w:tabs>
          <w:tab w:val="left" w:pos="360"/>
          <w:tab w:val="left" w:pos="720"/>
        </w:tabs>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$C) Тартиби таъсиси ташкилоти қарзӣбо Қонуни ҶумҳурииТоҷикистон “Дар бораи ҷамъиятҳои саҳомӣ”, Қонуни Ҷумҳурии Тоҷикистон “Дар бораи ҷамъияти дорои масъулияти маҳ</w:t>
      </w:r>
      <w:r w:rsidRPr="00784F69">
        <w:rPr>
          <w:rFonts w:ascii="Palatino Linotype" w:hAnsi="Palatino Linotype" w:cs="Times New Roman Tj"/>
          <w:color w:val="000000"/>
          <w:sz w:val="28"/>
          <w:szCs w:val="28"/>
          <w:lang w:val="tt-RU"/>
        </w:rPr>
        <w:t xml:space="preserve">дуд” ва </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онун</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ои дигар бо назардошти муқаррароти Қонуни</w:t>
      </w:r>
      <w:r w:rsidRPr="00784F69">
        <w:rPr>
          <w:rFonts w:ascii="Palatino Linotype" w:hAnsi="Palatino Linotype"/>
          <w:b/>
          <w:bCs/>
          <w:color w:val="000000"/>
          <w:sz w:val="28"/>
          <w:szCs w:val="28"/>
          <w:lang w:val="tt-RU"/>
        </w:rPr>
        <w:t>Ҷ</w:t>
      </w:r>
      <w:r w:rsidRPr="00784F69">
        <w:rPr>
          <w:rFonts w:ascii="Palatino Linotype" w:hAnsi="Palatino Linotype"/>
          <w:bCs/>
          <w:color w:val="000000"/>
          <w:sz w:val="28"/>
          <w:szCs w:val="28"/>
          <w:lang w:val="tt-RU"/>
        </w:rPr>
        <w:t>умҳурии Тоҷикистон “Д</w:t>
      </w:r>
      <w:r w:rsidRPr="00784F69">
        <w:rPr>
          <w:rFonts w:ascii="Palatino Linotype" w:hAnsi="Palatino Linotype"/>
          <w:color w:val="000000"/>
          <w:sz w:val="28"/>
          <w:szCs w:val="28"/>
          <w:lang w:val="tt-RU"/>
        </w:rPr>
        <w:t>ар бораи фаъолияти бонкӣ” муайян карда мешава;</w:t>
      </w:r>
    </w:p>
    <w:p w:rsidR="00B65CA5" w:rsidRPr="00784F69" w:rsidRDefault="00B65CA5" w:rsidP="00C84BB2">
      <w:pPr>
        <w:tabs>
          <w:tab w:val="left" w:pos="360"/>
          <w:tab w:val="left" w:pos="720"/>
        </w:tabs>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$D) Тартиби таъсиси ташкилоти қарзӣ (кредитӣ) бо Қонуни ҶумҳурииТоҷикистон “Дар бораи ҷамъиятҳои саҳомӣ”, ва қ</w:t>
      </w:r>
      <w:r w:rsidRPr="00784F69">
        <w:rPr>
          <w:rFonts w:ascii="Palatino Linotype" w:hAnsi="Palatino Linotype" w:cs="Times New Roman Tj"/>
          <w:color w:val="000000"/>
          <w:sz w:val="28"/>
          <w:szCs w:val="28"/>
          <w:lang w:val="tt-RU"/>
        </w:rPr>
        <w:t>онун</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 xml:space="preserve">ои дигар бо назардошти муқаррароти </w:t>
      </w:r>
      <w:r w:rsidRPr="00784F69">
        <w:rPr>
          <w:rFonts w:ascii="Palatino Linotype" w:hAnsi="Palatino Linotype"/>
          <w:color w:val="000000"/>
          <w:sz w:val="20"/>
          <w:szCs w:val="28"/>
          <w:lang w:val="tt-RU"/>
        </w:rPr>
        <w:t>Қ</w:t>
      </w:r>
      <w:r w:rsidRPr="00784F69">
        <w:rPr>
          <w:rFonts w:ascii="Palatino Linotype" w:hAnsi="Palatino Linotype" w:cs="Times New Roman Tj"/>
          <w:color w:val="000000"/>
          <w:sz w:val="20"/>
          <w:szCs w:val="28"/>
          <w:lang w:val="tt-RU"/>
        </w:rPr>
        <w:t>онуни</w:t>
      </w:r>
      <w:r w:rsidRPr="00784F69">
        <w:rPr>
          <w:rFonts w:ascii="Palatino Linotype" w:hAnsi="Palatino Linotype"/>
          <w:bCs/>
          <w:color w:val="000000"/>
          <w:sz w:val="20"/>
          <w:szCs w:val="28"/>
          <w:lang w:val="tt-RU"/>
        </w:rPr>
        <w:t xml:space="preserve">ЧУМҲУРИИ ТОҶИКИСТОН </w:t>
      </w:r>
      <w:r w:rsidRPr="00784F69">
        <w:rPr>
          <w:rFonts w:ascii="Palatino Linotype" w:hAnsi="Palatino Linotype"/>
          <w:color w:val="000000"/>
          <w:sz w:val="20"/>
          <w:szCs w:val="28"/>
          <w:lang w:val="tt-RU"/>
        </w:rPr>
        <w:t>ДАР БОРАИ ФАЪОЛИЯТИ БО</w:t>
      </w:r>
      <w:r w:rsidRPr="00784F69">
        <w:rPr>
          <w:rFonts w:ascii="Palatino Linotype" w:hAnsi="Palatino Linotype"/>
          <w:color w:val="000000"/>
          <w:sz w:val="28"/>
          <w:szCs w:val="28"/>
          <w:lang w:val="tt-RU"/>
        </w:rPr>
        <w:t>нки муайян карда мешавад;</w:t>
      </w:r>
    </w:p>
    <w:p w:rsidR="00B65CA5" w:rsidRPr="00784F69" w:rsidRDefault="00B65CA5" w:rsidP="00C84BB2">
      <w:pPr>
        <w:tabs>
          <w:tab w:val="left" w:pos="360"/>
          <w:tab w:val="left" w:pos="720"/>
        </w:tabs>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$E) Тартиби таъсиси ташкилоти қарзӣ (кредитӣ) бо Қонуни ҶумҳурииТоҷикистон “Дар бораи ҷамъиятҳои саҳомӣ”, Қонуни Ҷумҳурии Тоҷикистон “Дар бораи ҷамъияти дорои масъулияти маҳ</w:t>
      </w:r>
      <w:r w:rsidRPr="00784F69">
        <w:rPr>
          <w:rFonts w:ascii="Palatino Linotype" w:hAnsi="Palatino Linotype" w:cs="Times New Roman Tj"/>
          <w:color w:val="000000"/>
          <w:sz w:val="28"/>
          <w:szCs w:val="28"/>
          <w:lang w:val="tt-RU"/>
        </w:rPr>
        <w:t xml:space="preserve">дуд” ва </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онун</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ои дигар бо назардошти муқаррароти Қонуни</w:t>
      </w:r>
      <w:r w:rsidRPr="00784F69">
        <w:rPr>
          <w:rFonts w:ascii="Palatino Linotype" w:hAnsi="Palatino Linotype"/>
          <w:bCs/>
          <w:color w:val="000000"/>
          <w:sz w:val="28"/>
          <w:szCs w:val="28"/>
          <w:lang w:val="tt-RU"/>
        </w:rPr>
        <w:t xml:space="preserve">ЧУМҲУРИИ ТОҶИКИСТОН </w:t>
      </w:r>
      <w:r w:rsidRPr="00784F69">
        <w:rPr>
          <w:rFonts w:ascii="Palatino Linotype" w:hAnsi="Palatino Linotype"/>
          <w:color w:val="000000"/>
          <w:sz w:val="28"/>
          <w:szCs w:val="28"/>
          <w:lang w:val="tt-RU"/>
        </w:rPr>
        <w:t>ДАР БОРАИ ФАЪОЛИЯТИ БОнки муайян карда мешавад;</w:t>
      </w:r>
    </w:p>
    <w:p w:rsidR="00B65CA5" w:rsidRPr="00784F69" w:rsidRDefault="00B65CA5" w:rsidP="00C84BB2">
      <w:pPr>
        <w:tabs>
          <w:tab w:val="left" w:pos="360"/>
          <w:tab w:val="left" w:pos="720"/>
        </w:tabs>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 xml:space="preserve">@33. </w:t>
      </w:r>
    </w:p>
    <w:p w:rsidR="00B65CA5" w:rsidRPr="00784F69" w:rsidRDefault="00B65CA5" w:rsidP="00C84BB2">
      <w:pPr>
        <w:tabs>
          <w:tab w:val="left" w:pos="360"/>
          <w:tab w:val="left" w:pos="720"/>
        </w:tabs>
        <w:spacing w:after="0" w:line="240" w:lineRule="auto"/>
        <w:jc w:val="both"/>
        <w:rPr>
          <w:rFonts w:ascii="Palatino Linotype" w:hAnsi="Palatino Linotype"/>
          <w:color w:val="000000"/>
          <w:sz w:val="28"/>
          <w:szCs w:val="28"/>
          <w:lang w:val="tt-RU"/>
        </w:rPr>
      </w:pPr>
      <w:r w:rsidRPr="00784F69">
        <w:rPr>
          <w:rFonts w:ascii="Palatino Linotype" w:hAnsi="Palatino Linotype"/>
          <w:b/>
          <w:color w:val="000000"/>
          <w:sz w:val="28"/>
          <w:szCs w:val="28"/>
          <w:lang w:val="tt-RU"/>
        </w:rPr>
        <w:t>Иҷозатномадиҳии фаъолияти бонкӣ чи гунна мебошад?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$A) Фаъолияти бонкӣ дар Ҷумҳурии Тоҷикистон дар асоси иҷозатнома барои анҷом додани фаъолияти бонкӣамалӣ мегардад. Иҷозатнома бо тартиби муқаррарнамудаи Қонунгузори аз ҷониби Бонки миллии Тоҷикистон ба ташкилотҳои қарз</w:t>
      </w:r>
      <w:r w:rsidRPr="00784F69">
        <w:rPr>
          <w:rFonts w:ascii="Palatino Linotype" w:hAnsi="Palatino Linotype"/>
          <w:color w:val="000000"/>
          <w:sz w:val="28"/>
          <w:szCs w:val="28"/>
          <w:lang w:val="tg-Cyrl-TJ"/>
        </w:rPr>
        <w:t>ӣ</w:t>
      </w:r>
      <w:r w:rsidRPr="00784F69">
        <w:rPr>
          <w:rFonts w:ascii="Palatino Linotype" w:hAnsi="Palatino Linotype"/>
          <w:color w:val="000000"/>
          <w:sz w:val="28"/>
          <w:szCs w:val="28"/>
          <w:lang w:val="tt-RU"/>
        </w:rPr>
        <w:t>(кредитӣ) дар шакли хаттӣ, мӯҳлатнок ва бе ҳуқуқи ба шахси дигар вогузор кардани он дода мешавад;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$B) Фаъолияти бонкӣ дар Ҷумҳурии Тоҷикистон дар асоси қарори махсус барои анҷом додани фаъолияти бонкӣамалӣ мегардад. Иҷозатнома бо тартиби муқаррарнамудаи Қонунгузори аз ҷониби Бонки миллии Тоҷикистон ба ташкилотҳои қарз</w:t>
      </w:r>
      <w:r w:rsidRPr="00784F69">
        <w:rPr>
          <w:rFonts w:ascii="Palatino Linotype" w:hAnsi="Palatino Linotype"/>
          <w:color w:val="000000"/>
          <w:sz w:val="28"/>
          <w:szCs w:val="28"/>
          <w:lang w:val="tg-Cyrl-TJ"/>
        </w:rPr>
        <w:t>ӣ</w:t>
      </w:r>
      <w:r w:rsidRPr="00784F69">
        <w:rPr>
          <w:rFonts w:ascii="Palatino Linotype" w:hAnsi="Palatino Linotype"/>
          <w:color w:val="000000"/>
          <w:sz w:val="28"/>
          <w:szCs w:val="28"/>
          <w:lang w:val="tt-RU"/>
        </w:rPr>
        <w:t>(кредитӣ) дар шакли хаттӣ, бемӯҳлат ва бе ҳуқуқи ба шахси дигар вогузор кардани он дода мешавад;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$C) Фаъолияти бонкӣ дар Ҷумҳурии Тоҷикистон дар асоси иҷозатнома барои анҷом додани фаъолияти бонкӣамалӣ мегардад;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$D) Фаъолияти бонкӣ дар Ҷумҳурии Тоҷикистон дар асоси иҷозатнома барои анҷом додани фаъолияти бонкӣамалӣ мегардад. Иҷозатнома бо тартиби муқаррарнамудаи Қонунгузори аз ҷониби Бонки миллии Тоҷикистон дар шакли хаттӣ, бемӯҳлат ва бе ҳуқуқи ба шахси дигар вогузор кардани он дода мешавад;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$E) Фаъолияти бонкӣ дар Ҷумҳурии Тоҷикистон дар асоси иҷозатнома барои анҷом додани фаъолияти бонкӣамалӣ мегардад. Иҷозатнома бо тартиби муқаррарнамудаи Қонунгузори аз ҷониби Бонки миллии Тоҷикистон ба ташкилотҳои қарз</w:t>
      </w:r>
      <w:r w:rsidRPr="00784F69">
        <w:rPr>
          <w:rFonts w:ascii="Palatino Linotype" w:hAnsi="Palatino Linotype"/>
          <w:color w:val="000000"/>
          <w:sz w:val="28"/>
          <w:szCs w:val="28"/>
          <w:lang w:val="tg-Cyrl-TJ"/>
        </w:rPr>
        <w:t>ӣ</w:t>
      </w:r>
      <w:r w:rsidRPr="00784F69">
        <w:rPr>
          <w:rFonts w:ascii="Palatino Linotype" w:hAnsi="Palatino Linotype"/>
          <w:color w:val="000000"/>
          <w:sz w:val="28"/>
          <w:szCs w:val="28"/>
          <w:lang w:val="tt-RU"/>
        </w:rPr>
        <w:t>(кредитӣ) дар шакли хаттӣ, бемӯҳлат ва бе ҳуқуқи ба шахси дигар вогузор кардани он дода мешавад;</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 xml:space="preserve">@34. </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Ҳуҷҷатҳое, ки барои гирифтани иҷозатнома заруранд дар моддаи кадом қонун пешбини карда шудааст?</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$A) дар моддаи 8-уми қонуни Чумҳурии Тоҷикистон дар бораи Фаъоляти бонки;</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$B) дар моддаи 7-уми қонуни Чумҳурии Тоҷикистон дар бораи Фаъоляти бонки;</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$C) дар моддаи 6-уми қонуни Чумҳурии Тоҷикистон дар бораи Фаъоляти бонки;</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$D) дар моддаи 12-уми қонуни Чумҳурии Тоҷикистон дар бораи Фаъоляти бонки;</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$E) дар моддаи 9-уми қонуни Чумҳурии Тоҷикистон дар бораи Фаъоляти бонки;</w:t>
      </w:r>
    </w:p>
    <w:p w:rsidR="00B65CA5" w:rsidRPr="00784F69" w:rsidRDefault="00B65CA5" w:rsidP="00C84BB2">
      <w:pPr>
        <w:spacing w:after="0" w:line="240" w:lineRule="auto"/>
        <w:jc w:val="both"/>
        <w:rPr>
          <w:rFonts w:ascii="Palatino Linotype" w:hAnsi="Palatino Linotype"/>
          <w:b/>
          <w:color w:val="000000"/>
          <w:sz w:val="28"/>
          <w:szCs w:val="28"/>
        </w:rPr>
      </w:pPr>
      <w:r w:rsidRPr="00784F69">
        <w:rPr>
          <w:rFonts w:ascii="Palatino Linotype" w:hAnsi="Palatino Linotype"/>
          <w:b/>
          <w:color w:val="000000"/>
          <w:sz w:val="28"/>
          <w:szCs w:val="28"/>
        </w:rPr>
        <w:t xml:space="preserve">@35. </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Тартиби додани иҷозатнома чи хел сурат мегирад?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$A) Бонки миллии Тоҷикистон дар муддати то ду моҳ аз рӯзи қабули дархост ба ташкилоти қарзӣ (кредитӣ) дар хусуси ба талаботи Қонунгузори ҷавобгӯ будан ё набудани ҳуҷҷатҳои пешниҳодшуда хулосаи худро медиҳад.Бо мақсади таҳияи хулоса Бонки миллии Тоҷикистон ҳуҷҷатҳои пешниҳодшударо санҷида, маълумоти иловагии заруриро аз ташкилотҳои қарзӣ (кредитӣ) , мақомоти дигари давлатӣ ва мақоми назоратии хориҷии дахлдор дархост менамояд.Дар сурати мусбат будани хулоса Бонки миллии Тоҷикистон дар муддати як моҳ аз санаи аз қайди давлатӣ гузаштани ташкилоти қарзӣ (кредитӣ) ба вай иҷозатнома медиҳад;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$B) Бонки миллии Тоҷикистон дар муддати то чор моҳ аз рӯзи қабули дархост ба ташкилоти қарзӣ (кредитӣ) дар хусуси ба талаботи Қонунгузори ҷавобгӯ будан ё набудани ҳуҷҷатҳои пешниҳодшуда хулосаи худро медиҳад.Бо мақсади таҳияи хулоса Бонки миллии Тоҷикистон ҳуҷҷатҳои пешниҳодшударо санҷида, маълумоти иловагии заруриро аз ташкилотҳои қарзӣ (кредитӣ) , мақомоти дигари давлатӣ ва мақоми назоратии хориҷии дахлдор дархост менамояд.Дар сурати мусбат будани хулоса Бонки миллии Тоҷикистон дар муддати як моҳ аз санаи аз қайди давлатӣ гузаштани ташкилоти қарзӣ (кредитӣ) ба вай иҷозатнома медиҳад;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$C) Бонки миллии Тоҷикистон дар муддати то се моҳ аз рӯзи қабули дархост ба ташкилоти қарзӣ (кредитӣ) дар хусуси ба талаботи Қонунгузори ҷавобгӯ будан ё набудани ҳуҷҷатҳои пешниҳодшуда хулосаи худро медиҳад;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$D) Бо мақсади таҳияи хулоса Бонки миллии Тоҷикистон ҳуҷҷатҳои пешниҳодшударо санҷида, маълумоти иловагии заруриро аз ташкилотҳои қарзӣ (кредитӣ) , мақомоти дигари давлатӣ ва мақоми назоратии хориҷии дахлдор дархост менамояд.Дар сурати мусбат будани хулоса Бонки миллии Тоҷикистон дар муддати як моҳ аз санаи аз қайди давлатӣ гузаштани ташкилоти қарзӣ (кредитӣ) ба вай иҷозатнома медиҳад;</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color w:val="000000"/>
          <w:sz w:val="28"/>
          <w:szCs w:val="28"/>
          <w:lang w:val="tt-RU"/>
        </w:rPr>
        <w:t>$E) Бонки миллии Тоҷикистон дар муддати то се моҳ аз рӯзи қабули дархост ба ташкилоти қарзӣ (кредитӣ) дар хусуси ба талаботи Қонунгузори ҷавобгӯ будан ё набудани ҳуҷҷатҳои пешниҳодшуда хулосаи худро медиҳад.Бо мақсади таҳияи хулоса Бонки миллии Тоҷикистон ҳуҷҷатҳои пешниҳодшударо санҷида, маълумоти иловагии заруриро аз ташкилотҳои қарзӣ (кредитӣ) , мақомоти дигари давлатӣ ва мақоми назоратии хориҷии дахлдор дархост менамояд.Дар сурати мусбат будани хулоса Бонки миллии Тоҷикистон дар муддати як моҳ аз санаи аз қайди давлатӣ гузаштани ташкилоти қарзӣ (кредитӣ) ба вай иҷозатнома медиҳад;</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 xml:space="preserve">@36. </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Хусусияти таъсиси филиал, намояндагӣ ва бонки фаръии ташкилоти қарзӣ (кредитӣ) берун азҶумҳурии Тоҷикистон;</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$A) Ташкилоти қарзии ватанӣ бе гирифтани розигии пешакии Бонки миллии Тоҷикистон наметавонад берун аз Ҷумҳурии Тоҷикистон филиал , намояндагӣ ё бонки фаръӣ таъсис диҳад;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$B) Ташкилоти қарзии ватанӣ бе гирифтани розигии пешакии Бонки миллии Тоҷикистон наметавонад берун аз Ҷумҳурии Тоҷикистон филиал , намояндагӣ ё бонки фаръӣ таъсис диҳад. Ташкилотҳои қарзӣ доир ба ҳар гуна тағйирот вобаста ба маҳалли ҷойгиршавӣ ё қатъи фаъолияти филиал, намояндагӣ ё бонки фаръии худ Бонки миллии Тоҷикистонро хабардор мекунанд;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$C) Ташкилоти қарзии ватанӣ бе гирифтани розигии пешакии Бонки миллии Тоҷикистон метавонад берун аз Ҷумҳурии Тоҷикистон филиал , намояндагӣ ё бонки фаръӣ таъсис диҳад;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$D) Ташкилоти қарзии ватанӣ бе гирифтани розигии пешакии Бонки миллии Тоҷикистон метавонад берун аз Ҷумҳурии Тоҷикистон филиал , намояндагӣ ё бонки фаръӣ таъсис диҳад. Ташкилотҳои қарзӣ доир ба ҳар гуна тағйирот вобаста ба маҳалли ҷойгиршавӣ ё қатъи фаъолияти филиал, намояндагӣ ё бонки фаръии худ Бонки миллии Тоҷикистонро хабардор мекунанд;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$E) Ташкилоти қарзии ватанӣ бо гирифтани розигии пешакии Бонки миллии Тоҷикистон наметавонад берун аз Ҷумҳурии Тоҷикистон филиал , намояндагӣ ё бонки фаръӣ таъсис диҳад;</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 xml:space="preserve">@37. </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Чи гуннасабти ташкилотҳои қарзӣ (кредитӣ) анҷом дода мешавад?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$A) Дар Феҳристи ташкилотҳои қарзӣ (кредитӣ) маълумоти зерин дарҷ мегардад: ном, маҳали ҷойгиршавӣ, рақами шаҳодатномаи бақайдгирии давлатии ташкилоти қарзӣ (кредитӣ) ва рақами шаҳодатномаи баҳисобгирии филиал, санаи додан ва бекор кардани онҳо, рақами иҷозатнома, санаи додан ва бозхонди он;</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$B) Дар Феҳристи ташкилотҳои тиҷорати маълумоти зерин дарҷ мегардад: ном, маҳали ҷойгиршавӣ, рақами шаҳодатномаи бақайдгирии давлатии ташкилоти қарзӣ (кредитӣ) ва рақами шаҳодатномаи баҳисобгирии филиал, санаи додан ва бекор кардани онҳо, рақами иҷозатнома, санаи додан ва бозхонди он;</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$C) Дар Феҳристи ташкилотҳои тиҷорати маълумоти зерин дарҷ мегардад: ном, маҳали ҷойгиршавӣ, рақами шаҳодатномаи бақайдгирии давлати ва рақами шаҳодатномаи баҳисобгирии филиал, санаи додан ва бекор кардани онҳо, рақами иҷозатнома, санаи додан ва бозхонди он;</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$D) Дар Феҳристи ташкилотҳои қарзӣ (кредитӣ) маълумоти зерин дарҷ мегардад: ном, маҳали ҷойгиршавӣ, рақами шаҳодатномаи бақайдгирии давлатии ташкилоти қарзӣ (кредитӣ) ва рақами шаҳодатномаи баҳисобгирии филиал;</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$E) Дар Феҳристи ташкилотҳои қарзӣ (кредитӣ) маълумоти зерин дарҷ мегардад: рақами шаҳодатномаи бақайдгирии давлатии ташкилоти қарзӣ (кредитӣ) ва рақами шаҳодатномаи баҳисобгирии филиал, санаи додан ва бекор кардани онҳо, рақами иҷозатнома, санаи додан ва бозхонди он;</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 xml:space="preserve">@38. </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Ҳаққи хизмат ва хироҷи иҷозатномадиҳӣ чан қадар мебошад?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$A) Бонки миллии Тоҷикистон барои баррасии дархости гирифтани иҷозатнома барои бонкҳо ба маблағи 50 нишондиҳанда барои ҳисобҳо ҳаққи хизмат ва барои додани иҷозатнома ба маблағи 100 нишондиҳанда барои ҳисобҳо ва барои ташкилотҳои қарзии(кредтии) ғайрибонкӣ ба маблағи 25 нишондиҳанда барои ҳисобҳо ҳаққи хизмат ва барои додани иҷозатнома ба маблағи 50 нишондиҳанда барои ҳисобҳо хироҷ меситонад;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$B) Бонки миллии Тоҷикистон барои баррасии дархости гирифтани иҷозатнома барои бонкҳо ба маблағи 60 нишондиҳанда барои ҳисобҳо ҳаққи хизмат ва барои додани иҷозатнома ба маблағи 100 нишондиҳанда барои ҳисобҳо ва барои ташкилотҳои қарзии(кредтии) ғайрибонкӣ ба маблағи 25 нишондиҳанда барои ҳисобҳо ҳаққи хизмат ва барои додани иҷозатнома ба маблағи 50 нишондиҳанда барои ҳисобҳо хироҷ меситонад;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$C) Бонки миллии Тоҷикистон барои баррасии дархости гирифтани иҷозатнома барои бонкҳо ба маблағи 50 нишондиҳанда барои ҳисобҳо ҳаққи хизмат ва барои додани иҷозатнома ба маблағи 100 нишондиҳанда барои ҳисобҳо ва барои ташкилотҳои қарзии(кредтии);</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$D) Бонки миллии Тоҷикистон барои баррасии дархости гирифтани иҷозатнома барои бонкҳо ба маблағи 40 нишондиҳанда барои ҳисобҳо ҳаққи хизмат ва барои додани иҷозатнома ба маблағи 100 нишондиҳанда барои ҳисобҳо ва барои ташкилотҳои қарзии(кредтии) ғайрибонкӣ ба маблағи 25 нишондиҳанда барои ҳисобҳо ҳаққи хизмат ва барои додани иҷозатнома ба маблағи 50 нишондиҳанда барои ҳисобҳо хироҷ меситонад;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$E) Бонки миллии Тоҷикистон барои баррасии дархости гирифтани иҷозатнома барои бонкҳо ба маблағи 50 нишондиҳанда барои ҳисобҳо ҳаққи хизмат ва барои додани иҷозатнома ба маблағи 100 нишондиҳанда барои ҳисобҳо ва барои ташкилотҳои қарзии(кредтии) ғайрибонкӣ ба маблағи 25 нишондиҳанда барои ҳисобҳо ҳаққи хизмат ва барои додани иҷозатнома ба маблағи 60 нишондиҳанда барои ҳисобҳо хироҷ меситонад;</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 xml:space="preserve">@39. </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Оё қатъи ихтиёрии амалиёти бонки мумкин мебошад?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$A) Ташкилоти қарзӣ (кредитӣ) наметавонад амалиёти худро бе гирифтани розигии пешакии Бонки миллии Тоҷикистон ихтиёран қатъ намояд.Ташкилоти қарзӣ (кредитӣ) пас аз гирифтани розигии Бонки миллии Тоҷикистон барои қатъи ихтиёрии амалиёт, бо пешниҳоди дархости хаттӣ ба Бонки миллии Тоҷикистон ҷиҳати бозхонди иҷозатнома, метавонад барҳам дода шавад;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$B) Ташкилоти қарзӣ (кредитӣ) метавонад амалиёти худро бе гирифтани розигии пешакии Бонки миллии Тоҷикистон ихтиёран қатъ намояд.Ташкилоти қарзӣ (кредитӣ) пас аз гирифтани розигии Бонки миллии Тоҷикистон барои қатъи ихтиёрии амалиёт, бо пешниҳоди дархости хаттӣ ба Бонки миллии Тоҷикистон ҷиҳати бозхонди иҷозатнома, метавонад барҳам дода шавад;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$C) Ташкилоти қарзӣ (кредитӣ) наметавонад амалиёти худро бе гирифтани розигии пешакии Бонки миллии Тоҷикистон ихтиёран қатъ намояд;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$D) Ташкилоти қарзӣ (кредитӣ) метавонад амалиёти худро бе гирифтани розигии пешакии Бонки миллии Тоҷикистон ихтиёран қатъ намояд;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$E) Ташкилоти қарзӣ (кредитӣ) наметавонад амалиёти худро бе гирифтани розигии пешакии Бонки миллии Тоҷикистон ихтиёран қатъ намояд.Ташкилоти тиҷорати пас аз гирифтани розигии Бонки миллии Тоҷикистон барои қатъи ихтиёрии амалиёт, бо пешниҳоди дархости хаттӣ ба Бонки миллии Тоҷикистон ҷиҳати бозхонди иҷозатнома, метавонад барҳам дода шавад;</w:t>
      </w:r>
    </w:p>
    <w:p w:rsidR="00B65CA5" w:rsidRPr="00784F69" w:rsidRDefault="00B65CA5" w:rsidP="00C84BB2">
      <w:pPr>
        <w:spacing w:after="0" w:line="240" w:lineRule="auto"/>
        <w:jc w:val="both"/>
        <w:rPr>
          <w:rFonts w:ascii="Palatino Linotype" w:hAnsi="Palatino Linotype"/>
          <w:b/>
          <w:color w:val="000000"/>
          <w:sz w:val="28"/>
          <w:szCs w:val="28"/>
        </w:rPr>
      </w:pPr>
      <w:r w:rsidRPr="00784F69">
        <w:rPr>
          <w:rFonts w:ascii="Palatino Linotype" w:hAnsi="Palatino Linotype"/>
          <w:b/>
          <w:color w:val="000000"/>
          <w:sz w:val="28"/>
          <w:szCs w:val="28"/>
        </w:rPr>
        <w:t xml:space="preserve">@40. </w:t>
      </w:r>
    </w:p>
    <w:p w:rsidR="00B65CA5" w:rsidRPr="00784F69" w:rsidRDefault="00B65CA5" w:rsidP="00C84BB2">
      <w:pPr>
        <w:spacing w:after="0" w:line="240" w:lineRule="auto"/>
        <w:jc w:val="both"/>
        <w:rPr>
          <w:rFonts w:ascii="Palatino Linotype" w:hAnsi="Palatino Linotype"/>
          <w:b/>
          <w:color w:val="000000"/>
          <w:sz w:val="28"/>
          <w:szCs w:val="28"/>
        </w:rPr>
      </w:pPr>
      <w:r w:rsidRPr="00784F69">
        <w:rPr>
          <w:rFonts w:ascii="Palatino Linotype" w:hAnsi="Palatino Linotype"/>
          <w:b/>
          <w:color w:val="000000"/>
          <w:sz w:val="28"/>
          <w:szCs w:val="28"/>
        </w:rPr>
        <w:t>Оё Бонки Миллии Тоҷикистон ҳуқуқи бозхонди иҷозатномаро дорад?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$A) дорад: дар қонуни ЧумҳурииТоҷикистон дар бораи Фаъолияти бонки пешбини карда шудааст;</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$B) надорад: дар қонуни ЧумҳурииТоҷикистон дар бораи Фаъолияти бонки пешбини карда нашудааст;</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$C) дорад: дар қонуни ЧумҳурииТоҷикистон дар бораи Бонки миллии пешбини карда шудааст;</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$D) дорад: дар қонуни ЧумҳурииТоҷикистон дар бораи Ташкилотҳои маблағгузори хурд пешбини карда шудааст;</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$E) дорад: дар қонуни ЧумҳурииТоҷикистон дар бораи Иҷозатномадиҳи пешбини карда шудааст;</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 xml:space="preserve">@41. </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Сармояи ташкилотҳои қарзӣ (кредитӣ) чи гунна аст?</w:t>
      </w:r>
      <w:r w:rsidRPr="00784F69">
        <w:rPr>
          <w:rFonts w:ascii="Palatino Linotype" w:hAnsi="Palatino Linotype"/>
          <w:color w:val="000000"/>
          <w:sz w:val="28"/>
          <w:szCs w:val="28"/>
          <w:lang w:val="tt-RU"/>
        </w:rPr>
        <w:t>;</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$A) Сармояи оинномавии ташкилотҳои қарзӣ (кредитӣ) бо пули миллӣ ташаккул меёбад;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$B) Сармояи оинномавии ташкилотҳои қарзӣ (кредитӣ) бо пули миллӣ ташаккул меёбад. Ҳадди ақали сармояи оинномавӣ барои ташкилоти қарзии (кредитии) навтаъсис аз ҷониби Раёсати Бонки миллии Тоҷикистон бо пули миллӣ муқаррар мегардад. Раёсати Бонки миллии Тоҷикистон барои ташкилотҳои қарзии (кредитии) амалкунанда ҳадди ақали сармояи танзимшавандаро муқаррар мекунад. Қарори Раёсати Бонки миллии Тоҷикистон дар бораи тағйир додани ҳадди ақалли сармояи оинномавӣ ва ҳадди ақали сармояи танзимшаванда на дар муддати 90 рӯзи аз интишори расмии он мавриди амал қарор дода мешавад;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$C) Сармояи оинномавии ташкилотҳои қарзӣ (кредитӣ) бо пули миллӣ ташаккул меёбад. Ҳадди ақали сармояи оинномавӣ барои ташкилоти қарзии (кредитии) навтаъсис аз ҷониби Раёсати Бонки миллии Тоҷикистон бо пули миллӣ муқаррар мегардад. Раёсати Бонки миллии Тоҷикистон барои ташкилотҳои қарзии (кредитии) амалкунанда ҳадди ақали сармояи танзимшавандаро муқаррар мекунад;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$D) Сармояи оинномавии ташкилотҳои қарзӣ (кредитӣ) бо пули миллӣ ташаккул меёбад. Ҳадди ақали сармояи оинномавӣ барои ташкилоти қарзии навтаъсис аз ҷониби Раёсати Бонки миллии Тоҷикистон бо пули миллӣ муқаррар мегардад. Раёсати Бонки миллии Тоҷикистон барои ташкилотҳои қарзии амалкунанда ҳадди ақали сармояи танзимшавандаро муқаррар мекунад. Қарори Раёсати Бонки миллии Тоҷикистон дар бораи тағйир додани ҳадди ақалли сармояи оинномавӣ ва ҳадди ақали сармояи танзимшаванда на дар муддати 90 рӯзи аз интишори расмии он мавриди амал қарор дода мешавад;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$E) Сармояи оинномавии ташкилотҳои қарзӣ (кредитӣ) бо пули миллӣ ташаккул меёбад. Қарори Раёсати Бонки миллии Тоҷикистон дар бораи тағйир додани ҳадди ақалли сармояи оинномавӣ ва ҳадди ақали сармояи танзимшаванда на дар муддати 90 рӯзи аз интишори расмии он мавриди амал қарор дода мешавад;</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 xml:space="preserve">@42. </w:t>
      </w:r>
    </w:p>
    <w:p w:rsidR="00B65CA5" w:rsidRPr="00784F69" w:rsidRDefault="00B65CA5" w:rsidP="00C84BB2">
      <w:pPr>
        <w:spacing w:after="0" w:line="240" w:lineRule="auto"/>
        <w:jc w:val="both"/>
        <w:rPr>
          <w:rFonts w:ascii="Palatino Linotype" w:hAnsi="Palatino Linotype" w:cs="Times New Roman Tj"/>
          <w:b/>
          <w:color w:val="000000"/>
          <w:sz w:val="28"/>
          <w:szCs w:val="28"/>
          <w:lang w:val="tt-RU"/>
        </w:rPr>
      </w:pPr>
      <w:r w:rsidRPr="00784F69">
        <w:rPr>
          <w:rFonts w:ascii="Palatino Linotype" w:hAnsi="Palatino Linotype"/>
          <w:b/>
          <w:color w:val="000000"/>
          <w:sz w:val="28"/>
          <w:szCs w:val="28"/>
          <w:lang w:val="tt-RU"/>
        </w:rPr>
        <w:t>Идоракунии ташкилоти қ</w:t>
      </w:r>
      <w:r w:rsidRPr="00784F69">
        <w:rPr>
          <w:rFonts w:ascii="Palatino Linotype" w:hAnsi="Palatino Linotype" w:cs="Times New Roman Tj"/>
          <w:b/>
          <w:color w:val="000000"/>
          <w:sz w:val="28"/>
          <w:szCs w:val="28"/>
          <w:lang w:val="tt-RU"/>
        </w:rPr>
        <w:t>арзи (кредитӣ) аз ҷониби мақомоти зерин амали мегардад?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$A) мақоми олии ташкилоти қарзӣ (кредитӣ) - маҷлиси умумии саҳмиядорон (иштирокчиён); мақоми идора - Шӯрои нозирон, ки аз ҷониби маҷлиси умумии саҳмиядорон (иштирокчиён) таъсис дода мешавад;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$B) мақоми олии ташкилоти қарзӣ (кредитӣ) - маҷлиси умумии саҳмиядорон (иштирокчиён); мақоми идора - Шӯрои нозирон, ки аз ҷониби маҷлиси умумии саҳмиядорон (иштирокчиён) таъсис дода мешавад; мақоми иҷроия, ки аз ҷониби Шӯрои нозирон таъсис дода мешавад;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$C) мақоми олии ташкилоти қарзӣ (кредитӣ) - маҷлиси умумии кормандон (иштирокчиён); мақоми идора - Шӯрои нозирон, ки аз ҷониби маҷлиси умумии саҳмиядорон (иштирокчиён) таъсис дода мешавад; мақоми иҷроия, ки аз ҷониби Шӯрои нозирон таъсис дода мешавад;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$D) мақоми олии ташкилоти қарзӣ (кредитӣ) - маҷлиси умумии саҳмиядорон (иштирокчиён); мақоми идора – Шӯрои занон, ки аз ҷониби маҷлиси умумии саҳмиядорон (иштирокчиён) таъсис дода мешавад; мақоми иҷроия, ки аз ҷониби Шӯрои нозирон таъсис дода мешавад;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$E) мақоми олии ташкилоти қарзӣ (кредитӣ) - маҷлиси умумии саҳмиядорон (иштирокчиён); мақоми иҷроия, ки аз ҷониби Шӯрои нозирон таъсис дода мешавад;</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 xml:space="preserve">@43. </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Роҳбарияти мақомоти иҷроияи ташкилоти қарзӣро(кредитӣ) -ро чи гунна таин менамояд?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$A) Роҳбарии бевоситаи фаъолияти ҷории ташкилоти қарзӣ (кредитӣ) аз ҷониби мақоми иҷроияи он - Раёсат (мақоми машваратии иҷроия) ё Раиси ташкилоти қарзӣ (кредитӣ) (мақоми инфиродии иҷроия) ва ё Раёсату Раиси ташкилоти қарзӣ (кредитӣ) амалӣ мегардад. Яке аз намудҳои мазкури мақоми иҷроия аз ҷониби Шӯрои нозирон интихоб гардида, таъсис дода мешавад. Агар Раёсат ва Раис дар як вақ</w:t>
      </w:r>
      <w:r w:rsidRPr="00784F69">
        <w:rPr>
          <w:rFonts w:ascii="Palatino Linotype" w:hAnsi="Palatino Linotype" w:cs="Times New Roman Tj"/>
          <w:color w:val="000000"/>
          <w:sz w:val="28"/>
          <w:szCs w:val="28"/>
          <w:lang w:val="tt-RU"/>
        </w:rPr>
        <w:t xml:space="preserve">т </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 xml:space="preserve">амчун мақоми </w:t>
      </w:r>
      <w:r w:rsidRPr="00784F69">
        <w:rPr>
          <w:rFonts w:ascii="Palatino Linotype" w:hAnsi="Palatino Linotype"/>
          <w:color w:val="000000"/>
          <w:sz w:val="28"/>
          <w:szCs w:val="28"/>
          <w:lang w:val="tt-RU"/>
        </w:rPr>
        <w:t>иҷроия таъсис дода шаванд, пас Раис вазифаи раиси Раёсатро иҷро менамояд;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$B) . Роҳбарии бевоситаи фаъолияти ҷории ташкилоти қарзӣ (кредитӣ) аз ҷониби мақоми иҷроияи он - Раёсат (мақоми машваратии иҷроия) ё Раиси ташкилоти қарзӣ (кредитӣ) (мақоми инфиродии иҷроия) ва ё Раёсату Раиси ташкилоти қарзӣ (кредитӣ) амалӣ мегардад. Яке аз намудҳои мазкури мақоми иҷроия аз ҷониби Шӯрои нозирон интихоб гардида, таъсис дода мешавад. Агар Раёсат ва Раис дар як вақ</w:t>
      </w:r>
      <w:r w:rsidRPr="00784F69">
        <w:rPr>
          <w:rFonts w:ascii="Palatino Linotype" w:hAnsi="Palatino Linotype" w:cs="Times New Roman Tj"/>
          <w:color w:val="000000"/>
          <w:sz w:val="28"/>
          <w:szCs w:val="28"/>
          <w:lang w:val="tt-RU"/>
        </w:rPr>
        <w:t xml:space="preserve">т </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амчун мақоми иҷроия таъсис дода шаванд, пас Раис вазиф</w:t>
      </w:r>
      <w:r w:rsidRPr="00784F69">
        <w:rPr>
          <w:rFonts w:ascii="Palatino Linotype" w:hAnsi="Palatino Linotype"/>
          <w:color w:val="000000"/>
          <w:sz w:val="28"/>
          <w:szCs w:val="28"/>
          <w:lang w:val="tt-RU"/>
        </w:rPr>
        <w:t>аи раиси Раёсатро иҷро менамояд.Муовинони раис, сармуҳосиб, роҳбарон ва сармуҳосибони филиалҳои ташкилотҳои қарзӣ (кредитӣ) аз ҷониби Раиси ташкилоти қарзӣ (кредитӣ) дар мувофиқа бо Шӯрои нозирони ташкилоти қарзӣ (кредитӣ) ба вазифа таъин карда мешаванд;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$C) Роҳбарии бевоситаи фаъолияти ҷории ташкилоти қарзӣ (кредитӣ) аз ҷониби мақоми иҷроияи он - Раёсат (мақоми машваратии иҷроия) ё Раиси ташкилоти қарзӣ (кредитӣ) (мақоми инфиродии иҷроия) ва ё Раёсату Раиси ташкилоти қарзӣ (кредитӣ) амалӣ мегардад. Яке аз намудҳои мазкури мақоми иҷроия аз ҷониби Шӯрои нозирон интихоб гардида, таъсис дода мешавад;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$D) Раёсат (мақоми машваратии иҷроия) ё Раиси ташкилоти қарзӣ (кредитӣ) (мақоми инфиродии иҷроия) ва ё Раёсату Раиси ташкилоти қарзӣ (кредитӣ) амалӣ мегардад. Яке аз намудҳои мазкури мақоми иҷроия аз ҷониби Шӯрои нозирон интихоб гардида, таъсис дода мешавад. Агар Раёсат ва Раис дар як вақ</w:t>
      </w:r>
      <w:r w:rsidRPr="00784F69">
        <w:rPr>
          <w:rFonts w:ascii="Palatino Linotype" w:hAnsi="Palatino Linotype" w:cs="Times New Roman Tj"/>
          <w:color w:val="000000"/>
          <w:sz w:val="28"/>
          <w:szCs w:val="28"/>
          <w:lang w:val="tt-RU"/>
        </w:rPr>
        <w:t xml:space="preserve">т </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амчун мақоми иҷроия таъсис дода шаванд, пас Раис вазифаи раиси Раёсатро иҷро</w:t>
      </w:r>
      <w:r w:rsidRPr="00784F69">
        <w:rPr>
          <w:rFonts w:ascii="Palatino Linotype" w:hAnsi="Palatino Linotype"/>
          <w:color w:val="000000"/>
          <w:sz w:val="28"/>
          <w:szCs w:val="28"/>
          <w:lang w:val="tt-RU"/>
        </w:rPr>
        <w:t xml:space="preserve"> менамояд.Муовинони раис, сармуҳосиб, роҳбарон ва сармуҳосибони филиалҳои ташкилотҳои қарзӣ (кредитӣ) аз ҷониби Раиси ташкилоти қарзӣ (кредитӣ) дар мувофиқа бо Шӯрои нозирони ташкилоти қарзӣ (кредитӣ) ба вазифа таъин карда мешаванд;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$E) Роҳбарии бевоситаи фаъолияти ҷории ташкилоти қарзӣ аз ҷониби мақоми иҷроияи он - Раёсат ё Раиси ташкилоти қарзӣ ва ё Раёсату Раиси ташкилоти қарзӣ амалӣ мегардад. Яке аз намудҳои мазкури мақоми иҷроия аз ҷониби Шӯрои нозирон интихоб гардида, таъсис дода мешавад. Агар Раёсат ва Раис дар як вақ</w:t>
      </w:r>
      <w:r w:rsidRPr="00784F69">
        <w:rPr>
          <w:rFonts w:ascii="Palatino Linotype" w:hAnsi="Palatino Linotype" w:cs="Times New Roman Tj"/>
          <w:color w:val="000000"/>
          <w:sz w:val="28"/>
          <w:szCs w:val="28"/>
          <w:lang w:val="tt-RU"/>
        </w:rPr>
        <w:t xml:space="preserve">т </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амчун мақоми иҷроия таъсис до</w:t>
      </w:r>
      <w:r w:rsidRPr="00784F69">
        <w:rPr>
          <w:rFonts w:ascii="Palatino Linotype" w:hAnsi="Palatino Linotype"/>
          <w:color w:val="000000"/>
          <w:sz w:val="28"/>
          <w:szCs w:val="28"/>
          <w:lang w:val="tt-RU"/>
        </w:rPr>
        <w:t>да шаванд, пас Раис вазифаи раиси Раёсатро иҷро менамояд.Муовинони раис, сармуҳосиб, роҳбарон ва сармуҳосибони филиалҳои ташкилотҳои қарзӣ аз ҷониби Раиси ташкилоти қарзӣ дар мувофиқа бо Шӯрои нозирони ташкилоти қарзӣ ба вазифа таъин карда мешаванд;</w:t>
      </w:r>
    </w:p>
    <w:p w:rsidR="00B65CA5" w:rsidRPr="00784F69" w:rsidRDefault="00B65CA5" w:rsidP="00C84BB2">
      <w:pPr>
        <w:spacing w:after="0" w:line="240" w:lineRule="auto"/>
        <w:jc w:val="both"/>
        <w:rPr>
          <w:rFonts w:ascii="Palatino Linotype" w:hAnsi="Palatino Linotype"/>
          <w:b/>
          <w:color w:val="000000"/>
          <w:sz w:val="28"/>
          <w:szCs w:val="28"/>
        </w:rPr>
      </w:pPr>
      <w:r w:rsidRPr="00784F69">
        <w:rPr>
          <w:rFonts w:ascii="Palatino Linotype" w:hAnsi="Palatino Linotype"/>
          <w:b/>
          <w:color w:val="000000"/>
          <w:sz w:val="28"/>
          <w:szCs w:val="28"/>
        </w:rPr>
        <w:t xml:space="preserve">@44. </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Ифшо кардани манфиатҳои шахсӣ</w:t>
      </w:r>
      <w:r w:rsidRPr="00784F69">
        <w:rPr>
          <w:rFonts w:ascii="Palatino Linotype" w:hAnsi="Palatino Linotype"/>
          <w:b/>
          <w:color w:val="000000"/>
          <w:sz w:val="28"/>
          <w:szCs w:val="28"/>
        </w:rPr>
        <w:t>-ин?</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$A) Корманди роҳбарикунандаи ташкилоти қарзӣ (кредитӣ) ҳангоми ба вазифа интихоб ё таъин шудан ва минбаъд ҳар сол бояд бо таври хаттӣ;</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$B) Корманди роҳбарикунандаи ташкилоти қарзӣ (кредитӣ) ҳангоми ба вазифа интихоб ё таъин шудан ва минбаъд ҳар сол бояд бо таври хаттӣ ба Шӯрои нозирон оид ба ҳар гуна манфиатҳои шахсии молиявии бевосита ё бавоситаи худ ва аҳли оилааш, маълумот диҳад;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$C) Шӯрои нозирон оид ба ҳар гуна манфиатҳои шахсии молиявии бевосита ё бавоситаи худ ва аҳли оилааш, маълумот диҳад;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$D) Корманди роҳбарикунандаи ташкилоти қарзӣҳангоми ба вазифа интихоб ё таъин шудан ва минбаъд ҳар сол бояд бо таври хаттӣ ба Шӯрои нозирон оид ба ҳар гуна манфиатҳои шахсии молиявии бевосита ё бавоситаи худ ва аҳли оилааш, маълумот диҳад;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$E) Корманди роҳбарикунандаи ташкилоти тиҷорати ҳангоми ба вазифа интихоб ё таъин шудан ва минбаъд ҳар сол бояд бо таври хаттӣ ба Шӯрои нозирон оид ба ҳар гуна манфиатҳои шахсии молиявии бевосита ё бавоситаи худ ва аҳли оилааш, маълумот диҳад;</w:t>
      </w:r>
    </w:p>
    <w:p w:rsidR="00B65CA5" w:rsidRPr="00784F69" w:rsidRDefault="00B65CA5" w:rsidP="00C84BB2">
      <w:pPr>
        <w:spacing w:after="0" w:line="240" w:lineRule="auto"/>
        <w:jc w:val="both"/>
        <w:rPr>
          <w:rFonts w:ascii="Palatino Linotype" w:hAnsi="Palatino Linotype"/>
          <w:b/>
          <w:color w:val="000000"/>
          <w:sz w:val="28"/>
          <w:szCs w:val="28"/>
        </w:rPr>
      </w:pPr>
      <w:r w:rsidRPr="00784F69">
        <w:rPr>
          <w:rFonts w:ascii="Palatino Linotype" w:hAnsi="Palatino Linotype"/>
          <w:b/>
          <w:color w:val="000000"/>
          <w:sz w:val="28"/>
          <w:szCs w:val="28"/>
        </w:rPr>
        <w:t xml:space="preserve">@45. </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Дархост дар бораи хариди ҳиссаи иштироки афзалиятнок инҳоро дар бар мегирад?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$A) 1.ному насаб, шаҳрвандӣ, ҷои доимии истиқомат, фаъолияти корӣ;2.маълумотнома барои ҳар як молики ҳиссаи иштироки афзалиятнок,; 3.дар ҳолате ки агар шахси талабгори моликии ҳиссаи иштироки афзалиятнок 4. номгӯ ва маҳали ҷойгиршавии ҳар намуди фаъолият;5. шартҳои харидани ҳиссаи иштироки афзалиятнок; 6. манбаи қонунии маблағҳои пулие, ки барои харидорӣ истифода мешаванд; 7.ҳар гуна нақша ё пешниҳод оид ба тағйироти куллӣ дар фаъолият, сохтори корпоративӣ ё идоракунии ташкилоти қарзӣ;</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$B) 1.ному насаб, шаҳрвандӣ, ҷои доимии истиқомат, фаъолияти корӣ;2.маълумотнома барои ҳар як молики ҳиссаи иштироки афзалиятнок,; 3.дар ҳолате ки агар шахси талабгори моликии ҳиссаи иштироки афзалиятнок 4. номгӯ ва маҳали ҷойгиршавии ҳар намуди фаъолият;5. шартҳои харидани ҳиссаи иштироки афзалиятнок; 6. манбаи қонунии маблағҳои пулие, ки барои харидорӣ истифода мешаванд; 7.ҳар гуна нақша ё пешниҳод оид ба тағйироти куллӣ дар фаъолият, сохтори корпоративӣ ё идоракунии ташкилоти қарзӣ (кредитӣ);</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$C) 1.ному насаб, шаҳрвандӣ, ҷои доимии истиқомат, фаъолияти корӣ;2.маълумотнома барои ҳар як молики ҳиссаи иштироки афзалиятнок,; 3.дар ҳолате ки агар шахси талабгори моликии ҳиссаи иштироки афзалиятнок 4. номгӯ ва маҳали ҷойгиршавии ҳар намуди фаъолият;5. шартҳои харидани ҳиссаи иштироки афзалиятнок; 6. манбаи қонунии маблағҳои пулие, ки барои харидорӣ истифода мешаванд;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$D) 1.ному насаб, шаҳрвандӣ, ҷои доимии истиқомат, фаъолияти корӣ;2.маълумотнома барои ҳар як молики ҳиссаи иштироки афзалиятнок,; 3.дар ҳолате ки агар шахси талабгори моликии ҳиссаи иштироки афзалиятнок 4. номгӯ ва маҳали ҷойгиршавии ҳар намуди фаъолият;5. шартҳои харидани ҳиссаи иштироки афзалиятнок;</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$E) 1.ному насаб, шаҳрвандӣ, ҷои доимии истиқомат, фаъолияти корӣ;2.маълумотнома барои ҳар як молики ҳиссаи иштироки афзалиятнок,; 3.дар ҳолате ки агар шахси талабгори моликии ҳиссаи иштироки афзалиятнок;</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color w:val="000000"/>
          <w:sz w:val="28"/>
          <w:szCs w:val="28"/>
          <w:lang w:val="tt-RU"/>
        </w:rPr>
        <w:t>@</w:t>
      </w:r>
      <w:r w:rsidRPr="00784F69">
        <w:rPr>
          <w:rFonts w:ascii="Palatino Linotype" w:hAnsi="Palatino Linotype"/>
          <w:b/>
          <w:color w:val="000000"/>
          <w:sz w:val="28"/>
          <w:szCs w:val="28"/>
          <w:lang w:val="tt-RU"/>
        </w:rPr>
        <w:t>46</w:t>
      </w:r>
      <w:r w:rsidRPr="00784F69">
        <w:rPr>
          <w:rFonts w:ascii="Palatino Linotype" w:hAnsi="Palatino Linotype"/>
          <w:color w:val="000000"/>
          <w:sz w:val="28"/>
          <w:szCs w:val="28"/>
          <w:lang w:val="tt-RU"/>
        </w:rPr>
        <w:t xml:space="preserve">. </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Азнавташкилдиҳии ташкилотҳои қарзӣ (кредитӣ) чи гунна амали мешавад?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 xml:space="preserve">$A) </w:t>
      </w:r>
      <w:r w:rsidRPr="00784F69">
        <w:rPr>
          <w:rFonts w:ascii="Palatino Linotype" w:hAnsi="Palatino Linotype"/>
          <w:color w:val="000000"/>
          <w:sz w:val="28"/>
          <w:szCs w:val="28"/>
          <w:lang w:val="tg-Cyrl-TJ"/>
        </w:rPr>
        <w:t xml:space="preserve">Азнавташкилдиҳии </w:t>
      </w:r>
      <w:r w:rsidRPr="00784F69">
        <w:rPr>
          <w:rFonts w:ascii="Palatino Linotype" w:hAnsi="Palatino Linotype"/>
          <w:color w:val="000000"/>
          <w:sz w:val="28"/>
          <w:szCs w:val="28"/>
          <w:lang w:val="tt-RU"/>
        </w:rPr>
        <w:t>ташкилоти қарзӣ (кредитӣ) танҳо бо розигии пешакии Бонки миллии Тоҷикистон сурат мегирад.Ташкилоти қарзӣ (кредитӣ) қабл аз азнавташкилдиҳӣ дар мӯҳлати на камтар аз 30 рӯз пеш дар ин бора ба Бонки миллии Тоҷикистон дархости пешакӣ фиристода, маълумоти заруриро ирсол мекунад;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 xml:space="preserve">$B) </w:t>
      </w:r>
      <w:r w:rsidRPr="00784F69">
        <w:rPr>
          <w:rFonts w:ascii="Palatino Linotype" w:hAnsi="Palatino Linotype"/>
          <w:color w:val="000000"/>
          <w:sz w:val="28"/>
          <w:szCs w:val="28"/>
          <w:lang w:val="tg-Cyrl-TJ"/>
        </w:rPr>
        <w:t xml:space="preserve">Азнавташкилдиҳии (муттаҳидшавӣ, ҳамроҳшавӣ, тақсимшавӣ, ҷудошавӣ, табдилдиҳӣ) </w:t>
      </w:r>
      <w:r w:rsidRPr="00784F69">
        <w:rPr>
          <w:rFonts w:ascii="Palatino Linotype" w:hAnsi="Palatino Linotype"/>
          <w:color w:val="000000"/>
          <w:sz w:val="28"/>
          <w:szCs w:val="28"/>
          <w:lang w:val="tt-RU"/>
        </w:rPr>
        <w:t>ташкилоти қарзӣ (кредитӣ) танҳо бо розигии пешакии Бонки миллии Тоҷикистон сурат мегирад;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 xml:space="preserve">$C) </w:t>
      </w:r>
      <w:r w:rsidRPr="00784F69">
        <w:rPr>
          <w:rFonts w:ascii="Palatino Linotype" w:hAnsi="Palatino Linotype"/>
          <w:color w:val="000000"/>
          <w:sz w:val="28"/>
          <w:szCs w:val="28"/>
          <w:lang w:val="tg-Cyrl-TJ"/>
        </w:rPr>
        <w:t xml:space="preserve">Азнавташкилдиҳии (муттаҳидшавӣ, ҳамроҳшавӣ, тақсимшавӣ, ҷудошавӣ, табдилдиҳӣ) </w:t>
      </w:r>
      <w:r w:rsidRPr="00784F69">
        <w:rPr>
          <w:rFonts w:ascii="Palatino Linotype" w:hAnsi="Palatino Linotype"/>
          <w:color w:val="000000"/>
          <w:sz w:val="28"/>
          <w:szCs w:val="28"/>
          <w:lang w:val="tt-RU"/>
        </w:rPr>
        <w:t>ташкилоти қарзӣ (кредитӣ) танҳо бо розигии пешакии Бонки миллии Тоҷикистон сурат мегирад.Ташкилоти қарзӣ (кредитӣ) қабл аз азнавташкилдиҳӣ дар мӯҳлати на камтар аз 30 рӯз пеш дар ин бора ба Бонки миллии Тоҷикистон дархости пешакӣ фиристода, маълумоти заруриро ирсол мекунад;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 xml:space="preserve">$D) </w:t>
      </w:r>
      <w:r w:rsidRPr="00784F69">
        <w:rPr>
          <w:rFonts w:ascii="Palatino Linotype" w:hAnsi="Palatino Linotype"/>
          <w:color w:val="000000"/>
          <w:sz w:val="28"/>
          <w:szCs w:val="28"/>
          <w:lang w:val="tg-Cyrl-TJ"/>
        </w:rPr>
        <w:t xml:space="preserve">Азнавташкилдиҳии (муттаҳидшавӣ, ҳамроҳшавӣ, тақсимшавӣ, ҷудошавӣ, табдилдиҳӣ) </w:t>
      </w:r>
      <w:r w:rsidRPr="00784F69">
        <w:rPr>
          <w:rFonts w:ascii="Palatino Linotype" w:hAnsi="Palatino Linotype"/>
          <w:color w:val="000000"/>
          <w:sz w:val="28"/>
          <w:szCs w:val="28"/>
          <w:lang w:val="tt-RU"/>
        </w:rPr>
        <w:t>ташкилоти қарзӣ (кредитӣ) танҳо бо розигии пешакии Бонки миллии Тоҷикистон сурат мегирад.Ташкилоти қарзӣ (кредитӣ) қабл аз азнавташкилдиҳӣ дар мӯҳлати на камтар аз 40 рӯз пеш дар ин бора ба Бонки миллии Тоҷикистон дархости пешакӣ фиристода, маълумоти заруриро ирсол мекунад;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 xml:space="preserve">$E) </w:t>
      </w:r>
      <w:r w:rsidRPr="00784F69">
        <w:rPr>
          <w:rFonts w:ascii="Palatino Linotype" w:hAnsi="Palatino Linotype"/>
          <w:color w:val="000000"/>
          <w:sz w:val="28"/>
          <w:szCs w:val="28"/>
          <w:lang w:val="tg-Cyrl-TJ"/>
        </w:rPr>
        <w:t xml:space="preserve">Азнавташкилдиҳии (муттаҳидшавӣ, ҳамроҳшавӣ, тақсимшавӣ, ҷудошавӣ, табдилдиҳӣ) </w:t>
      </w:r>
      <w:r w:rsidRPr="00784F69">
        <w:rPr>
          <w:rFonts w:ascii="Palatino Linotype" w:hAnsi="Palatino Linotype"/>
          <w:color w:val="000000"/>
          <w:sz w:val="28"/>
          <w:szCs w:val="28"/>
          <w:lang w:val="tt-RU"/>
        </w:rPr>
        <w:t>ташкилоти қарзӣ (кредитӣ) танҳо бо розигии пешакии Бонки миллии Тоҷикистон сурат мегирад.Ташкилоти қарзӣ (кредитӣ) қабл аз азнавташкилдиҳӣ дар мӯҳлати на камтар аз 20 рӯз пеш дар ин бора ба Бонки миллии Тоҷикистон дархости пешакӣ фиристода, маълумоти заруриро ирсол мекунад;</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 xml:space="preserve">@47. </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Ташкилотҳои қарзӣ (кредитӣ) бояд?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$A) - ҳангоми пастшавии арзиши дороиҳо, пардохти ӯҳдадориҳои қарзӣ ва зиён ба андозаи кифоя захира ва фонди талафоти имконпазирро аз рӯи дороиҳо мутобиқи санадҳои меъёрии ҳуқуқии Бонки миллии Тоҷикистон ташкил кунанд; - ҳисобдории мувофиқ ва дигар баҳисобгириро ба роҳ монанд; - назорати мукаммал ва самаранокро аз рӯи хавфҳо амалӣ намоянд; - дороиҳои худро вобаста аз хавфи зиён мураттаб созанд;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$B) кифоятии сармоя ва пардохтпазириро нигоҳ доранд;- ҳангоми пастшавии арзиши дороиҳо, пардохти ӯҳдадориҳои қарзӣ ва зиён ба андозаи кифоя захира ва фонди талафоти имконпазирро аз рӯи дороиҳо мутобиқи санадҳои меъёрии ҳуқуқии Бонки миллии Тоҷикистон ташкил кунанд; - ҳисобдории мувофиқ ва дигар баҳисобгириро ба роҳ монанд;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$C) - кифоятии сармоя ва пардохтпазириро нигоҳ доранд;- ҳангоми пастшавии арзиши дороиҳо, пардохти ӯҳдадориҳои қарзӣ ва зиён ба андозаи кифоя захира ва фонди талафоти имконпазирро аз рӯи дороиҳо мутобиқи санадҳои меъёрии ҳуқуқии Бонки миллии Тоҷикистон ташкил кунанд; - ҳисобдории мувофиқ ва дигар баҳисобгириро ба роҳ монанд; - назорати мукаммал ва самаранокро аз рӯи хавфҳо амалӣ намоянд; - дороиҳои худро вобаста аз хавфи зиён мураттаб созанд;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$D) кифоятии сармоя ва пардохтпазириро нигоҳ доранд;- ҳисобдории мувофиқ ва дигар баҳисобгириро ба роҳ монанд; - назорати мукаммал ва самаранокро аз рӯи хавфҳо амалӣ намоянд; - дороиҳои худро вобаста аз хавфи зиён мураттаб созанд;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$E) кифоятии сармоя ва пардохтпазириро нигоҳ доранд;- ҳангоми пастшавии арзиши дороиҳо, пардохти ӯҳдадориҳои қарзӣ ва зиён ба андозаи кифоя захира ва фонди талафоти имконпазирро аз рӯи дороиҳо мутобиқи санадҳои меъёрии ҳуқуқии Бонки миллии Тоҷикистон ташкил кунанд; - назорати мукаммал ва самаранокро аз рӯи хавфҳо амалӣ намоянд; - дороиҳои худро вобаста аз хавфи зиён мураттаб созанд;</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 xml:space="preserve">@48. </w:t>
      </w:r>
    </w:p>
    <w:p w:rsidR="00B65CA5" w:rsidRPr="00784F69" w:rsidRDefault="00B65CA5" w:rsidP="00C84BB2">
      <w:pPr>
        <w:spacing w:after="0" w:line="240" w:lineRule="auto"/>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 xml:space="preserve">Аз ҷониби Бонки миллии Тоҷикистон </w:t>
      </w:r>
      <w:r w:rsidRPr="00784F69">
        <w:rPr>
          <w:rFonts w:ascii="Palatino Linotype" w:hAnsi="Palatino Linotype"/>
          <w:b/>
          <w:color w:val="000000"/>
          <w:sz w:val="28"/>
          <w:szCs w:val="28"/>
          <w:lang w:val="tt-RU"/>
        </w:rPr>
        <w:t>барои ташкилотҳои қарзӣ (кредитӣ) меъёрҳои мақбули (пруденсиалии) зеринмуқаррар карда мешаванд?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$A) 1, ҳадди ақали сармояи оинномавӣ барои бонкҳо ва ташкилотҳои қарзии (кредитии) ;2, ҳадди ақали сармояи танзимшаванда барои бонкҳо ва ташкилотҳои қарзии (кредитии) ғайрибонкии амалкунанда;</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$B) 1, ҳадди ақали сармояи оинномавӣ барои бонкҳо ва ташкилотҳои қарзии ғайрибонкии навтаъсис;2, ҳадди ақали сармояи танзимшаванда барои бонкҳо ва ташкилотҳои қарзии ғайрибонкии амалкунанда;</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$C) 1, ҳадди ақали сармояи оинномавӣ барои бонкҳо ва ташкилотҳои қарзии (кредитии) ғайрибонкии навтаъсис;2, ҳадди ақали сармояи танзимшаванда барои бонкҳо ва ташкилотҳои қарзии (кредитии) ғайрибонкии амалкунанда;3, андозаи ниҳоииқисми ғайрипулии сармояи оинномавӣ;4, андозаи ниҳоии хавф барои як қарзгир ё гурӯҳи қарзгирони ба ҳам алоқаманд;5, меъёри кифоятии сармоя;6, меъёри пардохтпазирии ҷорӣ;7, меъёри хавфҳои асъорӣ, фоизӣ ва ғайра; 8, меъёри истифодаи маблағҳои худии бонкҳо ва ташкилотҳои қарзии (кредитии) ғайрибонкӣ барои харидани cаҳмияҳои (ҳиссаҳои) шахсони ҳуқуқӣ; 9, андозаи ниҳоии қарзҳо (кредитҳо) , кафолатҳо ва замонатҳое, ки бонкҳо ва ташкилотҳои қарзии (кредитии) ғайрибонкӣ ба саҳмиядорони (иштирокчиёни) худ додаанд;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$D) 1, ҳадди ақали сармояи оинномавӣ барои бонкҳо ва ташкилотҳои қарзии ғайрибонкии навтаъсис;2, ҳадди ақали сармояи танзимшаванда барои бонкҳо ва ташкилотҳои қарзии ғайрибонкии амалкунанда;3, андозаи ниҳоииқисми ғайрипулии сармояи оинномавӣ;4, андозаи ниҳоии хавф барои як қарзгир ё гурӯҳи қарзгирони ба ҳам алоқаманд;5, меъёри кифоятии сармоя;6, меъёри пардохтпазирии ҷорӣ;7, меъёри хавфҳои асъорӣ, фоизӣ ва ғайра; 8, меъёри истифодаи маблағҳои худии бонкҳо ва ташкилотҳои қарзии ғайрибонкӣ барои харидани cаҳмияҳои шахсони ҳуқуқӣ; 9, андозаи ниҳоии қарзҳо, кафолатҳо ва замонатҳое, ки бонкҳо ва ташкилотҳои қарзииғайрибонкӣ ба саҳмиядорони худ додаанд;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$E) 1, ҳадди ақали сармояи оинномавӣ барои бонкҳо ва ташкилотҳои қарзии (кредитии) ғайрибонкии навтаъсис;2, ҳадди ақали сармояи танзимшаванда барои бонкҳо ва ташкилотҳои қарзии (кредитии) ғайрибонкии амалкунанда;3, андозаи ниҳоииқисми ғайрипулии сармояи оинномавӣ;4, андозаи ниҳоии хавф барои як қарзгир ё гурӯҳи қарзгирони ба ҳам алоқаманд;5, меъёри кифоятии сармоя;6, меъёри пардохтпазирии ҷорӣ;</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 xml:space="preserve">@49. </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Ташкилоти қарзӣ (кредитӣ) ба шахсони ҳуқуқӣ ва воқеӣ дар ҳолатҳои зерин қарз намедиҳад, агар?</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$A) а) маблағи умумии бақияи қарзҳои (кредитҳои) асосии ташкилоти қарзӣ (кредитӣ) ба ин шахс аз панҷфоизи сармояи танзимшавандаи ташкилоти қарзӣ (кредитӣ) зиёд шавад, ба истиснои ҳолате ки ташкилоти қарзӣ (кредитӣ) розигии пешакии хаттии Бонки миллии Тоҷикистонро гирифтабошад; Б) маблағи умумии бақияи қарзҳои (кредитҳои) асосии калони ташкилоти қарзӣ (кредитӣ) ба ин шахс аз бист фоизи сармояи танзимшавандаи ташкилоти қарзӣ (кредитӣ) зиёд бошад;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$B) а) маблағи умумии бақияи қарзҳои (кредитҳои) асосии ташкилоти қарзӣ (кредитӣ) ба ин шахс аз панҷфоизи сармояи танзимшавандаи ташкилоти қарзӣ (кредитӣ) зиёд шавад, Б) маблағи умумии бақияи қарзҳои (кредитҳои) асосии калони ташкилоти қарзӣ (кредитӣ) ба ин шахс аз си фоизи сармояи танзимшавандаи ташкилоти қарзӣ (кредитӣ) зиёд бошад; В) маблағи умумии бақияи қарзҳои (кредитҳои) асосии калони ташкилоти қарзӣ (кредитӣ) аз андозаи секаратаи маблағи сармояи танзимшавандаи ташкилоти қарзӣ (кредитӣ) зиёд бошад;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$C) а) маблағи умумии бақияи қарзҳои (кредитҳои) асосии ташкилоти қарзӣ (кредитӣ) ба ин шахс аз панҷфоизи сармояи танзимшавандаи ташкилоти қарзӣ (кредитӣ) зиёд шавад, ба истиснои ҳолате ки ташкилоти қарзӣ (кредитӣ) розигии пешакии хаттии Бонки миллии Тоҷикистонро гирифтабошад; Б) маблағи умумии бақияи қарзҳои (кредитҳои) асосии калони ташкилоти қарзӣ (кредитӣ) ба ин шахс аз бист фоизи сармояи танзимшавандаи ташкилоти қарзӣ (кредитӣ) зиёд бошад; В) маблағи умумии бақияи қарзҳои (кредитҳои) асосии калони ташкилоти қарзӣ (кредитӣ) аз андозаи секаратаи маблағи сармояи танзимшавандаи ташкилоти қарзӣ (кредитӣ) зиёд бошад;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$D) а) маблағи умумии бақияи қарзҳои асосии ташкилоти қарзӣ ба ин шахс аз панҷфоизи сармояи танзимшавандаи ташкилоти қарзӣ зиёд шавад, ба истиснои ҳолате ки ташкилоти қарзӣрозигии пешакии хаттии Бонки миллии Тоҷикистонро гирифтабошад; Б) маблағи умумии бақияи қарзҳои асосии калони ташкилоти қарзӣ ба ин шахс аз бист фоизи сармояи танзимшавандаи ташкилоти қарзӣ зиёд бошад; В) маблағи умумии бақияи қарзҳои асосии калони ташкилоти қарзӣ аз андозаи секаратаи маблағи сармояи танзимшавандаи ташкилоти қарзӣ зиёд бошад;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$E) а) маблағи умумии бақияи қарзҳои (кредитҳои) асосии ташкилоти қарзӣ (кредитӣ) ба ин шахс аз панҷфоизи сармояи танзимшавандаи ташкилоти қарзӣ (кредитӣ) зиёд шавад, ба истиснои ҳолате ки ташкилоти қарзӣ (кредитӣ) розигии пешакии хаттии Бонки миллии Тоҷикистонро гирифтабошад; б) маблағи умумии бақияи қарзҳои (кредитҳои) асосии калони ташкилоти қарзӣ (кредитӣ) аз андозаи секаратаи маблағи сармояи танзимшавандаи ташкилоти қарзӣ (кредитӣ) зиёд бошад;</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 xml:space="preserve">@50. </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Ташкилоти қарзӣ (кредитӣ) наметавонад ба шахси вобаста қарз (кредит) диҳад, агар?</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$A) - қарз ва шартҳои он аз ҷониби Шӯрои нозирон ё дар ҳолати филиали бонки хориҷӣ будан, аз тарафи роҳбари он маъқул дониста нашавад;- фоизи қарз аз меъёри фоизии бозории барои чунин қарзҳо амалкунанда пасттар бошад;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$B) - қарз (кредит) ва шартҳои он аз ҷониби Шӯрои тафтишот ё дар ҳолати филиали бонки хориҷӣ будан, аз тарафи роҳбари он маъқул дониста нашавад;- фоизи қарз (кредит) аз меъёри фоизии бозории барои чунин қарзҳо амалкунанда пасттар бошад;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$C) - қарз (кредит) ва шартҳои он аз ҷониби Шӯрои нозирон ё дар ҳолати филиали бонки хориҷӣ будан, аз тарафи роҳбари он маъқул дониста нашавад;- фоизи қарз (кредит) аз меъёри фоизии бозории барои чунин қарзҳо амалкунанда пасттар бошад;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$D) - қарз (кредит) ва шартҳои он аз ҷониби Шӯрои нозирон ё дар ҳолати филиали бонки хориҷӣ будан, - фоизи қарз (кредит) аз меъёри фоизии бозории барои чунин қарзҳо амалкунанда пасттар бошад;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$E) - қарз (кредит) ва шартҳои он аз ҷониби Шӯрои нозирон ё дар ҳолати филиали бонки хориҷӣ будан, аз тарафи роҳбари он маъқул дониста нашавад;- фоизи кредит аз меъёри фоизии бозории барои чунин қарзҳо амалкунанда пасттар бошад;</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 xml:space="preserve">@51. </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Маҳдудияти сармоягузорӣ дар ташкилоти қарзи чи гунна аст?</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$A) Ташкилоти қарзӣ (кредитӣ) бе розигии хаттии Бонки миллии Тоҷикистон метавонад сармоягузориро бо роҳи хариди саҳмияҳо, вомбаргҳои ба сармоя алоқаманд ва ҳар гуна коғазҳои қиматноки дигар ба андозаи зиёда аз даҳ фоизи сармояи танзимшавандаашанҷом диҳад;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$B) Ташкилоти қарзӣ (кредитӣ) бе розигии хаттии Бонки миллии Тоҷикистон наметавонад сармоягузориро бо роҳи хариди, вомбаргҳои ба сармоя алоқаманд ва ҳар гуна коғазҳои қиматноки дигар ба андозаи зиёда аз даҳ фоизи сармояи танзимшавандаашанҷом диҳад;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$C) Ташкилоти қарзӣ (кредитӣ) бе розигии хаттии Бонки миллии Тоҷикистон наметавонад сармоягузориро бо роҳи хариди саҳмияҳо, вомбаргҳои ба сармоя алоқаманд ва ҳар гуна коғазҳои қиматноки дигар ба андозаи зиёда аз даҳ фоизи сармояи танзимшавандаашанҷом диҳад;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$D) Ташкилоти тиҷорати бе розигии хаттии Бонки миллии Тоҷикистон наметавонад сармоягузориро бо роҳи хариди саҳмияҳо, вомбаргҳои ба сармоя алоқаманд ва ҳар гуна коғазҳои қиматноки дигар ба андозаи зиёда аз даҳ фоизи сармояи танзимшавандаашанҷом диҳад;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$E) Ташкилоти тиҷорати бе розигии хаттии Бонки миллии Тоҷикистон метавонад сармоягузориро бо роҳи хариди саҳмияҳо, вомбаргҳои ба сармоя алоқаманд ва ҳар гуна коғазҳои қиматноки дигар ба андозаи зиёда аз даҳ фоизи сармояи танзимшавандаашанҷом диҳад;</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 xml:space="preserve">@52. </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Оё ташкилоти қарзӣ (кредитӣ) ҳуқуқи молик шудан ба саҳмияҳои дигар ташкилоти қарзӣ дорад?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$A) Ба ташкилоти қарзӣ (кредитӣ) молик шудан ба саҳмияҳои дигар ташкилоти қарзӣ (кредитӣ) бе гирифтани розигии пешакии хаттии Бонки миллии Тоҷикистон манъ аст, ба истиснои саҳмияҳое, ки ташкилоти қарзӣ (кредитӣ) дар натиҷаи анҷом додани амалиёти бонкӣ соҳиб шудааст;</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$B) Ба ташкилоти қарзӣ (кредитӣ) молик шудан ба саҳмияҳои дигар ташкилоти қарзӣ (кредитӣ) бе гирифтани розигии пешакии хаттии Бонки миллии Тоҷикистон манъ аст, ба истиснои саҳмияҳое, ки ташкилоти қарзӣ (кредитӣ) дар натиҷаи анҷом додани амалиёти бонкӣ соҳиб шудааст. Дар ин ҳолат агар Бонки миллии Тоҷикистон ба ташкилоти қарзӣ (кредитӣ) барои нигоҳдории саҳмияҳои мазкур розигӣ надиҳад, ташкилоти қарзӣ (кредитӣ) саҳмияҳоро ҳангоми зарар надидан дар муддати кӯтоҳ (на дертар аз ду моҳ) ва дар ҳар сурат, дар мӯҳлати на дертар аз ду соли баъди ба даст оварданашон мефурӯшад;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$C) Ба ташкилоти қарзӣ (кредитӣ) молик шудан ба саҳмияҳои дигар ташкилоти қарзӣ (кредитӣ) бе гирифтани розигии пешакии хаттии Бонки миллии Тоҷикистон манъ аст, ба истиснои саҳмияҳое, ки ташкилоти қарзӣ (кредитӣ) дар натиҷаи анҷом додани амалиёти бонкӣ соҳиб шудааст. Дар ин ҳолат агар Бонки миллии Тоҷикистон ба ташкилоти қарзӣ (кредитӣ) барои нигоҳдории саҳмияҳои мазкур розигӣ надиҳад, ташкилоти қарзӣ (кредитӣ) саҳмияҳоро ҳангоми зарар надидан дар муддати кӯтоҳ (на дертар аз як моҳ) ва дар ҳар сурат, дар мӯҳлати на дертар аз ду соли баъди ба даст оварданашон мефурӯшад;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$D) Ба ташкилоти қарзӣ (кредитӣ) молик шудан ба саҳмияҳои дигар ташкилоти қарзӣ (кредитӣ) бе гирифтани розигии пешакии хаттии Бонки миллии Тоҷикистон манъ аст, ба истиснои саҳмияҳое, ки ташкилоти қарзӣ (кредитӣ) дар натиҷаи анҷом додани амалиёти бонкӣ соҳиб шудааст. Дар ин ҳолат агар Бонки миллии Тоҷикистон ба ташкилоти қарзӣ (кредитӣ) барои нигоҳдории саҳмияҳои мазкур розигӣ надиҳад;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$E) Ба ташкилоти қарзӣ молик шудан ба саҳмияҳои дигар ташкилоти қарзӣ бе гирифтани розигии пешакии хаттии Бонки миллии Тоҷикистон манъ аст, ба истиснои саҳмияҳое, ки ташкилоти қарзӣ дар натиҷаи анҷом додани амалиёти бонкӣ соҳиб шудааст. Дар ин ҳолат агар Бонки миллии Тоҷикистон ба ташкилоти қарзӣ барои нигоҳдории саҳмияҳои мазкур розигӣ надиҳад, ташкилоти қарзӣсаҳмияҳоро ҳангоми зарар надидан дар муддати кӯтоҳ (на дертар аз як моҳ) ва дар ҳар сурат, дар мӯҳлати на дертар аз ду соли баъди ба даст оварданашон мефурӯшад;</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 xml:space="preserve">@53. </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Аҳдҳои шубҳанок –ин?</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$A) Агар ташкилоти қарзӣ (кредитӣ) огаҳӣ ёбад, ки иҷрои ҳар гуна аҳд, гирифтан ё пардохти ҳар гуна маблағи пулӣ ба ягон ҷиноят ё амали ғайриқонунӣ дахл дорад ё метавонад дахл дошта бошад;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$B) Агар ташкилоти тиҷорати огаҳӣ ёбад, ки иҷрои ҳар гуна аҳд, гирифтан ё пардохти ҳар гуна маблағи пулӣ ба ягон ҷиноят ё амали ғайриқонунӣ дахл дорад ё метавонад дахл дошта бошад, он гоҳ вай вазифадор аст фавран дар ин бора ба Бонки миллии Тоҷикистонва мақомоти ҳифзи ҳуқуқ хабар диҳад;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$C) Агар ташкилоти қарзӣ (кредитӣ) огаҳӣ ёбад, ки иҷрои ҳар гуна аҳд, гирифтан ё пардохти ҳар гуна маблағи пулӣ ба ягон ҷиноят ё амали ғайриқонунӣ дахл дорад ё метавонад дахл дошта бошад, он гоҳ вай вазифадор аст фавран дар ин бора ба Бонки миллии Тоҷикистонва мақомоти ҳифзи ҳуқуқ хабар диҳад;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$D) Агар ташкилоти қарзӣ (кредитӣ) огаҳӣ ёбад, ки иҷрои ҳар гуна аҳд, гирифтан ё пардохти ҳар гуна маблағи пулӣ ба ягон амали ғайриқонунӣ дахл дорад ё метавонад дахл дошта бошад, он гоҳ вай вазифадор аст фавран дар ин бора ба Бонки миллии Тоҷикистонва мақомоти ҳифзи ҳуқуқ хабар диҳад;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$E) Агар ташкилоти қарзӣ огаҳӣ ёбад, ки иҷрои ҳар гуна аҳд, гирифтан ё пардохти ҳар гуна маблағи пулӣ ба ягон ҷиноят ё амали ғайриқонунӣ дахл дорад ё метавонад дахл дошта бошад, он гоҳ вай вазифадор аст фавран дар ин бора ба Бонки миллии Тоҷикистонва мақомоти ҳифзи ҳуқуқ хабар диҳад;</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 xml:space="preserve">@54. </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Суратҳисобҳои ғайрифаъол гуфта?</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$A) Ҳисоби бонкие, ки соҳибаш дар давоми даҳ соли охир ба он ягон хел таваҷҷӯҳ зоҳир накардааст, суратҳисоби фаъол дониста шуда, маблағи амонатии ба ин суратҳисоб гузошташуда бо риояи қоидаҳои дар моддаи мазкур пешбинишуда нигоҳ дошта мешавад;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$B) Ҳисоби бонкие, ки соҳибаш дар давоми панҷ соли охир ба он ягон хел таваҷҷӯҳ зоҳир накардааст, суратҳисоби ғайрифаъол дониста шуда, маблағи амонатии ба ин суратҳисоб гузошташуда бо риояи қоидаҳои дар моддаи мазкур пешбинишуда нигоҳ дошта мешавад;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$C) Ҳисоби бонкие, ки соҳибаш дар давоми даҳ соли охир ба он ягон хел таваҷҷӯҳ зоҳир накардааст, суратҳисоби ғайрифаъол дониста шуда, маблағи амонатии ба ин суратҳисоб гузошташуда бо риояи қоидаҳои дар моддаи мазкур пешбинишуда нигоҳ дошта мешавад;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$D) Ҳисоби бонкие, ки соҳибаш дар давоми шаш соли охир ба он ягон хел таваҷҷӯҳ зоҳир накардааст, суратҳисоби ғайрифаъол дониста шуда, маблағи амонатии ба ин суратҳисоб гузошташуда бо риояи қоидаҳои дар моддаи мазкур пешбинишуда нигоҳ дошта мешавад;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$E) Ҳисоби бонкие, ки соҳибаш дар давоми ҳафт соли охир ба он ягон хел таваҷҷӯҳ зоҳир накардааст, суратҳисоби ғайрифаъол дониста шуда, маблағи амонатии ба ин суратҳисоб гузошташуда бо риояи қоидаҳои дар моддаи мазкур пешбинишуда нигоҳ дошта мешавад;</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 xml:space="preserve">@55. </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Бонки миллии Тоҷикистон маблағҳои сурат</w:t>
      </w:r>
      <w:r w:rsidRPr="00784F69">
        <w:rPr>
          <w:rFonts w:ascii="Palatino Linotype" w:hAnsi="Palatino Linotype"/>
          <w:b/>
          <w:color w:val="000000"/>
          <w:sz w:val="28"/>
          <w:szCs w:val="28"/>
          <w:lang w:val="tg-Cyrl-TJ"/>
        </w:rPr>
        <w:t>ҳисоби махсусро чи гунна истифода мебарад?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$A) Бонки миллии Тоҷикистон маблағҳои сурат</w:t>
      </w:r>
      <w:r w:rsidRPr="00784F69">
        <w:rPr>
          <w:rFonts w:ascii="Palatino Linotype" w:hAnsi="Palatino Linotype"/>
          <w:color w:val="000000"/>
          <w:sz w:val="28"/>
          <w:szCs w:val="28"/>
          <w:lang w:val="tg-Cyrl-TJ"/>
        </w:rPr>
        <w:t xml:space="preserve">ҳисоби махсусро </w:t>
      </w:r>
      <w:r w:rsidRPr="00784F69">
        <w:rPr>
          <w:rFonts w:ascii="Palatino Linotype" w:hAnsi="Palatino Linotype"/>
          <w:color w:val="000000"/>
          <w:sz w:val="28"/>
          <w:szCs w:val="28"/>
          <w:lang w:val="tt-RU"/>
        </w:rPr>
        <w:t>ба коғазҳои қиматноки давлатӣ ва дар ҳолати набудани онҳо ба дигар коғазҳои қиматнок сармоягузорӣ мекунад;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$B) Бонки миллии Тоҷикистон маблағҳои сурат</w:t>
      </w:r>
      <w:r w:rsidRPr="00784F69">
        <w:rPr>
          <w:rFonts w:ascii="Palatino Linotype" w:hAnsi="Palatino Linotype"/>
          <w:color w:val="000000"/>
          <w:sz w:val="28"/>
          <w:szCs w:val="28"/>
          <w:lang w:val="tg-Cyrl-TJ"/>
        </w:rPr>
        <w:t xml:space="preserve">ҳисоби махсусро </w:t>
      </w:r>
      <w:r w:rsidRPr="00784F69">
        <w:rPr>
          <w:rFonts w:ascii="Palatino Linotype" w:hAnsi="Palatino Linotype"/>
          <w:color w:val="000000"/>
          <w:sz w:val="28"/>
          <w:szCs w:val="28"/>
          <w:lang w:val="tt-RU"/>
        </w:rPr>
        <w:t>ба коғазҳои қиматноки давлатӣ ва дар ҳолати набудани онҳо ба дигар коғазҳои қиматнок сармоягузорӣ мекунад. Дар давоми 20 соли дигар ҳар як шахс, бо далели тасдиқкунандаи соҳибият ба ин маблағҳо, метавонад ба Бонки миллии Тоҷикистон барои гирифтани онҳо муроҷиат намояд;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$C) Бонки миллии Тоҷикистон маблағҳои сурат</w:t>
      </w:r>
      <w:r w:rsidRPr="00784F69">
        <w:rPr>
          <w:rFonts w:ascii="Palatino Linotype" w:hAnsi="Palatino Linotype"/>
          <w:color w:val="000000"/>
          <w:sz w:val="28"/>
          <w:szCs w:val="28"/>
          <w:lang w:val="tg-Cyrl-TJ"/>
        </w:rPr>
        <w:t xml:space="preserve">ҳисоби махсусро </w:t>
      </w:r>
      <w:r w:rsidRPr="00784F69">
        <w:rPr>
          <w:rFonts w:ascii="Palatino Linotype" w:hAnsi="Palatino Linotype"/>
          <w:color w:val="000000"/>
          <w:sz w:val="28"/>
          <w:szCs w:val="28"/>
          <w:lang w:val="tt-RU"/>
        </w:rPr>
        <w:t>ба коғазҳои қиматноки давлатӣ ва дар ҳолати набудани онҳо ба дигар коғазҳои қиматнок сармоягузорӣ мекунад. Дар давоми 20 соли дигар ҳар як шахс, бо далели тасдиқкунандаи соҳибият ба ин маблағҳо, метавонад ба Бонки миллии Тоҷикистон барои гирифтани онҳо муроҷиат намояд. Баъди ба охир расидани давраи мазкур Бонки миллии Тоҷикистон маблағи дархостнашудаи чунин суратҳисобро ба Вазорати молияи Ҷумҳурии Тоҷикистон барои ба амонат нигоҳ доштан дар Хазинадории давлатӣ мегузаронад;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$D) Бонки миллии Тоҷикистон маблағҳои сурат</w:t>
      </w:r>
      <w:r w:rsidRPr="00784F69">
        <w:rPr>
          <w:rFonts w:ascii="Palatino Linotype" w:hAnsi="Palatino Linotype"/>
          <w:color w:val="000000"/>
          <w:sz w:val="28"/>
          <w:szCs w:val="28"/>
          <w:lang w:val="tg-Cyrl-TJ"/>
        </w:rPr>
        <w:t xml:space="preserve">ҳисоби махсусро </w:t>
      </w:r>
      <w:r w:rsidRPr="00784F69">
        <w:rPr>
          <w:rFonts w:ascii="Palatino Linotype" w:hAnsi="Palatino Linotype"/>
          <w:color w:val="000000"/>
          <w:sz w:val="28"/>
          <w:szCs w:val="28"/>
          <w:lang w:val="tt-RU"/>
        </w:rPr>
        <w:t>ба коғазҳои қиматноки давлатӣ ва дар ҳолати набудани онҳо ба дигар коғазҳои қиматнок сармоягузорӣ мекунад. Дар давоми 10 соли дигар ҳар як шахс, бо далели тасдиқкунандаи соҳибият ба ин маблағҳо, метавонад ба Бонки миллии Тоҷикистон барои гирифтани онҳо муроҷиат намояд. Баъди ба охир расидани давраи мазкур Бонки миллии Тоҷикистон маблағи дархостнашудаи чунин суратҳисобро ба Вазорати молияи Ҷумҳурии Тоҷикистон барои ба амонат нигоҳ доштан дар Хазинадории давлатӣ мегузаронад;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$E) Бонки миллии Тоҷикистон маблағҳои сурат</w:t>
      </w:r>
      <w:r w:rsidRPr="00784F69">
        <w:rPr>
          <w:rFonts w:ascii="Palatino Linotype" w:hAnsi="Palatino Linotype"/>
          <w:color w:val="000000"/>
          <w:sz w:val="28"/>
          <w:szCs w:val="28"/>
          <w:lang w:val="tg-Cyrl-TJ"/>
        </w:rPr>
        <w:t xml:space="preserve">ҳисоби махсусро </w:t>
      </w:r>
      <w:r w:rsidRPr="00784F69">
        <w:rPr>
          <w:rFonts w:ascii="Palatino Linotype" w:hAnsi="Palatino Linotype"/>
          <w:color w:val="000000"/>
          <w:sz w:val="28"/>
          <w:szCs w:val="28"/>
          <w:lang w:val="tt-RU"/>
        </w:rPr>
        <w:t>ба коғазҳои қиматноки давлатӣ ва дар ҳолати набудани онҳо ба дигар коғазҳои қиматнок сармоягузорӣ мекунад. Дар давоми 20 соли дигар ҳар як шахс, бо далели тасдиқкунандаи соҳибият ба ин маблағҳо, метавонад ба Бонки миллии Тоҷикистон барои гирифтани онҳо муроҷиат намояд;</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 xml:space="preserve">@56. </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Ташкилотҳои қарзӣ (кредитӣ) ҳуҷҷатҳо ва сабтҳои зеринро аз рӯи ҳар як аҳд ба мӯҳлати на кам аз панҷ сол нигоҳ медоранд?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$A) - маълумоти мушаххасшуда оид ба муштарӣ;- дархост ва ҳамаи ҳуҷҷатҳо оид ба аҳдҳо (аз ҷумла, созишномаҳои қарз ва кафолатҳои таъминшуда) ва қарорҳои ташкилоти қарзӣ (кредитӣ) дар бораи маъқул донистани онҳо;- сабти аҳдҳо бо шарикон (аз ҷумла, кредитор, дебиторва кафилон) ва ҳар гуна гувоҳинома</w:t>
      </w:r>
      <w:r w:rsidRPr="00784F69">
        <w:rPr>
          <w:rFonts w:ascii="Palatino Linotype" w:hAnsi="Palatino Linotype"/>
          <w:color w:val="000000"/>
          <w:sz w:val="28"/>
          <w:szCs w:val="28"/>
          <w:lang w:val="tg-Cyrl-TJ"/>
        </w:rPr>
        <w:t>ҳо</w:t>
      </w:r>
      <w:r w:rsidRPr="00784F69">
        <w:rPr>
          <w:rFonts w:ascii="Palatino Linotype" w:hAnsi="Palatino Linotype"/>
          <w:color w:val="000000"/>
          <w:sz w:val="28"/>
          <w:szCs w:val="28"/>
          <w:lang w:val="tt-RU"/>
        </w:rPr>
        <w:t>и дигари ҳуҷҷатӣ, ки барои маъқул донистани ин аҳдҳо асос шудааст;- кушодани суратҳисобҳои бонкии онҳо;</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$B) - маълумоти мушаххасшуда оид ба муштарӣ;- дархост ва ҳамаи ҳуҷҷатҳо оид ба аҳдҳо (аз ҷумла, созишномаҳои қарз ва кафолатҳои таъминшуда) ва қарорҳои ташкилоти қарзӣ (кредитӣ) дар бораи маъқул донистани онҳо;- сабти аҳдҳо бо шарикон (аз ҷумла, кредитор, дебиторва кафилон) ва ҳар гуна гувоҳинома</w:t>
      </w:r>
      <w:r w:rsidRPr="00784F69">
        <w:rPr>
          <w:rFonts w:ascii="Palatino Linotype" w:hAnsi="Palatino Linotype"/>
          <w:color w:val="000000"/>
          <w:sz w:val="28"/>
          <w:szCs w:val="28"/>
          <w:lang w:val="tg-Cyrl-TJ"/>
        </w:rPr>
        <w:t>ҳо</w:t>
      </w:r>
      <w:r w:rsidRPr="00784F69">
        <w:rPr>
          <w:rFonts w:ascii="Palatino Linotype" w:hAnsi="Palatino Linotype"/>
          <w:color w:val="000000"/>
          <w:sz w:val="28"/>
          <w:szCs w:val="28"/>
          <w:lang w:val="tt-RU"/>
        </w:rPr>
        <w:t>и дигари ҳуҷҷатӣ, ки барои маъқул донистани ин аҳдҳо асос шудааст;- кушодани суратҳисобҳои бонкии онҳо;- дигар ҳуҷҷатҳое, ки Бонки миллии Тоҷикистон бо санадҳои меъёрии ҳуқуқии худ муқаррар кардааст;</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$C) - маълумоти мушаххасшуда оид ба муштарӣ;- дархост ва ҳамаи ҳуҷҷатҳо оид ба аҳдҳо;- сабти аҳдҳо бо шарикон;- кушодани суратҳисобҳои бонкии онҳо;- дигар ҳуҷҷатҳое, ки Бонки миллии Тоҷикистон бо санадҳои меъёрии ҳуқуқии худ муқаррар кардааст;</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$D) - маълумоти мушаххасшуда оид ба муштарӣ;- дархост ва ҳамаи ҳуҷҷатҳо оид ба;- сабти аҳдҳо бо шарикон (аз ҷумла, кредитор, дебиторва кафилон) ва ҳар гуна гувоҳинома</w:t>
      </w:r>
      <w:r w:rsidRPr="00784F69">
        <w:rPr>
          <w:rFonts w:ascii="Palatino Linotype" w:hAnsi="Palatino Linotype"/>
          <w:color w:val="000000"/>
          <w:sz w:val="28"/>
          <w:szCs w:val="28"/>
          <w:lang w:val="tg-Cyrl-TJ"/>
        </w:rPr>
        <w:t>ҳо</w:t>
      </w:r>
      <w:r w:rsidRPr="00784F69">
        <w:rPr>
          <w:rFonts w:ascii="Palatino Linotype" w:hAnsi="Palatino Linotype"/>
          <w:color w:val="000000"/>
          <w:sz w:val="28"/>
          <w:szCs w:val="28"/>
          <w:lang w:val="tt-RU"/>
        </w:rPr>
        <w:t>и дигари ҳуҷҷатӣ, ки барои маъқул донистани ин аҳдҳо асос шудааст;- кушодани суратҳисобҳои бонкии онҳо;- дигар ҳуҷҷатҳое, ки Бонки миллии Тоҷикистон бо санадҳои меъёрии ҳуқуқии худ муқаррар кардааст;</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$E) - сабти аҳдҳо бо шарикон (аз ҷумла, кредитор, дебиторва кафилон) ва ҳар гуна гувоҳинома</w:t>
      </w:r>
      <w:r w:rsidRPr="00784F69">
        <w:rPr>
          <w:rFonts w:ascii="Palatino Linotype" w:hAnsi="Palatino Linotype"/>
          <w:color w:val="000000"/>
          <w:sz w:val="28"/>
          <w:szCs w:val="28"/>
          <w:lang w:val="tg-Cyrl-TJ"/>
        </w:rPr>
        <w:t>ҳо</w:t>
      </w:r>
      <w:r w:rsidRPr="00784F69">
        <w:rPr>
          <w:rFonts w:ascii="Palatino Linotype" w:hAnsi="Palatino Linotype"/>
          <w:color w:val="000000"/>
          <w:sz w:val="28"/>
          <w:szCs w:val="28"/>
          <w:lang w:val="tt-RU"/>
        </w:rPr>
        <w:t>и дигари ҳуҷҷатӣ, ки барои маъқул донистани ин аҳдҳо асос шудааст;- кушодани суратҳисобҳои бонкии онҳо;- дигар ҳуҷҷатҳое, ки Бонки миллии Тоҷикистон бо санадҳои меъёрии ҳуқуқии худ муқаррар кардааст;</w:t>
      </w:r>
    </w:p>
    <w:p w:rsidR="00B65CA5" w:rsidRPr="00784F69" w:rsidRDefault="00B65CA5" w:rsidP="00C84BB2">
      <w:pPr>
        <w:spacing w:after="0" w:line="240" w:lineRule="auto"/>
        <w:jc w:val="both"/>
        <w:rPr>
          <w:rFonts w:ascii="Palatino Linotype" w:hAnsi="Palatino Linotype"/>
          <w:b/>
          <w:color w:val="000000"/>
          <w:sz w:val="28"/>
          <w:szCs w:val="28"/>
        </w:rPr>
      </w:pPr>
      <w:r w:rsidRPr="00784F69">
        <w:rPr>
          <w:rFonts w:ascii="Palatino Linotype" w:hAnsi="Palatino Linotype"/>
          <w:b/>
          <w:color w:val="000000"/>
          <w:sz w:val="28"/>
          <w:szCs w:val="28"/>
        </w:rPr>
        <w:t xml:space="preserve">@57. </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Соли молиявӣ</w:t>
      </w:r>
      <w:r w:rsidRPr="00784F69">
        <w:rPr>
          <w:rFonts w:ascii="Palatino Linotype" w:hAnsi="Palatino Linotype"/>
          <w:b/>
          <w:color w:val="000000"/>
          <w:sz w:val="28"/>
          <w:szCs w:val="28"/>
        </w:rPr>
        <w:t xml:space="preserve"> дар низоми бонки –ин?</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rPr>
        <w:t xml:space="preserve">$A) </w:t>
      </w:r>
      <w:r w:rsidRPr="00784F69">
        <w:rPr>
          <w:rFonts w:ascii="Palatino Linotype" w:hAnsi="Palatino Linotype"/>
          <w:color w:val="000000"/>
          <w:sz w:val="28"/>
          <w:szCs w:val="28"/>
          <w:lang w:val="tt-RU"/>
        </w:rPr>
        <w:t>Соли молиявии ташкилотҳои тиҷорати 1 январ оғоз ёфта, 31 декабр ба охир мерасад. Барои филиали бонки хориҷӣ соли молиявӣ метавонад дигар бошад;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$B) Соли молиявии ташкилотҳои қарзӣ (кредитӣ) 1 январ оғоз ёфта, 30 декабр ба охир мерасад;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$C) Соли молиявии ташкилотҳои қарзӣ1 январ оғоз ёфта, 30 декабр ба охир мерасад. Барои филиали бонки хориҷӣ соли молиявӣ метавонад дигар бошад;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$D) Соли молиявии ташкилотҳои қарзӣ (кредитӣ) 1 январ оғоз ёфта, 31 декабр ба охир мерасад. Барои филиали бонки хориҷӣ соли молиявӣ метавонад дигар бошад;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$E) Соли молиявии ташкилотҳои қарзӣ (кредитӣ) 1 апрел оғоз ёфта, 31 декабр ба охир мерасад. Барои филиали бонки хориҷӣ соли молиявӣ метавонад дигар бошад;</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 xml:space="preserve">@58. </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Ташкилотҳои қарзӣ (кредитӣ) ӯҳдадоранд ба Бонки миллии Тоҷикистон дар баробари ҳисоботи молиявӣ, инчунин маълумоти зеринро пешниҳод намоянд?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$A) - оид ба риояи меъёрҳои мақбул;- оид ба суратҳисобҳо ва нишондиҳандаҳои молиявӣ;- ҳисоботи оморӣ дар алоҳидагӣ ва дар шакли маҷмӯӣ;- дигар иттилооти зарурӣ, ки Бонки миллии Тоҷикистон талаб мекунад;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$B) оид ба дороиҳо ва ӯҳдадориҳо;- оид ба риояи меъёрҳои мақбул;- оид ба суратҳисобҳо ва нишондиҳандаҳои молиявӣ;- ҳисоботи оморӣ дар алоҳидагӣ ва дар шакли маҷмӯӣ;</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$C) оид ба дороиҳо ва ӯҳдадориҳо;- оид ба суратҳисобҳо ва нишондиҳандаҳои молиявӣ;- ҳисоботи оморӣ дар алоҳидагӣ ва дар шакли маҷмӯӣ;- дигар иттилооти зарурӣ, ки Бонки миллии Тоҷикистон талаб мекунад;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$D)  оид ба дороиҳо ва ӯҳдадориҳо;- оид ба риояи меъёрҳои мақбул;- оид ба суратҳисобҳо ва нишондиҳандаҳои молиявӣ;- ҳисоботи оморӣ дар алоҳидагӣ ва дар шакли маҷмӯӣ;- дигар иттилооти зарурӣ, ки Бонки миллии Тоҷикистон талаб мекунад;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$E) -оид ӯҳдадориҳо;- оид ба риояи меъёрҳои мақбул;- оид ба суратҳисобҳо ва нишондиҳандаҳои молиявӣ;- ҳисоботи оморӣ дар алоҳидагӣ ва дар шакли маҷмӯӣ;- дигар иттилооти зарурӣ, ки Бонки миллии Тоҷикистон талаб мекунад;</w:t>
      </w:r>
    </w:p>
    <w:p w:rsidR="00B65CA5" w:rsidRPr="00784F69" w:rsidRDefault="00B65CA5" w:rsidP="00C84BB2">
      <w:pPr>
        <w:spacing w:after="0" w:line="240" w:lineRule="auto"/>
        <w:jc w:val="both"/>
        <w:rPr>
          <w:rFonts w:ascii="Palatino Linotype" w:hAnsi="Palatino Linotype"/>
          <w:b/>
          <w:color w:val="000000"/>
          <w:sz w:val="28"/>
          <w:szCs w:val="28"/>
        </w:rPr>
      </w:pPr>
      <w:r w:rsidRPr="00784F69">
        <w:rPr>
          <w:rFonts w:ascii="Palatino Linotype" w:hAnsi="Palatino Linotype"/>
          <w:b/>
          <w:color w:val="000000"/>
          <w:sz w:val="28"/>
          <w:szCs w:val="28"/>
        </w:rPr>
        <w:t xml:space="preserve">@59. </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Ҳисоботи молиявии солона</w:t>
      </w:r>
      <w:r w:rsidRPr="00784F69">
        <w:rPr>
          <w:rFonts w:ascii="Palatino Linotype" w:hAnsi="Palatino Linotype"/>
          <w:b/>
          <w:color w:val="000000"/>
          <w:sz w:val="28"/>
          <w:szCs w:val="28"/>
        </w:rPr>
        <w:t xml:space="preserve"> ташкилотҳои қарзи чи гунна анҷом дода мешавад?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$A) Ташкилоти қарзӣҳисоботи молиявии солона ва дар сурати доштани як ё якчанд бонки фаръӣҳисоботи молиявии маҷмӯии солонаро омода мекунад. Нусхаи ҳисоботи молиявии солона, аз ҷумла ҳисоботи молиявии маҷмӯии солонаи ташкилоти қарзӣ, ки аз аудит гузаштааст, на дертар аз чор моҳи баъди анҷоми соли молиявӣ ба Бонки миллии Тоҷикистон пешниҳод карда мешавад;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$B) Ташкилоти қарзӣ (кредитӣ) ҳисоботи молиявии солона ва дар сурати доштани як ё якчанд бонки фаръӣҳисоботи молиявии маҷмӯии солонаро омода мекунад;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$C) Ташкилоти тиҷорати ҳисоботи молиявии солона ва дар сурати доштани як ё якчанд бонки фаръӣҳисоботи молиявии маҷмӯии солонаро омода мекунад.Нусхаи ҳисоботи молиявии солона, аз ҷумла ҳисоботи молиявии маҷмӯии солонаи ташкилоти қарзӣ, ки аз аудит гузаштааст, на дертар аз чор моҳи баъди анҷоми соли молиявӣ ба Бонки миллии Тоҷикистон пешниҳод карда мешавад;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$D) Ташкилоти қарзӣ (кредитӣ) ҳисоботи молиявии солона ва дар сурати доштани як ё якчанд бонки фаръӣҳисоботи молиявии маҷмӯии солонаро омода мекунад.Нусхаи ҳисоботи молиявии солона, аз ҷумла ҳисоботи молиявии маҷмӯии солонаи ташкилоти қарзӣ, ки аз аудит гузаштааст, на дертар аз чор моҳи баъди анҷоми соли молиявӣ ба Бонки миллии Тоҷикистон пешниҳод карда мешавад;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$E) Ташкилоти қарзӣ (кредитӣ) ҳисоботи молиявии солона ва дар сурати доштани як ё якчанд бонки фаръӣҳисоботи молиявии маҷмӯии солонаро омода мекунад.Нусхаи ҳисоботи молиявии солона, аз ҷумла ҳисоботи молиявии маҷмӯии солонаи ташкилоти қарзӣ, ки аз аудит гузаштааст, на дертар аз ду моҳи баъди анҷоми соли молиявӣ ба Бонки миллии Тоҷикистон пешниҳод карда мешавад;</w:t>
      </w:r>
    </w:p>
    <w:p w:rsidR="00B65CA5" w:rsidRPr="00784F69" w:rsidRDefault="00B65CA5" w:rsidP="00C84BB2">
      <w:pPr>
        <w:spacing w:after="0" w:line="240" w:lineRule="auto"/>
        <w:jc w:val="both"/>
        <w:rPr>
          <w:rFonts w:ascii="Palatino Linotype" w:hAnsi="Palatino Linotype"/>
          <w:b/>
          <w:color w:val="000000"/>
          <w:sz w:val="28"/>
          <w:szCs w:val="28"/>
        </w:rPr>
      </w:pPr>
      <w:r w:rsidRPr="00784F69">
        <w:rPr>
          <w:rFonts w:ascii="Palatino Linotype" w:hAnsi="Palatino Linotype"/>
          <w:b/>
          <w:color w:val="000000"/>
          <w:sz w:val="28"/>
          <w:szCs w:val="28"/>
        </w:rPr>
        <w:t xml:space="preserve">@60. </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Аудит дар низоми бонки</w:t>
      </w:r>
      <w:r w:rsidRPr="00784F69">
        <w:rPr>
          <w:rFonts w:ascii="Palatino Linotype" w:hAnsi="Palatino Linotype"/>
          <w:b/>
          <w:color w:val="000000"/>
          <w:sz w:val="28"/>
          <w:szCs w:val="28"/>
        </w:rPr>
        <w:t xml:space="preserve"> чи хел муайян карда мешавад?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$A) Бонки миллии Тоҷикистон рӯйхати ташкилотҳои аудиториеро, ки дорои иҷозатномаи дахлдор, тахассус ва таҷрибаи кофии аудити ташкилоти қарзӣбуда, аудити ташкилотҳои қарзиродар Ҷумҳурии Тоҷикистон гузаронида метавонанд, муайян ва нашр мекунад;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$B) Бонки миллии Тоҷикистон рӯйхати ташкилотҳои аудиториеро, ки дорои иҷозатномаи дахлдор, тахассус ва таҷрибаи кофии аудити ташкилоти қарзӣ (кредитӣ) буда;</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$C) Бонки миллии Тоҷикистон рӯйхати ташкилотҳои аудиториеро, ки дорои иҷозатномаи дахлдор, тахассус ва таҷрибаи кофии аудити ташкилоти қарзӣ (кредитӣ) буда, аудити ташкилотҳои қарзиро дар Ҷумҳурии Тоҷикистон гузаронида метавонанд, муайян ва нашр мекунад;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$D) Бонки миллии Тоҷикистон рӯйхати ташкилотҳои аудиториеро, ки дорои иҷозатномаи дахлдор, тахассус ва таҷрибаи кофии аудити ташкилоти қарзӣ (кредитӣ) буда, аудити ташкилотҳои қарзиро (кредитиро) дар Ҷумҳурии Тоҷикистон гузаронида метавонанд, муайян ва нашр мекунад;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$E) Бонки миллии Тоҷикистон рӯйхати ташкилотҳои аудиториеро, ки дорои иҷозатномаи дахлдор, тахассус ва таҷрибаи кофии аудити ташкилоти тиҷорати буда, аудити ташкилотҳои қарзиро дар Ҷумҳурии Тоҷикистон гузаронида метавонанд, муайян ва нашр мекунад;</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 xml:space="preserve">@61. </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Ҳангоми таҳияи хулосаи аудиторӣ инҳо бояд ба назар гирифта шаванд?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$A) - дараҷаи воқеан ҷавобгӯй будани ташкилоти қарзӣ (кредитӣ) ба талаботи низоми назорати дохилӣ ва ҳисобдорӣ;- усуле, ки ташкилоти қарзӣ (кредитӣ) барои пешбурди китобҳои ҳисобдорӣ, ҳуҷҷатҳо, ҳисобот ва фарогирии амалиёт, ки барои мониторинг ва аудити дохилию берунӣ зарур аст, истифода мебарад; - қобилияти кордонӣ ва ба талабот мувофиқ будани роҳбарияти ташкилоти қарзӣ (кредитӣ);- камбудиҳои ҷойдошта, эродҳо ва тавсияҳо барои бартараф кардани онҳо, инчунин иҷрои тавсияҳо ва бартараф намудани эродҳои солҳои гузашта;- дараҷаи дақиқ будани ҳуҷҷатҳои ба Бонки миллии Тоҷикистон пешниҳодшуда ва мувофиқати онҳо ба мазмуни сабтҳо, китобҳои ҳисобдорӣ, низоми ҳисобдорӣ ва санадҳои меъёрии ҳуқуқии марбут ба ҳамин ҳуҷҷатҳо;</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$B) - қаноатбахш будани баёнот ва иттилооте, ки аз корманди роҳбарикунанда, корманд ё намояндаи ташкилоти қарзӣ (кредитӣ) ҳангоми аудит талаб шудааст;- дараҷаи воқеан ҷавобгӯй будани ташкилоти қарзӣ (кредитӣ) ба талаботи низоми назорати дохилӣ ва ҳисобдорӣ;- усуле, ки ташкилоти қарзӣ (кредитӣ) барои пешбурди китобҳои ҳисобдорӣ, ҳуҷҷатҳо, ҳисобот ва фарогирии амалиёт, ки барои мониторинг ва аудити дохилию берунӣ зарур аст, истифода мебарад; - қобилияти кордонӣ ва ба талабот мувофиқ будани роҳбарияти ташкилоти қарзӣ (кредитӣ);- камбудиҳои ҷойдошта, эродҳо ва тавсияҳо барои бартараф кардани онҳо, инчунин иҷрои тавсияҳо ва бартараф намудани эродҳои солҳои гузашта;</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$C) - қаноатбахш будани баёнот ва иттилооте, ки аз корманди роҳбарикунанда, корманд ё намояндаи ташкилоти қарзӣ (кредитӣ) ҳангоми аудит талаб шудааст;- дараҷаи воқеан ҷавобгӯй будани ташкилоти қарзӣ (кредитӣ) ба талаботи низоми назорати дохилӣ ва ҳисобдорӣ;- усуле, ки ташкилоти қарзӣ (кредитӣ) барои пешбурди китобҳои ҳисобдорӣ, ҳуҷҷатҳо, ҳисобот ва фарогирии амалиёт, ки барои мониторинг ва аудити дохилию берунӣ зарур аст, истифода мебарад; - камбудиҳои ҷойдошта, эродҳо ва тавсияҳо барои бартараф кардани онҳо, инчунин иҷрои тавсияҳо ва бартараф намудани эродҳои солҳои гузашта;- дараҷаи дақиқ будани ҳуҷҷатҳои ба Бонки миллии Тоҷикистон пешниҳодшуда ва мувофиқати онҳо ба мазмуни сабтҳо, китобҳои ҳисобдорӣ, низоми ҳисобдорӣ ва санадҳои меъёрии ҳуқуқии марбут ба ҳамин ҳуҷҷатҳо;</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$D) - қаноатбахш будани баёнот ва иттилооте, ки аз корманди роҳбарикунанда, корманд ё намояндаи ташкилоти қарзӣҳангоми аудит талаб шудааст;- дараҷаи воқеан ҷавобгӯй будани ташкилоти қарзӣ ба талаботи низоми назорати дохилӣ ва ҳисобдорӣ;- усуле, ки ташкилоти қарзӣ барои пешбурди китобҳои ҳисобдорӣ, ҳуҷҷатҳо, ҳисобот ва фарогирии амалиёт, ки барои мониторинг ва аудити дохилию берунӣ зарур аст, истифода мебарад; - қобилияти кордонӣ ва ба талабот мувофиқ будани роҳбарияти ташкилоти қарзӣ;- камбудиҳои ҷойдошта, эродҳо ва тавсияҳо барои бартараф кардани онҳо, инчунин иҷрои тавсияҳо ва бартараф намудани эродҳои солҳои гузашта;- дараҷаи дақиқ будани ҳуҷҷатҳои ба Бонки миллии Тоҷикистон пешниҳодшуда ва мувофиқати онҳо ба мазмуни сабтҳо, китобҳои ҳисобдорӣ, низоми ҳисобдорӣ ва санадҳои меъёрии ҳуқуқии марбут ба ҳамин ҳуҷҷатҳо;</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color w:val="000000"/>
          <w:sz w:val="28"/>
          <w:szCs w:val="28"/>
          <w:lang w:val="tt-RU"/>
        </w:rPr>
        <w:t>$E) - қаноатбахш будани баёнот ва иттилооте, ки аз корманди роҳбарикунанда, корманд ё намояндаи ташкилоти қарзӣҳангоми аудит талаб шудааст;- дараҷаи воқеан ҷавобгӯй будани ташкилоти қарзӣба талаботи низоми назорати дохилӣ ва ҳисобдорӣ;- усуле, ки ташкилоти қарзӣ барои пешбурди китобҳои ҳисобдорӣ, ҳуҷҷатҳо, ҳисобот ва фарогирии амалиёт, ки барои мониторинг ва аудити дохилию берунӣ зарур аст, истифода мебарад; - қобилияти кордонӣ ва ба талабот мувофиқ будани роҳбарияти ташкилоти қарзӣ;- камбудиҳои ҷойдошта, эродҳо ва тавсияҳо барои бартараф кардани онҳо, инчунин иҷрои тавсияҳо ва бартараф намудани эродҳои солҳои гузашта;- дараҷаи дақиқ будани ҳуҷҷатҳои ба Бонки миллии Тоҷикистон пешниҳодшуда ва мувофиқати онҳо ба мазмуни сабтҳо, китобҳои ҳисобдорӣ, низоми ҳисобдорӣ ва санадҳои меъёрии ҳуқуқии марбут ба ҳамин ҳуҷҷатҳо;</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 xml:space="preserve">@62. </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Бонки миллии Тоҷикистон метавонад ба зиммаи ташкилоти аудиторие, ки аудити ташкилоти қарзиро (кредитиро) мегузаронад, ӯҳдадориҳои зеринро вогузор намояд?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$A) - пешниҳоди маълумоти иловагӣ ба Бонки миллии Тоҷикистон дар бораи аудит, ки онро Бонки миллии Тоҷикистон зарур мешуморад; - пешниҳоди ҳисобот, амалӣ кардани бозрасӣ ё иҷро намудани ҳар гуна қоидаи аз ҷониби Бонки миллии Тоҷикистон муқарраршуда;- додани хулоса оид ба ҷавобгӯ будани чораҳои мубориза ба муқобили қонунигардонии пулҳои бо роҳи ҷиноят ба даст омада ва маблағгузории терроризм, ки ташкилоти қарзӣ (кредитӣ) мутобиқи қонунгузорӣ ва санадҳои меъёрии ҳуқуқии Бонки миллии Тоҷикистон андешидааст;</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$B) - пешниҳоди маълумоти иловагӣ ба Бонки миллии Тоҷикистон дар бораи аудит, ки онро Бонки миллии Тоҷикистон зарур мешуморад;- пешниҳоди ҳисобот, амалӣ кардани бозрасӣ ё иҷро намудани ҳар гуна қоидаи аз ҷониби Бонки миллии Тоҷикистон муқарраршуда;- ба Бонки миллии Тоҷикистон пешниҳод кардани ҳисобот дар бораи ҳисобдорӣ ва назорати дохилӣ;</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$C) - пешниҳоди маълумоти иловагӣ ба Бонки миллии Тоҷикистон дар бораи аудит, ки онро Бонки миллии Тоҷикистон зарур мешуморад;- пешниҳоди ҳисобот, амалӣ кардани бозрасӣ ё иҷро намудани ҳар гуна қоидаи аз ҷониби Бонки миллии Тоҷикистон муқарраршуда;- ба Бонки миллии Тоҷикистон пешниҳод кардани ҳисобот дар бораи ҳисобдорӣ ва назорати дохилӣ; - додани хулоса оид ба ҷавобгӯ будани чораҳои мубориза ба муқобили қонунигардонии пулҳои бо роҳи ҷиноят ба даст омада ва маблағгузории терроризм;</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$D) - пешниҳоди маълумоти иловагӣ ба Бонки миллии Тоҷикистон дар бораи аудит, ки онро Бонки миллии Тоҷикистон зарур мешуморад;- пешниҳоди ҳисобот, амалӣ кардани бозрасӣ ё иҷро намудани ҳар гуна қоидаи аз ҷониби Бонки миллии Тоҷикистон муқарраршуда;- ба Бонки миллии Тоҷикистон пешниҳод кардани ҳисобот дар бораи ҳисобдорӣ ва назорати дохилӣ; - додани хулоса оид ба ҷавобгӯ будани чораҳои мубориза ба муқобили қонунигардонии пулҳои бо роҳи ҷиноят ба даст омада ва маблағгузории терроризм, ки ташкилоти мутобиқи қонунгузорӣ ва санадҳои меъёрии ҳуқуқии Бонки миллии Тоҷикистон андешидааст;</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$E) - пешниҳоди маълумоти иловагӣ ба Бонки миллии Тоҷикистон дар бораи аудит, ки онро Бонки миллии Тоҷикистон зарур мешуморад;- пешниҳоди ҳисобот, амалӣ кардани бозрасӣ ё иҷро намудани ҳар гуна қоидаи аз ҷониби Бонки миллии Тоҷикистон муқарраршуда;- ба Бонки миллии Тоҷикистон пешниҳод кардани ҳисобот дар бораи ҳисобдорӣ ва назорати дохилӣ; - додани хулоса оид ба ҷавобгӯ будани чораҳои мубориза ба муқобили қонунигардонии пулҳои бо роҳи ҷиноят ба даст омада ва маблағгузории терроризм, ки ташкилоти қарзӣ (кредитӣ) мутобиқи қонунгузорӣ ва санадҳои меъёрии ҳуқуқии Бонки миллии Тоҷикистон андешидааст;</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 xml:space="preserve">@63. </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Сирри бонкӣ чист?</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b/>
          <w:color w:val="000000"/>
          <w:sz w:val="28"/>
          <w:szCs w:val="28"/>
          <w:lang w:val="tt-RU"/>
        </w:rPr>
        <w:t xml:space="preserve">$A) </w:t>
      </w:r>
      <w:r w:rsidRPr="00784F69">
        <w:rPr>
          <w:rFonts w:ascii="Palatino Linotype" w:hAnsi="Palatino Linotype"/>
          <w:color w:val="000000"/>
          <w:sz w:val="28"/>
          <w:szCs w:val="28"/>
          <w:lang w:val="tt-RU"/>
        </w:rPr>
        <w:t>Маълумот дар бораи фаъолият ва ҳолати молиявии муштарӣ, ки ба ташкилоти қарзӣҳангоми хизматрасонӣ ва муносибат бо муштарӣ ё бо шахси сеюм маълум шудааст ва ошкор кардани он мумкин аст ба муштарӣ зиёни моддӣ ё маънавӣ расонад, сирри бонкӣ мебошад;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$B) Маълумот дар бораи фаъолият ва ҳолати молиявии муштарӣ, ки ба ташкилот ҳангоми хизматрасонӣ ва муносибат бо муштарӣ ё бо шахси сеюм маълум шудааст ва ошкор кардани он мумкин аст ба муштарӣ зиёни моддӣ ё маънавӣ расонад, сирри бонкӣ мебошад;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$C) Маълумот дар бораи фаъолият ва ҳолати молиявии муштарӣ, ки ба ташкилоти тиҷорати ҳангоми хизматрасонӣ ва муносибат бо муштарӣ ё бо шахси сеюм маълум шудааст ва ошкор кардани он мумкин аст ба муштарӣ зиёни моддӣ ё маънавӣ расонад, сирри бонкӣ мебошад;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$D) Маълумот дар бораи фаъолият ва ҳолати молиявии муштарӣ, ки ба ташкилоти қарзӣ (кредитӣ) ҳангоми хизматрасонӣ ва муносибат бо муштарӣ ё бо шахси сеюм маълум шудааст ва ошкор кардани он мумкин аст ба муштарӣ зиёни моддӣ ё ахлоқи расонад, сирри бонкӣ мебошад;</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color w:val="000000"/>
          <w:sz w:val="28"/>
          <w:szCs w:val="28"/>
          <w:lang w:val="tt-RU"/>
        </w:rPr>
        <w:t>$E) Маълумот дар бораи фаъолият ва ҳолати молиявии муштарӣ, ки ба ташкилоти қарзӣ (кредитӣ) ҳангоми хизматрасонӣ ва муносибат бо муштарӣ ё бо шахси сеюм маълум шудааст ва ошкор кардани он мумкин аст ба муштарӣ зиёни моддӣ ё маънавӣ расонад, сирри бонкӣ мебошад;</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 xml:space="preserve">@64. </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Ба сирри бонкӣ маълумоти зерин дохил мешаванд?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$A) 1.</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дар бораи мавҷудияти суратҳисобҳои бонкӣ, соҳибони онҳо, дар бораи маблағҳои пулии дар онҳо мавҷуда ва амалиёти бо ин суратҳисобҳо иҷрошавандаи муштариён;2.</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 xml:space="preserve">дар бораи </w:t>
      </w:r>
      <w:r w:rsidRPr="00784F69">
        <w:rPr>
          <w:rFonts w:ascii="Palatino Linotype" w:hAnsi="Palatino Linotype"/>
          <w:color w:val="000000"/>
          <w:sz w:val="28"/>
          <w:szCs w:val="28"/>
          <w:lang w:val="tg-Cyrl-TJ"/>
        </w:rPr>
        <w:t xml:space="preserve">интиқоли маблағҳои пулӣ аз тарафи шахсони воқеӣ бе кушодани </w:t>
      </w:r>
      <w:r w:rsidRPr="00784F69">
        <w:rPr>
          <w:rFonts w:ascii="Palatino Linotype" w:hAnsi="Palatino Linotype"/>
          <w:color w:val="000000"/>
          <w:sz w:val="28"/>
          <w:szCs w:val="28"/>
          <w:lang w:val="tt-RU"/>
        </w:rPr>
        <w:t>сурат</w:t>
      </w:r>
      <w:r w:rsidRPr="00784F69">
        <w:rPr>
          <w:rFonts w:ascii="Palatino Linotype" w:hAnsi="Palatino Linotype"/>
          <w:color w:val="000000"/>
          <w:sz w:val="28"/>
          <w:szCs w:val="28"/>
          <w:lang w:val="tg-Cyrl-TJ"/>
        </w:rPr>
        <w:t>ҳисоб ва дар бораи фиристонандагони (гирандагони) онҳо</w:t>
      </w:r>
      <w:r w:rsidRPr="00784F69">
        <w:rPr>
          <w:rFonts w:ascii="Palatino Linotype" w:hAnsi="Palatino Linotype"/>
          <w:color w:val="000000"/>
          <w:sz w:val="28"/>
          <w:szCs w:val="28"/>
          <w:lang w:val="tt-RU"/>
        </w:rPr>
        <w:t>;</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$B) 1.</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дар бораи мавҷудияти суратҳисобҳои бонкӣ, соҳибони онҳо, дар бораи маблағҳои пулии дар онҳо мавҷуда ва амалиёти бо ин суратҳисобҳо иҷрошавандаи муштариён; 2.</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 xml:space="preserve">дар бораи </w:t>
      </w:r>
      <w:r w:rsidRPr="00784F69">
        <w:rPr>
          <w:rFonts w:ascii="Palatino Linotype" w:hAnsi="Palatino Linotype"/>
          <w:color w:val="000000"/>
          <w:sz w:val="28"/>
          <w:szCs w:val="28"/>
          <w:lang w:val="tg-Cyrl-TJ"/>
        </w:rPr>
        <w:t xml:space="preserve">интиқоли маблағҳои пулӣ аз тарафи шахсони воқеӣ бе кушодани </w:t>
      </w:r>
      <w:r w:rsidRPr="00784F69">
        <w:rPr>
          <w:rFonts w:ascii="Palatino Linotype" w:hAnsi="Palatino Linotype"/>
          <w:color w:val="000000"/>
          <w:sz w:val="28"/>
          <w:szCs w:val="28"/>
          <w:lang w:val="tt-RU"/>
        </w:rPr>
        <w:t>сурат</w:t>
      </w:r>
      <w:r w:rsidRPr="00784F69">
        <w:rPr>
          <w:rFonts w:ascii="Palatino Linotype" w:hAnsi="Palatino Linotype"/>
          <w:color w:val="000000"/>
          <w:sz w:val="28"/>
          <w:szCs w:val="28"/>
          <w:lang w:val="tg-Cyrl-TJ"/>
        </w:rPr>
        <w:t>ҳисоб ва дар бораи фиристонандагони (гирандагони) онҳо</w:t>
      </w:r>
      <w:r w:rsidRPr="00784F69">
        <w:rPr>
          <w:rFonts w:ascii="Palatino Linotype" w:hAnsi="Palatino Linotype"/>
          <w:color w:val="000000"/>
          <w:sz w:val="28"/>
          <w:szCs w:val="28"/>
          <w:lang w:val="tt-RU"/>
        </w:rPr>
        <w:t>;3.</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дар бораи маблағҳои пулӣ ва ашёи қимматбаҳои муштарӣ, ки дар ташкилоти қарзӣ (кредитӣ) нигоҳ дошта мешаванд;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$C) 1.</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дар бораи мавҷудияти суратҳисобҳои бонкӣ, соҳибони онҳо, дар бораи маблағҳои пулии дар онҳо мавҷуда ва амалиёти бо ин суратҳисобҳо иҷрошавандаи муштариён; 2.</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 xml:space="preserve">дар бораи </w:t>
      </w:r>
      <w:r w:rsidRPr="00784F69">
        <w:rPr>
          <w:rFonts w:ascii="Palatino Linotype" w:hAnsi="Palatino Linotype"/>
          <w:color w:val="000000"/>
          <w:sz w:val="28"/>
          <w:szCs w:val="28"/>
          <w:lang w:val="tg-Cyrl-TJ"/>
        </w:rPr>
        <w:t xml:space="preserve">интиқоли маблағҳои пулӣ аз тарафи шахсони воқеӣ бе кушодани </w:t>
      </w:r>
      <w:r w:rsidRPr="00784F69">
        <w:rPr>
          <w:rFonts w:ascii="Palatino Linotype" w:hAnsi="Palatino Linotype"/>
          <w:color w:val="000000"/>
          <w:sz w:val="28"/>
          <w:szCs w:val="28"/>
          <w:lang w:val="tt-RU"/>
        </w:rPr>
        <w:t>сурат</w:t>
      </w:r>
      <w:r w:rsidRPr="00784F69">
        <w:rPr>
          <w:rFonts w:ascii="Palatino Linotype" w:hAnsi="Palatino Linotype"/>
          <w:color w:val="000000"/>
          <w:sz w:val="28"/>
          <w:szCs w:val="28"/>
          <w:lang w:val="tg-Cyrl-TJ"/>
        </w:rPr>
        <w:t>ҳисоб ва дар бораи фиристонандагони онҳо</w:t>
      </w:r>
      <w:r w:rsidRPr="00784F69">
        <w:rPr>
          <w:rFonts w:ascii="Palatino Linotype" w:hAnsi="Palatino Linotype"/>
          <w:color w:val="000000"/>
          <w:sz w:val="28"/>
          <w:szCs w:val="28"/>
          <w:lang w:val="tt-RU"/>
        </w:rPr>
        <w:t>;3.</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дар бораи маблағҳои пулӣ ва ашёи қимматбаҳои муштарӣ, ки дар ташкилоти қарзӣ нигоҳ дошта мешаванд;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$D) 1.</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дар бораи мавҷудияти суратҳисобҳои бонкӣ, соҳибони онҳо, дар бораи маблағҳои пулии дар онҳо мавҷуда ва амалиёти бо ин суратҳисобҳо иҷрошавандаи муштариён;2.</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 xml:space="preserve">дар бораи </w:t>
      </w:r>
      <w:r w:rsidRPr="00784F69">
        <w:rPr>
          <w:rFonts w:ascii="Palatino Linotype" w:hAnsi="Palatino Linotype"/>
          <w:color w:val="000000"/>
          <w:sz w:val="28"/>
          <w:szCs w:val="28"/>
          <w:lang w:val="tg-Cyrl-TJ"/>
        </w:rPr>
        <w:t xml:space="preserve">интиқоли маблағҳои пулӣ аз тарафи шахсони воқеӣ бе кушодани </w:t>
      </w:r>
      <w:r w:rsidRPr="00784F69">
        <w:rPr>
          <w:rFonts w:ascii="Palatino Linotype" w:hAnsi="Palatino Linotype"/>
          <w:color w:val="000000"/>
          <w:sz w:val="28"/>
          <w:szCs w:val="28"/>
          <w:lang w:val="tt-RU"/>
        </w:rPr>
        <w:t>сурат</w:t>
      </w:r>
      <w:r w:rsidRPr="00784F69">
        <w:rPr>
          <w:rFonts w:ascii="Palatino Linotype" w:hAnsi="Palatino Linotype"/>
          <w:color w:val="000000"/>
          <w:sz w:val="28"/>
          <w:szCs w:val="28"/>
          <w:lang w:val="tg-Cyrl-TJ"/>
        </w:rPr>
        <w:t>ҳисоб ва дар бораи фиристонандагони (гирандагони) онҳо</w:t>
      </w:r>
      <w:r w:rsidRPr="00784F69">
        <w:rPr>
          <w:rFonts w:ascii="Palatino Linotype" w:hAnsi="Palatino Linotype"/>
          <w:color w:val="000000"/>
          <w:sz w:val="28"/>
          <w:szCs w:val="28"/>
          <w:lang w:val="tt-RU"/>
        </w:rPr>
        <w:t>;3.</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дар бораи маблағҳои пулӣ ва ашёи қимматбаҳои муштарӣ, ки дар ташкилоти тиҷорати нигоҳ дошта мешаванд;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$E) 1.</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дар бораи мавҷудияти суратҳисобҳои бонкӣ, соҳибони онҳо, дар бораи маблағҳои пулии дар онҳо мавҷуда ва амалиёти бо ин суратҳисобҳо иҷрошавандаи муштариён;2.</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 xml:space="preserve">дар бораи </w:t>
      </w:r>
      <w:r w:rsidRPr="00784F69">
        <w:rPr>
          <w:rFonts w:ascii="Palatino Linotype" w:hAnsi="Palatino Linotype"/>
          <w:color w:val="000000"/>
          <w:sz w:val="28"/>
          <w:szCs w:val="28"/>
          <w:lang w:val="tg-Cyrl-TJ"/>
        </w:rPr>
        <w:t xml:space="preserve">интиқоли маблағҳои пулӣ аз тарафи шахсони воқеӣ бе кушодани </w:t>
      </w:r>
      <w:r w:rsidRPr="00784F69">
        <w:rPr>
          <w:rFonts w:ascii="Palatino Linotype" w:hAnsi="Palatino Linotype"/>
          <w:color w:val="000000"/>
          <w:sz w:val="28"/>
          <w:szCs w:val="28"/>
          <w:lang w:val="tt-RU"/>
        </w:rPr>
        <w:t>сурат</w:t>
      </w:r>
      <w:r w:rsidRPr="00784F69">
        <w:rPr>
          <w:rFonts w:ascii="Palatino Linotype" w:hAnsi="Palatino Linotype"/>
          <w:color w:val="000000"/>
          <w:sz w:val="28"/>
          <w:szCs w:val="28"/>
          <w:lang w:val="tg-Cyrl-TJ"/>
        </w:rPr>
        <w:t>ҳисоб ва дар бораи фиристонандагони (гирандагони) онҳо</w:t>
      </w:r>
      <w:r w:rsidRPr="00784F69">
        <w:rPr>
          <w:rFonts w:ascii="Palatino Linotype" w:hAnsi="Palatino Linotype"/>
          <w:color w:val="000000"/>
          <w:sz w:val="28"/>
          <w:szCs w:val="28"/>
          <w:lang w:val="tt-RU"/>
        </w:rPr>
        <w:t>;3.</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дар бораи маблағҳои пулӣ ва ашёи қимматбаҳои муштарӣ, ки дар ташкилоти қарзӣ (кредитӣ) нигоҳ дошта мешаванд;</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 xml:space="preserve">@65. </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Маълумоте, ки ба сирри бонкӣ мансуб мебошад, танҳо ба шахсони зерин дода мешавад?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 xml:space="preserve">$A) а) ба соҳиби суратҳисоби бонкӣ ва соҳиби ашёи қимматбаҳо ё намояндаи онҳо;б) ба </w:t>
      </w:r>
      <w:r w:rsidRPr="00784F69">
        <w:rPr>
          <w:rFonts w:ascii="Palatino Linotype" w:hAnsi="Palatino Linotype"/>
          <w:color w:val="000000"/>
          <w:sz w:val="28"/>
          <w:szCs w:val="28"/>
          <w:lang w:val="tg-Cyrl-TJ"/>
        </w:rPr>
        <w:t>фиристонандагон ва гирандагони интиқолҳои пулӣ;</w:t>
      </w:r>
      <w:r w:rsidRPr="00784F69">
        <w:rPr>
          <w:rFonts w:ascii="Palatino Linotype" w:hAnsi="Palatino Linotype"/>
          <w:color w:val="000000"/>
          <w:sz w:val="28"/>
          <w:szCs w:val="28"/>
          <w:lang w:val="tt-RU"/>
        </w:rPr>
        <w:t>в) ба Бонки миллии Тоҷикистон бо талаби он;</w:t>
      </w:r>
      <w:r w:rsidRPr="00784F69">
        <w:rPr>
          <w:rFonts w:ascii="Palatino Linotype" w:hAnsi="Palatino Linotype"/>
          <w:color w:val="000000"/>
          <w:sz w:val="28"/>
          <w:szCs w:val="28"/>
          <w:lang w:val="tg-Cyrl-TJ"/>
        </w:rPr>
        <w:t xml:space="preserve">г) </w:t>
      </w:r>
      <w:r w:rsidRPr="00784F69">
        <w:rPr>
          <w:rFonts w:ascii="Palatino Linotype" w:hAnsi="Palatino Linotype"/>
          <w:color w:val="000000"/>
          <w:sz w:val="28"/>
          <w:szCs w:val="28"/>
          <w:lang w:val="tt-RU"/>
        </w:rPr>
        <w:t>ба судҳо дар асоси таъиноти суд;д) ба Бюрои таърихи қарз (кредитӣ) мутобиқ</w:t>
      </w:r>
      <w:r w:rsidRPr="00784F69">
        <w:rPr>
          <w:rFonts w:ascii="Palatino Linotype" w:hAnsi="Palatino Linotype" w:cs="Times New Roman Tj"/>
          <w:color w:val="000000"/>
          <w:sz w:val="28"/>
          <w:szCs w:val="28"/>
          <w:lang w:val="tt-RU"/>
        </w:rPr>
        <w:t>и Қ</w:t>
      </w:r>
      <w:r w:rsidRPr="00784F69">
        <w:rPr>
          <w:rFonts w:ascii="Palatino Linotype" w:hAnsi="Palatino Linotype"/>
          <w:color w:val="000000"/>
          <w:sz w:val="28"/>
          <w:szCs w:val="28"/>
          <w:lang w:val="tt-RU"/>
        </w:rPr>
        <w:t xml:space="preserve">онуни Ҷумҳурии Тоҷикистон “Дар бораи таърихи қарз (кредит) ”; е) </w:t>
      </w:r>
      <w:r w:rsidRPr="00784F69">
        <w:rPr>
          <w:rFonts w:ascii="Palatino Linotype" w:hAnsi="Palatino Linotype"/>
          <w:color w:val="000000"/>
          <w:sz w:val="28"/>
          <w:szCs w:val="28"/>
          <w:lang w:val="tg-Cyrl-TJ"/>
        </w:rPr>
        <w:t xml:space="preserve">ба мақомоти таҳқиқ ва тафтишоти пешакӣ аз рӯи парвандаҳои </w:t>
      </w:r>
      <w:r w:rsidRPr="00784F69">
        <w:rPr>
          <w:rFonts w:ascii="Palatino Linotype" w:hAnsi="Palatino Linotype"/>
          <w:color w:val="000000"/>
          <w:sz w:val="28"/>
          <w:szCs w:val="28"/>
          <w:lang w:val="tt-RU"/>
        </w:rPr>
        <w:t>ҷиноятии</w:t>
      </w:r>
      <w:r w:rsidRPr="00784F69">
        <w:rPr>
          <w:rFonts w:ascii="Palatino Linotype" w:hAnsi="Palatino Linotype"/>
          <w:color w:val="000000"/>
          <w:sz w:val="28"/>
          <w:szCs w:val="28"/>
          <w:lang w:val="tg-Cyrl-TJ"/>
        </w:rPr>
        <w:t xml:space="preserve"> дар истеҳсолоташон қарордошта</w:t>
      </w:r>
      <w:r w:rsidRPr="00784F69">
        <w:rPr>
          <w:rFonts w:ascii="Palatino Linotype" w:hAnsi="Palatino Linotype"/>
          <w:color w:val="000000"/>
          <w:sz w:val="28"/>
          <w:szCs w:val="28"/>
          <w:lang w:val="tt-RU"/>
        </w:rPr>
        <w:t>ж) ба мақомоти андоз аз рӯи масъалаҳои пардохти андози шахсони ҳуқуқӣ дар асоси мактуби роҳбари мақоми андоз бо пешниҳоди нусхаи фармони мақоми андоз оид ба санҷиши онҳо;</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 xml:space="preserve">$B) а) ба соҳиби суратҳисоби бонкӣ ва соҳиби ашёи қимматбаҳо ё намояндаи онҳо;б) ба </w:t>
      </w:r>
      <w:r w:rsidRPr="00784F69">
        <w:rPr>
          <w:rFonts w:ascii="Palatino Linotype" w:hAnsi="Palatino Linotype"/>
          <w:color w:val="000000"/>
          <w:sz w:val="28"/>
          <w:szCs w:val="28"/>
          <w:lang w:val="tg-Cyrl-TJ"/>
        </w:rPr>
        <w:t>фиристонандагон ва гирандагони интиқолҳои пулӣ;</w:t>
      </w:r>
      <w:r w:rsidRPr="00784F69">
        <w:rPr>
          <w:rFonts w:ascii="Palatino Linotype" w:hAnsi="Palatino Linotype"/>
          <w:color w:val="000000"/>
          <w:sz w:val="28"/>
          <w:szCs w:val="28"/>
          <w:lang w:val="tt-RU"/>
        </w:rPr>
        <w:t>в) ба Бонки миллии Тоҷикистон бо талаби он;</w:t>
      </w:r>
      <w:r w:rsidRPr="00784F69">
        <w:rPr>
          <w:rFonts w:ascii="Palatino Linotype" w:hAnsi="Palatino Linotype"/>
          <w:color w:val="000000"/>
          <w:sz w:val="28"/>
          <w:szCs w:val="28"/>
          <w:lang w:val="tg-Cyrl-TJ"/>
        </w:rPr>
        <w:t xml:space="preserve">г) </w:t>
      </w:r>
      <w:r w:rsidRPr="00784F69">
        <w:rPr>
          <w:rFonts w:ascii="Palatino Linotype" w:hAnsi="Palatino Linotype"/>
          <w:color w:val="000000"/>
          <w:sz w:val="28"/>
          <w:szCs w:val="28"/>
          <w:lang w:val="tt-RU"/>
        </w:rPr>
        <w:t>ба судҳо дар асоси таъиноти суд;д) ба Бюрои таърихи қарз (кредитӣ) мутобиқи Қ</w:t>
      </w:r>
      <w:r w:rsidRPr="00784F69">
        <w:rPr>
          <w:rFonts w:ascii="Palatino Linotype" w:hAnsi="Palatino Linotype" w:cs="Times New Roman Tj"/>
          <w:color w:val="000000"/>
          <w:sz w:val="28"/>
          <w:szCs w:val="28"/>
          <w:lang w:val="tt-RU"/>
        </w:rPr>
        <w:t>онуни Ҷумҳурии Тоҷикистон “Дар бораи</w:t>
      </w:r>
      <w:r w:rsidRPr="00784F69">
        <w:rPr>
          <w:rFonts w:ascii="Palatino Linotype" w:hAnsi="Palatino Linotype"/>
          <w:color w:val="000000"/>
          <w:sz w:val="28"/>
          <w:szCs w:val="28"/>
          <w:lang w:val="tt-RU"/>
        </w:rPr>
        <w:t xml:space="preserve"> таърихи қ</w:t>
      </w:r>
      <w:r w:rsidRPr="00784F69">
        <w:rPr>
          <w:rFonts w:ascii="Palatino Linotype" w:hAnsi="Palatino Linotype" w:cs="Times New Roman Tj"/>
          <w:color w:val="000000"/>
          <w:sz w:val="28"/>
          <w:szCs w:val="28"/>
          <w:lang w:val="tt-RU"/>
        </w:rPr>
        <w:t>арз (кредит) ”;</w:t>
      </w:r>
      <w:r w:rsidRPr="00784F69">
        <w:rPr>
          <w:rFonts w:ascii="Palatino Linotype" w:hAnsi="Palatino Linotype"/>
          <w:color w:val="000000"/>
          <w:sz w:val="28"/>
          <w:szCs w:val="28"/>
          <w:lang w:val="tt-RU"/>
        </w:rPr>
        <w:t xml:space="preserve"> е) </w:t>
      </w:r>
      <w:r w:rsidRPr="00784F69">
        <w:rPr>
          <w:rFonts w:ascii="Palatino Linotype" w:hAnsi="Palatino Linotype"/>
          <w:color w:val="000000"/>
          <w:sz w:val="28"/>
          <w:szCs w:val="28"/>
          <w:lang w:val="tg-Cyrl-TJ"/>
        </w:rPr>
        <w:t xml:space="preserve">ба мақомоти таҳқиқ ва тафтишоти пешакӣ аз рӯи парвандаҳои </w:t>
      </w:r>
      <w:r w:rsidRPr="00784F69">
        <w:rPr>
          <w:rFonts w:ascii="Palatino Linotype" w:hAnsi="Palatino Linotype"/>
          <w:color w:val="000000"/>
          <w:sz w:val="28"/>
          <w:szCs w:val="28"/>
          <w:lang w:val="tt-RU"/>
        </w:rPr>
        <w:t>ҷиноятии</w:t>
      </w:r>
      <w:r w:rsidRPr="00784F69">
        <w:rPr>
          <w:rFonts w:ascii="Palatino Linotype" w:hAnsi="Palatino Linotype"/>
          <w:color w:val="000000"/>
          <w:sz w:val="28"/>
          <w:szCs w:val="28"/>
          <w:lang w:val="tg-Cyrl-TJ"/>
        </w:rPr>
        <w:t xml:space="preserve"> дар истеҳсолоташон қарордошта нисбат ба </w:t>
      </w:r>
      <w:r w:rsidRPr="00784F69">
        <w:rPr>
          <w:rFonts w:ascii="Palatino Linotype" w:hAnsi="Palatino Linotype"/>
          <w:color w:val="000000"/>
          <w:sz w:val="28"/>
          <w:szCs w:val="28"/>
          <w:lang w:val="tt-RU"/>
        </w:rPr>
        <w:t>муштариёни ташкилоти қарзӣ (кредитӣ;</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 xml:space="preserve">$C) а) ба соҳиби суратҳисоби бонкӣ ва соҳиби ашёи қимматбаҳо ё намояндаи онҳо;б) ба </w:t>
      </w:r>
      <w:r w:rsidRPr="00784F69">
        <w:rPr>
          <w:rFonts w:ascii="Palatino Linotype" w:hAnsi="Palatino Linotype"/>
          <w:color w:val="000000"/>
          <w:sz w:val="28"/>
          <w:szCs w:val="28"/>
          <w:lang w:val="tg-Cyrl-TJ"/>
        </w:rPr>
        <w:t>фиристонандагон ва гирандагони интиқолҳои пулӣ;</w:t>
      </w:r>
      <w:r w:rsidRPr="00784F69">
        <w:rPr>
          <w:rFonts w:ascii="Palatino Linotype" w:hAnsi="Palatino Linotype"/>
          <w:color w:val="000000"/>
          <w:sz w:val="28"/>
          <w:szCs w:val="28"/>
          <w:lang w:val="tt-RU"/>
        </w:rPr>
        <w:t>в) ба Бонки миллии Тоҷикистон бо талаби он;</w:t>
      </w:r>
      <w:r w:rsidRPr="00784F69">
        <w:rPr>
          <w:rFonts w:ascii="Palatino Linotype" w:hAnsi="Palatino Linotype"/>
          <w:color w:val="000000"/>
          <w:sz w:val="28"/>
          <w:szCs w:val="28"/>
          <w:lang w:val="tg-Cyrl-TJ"/>
        </w:rPr>
        <w:t xml:space="preserve">г) </w:t>
      </w:r>
      <w:r w:rsidRPr="00784F69">
        <w:rPr>
          <w:rFonts w:ascii="Palatino Linotype" w:hAnsi="Palatino Linotype"/>
          <w:color w:val="000000"/>
          <w:sz w:val="28"/>
          <w:szCs w:val="28"/>
          <w:lang w:val="tt-RU"/>
        </w:rPr>
        <w:t>ба судҳо дар асоси таъиноти суд;д) ба Бюрои таърихи қ</w:t>
      </w:r>
      <w:r w:rsidRPr="00784F69">
        <w:rPr>
          <w:rFonts w:ascii="Palatino Linotype" w:hAnsi="Palatino Linotype" w:cs="Times New Roman Tj"/>
          <w:color w:val="000000"/>
          <w:sz w:val="28"/>
          <w:szCs w:val="28"/>
          <w:lang w:val="tt-RU"/>
        </w:rPr>
        <w:t>арз мутоби</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 xml:space="preserve">и </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 xml:space="preserve">онуни Ҷумҳурии Тоҷикистон “Дар бораи таърихи </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арз (кредит) ”;</w:t>
      </w:r>
      <w:r w:rsidRPr="00784F69">
        <w:rPr>
          <w:rFonts w:ascii="Palatino Linotype" w:hAnsi="Palatino Linotype"/>
          <w:color w:val="000000"/>
          <w:sz w:val="28"/>
          <w:szCs w:val="28"/>
          <w:lang w:val="tt-RU"/>
        </w:rPr>
        <w:t xml:space="preserve">е) </w:t>
      </w:r>
      <w:r w:rsidRPr="00784F69">
        <w:rPr>
          <w:rFonts w:ascii="Palatino Linotype" w:hAnsi="Palatino Linotype"/>
          <w:color w:val="000000"/>
          <w:sz w:val="28"/>
          <w:szCs w:val="28"/>
          <w:lang w:val="tg-Cyrl-TJ"/>
        </w:rPr>
        <w:t xml:space="preserve">ба мақомоти таҳқиқ ва тафтишоти пешакӣ аз рӯи парвандаҳои </w:t>
      </w:r>
      <w:r w:rsidRPr="00784F69">
        <w:rPr>
          <w:rFonts w:ascii="Palatino Linotype" w:hAnsi="Palatino Linotype"/>
          <w:color w:val="000000"/>
          <w:sz w:val="28"/>
          <w:szCs w:val="28"/>
          <w:lang w:val="tt-RU"/>
        </w:rPr>
        <w:t>ҷиноятии</w:t>
      </w:r>
      <w:r w:rsidRPr="00784F69">
        <w:rPr>
          <w:rFonts w:ascii="Palatino Linotype" w:hAnsi="Palatino Linotype"/>
          <w:color w:val="000000"/>
          <w:sz w:val="28"/>
          <w:szCs w:val="28"/>
          <w:lang w:val="tg-Cyrl-TJ"/>
        </w:rPr>
        <w:t xml:space="preserve"> дар истеҳсолоташон қарордошта нисбат ба </w:t>
      </w:r>
      <w:r w:rsidRPr="00784F69">
        <w:rPr>
          <w:rFonts w:ascii="Palatino Linotype" w:hAnsi="Palatino Linotype"/>
          <w:color w:val="000000"/>
          <w:sz w:val="28"/>
          <w:szCs w:val="28"/>
          <w:lang w:val="tt-RU"/>
        </w:rPr>
        <w:t>муштариёни ташкилоти қарзӣж) ба мақомоти андоз аз рӯи масъалаҳои пардохти андози шахсони ҳуқуқӣ дар асоси мактуби роҳбари мақоми андоз бо пешниҳоди нусхаи фармони мақоми андоз оид ба санҷиши онҳо;</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 xml:space="preserve">$D) а) ба соҳиби суратҳисоби бонкӣ ва соҳиби ашёи қимматбаҳо ё намояндаи онҳо;б) ба </w:t>
      </w:r>
      <w:r w:rsidRPr="00784F69">
        <w:rPr>
          <w:rFonts w:ascii="Palatino Linotype" w:hAnsi="Palatino Linotype"/>
          <w:color w:val="000000"/>
          <w:sz w:val="28"/>
          <w:szCs w:val="28"/>
          <w:lang w:val="tg-Cyrl-TJ"/>
        </w:rPr>
        <w:t>фиристонандагон ва гирандагони интиқолҳои пулӣ;</w:t>
      </w:r>
      <w:r w:rsidRPr="00784F69">
        <w:rPr>
          <w:rFonts w:ascii="Palatino Linotype" w:hAnsi="Palatino Linotype"/>
          <w:color w:val="000000"/>
          <w:sz w:val="28"/>
          <w:szCs w:val="28"/>
          <w:lang w:val="tt-RU"/>
        </w:rPr>
        <w:t>в) ба Бонки миллии Тоҷикистон бо талаби он;</w:t>
      </w:r>
      <w:r w:rsidRPr="00784F69">
        <w:rPr>
          <w:rFonts w:ascii="Palatino Linotype" w:hAnsi="Palatino Linotype"/>
          <w:color w:val="000000"/>
          <w:sz w:val="28"/>
          <w:szCs w:val="28"/>
          <w:lang w:val="tg-Cyrl-TJ"/>
        </w:rPr>
        <w:t xml:space="preserve">г) </w:t>
      </w:r>
      <w:r w:rsidRPr="00784F69">
        <w:rPr>
          <w:rFonts w:ascii="Palatino Linotype" w:hAnsi="Palatino Linotype"/>
          <w:color w:val="000000"/>
          <w:sz w:val="28"/>
          <w:szCs w:val="28"/>
          <w:lang w:val="tt-RU"/>
        </w:rPr>
        <w:t>ба милитсия дар асоси таъиноти суд; д) ба Бюрои таърихи қарз (кредитӣ) мутобиқ</w:t>
      </w:r>
      <w:r w:rsidRPr="00784F69">
        <w:rPr>
          <w:rFonts w:ascii="Palatino Linotype" w:hAnsi="Palatino Linotype" w:cs="Times New Roman Tj"/>
          <w:color w:val="000000"/>
          <w:sz w:val="28"/>
          <w:szCs w:val="28"/>
          <w:lang w:val="tt-RU"/>
        </w:rPr>
        <w:t xml:space="preserve">и </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 xml:space="preserve">онуни Ҷумҳурии Тоҷикистон “Дар бораи таърихи </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арз (кредит) ”</w:t>
      </w:r>
      <w:r w:rsidRPr="00784F69">
        <w:rPr>
          <w:rFonts w:ascii="Palatino Linotype" w:hAnsi="Palatino Linotype"/>
          <w:color w:val="000000"/>
          <w:sz w:val="28"/>
          <w:szCs w:val="28"/>
          <w:lang w:val="tt-RU"/>
        </w:rPr>
        <w:t xml:space="preserve">е) </w:t>
      </w:r>
      <w:r w:rsidRPr="00784F69">
        <w:rPr>
          <w:rFonts w:ascii="Palatino Linotype" w:hAnsi="Palatino Linotype"/>
          <w:color w:val="000000"/>
          <w:sz w:val="28"/>
          <w:szCs w:val="28"/>
          <w:lang w:val="tg-Cyrl-TJ"/>
        </w:rPr>
        <w:t xml:space="preserve">ба мақомоти таҳқиқ ва тафтишоти пешакӣ аз рӯи парвандаҳои </w:t>
      </w:r>
      <w:r w:rsidRPr="00784F69">
        <w:rPr>
          <w:rFonts w:ascii="Palatino Linotype" w:hAnsi="Palatino Linotype"/>
          <w:color w:val="000000"/>
          <w:sz w:val="28"/>
          <w:szCs w:val="28"/>
          <w:lang w:val="tt-RU"/>
        </w:rPr>
        <w:t>ҷиноятии</w:t>
      </w:r>
      <w:r w:rsidRPr="00784F69">
        <w:rPr>
          <w:rFonts w:ascii="Palatino Linotype" w:hAnsi="Palatino Linotype"/>
          <w:color w:val="000000"/>
          <w:sz w:val="28"/>
          <w:szCs w:val="28"/>
          <w:lang w:val="tg-Cyrl-TJ"/>
        </w:rPr>
        <w:t xml:space="preserve"> дар истеҳсолоташон қарордошта нисбат ба </w:t>
      </w:r>
      <w:r w:rsidRPr="00784F69">
        <w:rPr>
          <w:rFonts w:ascii="Palatino Linotype" w:hAnsi="Palatino Linotype"/>
          <w:color w:val="000000"/>
          <w:sz w:val="28"/>
          <w:szCs w:val="28"/>
          <w:lang w:val="tt-RU"/>
        </w:rPr>
        <w:t>муштариёни ташкилоти қарзӣ (кредитӣ) ж) ба мақомоти андоз аз рӯи масъалаҳои пардохти андози шахсони ҳуқуқӣ дар асоси мактуби роҳбари мақоми андоз бо пешниҳоди нусхаи фармони мақоми андоз оид ба санҷиши онҳо;</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 xml:space="preserve">$E)  а) ба соҳиби суратҳисоби бонкӣ ва соҳиби ашёи қимматбаҳо ё намояндаи онҳо;б) ба </w:t>
      </w:r>
      <w:r w:rsidRPr="00784F69">
        <w:rPr>
          <w:rFonts w:ascii="Palatino Linotype" w:hAnsi="Palatino Linotype"/>
          <w:color w:val="000000"/>
          <w:sz w:val="28"/>
          <w:szCs w:val="28"/>
          <w:lang w:val="tg-Cyrl-TJ"/>
        </w:rPr>
        <w:t>фиристонандагон ва гирандагони интиқолҳои пулӣ;</w:t>
      </w:r>
      <w:r w:rsidRPr="00784F69">
        <w:rPr>
          <w:rFonts w:ascii="Palatino Linotype" w:hAnsi="Palatino Linotype"/>
          <w:color w:val="000000"/>
          <w:sz w:val="28"/>
          <w:szCs w:val="28"/>
          <w:lang w:val="tt-RU"/>
        </w:rPr>
        <w:t>в) ба Бонки миллии Тоҷикистон бо талаби он;</w:t>
      </w:r>
      <w:r w:rsidRPr="00784F69">
        <w:rPr>
          <w:rFonts w:ascii="Palatino Linotype" w:hAnsi="Palatino Linotype"/>
          <w:color w:val="000000"/>
          <w:sz w:val="28"/>
          <w:szCs w:val="28"/>
          <w:lang w:val="tg-Cyrl-TJ"/>
        </w:rPr>
        <w:t xml:space="preserve">г) </w:t>
      </w:r>
      <w:r w:rsidRPr="00784F69">
        <w:rPr>
          <w:rFonts w:ascii="Palatino Linotype" w:hAnsi="Palatino Linotype"/>
          <w:color w:val="000000"/>
          <w:sz w:val="28"/>
          <w:szCs w:val="28"/>
          <w:lang w:val="tt-RU"/>
        </w:rPr>
        <w:t>ба судҳо дар асоси таъиноти суд;д) ба Бюрои таърихи қ</w:t>
      </w:r>
      <w:r w:rsidRPr="00784F69">
        <w:rPr>
          <w:rFonts w:ascii="Palatino Linotype" w:hAnsi="Palatino Linotype" w:cs="Times New Roman Tj"/>
          <w:color w:val="000000"/>
          <w:sz w:val="28"/>
          <w:szCs w:val="28"/>
          <w:lang w:val="tt-RU"/>
        </w:rPr>
        <w:t>арз (кредитӣ) мутоби</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 xml:space="preserve">и </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 xml:space="preserve">онуни Ҷумҳурии Тоҷикистон “Дар бораи таърихи </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арз (кредит) ”;</w:t>
      </w:r>
      <w:r w:rsidRPr="00784F69">
        <w:rPr>
          <w:rFonts w:ascii="Palatino Linotype" w:hAnsi="Palatino Linotype"/>
          <w:color w:val="000000"/>
          <w:sz w:val="28"/>
          <w:szCs w:val="28"/>
          <w:lang w:val="tt-RU"/>
        </w:rPr>
        <w:t xml:space="preserve">е) </w:t>
      </w:r>
      <w:r w:rsidRPr="00784F69">
        <w:rPr>
          <w:rFonts w:ascii="Palatino Linotype" w:hAnsi="Palatino Linotype"/>
          <w:color w:val="000000"/>
          <w:sz w:val="28"/>
          <w:szCs w:val="28"/>
          <w:lang w:val="tg-Cyrl-TJ"/>
        </w:rPr>
        <w:t xml:space="preserve">ба мақомоти таҳқиқ ва тафтишоти пешакӣ аз рӯи парвандаҳои </w:t>
      </w:r>
      <w:r w:rsidRPr="00784F69">
        <w:rPr>
          <w:rFonts w:ascii="Palatino Linotype" w:hAnsi="Palatino Linotype"/>
          <w:color w:val="000000"/>
          <w:sz w:val="28"/>
          <w:szCs w:val="28"/>
          <w:lang w:val="tt-RU"/>
        </w:rPr>
        <w:t>ҷиноятии</w:t>
      </w:r>
      <w:r w:rsidRPr="00784F69">
        <w:rPr>
          <w:rFonts w:ascii="Palatino Linotype" w:hAnsi="Palatino Linotype"/>
          <w:color w:val="000000"/>
          <w:sz w:val="28"/>
          <w:szCs w:val="28"/>
          <w:lang w:val="tg-Cyrl-TJ"/>
        </w:rPr>
        <w:t xml:space="preserve"> дар истеҳсолоташон қарордошта нисбат ба </w:t>
      </w:r>
      <w:r w:rsidRPr="00784F69">
        <w:rPr>
          <w:rFonts w:ascii="Palatino Linotype" w:hAnsi="Palatino Linotype"/>
          <w:color w:val="000000"/>
          <w:sz w:val="28"/>
          <w:szCs w:val="28"/>
          <w:lang w:val="tt-RU"/>
        </w:rPr>
        <w:t>муштариёни ташкилоти қарзӣ (кредитӣ) ж) ба мақомоти андоз аз рӯи масъалаҳои пардохти андози шахсони ҳуқуқӣ дар асоси мактуби роҳбари мақоми андоз бо пешниҳоди нусхаи фармони мақоми андоз оид ба санҷиши онҳо;</w:t>
      </w:r>
    </w:p>
    <w:p w:rsidR="00B65CA5" w:rsidRPr="00784F69" w:rsidRDefault="00B65CA5" w:rsidP="00C84BB2">
      <w:pPr>
        <w:spacing w:after="0" w:line="240" w:lineRule="auto"/>
        <w:jc w:val="both"/>
        <w:rPr>
          <w:rFonts w:ascii="Palatino Linotype" w:hAnsi="Palatino Linotype"/>
          <w:b/>
          <w:color w:val="000000"/>
          <w:sz w:val="28"/>
          <w:szCs w:val="28"/>
        </w:rPr>
      </w:pPr>
      <w:r w:rsidRPr="00784F69">
        <w:rPr>
          <w:rFonts w:ascii="Palatino Linotype" w:hAnsi="Palatino Linotype"/>
          <w:b/>
          <w:color w:val="000000"/>
          <w:sz w:val="28"/>
          <w:szCs w:val="28"/>
        </w:rPr>
        <w:t xml:space="preserve">@66. </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en-US"/>
        </w:rPr>
        <w:t>C</w:t>
      </w:r>
      <w:r w:rsidRPr="00784F69">
        <w:rPr>
          <w:rFonts w:ascii="Palatino Linotype" w:hAnsi="Palatino Linotype"/>
          <w:b/>
          <w:color w:val="000000"/>
          <w:sz w:val="28"/>
          <w:szCs w:val="28"/>
          <w:lang w:val="tt-RU"/>
        </w:rPr>
        <w:t>ирри бонкӣ дар сурати вафоти муштарӣ</w:t>
      </w:r>
      <w:r w:rsidRPr="00784F69">
        <w:rPr>
          <w:rFonts w:ascii="Palatino Linotype" w:hAnsi="Palatino Linotype"/>
          <w:b/>
          <w:color w:val="000000"/>
          <w:sz w:val="28"/>
          <w:szCs w:val="28"/>
        </w:rPr>
        <w:t xml:space="preserve">ба киҳо </w:t>
      </w:r>
      <w:r w:rsidRPr="00784F69">
        <w:rPr>
          <w:rFonts w:ascii="Palatino Linotype" w:hAnsi="Palatino Linotype"/>
          <w:b/>
          <w:color w:val="000000"/>
          <w:sz w:val="28"/>
          <w:szCs w:val="28"/>
          <w:lang w:val="tt-RU"/>
        </w:rPr>
        <w:t>дода мешавад?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 xml:space="preserve">$A) 1) ба шахсоне, ки аз тарафи </w:t>
      </w:r>
      <w:r w:rsidRPr="00784F69">
        <w:rPr>
          <w:rFonts w:ascii="Palatino Linotype" w:hAnsi="Palatino Linotype"/>
          <w:color w:val="000000"/>
          <w:sz w:val="28"/>
          <w:szCs w:val="28"/>
          <w:lang w:val="tg-Cyrl-TJ"/>
        </w:rPr>
        <w:t>муштарӣ</w:t>
      </w:r>
      <w:r w:rsidRPr="00784F69">
        <w:rPr>
          <w:rFonts w:ascii="Palatino Linotype" w:hAnsi="Palatino Linotype"/>
          <w:color w:val="000000"/>
          <w:sz w:val="28"/>
          <w:szCs w:val="28"/>
          <w:lang w:val="tt-RU"/>
        </w:rPr>
        <w:t xml:space="preserve">дар васиятнома зикр шудаанд; 2) ба судҳо, идораҳои нотариалӣ ва муассисаҳои консулгарии хориҷӣ аз рӯи парвандаҳои меросии </w:t>
      </w:r>
      <w:r w:rsidRPr="00784F69">
        <w:rPr>
          <w:rFonts w:ascii="Palatino Linotype" w:hAnsi="Palatino Linotype"/>
          <w:color w:val="000000"/>
          <w:sz w:val="28"/>
          <w:szCs w:val="28"/>
          <w:lang w:val="tg-Cyrl-TJ"/>
        </w:rPr>
        <w:t>муштарии</w:t>
      </w:r>
      <w:r w:rsidRPr="00784F69">
        <w:rPr>
          <w:rFonts w:ascii="Palatino Linotype" w:hAnsi="Palatino Linotype"/>
          <w:color w:val="000000"/>
          <w:sz w:val="28"/>
          <w:szCs w:val="28"/>
          <w:lang w:val="tt-RU"/>
        </w:rPr>
        <w:t xml:space="preserve"> фавтида;</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 xml:space="preserve">$B) 1) ба шахсоне, ки аз тарафи </w:t>
      </w:r>
      <w:r w:rsidRPr="00784F69">
        <w:rPr>
          <w:rFonts w:ascii="Palatino Linotype" w:hAnsi="Palatino Linotype"/>
          <w:color w:val="000000"/>
          <w:sz w:val="28"/>
          <w:szCs w:val="28"/>
          <w:lang w:val="tg-Cyrl-TJ"/>
        </w:rPr>
        <w:t xml:space="preserve">муштарӣ ба тариқи иҷозатнома </w:t>
      </w:r>
      <w:r w:rsidRPr="00784F69">
        <w:rPr>
          <w:rFonts w:ascii="Palatino Linotype" w:hAnsi="Palatino Linotype"/>
          <w:color w:val="000000"/>
          <w:sz w:val="28"/>
          <w:szCs w:val="28"/>
          <w:lang w:val="tt-RU"/>
        </w:rPr>
        <w:t xml:space="preserve">зикр шудаанд; 2) ба судҳо, идораҳои нотариалӣ ва муассисаҳои консулгарии хориҷӣ аз рӯи парвандаҳои меросии </w:t>
      </w:r>
      <w:r w:rsidRPr="00784F69">
        <w:rPr>
          <w:rFonts w:ascii="Palatino Linotype" w:hAnsi="Palatino Linotype"/>
          <w:color w:val="000000"/>
          <w:sz w:val="28"/>
          <w:szCs w:val="28"/>
          <w:lang w:val="tg-Cyrl-TJ"/>
        </w:rPr>
        <w:t>муштарии</w:t>
      </w:r>
      <w:r w:rsidRPr="00784F69">
        <w:rPr>
          <w:rFonts w:ascii="Palatino Linotype" w:hAnsi="Palatino Linotype"/>
          <w:color w:val="000000"/>
          <w:sz w:val="28"/>
          <w:szCs w:val="28"/>
          <w:lang w:val="tt-RU"/>
        </w:rPr>
        <w:t xml:space="preserve"> фавтида;</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 xml:space="preserve">$C) 1) ба шахсоне, ки аз тарафи </w:t>
      </w:r>
      <w:r w:rsidRPr="00784F69">
        <w:rPr>
          <w:rFonts w:ascii="Palatino Linotype" w:hAnsi="Palatino Linotype"/>
          <w:color w:val="000000"/>
          <w:sz w:val="28"/>
          <w:szCs w:val="28"/>
          <w:lang w:val="tg-Cyrl-TJ"/>
        </w:rPr>
        <w:t>муштарӣ</w:t>
      </w:r>
      <w:r w:rsidRPr="00784F69">
        <w:rPr>
          <w:rFonts w:ascii="Palatino Linotype" w:hAnsi="Palatino Linotype"/>
          <w:color w:val="000000"/>
          <w:sz w:val="28"/>
          <w:szCs w:val="28"/>
          <w:lang w:val="tt-RU"/>
        </w:rPr>
        <w:t xml:space="preserve">дар васиятнома зикр шудаанд; 2) ба идораҳои нотариалӣ ва муассисаҳои консулгарии хориҷӣ аз рӯи парвандаҳои меросии </w:t>
      </w:r>
      <w:r w:rsidRPr="00784F69">
        <w:rPr>
          <w:rFonts w:ascii="Palatino Linotype" w:hAnsi="Palatino Linotype"/>
          <w:color w:val="000000"/>
          <w:sz w:val="28"/>
          <w:szCs w:val="28"/>
          <w:lang w:val="tg-Cyrl-TJ"/>
        </w:rPr>
        <w:t>муштарии</w:t>
      </w:r>
      <w:r w:rsidRPr="00784F69">
        <w:rPr>
          <w:rFonts w:ascii="Palatino Linotype" w:hAnsi="Palatino Linotype"/>
          <w:color w:val="000000"/>
          <w:sz w:val="28"/>
          <w:szCs w:val="28"/>
          <w:lang w:val="tt-RU"/>
        </w:rPr>
        <w:t xml:space="preserve"> фавтида;</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 xml:space="preserve">$D) 1) ба шахсоне, ки аз тарафи </w:t>
      </w:r>
      <w:r w:rsidRPr="00784F69">
        <w:rPr>
          <w:rFonts w:ascii="Palatino Linotype" w:hAnsi="Palatino Linotype"/>
          <w:color w:val="000000"/>
          <w:sz w:val="28"/>
          <w:szCs w:val="28"/>
          <w:lang w:val="tg-Cyrl-TJ"/>
        </w:rPr>
        <w:t>муштарӣ</w:t>
      </w:r>
      <w:r w:rsidRPr="00784F69">
        <w:rPr>
          <w:rFonts w:ascii="Palatino Linotype" w:hAnsi="Palatino Linotype"/>
          <w:color w:val="000000"/>
          <w:sz w:val="28"/>
          <w:szCs w:val="28"/>
          <w:lang w:val="tt-RU"/>
        </w:rPr>
        <w:t xml:space="preserve">дар васиятнома зикр шудаанд; 2) ба муфатишон, идораҳои нотариалӣ ва муассисаҳои консулгарии хориҷӣ аз рӯи парвандаҳои меросии </w:t>
      </w:r>
      <w:r w:rsidRPr="00784F69">
        <w:rPr>
          <w:rFonts w:ascii="Palatino Linotype" w:hAnsi="Palatino Linotype"/>
          <w:color w:val="000000"/>
          <w:sz w:val="28"/>
          <w:szCs w:val="28"/>
          <w:lang w:val="tg-Cyrl-TJ"/>
        </w:rPr>
        <w:t>муштарии</w:t>
      </w:r>
      <w:r w:rsidRPr="00784F69">
        <w:rPr>
          <w:rFonts w:ascii="Palatino Linotype" w:hAnsi="Palatino Linotype"/>
          <w:color w:val="000000"/>
          <w:sz w:val="28"/>
          <w:szCs w:val="28"/>
          <w:lang w:val="tt-RU"/>
        </w:rPr>
        <w:t xml:space="preserve"> фавтида;</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 xml:space="preserve">$E) 1) ба шахсоне, ки аз тарафи </w:t>
      </w:r>
      <w:r w:rsidRPr="00784F69">
        <w:rPr>
          <w:rFonts w:ascii="Palatino Linotype" w:hAnsi="Palatino Linotype"/>
          <w:color w:val="000000"/>
          <w:sz w:val="28"/>
          <w:szCs w:val="28"/>
          <w:lang w:val="tg-Cyrl-TJ"/>
        </w:rPr>
        <w:t>муштарӣ</w:t>
      </w:r>
      <w:r w:rsidRPr="00784F69">
        <w:rPr>
          <w:rFonts w:ascii="Palatino Linotype" w:hAnsi="Palatino Linotype"/>
          <w:color w:val="000000"/>
          <w:sz w:val="28"/>
          <w:szCs w:val="28"/>
          <w:lang w:val="tt-RU"/>
        </w:rPr>
        <w:t>дар васиятнома зикр шудаанд; 2) ба судҳо, идораҳои нотариалӣ;</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 xml:space="preserve">@67. </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Маблағҳои пули дар суратҳисобҳои бонкӣ бо қарори кадом мақомотҳабс карда мешаванд?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$A) Маблағҳои пулии дар суратҳисобҳои бонкӣё маблағҳои пулӣ ва дороиҳои дигари дар ташкилотҳои қарзӣ (кредитӣ) нигоҳдошташавандадар асоси қарори суд, инчунинқарори мақомоти таҳқиқ ё тафтишоти пешакӣ, ки онро прокурор тасдиқ кардааст, ҳабс карда мешаванд;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$B) Маблағҳои пулии дар суратҳисобҳои бонкӣё маблағҳои пулӣ ва дороиҳои дигари дар ташкилотҳои қарзӣ нигоҳдошташавандадар асоси қарори суд, инчунинқарори мақомоти таҳқиқ ё тафтишоти пешакӣ, ки онро прокурор тасдиқ кардааст, ҳабс карда мешаванд;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$C) Маблағҳои пулии дар суратҳисобҳои бонкӣё маблағҳои пулӣ ва дороиҳои дигари дар ташкилотҳои қарзӣ нигоҳдошташавандадар асоси қарори суд, инчунинқарори мақомоти таҳқиқ ё тафтишоти пешакӣ, ки онро прокурор тасдиқ кардааст, ҳабс карда мешаванд;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$D) Маблағҳои пулии дар суратҳисобҳои бонкӣё маблағҳои пулӣ ва дороиҳои дигари дар ташкилотҳои тиҷорати нигоҳдошташавандадар асоси қарори суд, инчунинқарори мақомоти таҳқиқ ё тафтишоти пешакӣ, ки онро прокурор тасдиқ кардааст, ҳабс карда мешаванд;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$E) Маблағҳои пулии дар суратҳисобҳои молиявиё маблағҳои пулӣ ва дороиҳои дигари дар ташкилотҳои қарзӣ (кредитӣ) нигоҳдошташавандадар асоси қарори суд, инчунинқарори мақомоти таҳқиқ ё тафтишоти пешакӣ, ки онро прокурор тасдиқ кардааст, ҳабс карда мешаванд;</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 xml:space="preserve">@68. </w:t>
      </w:r>
    </w:p>
    <w:p w:rsidR="00B65CA5" w:rsidRPr="00784F69" w:rsidRDefault="00B65CA5" w:rsidP="00C84BB2">
      <w:pPr>
        <w:spacing w:after="0" w:line="240" w:lineRule="auto"/>
        <w:jc w:val="both"/>
        <w:rPr>
          <w:rFonts w:ascii="Palatino Linotype" w:hAnsi="Palatino Linotype"/>
          <w:b/>
          <w:bCs/>
          <w:color w:val="000000"/>
          <w:sz w:val="28"/>
          <w:szCs w:val="28"/>
          <w:lang w:val="tt-RU"/>
        </w:rPr>
      </w:pPr>
      <w:r w:rsidRPr="00784F69">
        <w:rPr>
          <w:rFonts w:ascii="Palatino Linotype" w:hAnsi="Palatino Linotype"/>
          <w:b/>
          <w:bCs/>
          <w:color w:val="000000"/>
          <w:sz w:val="28"/>
          <w:szCs w:val="28"/>
          <w:lang w:val="tt-RU"/>
        </w:rPr>
        <w:t>Аз ҷониби кормандони ташкилоти қарзӣ</w:t>
      </w:r>
      <w:r w:rsidRPr="00784F69">
        <w:rPr>
          <w:rFonts w:ascii="Palatino Linotype" w:hAnsi="Palatino Linotype"/>
          <w:b/>
          <w:color w:val="000000"/>
          <w:sz w:val="28"/>
          <w:szCs w:val="28"/>
          <w:lang w:val="tt-RU"/>
        </w:rPr>
        <w:t xml:space="preserve">(кредитӣ) </w:t>
      </w:r>
      <w:r w:rsidRPr="00784F69">
        <w:rPr>
          <w:rFonts w:ascii="Palatino Linotype" w:hAnsi="Palatino Linotype"/>
          <w:b/>
          <w:bCs/>
          <w:color w:val="000000"/>
          <w:sz w:val="28"/>
          <w:szCs w:val="28"/>
          <w:lang w:val="tt-RU"/>
        </w:rPr>
        <w:t>ва шахсони сеюм чи гунна сирри бонки ҳифз карда мешавад?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$A) Аз ҷониби кормандони роҳбарикунанда, кормандон ва намояндагони амалкунанда ё собиқи ташкилоти қарзӣ (кредитӣ) пешниҳод намудани сирри бонкӣ ба шахсони сеюм, ошкор кардан ё додани имконият барои таҳлили он манъ аст, ба истиснои ҳолатҳое, ки қонунгузори иҷозат додааст;</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$B) Аз ҷониби кормандони роҳбарикунанда, кормандон ва намояндагони амалкунанда ё собиқи ташкилоти тиҷорати пешниҳод намудани сирри бонкӣ ба шахсони сеюм, ошкор кардан ё додани имконият барои таҳлили он манъ аст, ба истиснои ҳолатҳое, ки қонунгузори иҷозат додааст;</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$C) Аз ҷониби кормандони роҳбарикунанда, кормандон ва намояндагони амалкунанда ё собиқи ташкилоти ғайритиҷорати пешниҳод намудани сирри бонкӣ ба шахсони сеюм, ошкор кардан ё додани имконият барои таҳлили он манъ аст, ба истиснои ҳолатҳое, ки қонунгузори иҷозат додааст;</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$D) Аз ҷониби кормандони роҳбарикунанда, кормандон ва намояндагони амалкунанда ё собиқи ташкилоти қарзӣ пешниҳод намудани сирри бонкӣ ба шахсони сеюм, ошкор кардан ё додани имконият барои таҳлили он манъ аст, ба истиснои ҳолатҳое, ки қонунгузори иҷозат додааст;</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$E) Аз ҷониби кормандони роҳбарикунанда, кормандон ва намояндагони амалкунанда ё собиқи ташкилоти қарзӣ (кредитӣ) пешниҳод намудани сирри бонкӣ ба шахсони сеюм;</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 xml:space="preserve">@69. </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Оё Бонки миллии Тоҷикистон метавонад бе розигии ташкилоти қарзӣ (кредитӣ) тафсилоти амалиёти ташкилоти қарзиро паҳн намояд?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$A) Бонки миллии Тоҷикистон бе розигии ташкилоти қарзӣ (кредитӣ) тафсилоти амалиёти ташкилоти қарзиро (кредитиро) ифшо мекунад, агар чунин тафсилот дар ҳисоботи молиявии аз ҷониби Шӯрои нозирони ташкилоти қарзӣ (кредитӣ) тасдиқшуда дарҷ шуда ё аллакай дастраси умум гардида бошад;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$B) Бонки миллии Тоҷикистон бе розигии ташкилоти қарзӣ тафсилоти амалиёти ташкилоти қарзиро ифшо мекунад, агар чунин тафсилот дар ҳисоботи молиявии аз ҷониби Шӯрои нозирони ташкилоти қарзӣ тасдиқшуда дарҷ шуда ё аллакай дастраси умум гардида бошад;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$C) Бонки миллии Тоҷикистон бе розигии ташкилоти тиҷорати тафсилоти амалиёти ташкилоти қарзиро ифшо мекунад, агар чунин тафсилот дар ҳисоботи молиявии аз ҷониби Шӯрои нозирони ташкилоти қарзӣ тасдиқшуда дарҷ шуда ё аллакай дастраси умум гардида бошад;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$D) Бонки миллии Тоҷикистон бе розигии ташкилоти қарзӣ (кредитӣ) тафсилоти амалиёти ташкилоти қарзиро (кредитиро) ифшо мекунад, агар чунин тафсилот дар ҳисоботи молиявии аз ҷониби Шӯрои нозирони ташкилоти тиҷорати тасдиқшуда дарҷ шуда ё аллакай дастраси умум гардида бошад;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$E) Бонки миллии Тоҷикистон бе розигии ташкилоти қарзӣ (кредитӣ) тафсилоти амалиёти ташкилоти қарзиро (кредитиро) ифшо мекунад, агар чунин тафсилот дар ҳисоботи молиявии аз ҷониби Шӯрои тафтишоти ташкилоти қарзӣ (кредитӣ) тасдиқшуда дарҷ шуда ё аллакай дастраси умум гардида бошад;</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 xml:space="preserve">@70. </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Бонки миллии Тоҷикистон аз болои ташкилотҳои қарзӣ (кредитӣ) бо тартиби зерин назорати маҷмӯӣ мебарад?</w:t>
      </w:r>
    </w:p>
    <w:p w:rsidR="00B65CA5" w:rsidRPr="00784F69" w:rsidRDefault="00B65CA5" w:rsidP="00C84BB2">
      <w:pPr>
        <w:tabs>
          <w:tab w:val="left" w:pos="5387"/>
        </w:tabs>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$A)  а) ҳисобот, ҳуҷҷатҳо, тавзеҳот, баёнот, далелҳо ва маълумоти аз ҷониби ташкилоти қарзӣ пешниҳод кардаанд;б) аз ташкилотҳои қарзӣ (кредитӣ) ва ҳар гуна бонкҳои фаръӣ ва ҷамъиятҳои вобастаи онҳо дар шакли хаттӣ пешниҳод ва тасдиқ намудани ҳар гуна маълумоти иловагӣ, ҳисобот, ҳуҷҷатҳо, тавзеҳот, баёнот ва ё далелҳоро талаб менамояд;в) дар хусуси вазъи молиявӣ, манбаи маблағҳои пулӣ, нуфузу эътибори саҳмиядорони бевосита ё бавоситаи ташкилоти қарзӣ (кредитӣ) ва оид ба шахсе, ки барои соҳиб шудан ба даҳ фоизи саҳмияҳои ташкилоти қарзӣ (кредитӣ) ва зиёда аз он муроҷиат менамояд, маълумот талаб мекунад; г) санҷиши ташкилоти қарзӣ (кредитӣ) , бонкҳои фаръӣ ва вобастаи онро тавассути корманд ё кормандони худ ё шахсоне, ки бо ин мақсад аз ҷониби Бонки миллии Тоҷикистон таъин шудаанд, анҷом медиҳад;</w:t>
      </w:r>
    </w:p>
    <w:p w:rsidR="00B65CA5" w:rsidRPr="00784F69" w:rsidRDefault="00B65CA5" w:rsidP="00C84BB2">
      <w:pPr>
        <w:tabs>
          <w:tab w:val="left" w:pos="5387"/>
        </w:tabs>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$B) а) ҳисобот, ҳуҷҷатҳо, тавзеҳот, баёнот, далелҳо ва маълумоти аз ҷониби ташкилоти қарзӣ пешниҳод кардаанд;б) аз ташкилотҳои қарзӣ (кредитӣ) ва ҳар гуна бонкҳои фаръӣ ва ҷамъиятҳои вобастаи онҳо дар шакли хаттӣ пешниҳод ва тасдиқ намудани ҳар гуна маълумоти иловагӣ, ҳисобот, ҳуҷҷатҳо, тавзеҳот, баёнот ва ё далелҳоро талаб менамояд;в) дар хусуси вазъи молиявӣ, манбаи маблағҳои пулӣ, нуфузу эътибори саҳмиядорони бевосита ё бавоситаи ташкилоти қарзӣ (кредитӣ) ва оид ба шахсе, ки барои соҳиб шудан ба даҳ фоизи саҳмияҳои ташкилоти қарзӣ (кредитӣ) ва зиёда аз он муроҷиат менамояд, маълумот талаб мекунад;</w:t>
      </w:r>
    </w:p>
    <w:p w:rsidR="00B65CA5" w:rsidRPr="00784F69" w:rsidRDefault="00B65CA5" w:rsidP="00C84BB2">
      <w:pPr>
        <w:tabs>
          <w:tab w:val="left" w:pos="5387"/>
        </w:tabs>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$C) а) ҳисобот, ҳуҷҷатҳо, тавзеҳот, баёнот, далелҳо ва маълумоти аз ҷониби ташкилоти қарзӣ пешниҳод кардаанд;б) аз ташкилотҳои қарзӣ ва ҳар гуна бонкҳои фаръӣ ва ҷамъиятҳои вобастаи онҳо дар шакли хаттӣ пешниҳод ва тасдиқ намудани ҳар гуна маълумоти иловагӣ, ҳисобот, ҳуҷҷатҳо, тавзеҳот, баёнот ва ё далелҳоро талаб менамояд;в) дар хусуси вазъи молиявӣ, манбаи маблағҳои пулӣ, нуфузу эътибори саҳмиядорони бевосита ё бавоситаи ташкилоти қарзӣ (кредитӣ) ва оид ба шахсе, ки барои соҳиб шудан ба даҳ фоизи саҳмияҳои ташкилоти қарзӣ ва зиёда аз он муроҷиат менамояд, маълумот талаб мекунад;г) санҷиши ташкилоти қарзӣ, бонкҳои фаръӣ ва вобастаи онро тавассути корманд ё кормандони худ;</w:t>
      </w:r>
    </w:p>
    <w:p w:rsidR="00B65CA5" w:rsidRPr="00784F69" w:rsidRDefault="00B65CA5" w:rsidP="00C84BB2">
      <w:pPr>
        <w:tabs>
          <w:tab w:val="left" w:pos="5387"/>
        </w:tabs>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$D) а) ҳисобот, ҳуҷҷатҳо, тавзеҳот, баёнот, далелҳо ва маълумоти аз ҷониби ташкилоти қарзӣ пешниҳод кардаанд;б) аз ташкилотҳои қарзӣ) ва ҳар гуна бонкҳои фаръӣ ва ҷамъиятҳои вобастаи онҳо дар шакли хаттӣ пешниҳод ва тасдиқ намудани ҳар гуна маълумоти иловагӣ, ҳисобот, ҳуҷҷатҳо, тавзеҳот, баёнот ва ё далелҳоро талаб менамояд;в) дар хусуси вазъи молиявӣ, манбаи маблағҳои пулӣ, нуфузу эътибори саҳмиядорони бевосита ё бавоситаи ташкилоти қарзӣ (кредитӣ) ва оид ба шахсе, ки барои соҳиб шудан ба даҳ фоизи саҳмияҳои ташкилоти қарзӣ ва зиёда аз он муроҷиат менамояд, маълумот талаб мекунад; г) санҷиши ташкилоти қарзӣ, бонкҳои фаръӣ ва вобастаи онро тавассути корманд ё кормандони худ ё шахсоне, ки бо ин мақсад аз ҷониби Бонки миллии Тоҷикистон таъин шудаанд, анҷом медиҳад;</w:t>
      </w:r>
    </w:p>
    <w:p w:rsidR="00B65CA5" w:rsidRPr="00784F69" w:rsidRDefault="00B65CA5" w:rsidP="00C84BB2">
      <w:pPr>
        <w:tabs>
          <w:tab w:val="left" w:pos="5387"/>
        </w:tabs>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$E) а) ҳисобот, ҳуҷҷатҳо, тавзеҳот, баёнот, далелҳо ва маълумоти аз ҷониби ташкилоти қарзӣ пешниҳод кардаанд;б) аз ташкилотҳои тиҷорати ва ҳар гуна бонкҳои фаръӣ ва ҷамъиятҳои вобастаи онҳо дар шакли хаттӣ пешниҳод ва тасдиқ намудани ҳар гуна маълумоти иловагӣ, ҳисобот, ҳуҷҷатҳо, тавзеҳот, баёнот ва ё далелҳоро талаб менамояд;в) дар хусуси вазъи молиявӣ, манбаи маблағҳои пулӣ, нуфузу эътибори саҳмиядорони бевосита ё бавоситаи ташкилоти қарзӣ (кредитӣ) ва оид ба шахсе, ки барои соҳиб шудан ба даҳ фоизи саҳмияҳои ташкилоти тиҷорати ва зиёда аз он муроҷиат менамояд, маълумот талаб мекунад;г) санҷиши ташкилоти ғайритиҷорати, бонкҳои фаръӣ ва вобастаи онро тавассути корманд ё кормандони худ ё шахсоне, ки бо ин мақсад аз ҷониби Бонки миллии Тоҷикистон таъин шудаанд, анҷом медиҳад;</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 xml:space="preserve">@71. </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Ташкилотҳои қарзӣ баррасии баҳсҳо нисбати Бонки миллии чигунна дида мебароянд?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$A) Ташкилотҳои қарзӣ (кредитӣ) метавонанд нисбат ба қарорҳои Бонки миллии Тоҷикистон, оид ба рад кардани дархости гирифтани иҷозатнома, татбиқи чораҳои ислоҳнамоӣ ва чораҳои таъсиррасонӣ ба Суди олии иқтисодии Ҷумҳурии Тоҷикистон дар давоми 30 рӯз аз рӯзи гирифтани онҳо шикоят намоянд;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$B) Ташкилотҳои қарзӣ (кредитӣ) метавонанд нисбат ба қарорҳои Бонки миллии Тоҷикистон, оид ба рад кардани дархости гирифтани иҷозатнома, татбиқи чораҳои ислоҳнамоӣ ва чораҳои таъсиррасонӣ ба Суди олии иқтисодии Ҷумҳурии Тоҷикистон дар давоми 10 рӯз аз рӯзи гирифтани онҳо шикоят намоянд;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$C) Ташкилотҳои қарзӣ (кредитӣ) метавонанд нисбат ба қарорҳои Бонки миллии Тоҷикистон, оид ба рад кардани дархости гирифтани иҷозатнома, татбиқи чораҳои ислоҳнамоӣ ва чораҳои таъсиррасонӣ ба Суди олии иқтисодии Ҷумҳурии Тоҷикистон дар давоми 20 рӯз аз рӯзи гирифтани онҳо шикоят намоянд;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$D) Ташкилотҳои қарзӣ (кредитӣ) метавонанд нисбат ба қарорҳои Бонки миллии Тоҷикистон, оид ба рад кардани дархости гирифтани иҷозатнома, татбиқи чораҳои ислоҳнамоӣ ва чораҳои таъсиррасонӣ ба Суди олии иқтисодии Ҷумҳурии Тоҷикистон дар давоми 40 рӯз аз рӯзи гирифтани онҳо шикоят намоянд;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$E) Ташкилотҳои қарзӣ (кредитӣ) метавонанд нисбат ба қарорҳои Бонки миллии Тоҷикистон, оид ба рад кардани дархости гирифтани иҷозатнома, татбиқи чораҳои ислоҳнамоӣ ва чораҳои таъсиррасонӣ ба Суди олии иқтисодии Ҷумҳурии Тоҷикистон дар давоми 15 рӯз аз рӯзи гирифтани онҳо шикоят намоянд;</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 xml:space="preserve">@72. </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Дар сурати дер ё нодуруст иҷро кардани вазифаҳои худ ташкилоти қарзӣ (кредитӣ) ба кадом гунна ҷавобгари кашида мешавад?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$A) Дар сурати дер ё нодуруст ба суратҳисоби муштарии худ гузаронидан ё аз он хориҷ кардани маблағҳои пулӣ, ташкилоти қарзӣ (кредитӣ) бояд барои ҳар рӯзи таъхир ба муштарӣ аз рӯи маблағи мӯҳлати пардохташ батаъхирафтода мувофиқ ба меъёри бозтамвили Бонки миллии Тоҷикистон ҷарима диҳад;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$B) Дар сурати дер ё нодуруст ба суратҳисоби муштарии худ гузаронидан ё аз он хориҷ кардани маблағҳои пулӣ, ташкилоти қарзӣ (кредитӣ) бояд барои ҳар рӯзи таъхир ба муштарӣ аз рӯи маблағи мӯҳлати пардохташ батаъхирафтода мувофиқ ба меъёри бозтамвили Бонки миллии Тоҷикистон пения диҳад;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$C) Дар сурати дер ё нодуруст ба суратҳисоби муштарии худ гузаронидан ё аз он хориҷ кардани маблағҳои пулӣ, ташкилоти қарзӣ (кредитӣ) бояд барои ҳар рӯзи таъхир ба муштарӣ аз рӯи маблағи мӯҳлати пардохташ батаъхирафтода мувофиқ ба меъёри бозтамвили Бонки миллии Тоҷикистон ҷавобгари интизоми тадбиқ шавад;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$D) Дар сурати дер ё нодуруст ба суратҳисоби муштарии худ гузаронидан ё аз он хориҷ кардани маблағҳои пулӣ, ташкилоти тиҷорати бояд барои ҳар рӯзи таъхир ба муштарӣ аз рӯи маблағи мӯҳлати пардохташ батаъхирафтода мувофиқ ба меъёри бозтамвили Бонки миллии Тоҷикистон ҷарима диҳад;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$E) Дар сурати дер ё нодуруст ба суратҳисоби муштарии худ гузаронидан ё аз он хориҷ кардани маблағҳои пулӣ, ташкилоти ғайри тиҷоратибояд барои ҳар рӯзи таъхир ба муштарӣ аз рӯи маблағи мӯҳлати пардохташ батаъхирафтода мувофиқ ба меъёри бозтамвили Бонки миллии Тоҷикистон ҷарима диҳад;</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 xml:space="preserve">@73. </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Оё ташкилоти қарзӣ (кредитӣ) ҳукуқ дорад ё ин, ки не ба муштарӣқарз (кредит) дода ё хизмати дигар расонида, дар назди вай шарт гузорад, ки ҳатман аз дигар хизматрасониҳои ҳамин ташкилоти қарзӣ (кредитӣ) ё муассисаҳои он истифода барад ?</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$A) ҳуқуқ надорад;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$B) ҳуқуқ дорад;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$C) дар баъзе ҳолатҳо;</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$D) бо розиги тарафҳо;</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$E) дар баъзе ҳолатҳои зарури;</w:t>
      </w:r>
    </w:p>
    <w:p w:rsidR="00B65CA5" w:rsidRPr="00784F69" w:rsidRDefault="00B65CA5" w:rsidP="00C84BB2">
      <w:pPr>
        <w:pStyle w:val="a"/>
        <w:ind w:firstLine="0"/>
        <w:rPr>
          <w:rFonts w:ascii="Palatino Linotype" w:hAnsi="Palatino Linotype"/>
          <w:b/>
          <w:sz w:val="28"/>
          <w:szCs w:val="28"/>
          <w:lang w:val="tt-RU"/>
        </w:rPr>
      </w:pPr>
      <w:r w:rsidRPr="00784F69">
        <w:rPr>
          <w:rFonts w:ascii="Palatino Linotype" w:hAnsi="Palatino Linotype"/>
          <w:b/>
          <w:sz w:val="28"/>
          <w:szCs w:val="28"/>
          <w:lang w:val="tt-RU"/>
        </w:rPr>
        <w:t xml:space="preserve">@74. </w:t>
      </w:r>
    </w:p>
    <w:p w:rsidR="00B65CA5" w:rsidRPr="00784F69" w:rsidRDefault="00B65CA5" w:rsidP="00C84BB2">
      <w:pPr>
        <w:pStyle w:val="a"/>
        <w:ind w:firstLine="0"/>
        <w:rPr>
          <w:rFonts w:ascii="Palatino Linotype" w:hAnsi="Palatino Linotype"/>
          <w:b/>
          <w:sz w:val="28"/>
          <w:szCs w:val="28"/>
          <w:lang w:val="tt-RU"/>
        </w:rPr>
      </w:pPr>
      <w:r w:rsidRPr="00784F69">
        <w:rPr>
          <w:rFonts w:ascii="Palatino Linotype" w:hAnsi="Palatino Linotype"/>
          <w:b/>
          <w:sz w:val="28"/>
          <w:szCs w:val="28"/>
          <w:lang w:val="tt-RU"/>
        </w:rPr>
        <w:t>Амонат –ин?</w:t>
      </w:r>
    </w:p>
    <w:p w:rsidR="00B65CA5" w:rsidRPr="00784F69" w:rsidRDefault="00B65CA5" w:rsidP="00C84BB2">
      <w:pPr>
        <w:pStyle w:val="a"/>
        <w:ind w:firstLine="0"/>
        <w:rPr>
          <w:rFonts w:ascii="Palatino Linotype" w:hAnsi="Palatino Linotype"/>
          <w:sz w:val="28"/>
          <w:szCs w:val="28"/>
          <w:lang w:val="tt-RU"/>
        </w:rPr>
      </w:pPr>
      <w:r w:rsidRPr="00784F69">
        <w:rPr>
          <w:rFonts w:ascii="Palatino Linotype" w:hAnsi="Palatino Linotype"/>
          <w:sz w:val="28"/>
          <w:szCs w:val="28"/>
          <w:lang w:val="tt-RU"/>
        </w:rPr>
        <w:t>$A) маблағҳои пулии аз ҷониби шахсони воқеӣ ва ҳуқуқии дар ташкилоти амонатии кредитии хурд ҷойгиршудае, ки метавонанд бо дархост ва ё анҷом ёфтани мӯҳлат бидуни фоиз ё бо фоиз аз ҳисоб хориҷ карда шаванд;</w:t>
      </w:r>
    </w:p>
    <w:p w:rsidR="00B65CA5" w:rsidRPr="00784F69" w:rsidRDefault="00B65CA5" w:rsidP="00C84BB2">
      <w:pPr>
        <w:pStyle w:val="a"/>
        <w:ind w:firstLine="0"/>
        <w:rPr>
          <w:rFonts w:ascii="Palatino Linotype" w:hAnsi="Palatino Linotype"/>
          <w:sz w:val="28"/>
          <w:szCs w:val="28"/>
          <w:lang w:val="tt-RU"/>
        </w:rPr>
      </w:pPr>
      <w:r w:rsidRPr="00784F69">
        <w:rPr>
          <w:rFonts w:ascii="Palatino Linotype" w:hAnsi="Palatino Linotype"/>
          <w:sz w:val="28"/>
          <w:szCs w:val="28"/>
          <w:lang w:val="tt-RU"/>
        </w:rPr>
        <w:t>$B) маблағҳои пулии аз ҷониби шахсони воқеӣ ва ҳуқуқии дар ташкилоти тиҷорати ҷойгиршудае, ки метавонанд бо дархост ва ё анҷом ёфтани мӯҳлат бидуни фоиз ё бо фоиз аз ҳисоб хориҷ карда шаванд;</w:t>
      </w:r>
    </w:p>
    <w:p w:rsidR="00B65CA5" w:rsidRPr="00784F69" w:rsidRDefault="00B65CA5" w:rsidP="00C84BB2">
      <w:pPr>
        <w:pStyle w:val="a"/>
        <w:ind w:firstLine="0"/>
        <w:rPr>
          <w:rFonts w:ascii="Palatino Linotype" w:hAnsi="Palatino Linotype"/>
          <w:sz w:val="28"/>
          <w:szCs w:val="28"/>
          <w:lang w:val="tt-RU"/>
        </w:rPr>
      </w:pPr>
      <w:r w:rsidRPr="00784F69">
        <w:rPr>
          <w:rFonts w:ascii="Palatino Linotype" w:hAnsi="Palatino Linotype"/>
          <w:sz w:val="28"/>
          <w:szCs w:val="28"/>
          <w:lang w:val="tt-RU"/>
        </w:rPr>
        <w:t>$C) маблағҳои пулии аз ҷониби шахсони хориҷи ва ҳуқуқии дар ташкилоти амонатии кредитии хурд ҷойгиршудае, ки метавонанд бо дархост ва ё анҷом ёфтани мӯҳлат бидуни фоиз ё бо фоиз аз ҳисоб хориҷ карда шаванд;</w:t>
      </w:r>
    </w:p>
    <w:p w:rsidR="00B65CA5" w:rsidRPr="00784F69" w:rsidRDefault="00B65CA5" w:rsidP="00C84BB2">
      <w:pPr>
        <w:pStyle w:val="a"/>
        <w:ind w:firstLine="0"/>
        <w:rPr>
          <w:rFonts w:ascii="Palatino Linotype" w:hAnsi="Palatino Linotype"/>
          <w:sz w:val="28"/>
          <w:szCs w:val="28"/>
          <w:lang w:val="tt-RU"/>
        </w:rPr>
      </w:pPr>
      <w:r w:rsidRPr="00784F69">
        <w:rPr>
          <w:rFonts w:ascii="Palatino Linotype" w:hAnsi="Palatino Linotype"/>
          <w:sz w:val="28"/>
          <w:szCs w:val="28"/>
          <w:lang w:val="tt-RU"/>
        </w:rPr>
        <w:t>$D) маблағҳои пулии аз ҷониби шахсони воқеӣ ва ҳуқуқии хориҷи дар ташкилоти амонатии кредитии хурд ҷойгиршудае, ки метавонанд бо дархост ва ё анҷом ёфтани мӯҳлат бидуни фоиз ё бо фоиз аз ҳисоб хориҷ карда шаванд;</w:t>
      </w:r>
    </w:p>
    <w:p w:rsidR="00B65CA5" w:rsidRPr="00784F69" w:rsidRDefault="00B65CA5" w:rsidP="00C84BB2">
      <w:pPr>
        <w:pStyle w:val="a"/>
        <w:ind w:firstLine="0"/>
        <w:rPr>
          <w:rFonts w:ascii="Palatino Linotype" w:hAnsi="Palatino Linotype"/>
          <w:sz w:val="28"/>
          <w:szCs w:val="28"/>
          <w:lang w:val="tt-RU"/>
        </w:rPr>
      </w:pPr>
      <w:r w:rsidRPr="00784F69">
        <w:rPr>
          <w:rFonts w:ascii="Palatino Linotype" w:hAnsi="Palatino Linotype"/>
          <w:sz w:val="28"/>
          <w:szCs w:val="28"/>
          <w:lang w:val="tt-RU"/>
        </w:rPr>
        <w:t>$E) маблағҳои пулии аз ҷониби шахсони воқеӣ ва ҳуқуқии дар ташкилоти кредитии хурд ҷойгиршудае, ки метавонанд бо дархост ва ё анҷом ёфтани мӯҳлат бидуни фоиз ё бо фоиз аз ҳисоб хориҷ карда шаванд;</w:t>
      </w:r>
    </w:p>
    <w:p w:rsidR="00B65CA5" w:rsidRPr="00784F69" w:rsidRDefault="00B65CA5" w:rsidP="00C84BB2">
      <w:pPr>
        <w:pStyle w:val="a"/>
        <w:ind w:firstLine="0"/>
        <w:rPr>
          <w:rFonts w:ascii="Palatino Linotype" w:hAnsi="Palatino Linotype"/>
          <w:b/>
          <w:sz w:val="28"/>
          <w:szCs w:val="28"/>
          <w:lang w:val="tt-RU"/>
        </w:rPr>
      </w:pPr>
      <w:r w:rsidRPr="00784F69">
        <w:rPr>
          <w:rFonts w:ascii="Palatino Linotype" w:hAnsi="Palatino Linotype"/>
          <w:b/>
          <w:sz w:val="28"/>
          <w:szCs w:val="28"/>
          <w:lang w:val="tt-RU"/>
        </w:rPr>
        <w:t xml:space="preserve">@75. </w:t>
      </w:r>
    </w:p>
    <w:p w:rsidR="00B65CA5" w:rsidRPr="00784F69" w:rsidRDefault="00B65CA5" w:rsidP="00C84BB2">
      <w:pPr>
        <w:pStyle w:val="a"/>
        <w:ind w:firstLine="0"/>
        <w:rPr>
          <w:rFonts w:ascii="Palatino Linotype" w:hAnsi="Palatino Linotype"/>
          <w:b/>
          <w:sz w:val="28"/>
          <w:szCs w:val="28"/>
          <w:lang w:val="tt-RU"/>
        </w:rPr>
      </w:pPr>
      <w:r w:rsidRPr="00784F69">
        <w:rPr>
          <w:rFonts w:ascii="Palatino Linotype" w:hAnsi="Palatino Linotype"/>
          <w:b/>
          <w:sz w:val="28"/>
          <w:szCs w:val="28"/>
          <w:lang w:val="tt-RU"/>
        </w:rPr>
        <w:t>Кредити хурд чист?</w:t>
      </w:r>
    </w:p>
    <w:p w:rsidR="00B65CA5" w:rsidRPr="00784F69" w:rsidRDefault="00B65CA5" w:rsidP="00C84BB2">
      <w:pPr>
        <w:pStyle w:val="a"/>
        <w:ind w:firstLine="0"/>
        <w:rPr>
          <w:rFonts w:ascii="Palatino Linotype" w:hAnsi="Palatino Linotype"/>
          <w:sz w:val="28"/>
          <w:szCs w:val="28"/>
          <w:lang w:val="tt-RU"/>
        </w:rPr>
      </w:pPr>
      <w:r w:rsidRPr="00784F69">
        <w:rPr>
          <w:rFonts w:ascii="Palatino Linotype" w:hAnsi="Palatino Linotype"/>
          <w:sz w:val="28"/>
          <w:szCs w:val="28"/>
          <w:lang w:val="tt-RU"/>
        </w:rPr>
        <w:t>$A) маблағҳои пулии аз ҷониби ташкилоти амонатии кредитии хурд ба қарзгирони худ бо шарти мӯҳлатнок баргардонидан ва музднокӣ ба андозаи на бештар аз ҳадди ниҳоии имконпазири кредити хурди додашуда;</w:t>
      </w:r>
    </w:p>
    <w:p w:rsidR="00B65CA5" w:rsidRPr="00784F69" w:rsidRDefault="00B65CA5" w:rsidP="00C84BB2">
      <w:pPr>
        <w:pStyle w:val="a"/>
        <w:ind w:firstLine="0"/>
        <w:rPr>
          <w:rFonts w:ascii="Palatino Linotype" w:hAnsi="Palatino Linotype"/>
          <w:sz w:val="28"/>
          <w:szCs w:val="28"/>
          <w:lang w:val="tt-RU"/>
        </w:rPr>
      </w:pPr>
      <w:r w:rsidRPr="00784F69">
        <w:rPr>
          <w:rFonts w:ascii="Palatino Linotype" w:hAnsi="Palatino Linotype"/>
          <w:sz w:val="28"/>
          <w:szCs w:val="28"/>
          <w:lang w:val="tt-RU"/>
        </w:rPr>
        <w:t>$B) маблағҳои пулии аз ҷониби ташкилоти амонатии кредитии хурд ба қарзгирони худ бо шарти бемӯҳлатнок баргардонидан ва музднокӣ ба андозаи на бештар аз ҳадди ниҳоии имконпазири кредити хурди додашуда;</w:t>
      </w:r>
    </w:p>
    <w:p w:rsidR="00B65CA5" w:rsidRPr="00784F69" w:rsidRDefault="00B65CA5" w:rsidP="00C84BB2">
      <w:pPr>
        <w:pStyle w:val="a"/>
        <w:ind w:firstLine="0"/>
        <w:rPr>
          <w:rFonts w:ascii="Palatino Linotype" w:hAnsi="Palatino Linotype"/>
          <w:sz w:val="28"/>
          <w:szCs w:val="28"/>
          <w:lang w:val="tt-RU"/>
        </w:rPr>
      </w:pPr>
      <w:r w:rsidRPr="00784F69">
        <w:rPr>
          <w:rFonts w:ascii="Palatino Linotype" w:hAnsi="Palatino Linotype"/>
          <w:sz w:val="28"/>
          <w:szCs w:val="28"/>
          <w:lang w:val="tt-RU"/>
        </w:rPr>
        <w:t>$C) маблағҳои пулии аз ҷониби ташкилоти амонатии кредитии хурд ба қарзгирони худ бо шарти мӯҳлатнок баргардонидан ва бемузднокӣ ба андозаи на бештар аз ҳадди ниҳоии имконпазири кредити хурди додашуда;</w:t>
      </w:r>
    </w:p>
    <w:p w:rsidR="00B65CA5" w:rsidRPr="00784F69" w:rsidRDefault="00B65CA5" w:rsidP="00C84BB2">
      <w:pPr>
        <w:pStyle w:val="a"/>
        <w:ind w:firstLine="0"/>
        <w:rPr>
          <w:rFonts w:ascii="Palatino Linotype" w:hAnsi="Palatino Linotype"/>
          <w:sz w:val="28"/>
          <w:szCs w:val="28"/>
          <w:lang w:val="tt-RU"/>
        </w:rPr>
      </w:pPr>
      <w:r w:rsidRPr="00784F69">
        <w:rPr>
          <w:rFonts w:ascii="Palatino Linotype" w:hAnsi="Palatino Linotype"/>
          <w:sz w:val="28"/>
          <w:szCs w:val="28"/>
          <w:lang w:val="tt-RU"/>
        </w:rPr>
        <w:t>$D) маблағҳои пулии аз ҷониби ташкилоти амонатии кредитии хурд ба қарзгирони худ бо шарти мӯҳлатнок баргардонидан ва музднокӣ ба андозаибештар аз ҳадди ниҳоии имконпазири кредити хурди додашуда;</w:t>
      </w:r>
    </w:p>
    <w:p w:rsidR="00B65CA5" w:rsidRPr="00784F69" w:rsidRDefault="00B65CA5" w:rsidP="00C84BB2">
      <w:pPr>
        <w:pStyle w:val="a"/>
        <w:ind w:firstLine="0"/>
        <w:rPr>
          <w:rFonts w:ascii="Palatino Linotype" w:hAnsi="Palatino Linotype"/>
          <w:sz w:val="28"/>
          <w:szCs w:val="28"/>
          <w:lang w:val="tt-RU"/>
        </w:rPr>
      </w:pPr>
      <w:r w:rsidRPr="00784F69">
        <w:rPr>
          <w:rFonts w:ascii="Palatino Linotype" w:hAnsi="Palatino Linotype"/>
          <w:sz w:val="28"/>
          <w:szCs w:val="28"/>
          <w:lang w:val="tt-RU"/>
        </w:rPr>
        <w:t>$E) маблағҳои пулии аз ҷониби ташкилоти фондҳои қарзии хурд ба қарзгирони худ бо шарти мӯҳлатнок баргардонидан ва музднокӣ ба андозаи на бештар аз ҳадди ниҳоии имконпазири кредити хурди додашуда;</w:t>
      </w:r>
    </w:p>
    <w:p w:rsidR="00B65CA5" w:rsidRPr="00784F69" w:rsidRDefault="00B65CA5" w:rsidP="00C84BB2">
      <w:pPr>
        <w:pStyle w:val="a"/>
        <w:ind w:firstLine="0"/>
        <w:rPr>
          <w:rFonts w:ascii="Palatino Linotype" w:hAnsi="Palatino Linotype"/>
          <w:b/>
          <w:sz w:val="28"/>
          <w:szCs w:val="28"/>
          <w:lang w:val="tt-RU"/>
        </w:rPr>
      </w:pPr>
      <w:r w:rsidRPr="00784F69">
        <w:rPr>
          <w:rFonts w:ascii="Palatino Linotype" w:hAnsi="Palatino Linotype"/>
          <w:sz w:val="28"/>
          <w:szCs w:val="28"/>
          <w:lang w:val="tt-RU"/>
        </w:rPr>
        <w:t>@</w:t>
      </w:r>
      <w:r w:rsidRPr="00784F69">
        <w:rPr>
          <w:rFonts w:ascii="Palatino Linotype" w:hAnsi="Palatino Linotype"/>
          <w:b/>
          <w:sz w:val="28"/>
          <w:szCs w:val="28"/>
          <w:lang w:val="tt-RU"/>
        </w:rPr>
        <w:t>76</w:t>
      </w:r>
      <w:r w:rsidRPr="00784F69">
        <w:rPr>
          <w:rFonts w:ascii="Palatino Linotype" w:hAnsi="Palatino Linotype"/>
          <w:sz w:val="28"/>
          <w:szCs w:val="28"/>
          <w:lang w:val="tt-RU"/>
        </w:rPr>
        <w:t xml:space="preserve">. </w:t>
      </w:r>
    </w:p>
    <w:p w:rsidR="00B65CA5" w:rsidRPr="00784F69" w:rsidRDefault="00B65CA5" w:rsidP="00C84BB2">
      <w:pPr>
        <w:pStyle w:val="a"/>
        <w:ind w:firstLine="0"/>
        <w:rPr>
          <w:rFonts w:ascii="Palatino Linotype" w:hAnsi="Palatino Linotype"/>
          <w:b/>
          <w:sz w:val="28"/>
          <w:szCs w:val="28"/>
          <w:lang w:val="tt-RU"/>
        </w:rPr>
      </w:pPr>
      <w:r w:rsidRPr="00784F69">
        <w:rPr>
          <w:rFonts w:ascii="Palatino Linotype" w:hAnsi="Palatino Linotype"/>
          <w:b/>
          <w:sz w:val="28"/>
          <w:szCs w:val="28"/>
          <w:lang w:val="tt-RU"/>
        </w:rPr>
        <w:t>Қарзи хурд –ин?</w:t>
      </w:r>
    </w:p>
    <w:p w:rsidR="00B65CA5" w:rsidRPr="00784F69" w:rsidRDefault="00B65CA5" w:rsidP="00C84BB2">
      <w:pPr>
        <w:pStyle w:val="a"/>
        <w:ind w:firstLine="0"/>
        <w:rPr>
          <w:rFonts w:ascii="Palatino Linotype" w:hAnsi="Palatino Linotype"/>
          <w:sz w:val="28"/>
          <w:szCs w:val="28"/>
          <w:lang w:val="tt-RU"/>
        </w:rPr>
      </w:pPr>
      <w:r w:rsidRPr="00784F69">
        <w:rPr>
          <w:rFonts w:ascii="Palatino Linotype" w:hAnsi="Palatino Linotype"/>
          <w:sz w:val="28"/>
          <w:szCs w:val="28"/>
          <w:lang w:val="tt-RU"/>
        </w:rPr>
        <w:t>$A) маблағҳои пулӣ дорои аломати навъи муайяни аз ҷониби ташкилотҳои қарздиҳии хурд бо шартҳои мӯҳлатнокӣ, баргардонидан ва дар ҳолатҳои пешбининамудаи шартнома бо шарти музднок ба андозаи на бештар аз ҳадди ниҳоии имконпазир ба қарзгирон додашаванда;</w:t>
      </w:r>
    </w:p>
    <w:p w:rsidR="00B65CA5" w:rsidRPr="00784F69" w:rsidRDefault="00B65CA5" w:rsidP="00C84BB2">
      <w:pPr>
        <w:pStyle w:val="a"/>
        <w:ind w:firstLine="0"/>
        <w:rPr>
          <w:rFonts w:ascii="Palatino Linotype" w:hAnsi="Palatino Linotype"/>
          <w:sz w:val="28"/>
          <w:szCs w:val="28"/>
          <w:lang w:val="tt-RU"/>
        </w:rPr>
      </w:pPr>
      <w:r w:rsidRPr="00784F69">
        <w:rPr>
          <w:rFonts w:ascii="Palatino Linotype" w:hAnsi="Palatino Linotype"/>
          <w:sz w:val="28"/>
          <w:szCs w:val="28"/>
          <w:lang w:val="tt-RU"/>
        </w:rPr>
        <w:t>$B) маблағҳои пулӣ ё ашёи дорои аломати навъи муайяни аз ҷониби ташкилотҳои қарздиҳии хурд бо шартҳои мӯҳлатнокӣ, баргардонидан ва дар ҳолатҳои пешбининамудаи шартнома бо шарти музднок ба андозаи на бештар аз ҳадди ниҳоии имконпазир ба қарзгирон додашаванда;</w:t>
      </w:r>
    </w:p>
    <w:p w:rsidR="00B65CA5" w:rsidRPr="00784F69" w:rsidRDefault="00B65CA5" w:rsidP="00C84BB2">
      <w:pPr>
        <w:pStyle w:val="a"/>
        <w:ind w:firstLine="0"/>
        <w:rPr>
          <w:rFonts w:ascii="Palatino Linotype" w:hAnsi="Palatino Linotype"/>
          <w:sz w:val="28"/>
          <w:szCs w:val="28"/>
          <w:lang w:val="tt-RU"/>
        </w:rPr>
      </w:pPr>
      <w:r w:rsidRPr="00784F69">
        <w:rPr>
          <w:rFonts w:ascii="Palatino Linotype" w:hAnsi="Palatino Linotype"/>
          <w:sz w:val="28"/>
          <w:szCs w:val="28"/>
          <w:lang w:val="tt-RU"/>
        </w:rPr>
        <w:t>$C) маблағҳои пулӣ ё ашёи дорои аломати навъи муайяни аз ҷониби ташкилотҳои қарздиҳии хурд бо шартҳои бемӯҳлатнокӣ, баргардонидан ва дар ҳолатҳои пешбининамудаи шартнома бо шарти музднок ба андозаи на бештар аз ҳадди ниҳоии имконпазир ба қарзгирон додашаванда;</w:t>
      </w:r>
    </w:p>
    <w:p w:rsidR="00B65CA5" w:rsidRPr="00784F69" w:rsidRDefault="00B65CA5" w:rsidP="00C84BB2">
      <w:pPr>
        <w:pStyle w:val="a"/>
        <w:ind w:firstLine="0"/>
        <w:rPr>
          <w:rFonts w:ascii="Palatino Linotype" w:hAnsi="Palatino Linotype"/>
          <w:sz w:val="28"/>
          <w:szCs w:val="28"/>
          <w:lang w:val="tt-RU"/>
        </w:rPr>
      </w:pPr>
      <w:r w:rsidRPr="00784F69">
        <w:rPr>
          <w:rFonts w:ascii="Palatino Linotype" w:hAnsi="Palatino Linotype"/>
          <w:sz w:val="28"/>
          <w:szCs w:val="28"/>
          <w:lang w:val="tt-RU"/>
        </w:rPr>
        <w:t>$D) маблағҳои пулӣ ё ашёи дорои аломати навъи муайяни аз ҷониби ташкилотҳои қарздиҳии хурд бо шартҳои мӯҳлатнокӣ, баргардонидан ва дар ҳолатҳои пешбининамудаи шартнома;</w:t>
      </w:r>
    </w:p>
    <w:p w:rsidR="00B65CA5" w:rsidRPr="00784F69" w:rsidRDefault="00B65CA5" w:rsidP="00C84BB2">
      <w:pPr>
        <w:pStyle w:val="a"/>
        <w:ind w:firstLine="0"/>
        <w:rPr>
          <w:rFonts w:ascii="Palatino Linotype" w:hAnsi="Palatino Linotype"/>
          <w:sz w:val="28"/>
          <w:szCs w:val="28"/>
          <w:lang w:val="tt-RU"/>
        </w:rPr>
      </w:pPr>
      <w:r w:rsidRPr="00784F69">
        <w:rPr>
          <w:rFonts w:ascii="Palatino Linotype" w:hAnsi="Palatino Linotype"/>
          <w:sz w:val="28"/>
          <w:szCs w:val="28"/>
          <w:lang w:val="tt-RU"/>
        </w:rPr>
        <w:t>$E) маблағҳои пулӣ ё қоғазҳои қиматноки дорои аломати навъи муайяни аз ҷониби ташкилотҳои қарздиҳии хурд бо шартҳои мӯҳлатнокӣ, баргардонидан ва дар ҳолатҳои пешбининамудаи шартнома бо шарти музднок ба андозаи на бештар аз ҳадди ниҳоии имконпазир ба қарзгирон додашаванда;</w:t>
      </w:r>
    </w:p>
    <w:p w:rsidR="00B65CA5" w:rsidRPr="00784F69" w:rsidRDefault="00B65CA5" w:rsidP="00C84BB2">
      <w:pPr>
        <w:pStyle w:val="a"/>
        <w:ind w:firstLine="0"/>
        <w:rPr>
          <w:rFonts w:ascii="Palatino Linotype" w:hAnsi="Palatino Linotype"/>
          <w:b/>
          <w:sz w:val="28"/>
          <w:szCs w:val="28"/>
        </w:rPr>
      </w:pPr>
      <w:r w:rsidRPr="00784F69">
        <w:rPr>
          <w:rFonts w:ascii="Palatino Linotype" w:hAnsi="Palatino Linotype"/>
          <w:b/>
          <w:sz w:val="28"/>
          <w:szCs w:val="28"/>
        </w:rPr>
        <w:t xml:space="preserve">@77. </w:t>
      </w:r>
    </w:p>
    <w:p w:rsidR="00B65CA5" w:rsidRPr="00784F69" w:rsidRDefault="00B65CA5" w:rsidP="00C84BB2">
      <w:pPr>
        <w:pStyle w:val="a"/>
        <w:ind w:firstLine="0"/>
        <w:rPr>
          <w:rFonts w:ascii="Palatino Linotype" w:hAnsi="Palatino Linotype"/>
          <w:b/>
          <w:sz w:val="28"/>
          <w:szCs w:val="28"/>
        </w:rPr>
      </w:pPr>
      <w:r w:rsidRPr="00784F69">
        <w:rPr>
          <w:rFonts w:ascii="Palatino Linotype" w:hAnsi="Palatino Linotype"/>
          <w:b/>
          <w:sz w:val="28"/>
          <w:szCs w:val="28"/>
        </w:rPr>
        <w:t>Ба ташкилоти маблағгузории хурд чи дохил мешавад?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$A) ташкилоти амонатии кредитии хурд, ташкилоти қарзии хурд;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$B) ташкилоти амонатии кредитии хурд, ташкилоти қарзии хурд ва фонди қарзии хурд мебошанд;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w:t>
      </w:r>
      <w:r w:rsidRPr="00784F69">
        <w:rPr>
          <w:rFonts w:ascii="Palatino Linotype" w:hAnsi="Palatino Linotype"/>
          <w:sz w:val="28"/>
          <w:szCs w:val="28"/>
          <w:lang w:val="en-US"/>
        </w:rPr>
        <w:t>C</w:t>
      </w:r>
      <w:r w:rsidRPr="00784F69">
        <w:rPr>
          <w:rFonts w:ascii="Palatino Linotype" w:hAnsi="Palatino Linotype"/>
          <w:sz w:val="28"/>
          <w:szCs w:val="28"/>
        </w:rPr>
        <w:t>) ташкилоти амонатии кредитии хурд, ташкилоти хурд;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$D) ташкилоти амонатии кредитии хурд ва фонди қарзии хурд мебошанд;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$E) фақат ташкилотҳои қарзии хурд;</w:t>
      </w:r>
    </w:p>
    <w:p w:rsidR="00B65CA5" w:rsidRPr="00784F69" w:rsidRDefault="00B65CA5" w:rsidP="00C84BB2">
      <w:pPr>
        <w:pStyle w:val="a"/>
        <w:ind w:firstLine="0"/>
        <w:rPr>
          <w:rFonts w:ascii="Palatino Linotype" w:hAnsi="Palatino Linotype"/>
          <w:b/>
          <w:sz w:val="28"/>
          <w:szCs w:val="28"/>
        </w:rPr>
      </w:pPr>
      <w:r w:rsidRPr="00784F69">
        <w:rPr>
          <w:rFonts w:ascii="Palatino Linotype" w:hAnsi="Palatino Linotype"/>
          <w:b/>
          <w:sz w:val="28"/>
          <w:szCs w:val="28"/>
        </w:rPr>
        <w:t xml:space="preserve">@78. </w:t>
      </w:r>
    </w:p>
    <w:p w:rsidR="00B65CA5" w:rsidRPr="00784F69" w:rsidRDefault="00B65CA5" w:rsidP="00C84BB2">
      <w:pPr>
        <w:pStyle w:val="a"/>
        <w:ind w:firstLine="0"/>
        <w:rPr>
          <w:rFonts w:ascii="Palatino Linotype" w:hAnsi="Palatino Linotype"/>
          <w:b/>
          <w:sz w:val="28"/>
          <w:szCs w:val="28"/>
        </w:rPr>
      </w:pPr>
      <w:r w:rsidRPr="00784F69">
        <w:rPr>
          <w:rFonts w:ascii="Palatino Linotype" w:hAnsi="Palatino Linotype"/>
          <w:b/>
          <w:sz w:val="28"/>
          <w:szCs w:val="28"/>
        </w:rPr>
        <w:t>Ташкилоти амонатии кредитии хурд чи гунна мебошад?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$A) ташкилоти тиҷоратии маблағгузории хурддодани кредитҳои хурд ва дигар фаъолияте, ки қонунгузори пешбинӣ намудааст ва дар асоси иҷозатномафаъолият мекунад;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$B) ташкилоти тиҷоратии маблағгузории хурде, ки барои ҷалби амонатҳо, додани кредитҳои хурд ва дигар фаъолияте, ки қонунгузори пешбинӣ намудааст ва дар асоси иҷозатномафаъолият мекунад;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w:t>
      </w:r>
      <w:r w:rsidRPr="00784F69">
        <w:rPr>
          <w:rFonts w:ascii="Palatino Linotype" w:hAnsi="Palatino Linotype"/>
          <w:sz w:val="28"/>
          <w:szCs w:val="28"/>
          <w:lang w:val="en-US"/>
        </w:rPr>
        <w:t>C</w:t>
      </w:r>
      <w:r w:rsidRPr="00784F69">
        <w:rPr>
          <w:rFonts w:ascii="Palatino Linotype" w:hAnsi="Palatino Linotype"/>
          <w:sz w:val="28"/>
          <w:szCs w:val="28"/>
        </w:rPr>
        <w:t>) ташкилоти тиҷоратии маблағгузории хурде, ки барои ҷалби амонатҳо, додани кредитҳои хурд ва дигар фаъолияте, ки қонунгузори пешбинӣ намудааст фаъолият мекунад;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$D) ташкилоти тиҷоратии маблағгузории хурде, ки барои ҷалби амонатҳо, додани амволи муаян ва дигар фаъолияте, ки қонунгузори пешбинӣ намудааст фаъолият мекунад;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$E) ташкилоти ғайри тиҷоратии маблағгузории хурде, ки барои ҷалби амонатҳо, додани кредитҳои хурд ва дигар фаъолияте, ки қонунгузори пешбинӣ намудааст фаъолият мекунад;</w:t>
      </w:r>
    </w:p>
    <w:p w:rsidR="00B65CA5" w:rsidRPr="00784F69" w:rsidRDefault="00B65CA5" w:rsidP="00C84BB2">
      <w:pPr>
        <w:pStyle w:val="a"/>
        <w:ind w:firstLine="0"/>
        <w:rPr>
          <w:rFonts w:ascii="Palatino Linotype" w:hAnsi="Palatino Linotype"/>
          <w:b/>
          <w:sz w:val="28"/>
          <w:szCs w:val="28"/>
        </w:rPr>
      </w:pPr>
      <w:r w:rsidRPr="00784F69">
        <w:rPr>
          <w:rFonts w:ascii="Palatino Linotype" w:hAnsi="Palatino Linotype"/>
          <w:b/>
          <w:sz w:val="28"/>
          <w:szCs w:val="28"/>
        </w:rPr>
        <w:t xml:space="preserve">@79. </w:t>
      </w:r>
    </w:p>
    <w:p w:rsidR="00B65CA5" w:rsidRPr="00784F69" w:rsidRDefault="00B65CA5" w:rsidP="00C84BB2">
      <w:pPr>
        <w:pStyle w:val="a"/>
        <w:ind w:firstLine="0"/>
        <w:rPr>
          <w:rFonts w:ascii="Palatino Linotype" w:hAnsi="Palatino Linotype"/>
          <w:b/>
          <w:sz w:val="28"/>
          <w:szCs w:val="28"/>
        </w:rPr>
      </w:pPr>
      <w:r w:rsidRPr="00784F69">
        <w:rPr>
          <w:rFonts w:ascii="Palatino Linotype" w:hAnsi="Palatino Linotype"/>
          <w:b/>
          <w:sz w:val="28"/>
          <w:szCs w:val="28"/>
        </w:rPr>
        <w:t>Ташкилоти қарзии хурд –ин?</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i/>
          <w:sz w:val="28"/>
          <w:szCs w:val="28"/>
        </w:rPr>
        <w:t xml:space="preserve">$A) </w:t>
      </w:r>
      <w:r w:rsidRPr="00784F69">
        <w:rPr>
          <w:rFonts w:ascii="Palatino Linotype" w:hAnsi="Palatino Linotype"/>
          <w:sz w:val="28"/>
          <w:szCs w:val="28"/>
        </w:rPr>
        <w:t>ташкилоти қарзи маблағгузории хурд, ки дар асоси иҷозатномафаъолият менамояд, қарзҳои хурд медиҳад ва дигар хизматҳо мерасонад;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$B) ташкилоти тиҷоратии маблағгузории хурд, ки дар асоси иҷозатномафаъолият менамояд, қарзҳои хурд медиҳад ва дигар хизматҳо мерасонад;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w:t>
      </w:r>
      <w:r w:rsidRPr="00784F69">
        <w:rPr>
          <w:rFonts w:ascii="Palatino Linotype" w:hAnsi="Palatino Linotype"/>
          <w:sz w:val="28"/>
          <w:szCs w:val="28"/>
          <w:lang w:val="en-US"/>
        </w:rPr>
        <w:t>C</w:t>
      </w:r>
      <w:r w:rsidRPr="00784F69">
        <w:rPr>
          <w:rFonts w:ascii="Palatino Linotype" w:hAnsi="Palatino Linotype"/>
          <w:sz w:val="28"/>
          <w:szCs w:val="28"/>
        </w:rPr>
        <w:t>) ташкилоти тиҷоратии маблағгузории хурд, ки дар асоси қарори махсус фаъолият менамояд, қарзҳои хурд медиҳад ва дигар хизматҳо мерасонад;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$D) ташкилоти тиҷоратии маблағгузории хурд, ки дар асоси иҷозатномафаъолият менамояд, қарзҳои хурд ва миёна медиҳад ва дигар хизматҳо мерасонад;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$E) ташкилоти тиҷоратии маблағгузории хурд, ки дар асоси иҷозатномафаъолият менамояд, қарзҳои хурд медиҳад ва дигар хизматҳои алоҳидаи бонкиромерасонад;</w:t>
      </w:r>
    </w:p>
    <w:p w:rsidR="00B65CA5" w:rsidRPr="00784F69" w:rsidRDefault="00B65CA5" w:rsidP="00C84BB2">
      <w:pPr>
        <w:pStyle w:val="a"/>
        <w:ind w:firstLine="0"/>
        <w:rPr>
          <w:rFonts w:ascii="Palatino Linotype" w:hAnsi="Palatino Linotype"/>
          <w:b/>
          <w:sz w:val="28"/>
          <w:szCs w:val="28"/>
        </w:rPr>
      </w:pPr>
      <w:r w:rsidRPr="00784F69">
        <w:rPr>
          <w:rFonts w:ascii="Palatino Linotype" w:hAnsi="Palatino Linotype"/>
          <w:b/>
          <w:sz w:val="28"/>
          <w:szCs w:val="28"/>
        </w:rPr>
        <w:t xml:space="preserve">@80. </w:t>
      </w:r>
    </w:p>
    <w:p w:rsidR="00B65CA5" w:rsidRPr="00784F69" w:rsidRDefault="00B65CA5" w:rsidP="00C84BB2">
      <w:pPr>
        <w:pStyle w:val="a"/>
        <w:ind w:firstLine="0"/>
        <w:rPr>
          <w:rFonts w:ascii="Palatino Linotype" w:hAnsi="Palatino Linotype"/>
          <w:b/>
          <w:sz w:val="28"/>
          <w:szCs w:val="28"/>
        </w:rPr>
      </w:pPr>
      <w:r w:rsidRPr="00784F69">
        <w:rPr>
          <w:rFonts w:ascii="Palatino Linotype" w:hAnsi="Palatino Linotype"/>
          <w:b/>
          <w:sz w:val="28"/>
          <w:szCs w:val="28"/>
        </w:rPr>
        <w:t>Фонди қарзии хурд –ин</w:t>
      </w:r>
      <w:r w:rsidRPr="00784F69">
        <w:rPr>
          <w:rFonts w:ascii="Palatino Linotype" w:hAnsi="Palatino Linotype"/>
          <w:b/>
          <w:sz w:val="28"/>
          <w:szCs w:val="28"/>
          <w:lang w:val="tt-RU"/>
        </w:rPr>
        <w:t>?</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$A) ташкилоти тиҷоратии маблағгузории хурд, ки дар асоси шаҳодатномаи аз ҷониби Бонки миллии Тоҷикистон додашаванда фаъолият менамояд, қарзҳои хурд дода, дигар хизматҳо мерасонад;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$B) ташкилоти ғайритиҷоратии маблағгузории хурд, ки дар асоси шаҳодатномаи аз ҷониби Бонки миллии Тоҷикистон додашаванда фаъолият менамояд, қарзҳои хурд дода, дигар хизматҳо мерасонад;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w:t>
      </w:r>
      <w:r w:rsidRPr="00784F69">
        <w:rPr>
          <w:rFonts w:ascii="Palatino Linotype" w:hAnsi="Palatino Linotype"/>
          <w:sz w:val="28"/>
          <w:szCs w:val="28"/>
          <w:lang w:val="en-US"/>
        </w:rPr>
        <w:t>C</w:t>
      </w:r>
      <w:r w:rsidRPr="00784F69">
        <w:rPr>
          <w:rFonts w:ascii="Palatino Linotype" w:hAnsi="Palatino Linotype"/>
          <w:sz w:val="28"/>
          <w:szCs w:val="28"/>
        </w:rPr>
        <w:t>) ташкилоти ғайритиҷоратии маблағгузории хурд, ки дар асоси шаҳодатномаи аз ҷониби бонкҳои саҳоми додашаванда фаъолият менамояд, қарзҳои хурд дода, дигар хизматҳо мерасонад;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$D) ташкилоти тиҷоратии маблағгузории хурд, ки дар асоси шаҳодатномаи аз ҷониби бонки хориҷи додашаванда фаъолият менамояд, қарзҳои хурд дода, дигар хизматҳо мерасонад;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$E) ташкилоти ғайритиҷоратии маблағгузории хурд, ки дар асоси шаҳодатномаи аз ҷониби Бонки миллии Тоҷикистон додашаванда фаъолият менамояд, қарзҳои хурд дода, дигар хизматҳои алоҳидаи бонкиромерасонад;</w:t>
      </w:r>
    </w:p>
    <w:p w:rsidR="00B65CA5" w:rsidRPr="00784F69" w:rsidRDefault="00B65CA5" w:rsidP="00C84BB2">
      <w:pPr>
        <w:pStyle w:val="a"/>
        <w:ind w:firstLine="0"/>
        <w:rPr>
          <w:rFonts w:ascii="Palatino Linotype" w:hAnsi="Palatino Linotype"/>
          <w:b/>
          <w:sz w:val="28"/>
          <w:szCs w:val="28"/>
        </w:rPr>
      </w:pPr>
      <w:r w:rsidRPr="00784F69">
        <w:rPr>
          <w:rFonts w:ascii="Palatino Linotype" w:hAnsi="Palatino Linotype"/>
          <w:b/>
          <w:sz w:val="28"/>
          <w:szCs w:val="28"/>
        </w:rPr>
        <w:t xml:space="preserve">@81. </w:t>
      </w:r>
    </w:p>
    <w:p w:rsidR="00B65CA5" w:rsidRPr="00784F69" w:rsidRDefault="00B65CA5" w:rsidP="00C84BB2">
      <w:pPr>
        <w:pStyle w:val="a"/>
        <w:ind w:firstLine="0"/>
        <w:rPr>
          <w:rFonts w:ascii="Palatino Linotype" w:hAnsi="Palatino Linotype"/>
          <w:b/>
          <w:sz w:val="28"/>
          <w:szCs w:val="28"/>
        </w:rPr>
      </w:pPr>
      <w:r w:rsidRPr="00784F69">
        <w:rPr>
          <w:rFonts w:ascii="Palatino Linotype" w:hAnsi="Palatino Linotype"/>
          <w:b/>
          <w:sz w:val="28"/>
          <w:szCs w:val="28"/>
        </w:rPr>
        <w:t>Шахсони бонуфуз (аффилир) киҳо мебошанд</w:t>
      </w:r>
      <w:r w:rsidRPr="00784F69">
        <w:rPr>
          <w:rFonts w:ascii="Palatino Linotype" w:hAnsi="Palatino Linotype"/>
          <w:sz w:val="28"/>
          <w:szCs w:val="28"/>
        </w:rPr>
        <w:t>?</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$A) шахсони воқеӣ, ки қодиранд ба шахсони воқеӣ ва ҳуқуқии фаъолияти соҳибкориро амаликунанда таъсир расонанд (ба истиснои мақомоти давлатӣ, ки аз болои фаъолияти ин шахсон дар доираи ваколати ба онҳо додашуда назорат мебаранд);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$B) шахсони воқеӣ ва ҳуқуқие, ки қодиранд ба шахсони воқеӣ ва ҳуқуқии фаъолияти соҳибкориро амаликунанда таъсир расонанд (ба истиснои мақомоти давлатӣ, ки аз болои фаъолияти ин шахсон дар доираи ваколати ба онҳо додашуда назорат мебаранд);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w:t>
      </w:r>
      <w:r w:rsidRPr="00784F69">
        <w:rPr>
          <w:rFonts w:ascii="Palatino Linotype" w:hAnsi="Palatino Linotype"/>
          <w:sz w:val="28"/>
          <w:szCs w:val="28"/>
          <w:lang w:val="en-US"/>
        </w:rPr>
        <w:t>C</w:t>
      </w:r>
      <w:r w:rsidRPr="00784F69">
        <w:rPr>
          <w:rFonts w:ascii="Palatino Linotype" w:hAnsi="Palatino Linotype"/>
          <w:sz w:val="28"/>
          <w:szCs w:val="28"/>
        </w:rPr>
        <w:t>) шахсони воқеӣ ва ҳуқуқие, ки қодиранд ба шахсони воқеӣ ва ҳуқуқии фаъолияти соҳибкориро амаликунанда таъсир расонанд;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$D) шахсони ҳуқуқие, ки қодиранд ба шахсони воқеӣ ва ҳуқуқии фаъолияти соҳибкориро амаликунанда таъсир расонанд (ба истиснои мақомоти давлатӣ, ки аз болои фаъолияти ин шахсон дар доираи ваколати ба онҳо додашуда назорат мебаранд);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$E) шахсони хориҷи, ки қодиранд ба шахсони воқеӣ ва ҳуқуқии фаъолияти соҳибкориро амаликунанда таъсир расонанд (ба истиснои мақомоти давлатӣ, ки аз болои фаъолияти ин шахсон дар доираи ваколати ба онҳо додашуда назорат мебаранд);</w:t>
      </w:r>
    </w:p>
    <w:p w:rsidR="00B65CA5" w:rsidRPr="00784F69" w:rsidRDefault="00B65CA5" w:rsidP="00C84BB2">
      <w:pPr>
        <w:pStyle w:val="a"/>
        <w:ind w:firstLine="0"/>
        <w:rPr>
          <w:rFonts w:ascii="Palatino Linotype" w:hAnsi="Palatino Linotype"/>
          <w:b/>
          <w:sz w:val="28"/>
          <w:szCs w:val="28"/>
        </w:rPr>
      </w:pPr>
      <w:r w:rsidRPr="00784F69">
        <w:rPr>
          <w:rFonts w:ascii="Palatino Linotype" w:hAnsi="Palatino Linotype"/>
          <w:b/>
          <w:sz w:val="28"/>
          <w:szCs w:val="28"/>
        </w:rPr>
        <w:t xml:space="preserve">@82. </w:t>
      </w:r>
    </w:p>
    <w:p w:rsidR="00B65CA5" w:rsidRPr="00784F69" w:rsidRDefault="00B65CA5" w:rsidP="00C84BB2">
      <w:pPr>
        <w:pStyle w:val="a"/>
        <w:ind w:firstLine="0"/>
        <w:rPr>
          <w:rFonts w:ascii="Palatino Linotype" w:hAnsi="Palatino Linotype"/>
          <w:b/>
          <w:sz w:val="28"/>
          <w:szCs w:val="28"/>
        </w:rPr>
      </w:pPr>
      <w:r w:rsidRPr="00784F69">
        <w:rPr>
          <w:rFonts w:ascii="Palatino Linotype" w:hAnsi="Palatino Linotype"/>
          <w:b/>
          <w:sz w:val="28"/>
          <w:szCs w:val="28"/>
        </w:rPr>
        <w:t>Оё қонуни Чумҳурии Тоҷикистон дар бораиТашкилотҳои маблағгузории хурднисбат ба бонкҳо ва ташкилотҳои дигари молиявӣ татбиқ мегардад?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$A) татбиқ мегардад;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$B) татбиқ намегардад;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w:t>
      </w:r>
      <w:r w:rsidRPr="00784F69">
        <w:rPr>
          <w:rFonts w:ascii="Palatino Linotype" w:hAnsi="Palatino Linotype"/>
          <w:sz w:val="28"/>
          <w:szCs w:val="28"/>
          <w:lang w:val="en-US"/>
        </w:rPr>
        <w:t>C</w:t>
      </w:r>
      <w:r w:rsidRPr="00784F69">
        <w:rPr>
          <w:rFonts w:ascii="Palatino Linotype" w:hAnsi="Palatino Linotype"/>
          <w:sz w:val="28"/>
          <w:szCs w:val="28"/>
        </w:rPr>
        <w:t>) дар баъзе ҳолатҳо татбиқ мегардад;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$D) нисбати ташкилотҳои карзи тадбиқмегардад;К;</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$E) нисбати бонкҳои саҳоми тадбиқ мегардад;</w:t>
      </w:r>
    </w:p>
    <w:p w:rsidR="00B65CA5" w:rsidRPr="00784F69" w:rsidRDefault="00B65CA5" w:rsidP="00C84BB2">
      <w:pPr>
        <w:pStyle w:val="a"/>
        <w:ind w:firstLine="0"/>
        <w:rPr>
          <w:rFonts w:ascii="Palatino Linotype" w:hAnsi="Palatino Linotype"/>
          <w:b/>
          <w:sz w:val="28"/>
          <w:szCs w:val="28"/>
        </w:rPr>
      </w:pPr>
      <w:r w:rsidRPr="00784F69">
        <w:rPr>
          <w:rFonts w:ascii="Palatino Linotype" w:hAnsi="Palatino Linotype"/>
          <w:b/>
          <w:sz w:val="28"/>
          <w:szCs w:val="28"/>
        </w:rPr>
        <w:t xml:space="preserve">@83. </w:t>
      </w:r>
    </w:p>
    <w:p w:rsidR="00B65CA5" w:rsidRPr="00784F69" w:rsidRDefault="00B65CA5" w:rsidP="00C84BB2">
      <w:pPr>
        <w:pStyle w:val="a"/>
        <w:ind w:firstLine="0"/>
        <w:rPr>
          <w:rFonts w:ascii="Palatino Linotype" w:hAnsi="Palatino Linotype"/>
          <w:b/>
          <w:bCs/>
          <w:sz w:val="28"/>
          <w:szCs w:val="28"/>
        </w:rPr>
      </w:pPr>
      <w:r w:rsidRPr="00784F69">
        <w:rPr>
          <w:rFonts w:ascii="Palatino Linotype" w:hAnsi="Palatino Linotype"/>
          <w:b/>
          <w:bCs/>
          <w:sz w:val="28"/>
          <w:szCs w:val="28"/>
        </w:rPr>
        <w:t>Муносибатҳои ташкилотҳои маблағгузории хурд бо давлат ва Бонки миллии Тоҷикистон чи гунна ба амал мебарорад?</w:t>
      </w:r>
    </w:p>
    <w:p w:rsidR="00B65CA5" w:rsidRPr="00784F69" w:rsidRDefault="00B65CA5" w:rsidP="00C84BB2">
      <w:pPr>
        <w:pStyle w:val="a"/>
        <w:tabs>
          <w:tab w:val="left" w:pos="5529"/>
        </w:tabs>
        <w:ind w:firstLine="0"/>
        <w:rPr>
          <w:rFonts w:ascii="Palatino Linotype" w:hAnsi="Palatino Linotype"/>
          <w:sz w:val="28"/>
          <w:szCs w:val="28"/>
        </w:rPr>
      </w:pPr>
      <w:r w:rsidRPr="00784F69">
        <w:rPr>
          <w:rFonts w:ascii="Palatino Linotype" w:hAnsi="Palatino Linotype"/>
          <w:sz w:val="28"/>
          <w:szCs w:val="28"/>
        </w:rPr>
        <w:t>$A) Ташкилотҳои маблағгузории хурд фаъолияти худро дар доираи салоҳияти пешбининамудаи мақомотҳои дахлдор ва санадҳои меъёрии Бонки миллии Тоҷикистон, ки мувофиқи онҳо қабул карда шудаанд мустақилона ташкил ва амалӣ менамоянд;</w:t>
      </w:r>
    </w:p>
    <w:p w:rsidR="00B65CA5" w:rsidRPr="00784F69" w:rsidRDefault="00B65CA5" w:rsidP="00C84BB2">
      <w:pPr>
        <w:pStyle w:val="a"/>
        <w:tabs>
          <w:tab w:val="left" w:pos="5529"/>
        </w:tabs>
        <w:ind w:firstLine="0"/>
        <w:rPr>
          <w:rFonts w:ascii="Palatino Linotype" w:hAnsi="Palatino Linotype"/>
          <w:sz w:val="28"/>
          <w:szCs w:val="28"/>
        </w:rPr>
      </w:pPr>
      <w:r w:rsidRPr="00784F69">
        <w:rPr>
          <w:rFonts w:ascii="Palatino Linotype" w:hAnsi="Palatino Linotype"/>
          <w:sz w:val="28"/>
          <w:szCs w:val="28"/>
        </w:rPr>
        <w:t>$B) Ташкилотҳои маблағгузории хурд фаъолияти худро дар доираи салоҳияти пешбининамудаи қонунгузори ва санадҳои меъёрии Бонки миллии Тоҷикистон, ки мувофиқи онҳо қабул карда шудаанд мустақилона ташкил ва амалӣ менамоянд;</w:t>
      </w:r>
    </w:p>
    <w:p w:rsidR="00B65CA5" w:rsidRPr="00784F69" w:rsidRDefault="00B65CA5" w:rsidP="00C84BB2">
      <w:pPr>
        <w:pStyle w:val="a"/>
        <w:tabs>
          <w:tab w:val="left" w:pos="5529"/>
        </w:tabs>
        <w:ind w:firstLine="0"/>
        <w:rPr>
          <w:rFonts w:ascii="Palatino Linotype" w:hAnsi="Palatino Linotype"/>
          <w:sz w:val="28"/>
          <w:szCs w:val="28"/>
        </w:rPr>
      </w:pPr>
      <w:r w:rsidRPr="00784F69">
        <w:rPr>
          <w:rFonts w:ascii="Palatino Linotype" w:hAnsi="Palatino Linotype"/>
          <w:sz w:val="28"/>
          <w:szCs w:val="28"/>
        </w:rPr>
        <w:t>$</w:t>
      </w:r>
      <w:r w:rsidRPr="00784F69">
        <w:rPr>
          <w:rFonts w:ascii="Palatino Linotype" w:hAnsi="Palatino Linotype"/>
          <w:sz w:val="28"/>
          <w:szCs w:val="28"/>
          <w:lang w:val="en-US"/>
        </w:rPr>
        <w:t>C</w:t>
      </w:r>
      <w:r w:rsidRPr="00784F69">
        <w:rPr>
          <w:rFonts w:ascii="Palatino Linotype" w:hAnsi="Palatino Linotype"/>
          <w:sz w:val="28"/>
          <w:szCs w:val="28"/>
        </w:rPr>
        <w:t>) Ташкилотҳои маблағгузории хурд фаъолияти худро дар доираи салоҳияти пешбининамудаи қонунгузори ва санадҳои меъёрии бонкҳои саҳоми, ки мувофиқи онҳо қабул карда шудаанд мустақилона ташкил ва амалӣ менамоянд;</w:t>
      </w:r>
    </w:p>
    <w:p w:rsidR="00B65CA5" w:rsidRPr="00784F69" w:rsidRDefault="00B65CA5" w:rsidP="00C84BB2">
      <w:pPr>
        <w:pStyle w:val="a"/>
        <w:tabs>
          <w:tab w:val="left" w:pos="5529"/>
        </w:tabs>
        <w:ind w:firstLine="0"/>
        <w:rPr>
          <w:rFonts w:ascii="Palatino Linotype" w:hAnsi="Palatino Linotype"/>
          <w:sz w:val="28"/>
          <w:szCs w:val="28"/>
        </w:rPr>
      </w:pPr>
      <w:r w:rsidRPr="00784F69">
        <w:rPr>
          <w:rFonts w:ascii="Palatino Linotype" w:hAnsi="Palatino Linotype"/>
          <w:sz w:val="28"/>
          <w:szCs w:val="28"/>
        </w:rPr>
        <w:t>$D) Ташкилотҳои маблағгузории хурд фаъолияти худро дар доираи салоҳияти пешбининамудаи қонунгузори ва санадҳои меъёрии Бонки ҷаҳони, ки мувофиқи онҳо қабул карда шудаанд мустақилона ташкил ва амалӣ менамоянд;</w:t>
      </w:r>
    </w:p>
    <w:p w:rsidR="00B65CA5" w:rsidRPr="00784F69" w:rsidRDefault="00B65CA5" w:rsidP="00C84BB2">
      <w:pPr>
        <w:pStyle w:val="a"/>
        <w:tabs>
          <w:tab w:val="left" w:pos="5529"/>
        </w:tabs>
        <w:ind w:firstLine="0"/>
        <w:rPr>
          <w:rFonts w:ascii="Palatino Linotype" w:hAnsi="Palatino Linotype"/>
          <w:sz w:val="28"/>
          <w:szCs w:val="28"/>
        </w:rPr>
      </w:pPr>
      <w:r w:rsidRPr="00784F69">
        <w:rPr>
          <w:rFonts w:ascii="Palatino Linotype" w:hAnsi="Palatino Linotype"/>
          <w:sz w:val="28"/>
          <w:szCs w:val="28"/>
        </w:rPr>
        <w:t>$E) Ташкилотҳои маблағгузории хурд фаъолияти худро дар доираи салоҳияти пешбининамудаи қонунгузори ва санадҳои меъёрии ҳуқуқи мақомотҳои дахлдор, ки мувофиқи онҳо қабул карда шудаанд мустақилона ташкил ва амалӣ менамоянд;</w:t>
      </w:r>
    </w:p>
    <w:p w:rsidR="00B65CA5" w:rsidRPr="00784F69" w:rsidRDefault="00B65CA5" w:rsidP="00C84BB2">
      <w:pPr>
        <w:pStyle w:val="a"/>
        <w:ind w:firstLine="0"/>
        <w:rPr>
          <w:rFonts w:ascii="Palatino Linotype" w:hAnsi="Palatino Linotype"/>
          <w:b/>
          <w:sz w:val="28"/>
          <w:szCs w:val="28"/>
        </w:rPr>
      </w:pPr>
      <w:r w:rsidRPr="00784F69">
        <w:rPr>
          <w:rFonts w:ascii="Palatino Linotype" w:hAnsi="Palatino Linotype"/>
          <w:b/>
          <w:sz w:val="28"/>
          <w:szCs w:val="28"/>
        </w:rPr>
        <w:t xml:space="preserve">@84. </w:t>
      </w:r>
    </w:p>
    <w:p w:rsidR="00B65CA5" w:rsidRPr="00784F69" w:rsidRDefault="00B65CA5" w:rsidP="00C84BB2">
      <w:pPr>
        <w:pStyle w:val="a"/>
        <w:ind w:firstLine="0"/>
        <w:rPr>
          <w:rFonts w:ascii="Palatino Linotype" w:hAnsi="Palatino Linotype"/>
          <w:b/>
          <w:sz w:val="28"/>
          <w:szCs w:val="28"/>
        </w:rPr>
      </w:pPr>
      <w:r w:rsidRPr="00784F69">
        <w:rPr>
          <w:rFonts w:ascii="Palatino Linotype" w:hAnsi="Palatino Linotype"/>
          <w:b/>
          <w:sz w:val="28"/>
          <w:szCs w:val="28"/>
        </w:rPr>
        <w:t>Оё ташкилотҳои маблағгузории хурд барои ӯҳдадориҳои Бонки миллии Тоҷикистон ва Бонки миллии Тоҷикистон барои ӯҳдадориҳои ташкилотҳои маблағгузории хурд ҷавобгар мебошанд?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$A) ҷавобгар мебошанд;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$B) ҷавобгар намебошанд;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w:t>
      </w:r>
      <w:r w:rsidRPr="00784F69">
        <w:rPr>
          <w:rFonts w:ascii="Palatino Linotype" w:hAnsi="Palatino Linotype"/>
          <w:sz w:val="28"/>
          <w:szCs w:val="28"/>
          <w:lang w:val="en-US"/>
        </w:rPr>
        <w:t>C</w:t>
      </w:r>
      <w:r w:rsidRPr="00784F69">
        <w:rPr>
          <w:rFonts w:ascii="Palatino Linotype" w:hAnsi="Palatino Linotype"/>
          <w:sz w:val="28"/>
          <w:szCs w:val="28"/>
        </w:rPr>
        <w:t>) дар баъзе ҳолатҳо ҷавобгар мебошанд;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$D) агар бонки миллии муқаррар карда бошад, ҷавобгар мебошанд;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$E) мувофиқи қонуни ЧТ дар бораи Бонки миллии ҷавобгар мебошанд;</w:t>
      </w:r>
    </w:p>
    <w:p w:rsidR="00B65CA5" w:rsidRPr="00784F69" w:rsidRDefault="00B65CA5" w:rsidP="00C84BB2">
      <w:pPr>
        <w:pStyle w:val="a"/>
        <w:ind w:firstLine="0"/>
        <w:rPr>
          <w:rFonts w:ascii="Palatino Linotype" w:hAnsi="Palatino Linotype"/>
          <w:b/>
          <w:sz w:val="28"/>
          <w:szCs w:val="28"/>
        </w:rPr>
      </w:pPr>
      <w:r w:rsidRPr="00784F69">
        <w:rPr>
          <w:rFonts w:ascii="Palatino Linotype" w:hAnsi="Palatino Linotype"/>
          <w:b/>
          <w:sz w:val="28"/>
          <w:szCs w:val="28"/>
        </w:rPr>
        <w:t xml:space="preserve">@85. </w:t>
      </w:r>
    </w:p>
    <w:p w:rsidR="00B65CA5" w:rsidRPr="00784F69" w:rsidRDefault="00B65CA5" w:rsidP="00C84BB2">
      <w:pPr>
        <w:pStyle w:val="a"/>
        <w:ind w:firstLine="0"/>
        <w:rPr>
          <w:rFonts w:ascii="Palatino Linotype" w:hAnsi="Palatino Linotype"/>
          <w:b/>
          <w:bCs/>
          <w:sz w:val="28"/>
          <w:szCs w:val="28"/>
        </w:rPr>
      </w:pPr>
      <w:r w:rsidRPr="00784F69">
        <w:rPr>
          <w:rFonts w:ascii="Palatino Linotype" w:hAnsi="Palatino Linotype"/>
          <w:b/>
          <w:bCs/>
          <w:sz w:val="28"/>
          <w:szCs w:val="28"/>
        </w:rPr>
        <w:t>Таъсиси ташкилотҳои маблағгузории хурд чи гунна сурат мегирад?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$A) Ташкилоти амонатии кредитии хурд ва ташкилоти қарзии хурд дар шакли ҷамъияти саҳҳомии кушода ё ҷамъияти дорои масъулияти маҳдуд таъсис дода шуда ва фонди қарзии хурд дар шакли фонди ҷамъиятӣ ташкил дода мешавад;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$B) Ташкилоти амонатии кредитии хурд ва ташкилоти қарзии хурд дар шакли ҷамъияти саҳҳомии пӯшида ё ҷамъияти дорои масъулияти маҳдуд таъсис дода шуда ва фонди қарзии хурд дар шакли фонди ҷамъиятӣ ташкил дода мешавад;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w:t>
      </w:r>
      <w:r w:rsidRPr="00784F69">
        <w:rPr>
          <w:rFonts w:ascii="Palatino Linotype" w:hAnsi="Palatino Linotype"/>
          <w:sz w:val="28"/>
          <w:szCs w:val="28"/>
          <w:lang w:val="en-US"/>
        </w:rPr>
        <w:t>C</w:t>
      </w:r>
      <w:r w:rsidRPr="00784F69">
        <w:rPr>
          <w:rFonts w:ascii="Palatino Linotype" w:hAnsi="Palatino Linotype"/>
          <w:sz w:val="28"/>
          <w:szCs w:val="28"/>
        </w:rPr>
        <w:t>) Ташкилоти амонатии кредитии хурд ва ташкилоти қарзии хурд дар шакли ҷамъияти саҳҳомииё ҷамъияти дорои масъулияти маҳдуд таъсис дода шуда ва фонди қарзии хурд дар шакли фонди ҷамъиятӣ ташкил дода мешавад;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$D) Ташкилоти амонатии кредитии хурд ва ташкилоти қарзии хурд дар шакли ҷамъияти саҳҳомии пӯшида ё ҷамъияти дорои масъулияти иловаги таъсис дода шуда ва фонди қарзии хурд дар шакли фонди ҷамъиятӣ ташкил дода мешавад;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$E) Ташкилоти амонатии кредитии хурд ва ташкилоти қарзии хурд дар шакли ҷамъияти саҳҳомии пӯшида ё ҷамъияти дорои масъулияти маҳдуд таъсис дода шуда ва фонди қарзии хурд дар шакли ширкати оди ташкил дода мешавад;</w:t>
      </w:r>
    </w:p>
    <w:p w:rsidR="00B65CA5" w:rsidRPr="00784F69" w:rsidRDefault="00B65CA5" w:rsidP="00C84BB2">
      <w:pPr>
        <w:pStyle w:val="a"/>
        <w:ind w:firstLine="0"/>
        <w:rPr>
          <w:rFonts w:ascii="Palatino Linotype" w:hAnsi="Palatino Linotype"/>
          <w:b/>
          <w:sz w:val="28"/>
          <w:szCs w:val="28"/>
        </w:rPr>
      </w:pPr>
      <w:r w:rsidRPr="00784F69">
        <w:rPr>
          <w:rFonts w:ascii="Palatino Linotype" w:hAnsi="Palatino Linotype"/>
          <w:b/>
          <w:sz w:val="28"/>
          <w:szCs w:val="28"/>
        </w:rPr>
        <w:t xml:space="preserve">@86. </w:t>
      </w:r>
    </w:p>
    <w:p w:rsidR="00B65CA5" w:rsidRPr="00784F69" w:rsidRDefault="00B65CA5" w:rsidP="00C84BB2">
      <w:pPr>
        <w:pStyle w:val="a"/>
        <w:ind w:firstLine="0"/>
        <w:rPr>
          <w:rFonts w:ascii="Palatino Linotype" w:hAnsi="Palatino Linotype"/>
          <w:b/>
          <w:bCs/>
          <w:sz w:val="28"/>
          <w:szCs w:val="28"/>
        </w:rPr>
      </w:pPr>
      <w:r w:rsidRPr="00784F69">
        <w:rPr>
          <w:rFonts w:ascii="Palatino Linotype" w:hAnsi="Palatino Linotype"/>
          <w:b/>
          <w:bCs/>
          <w:sz w:val="28"/>
          <w:szCs w:val="28"/>
        </w:rPr>
        <w:t>Ҳуҷҷати таъсиси ташкилотҳои маблағгузории хурд инҳо мебошанд</w:t>
      </w:r>
      <w:r w:rsidRPr="00784F69">
        <w:rPr>
          <w:rFonts w:ascii="Palatino Linotype" w:hAnsi="Palatino Linotype"/>
          <w:b/>
          <w:sz w:val="28"/>
          <w:szCs w:val="28"/>
          <w:lang w:val="tt-RU"/>
        </w:rPr>
        <w:t>?</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$A) Ҳуҷҷати таъсиси ташкилотҳои маблағгузории хурд оинномаи аз ҷониби муассисони вай тасдиқ кардашуда ва дар ҳолатҳои пешбининамудаи қонунгузорӣ оинномаи худи онҳо мебошад;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$B) Ҳуҷҷати таъсиси ташкилотҳои маблағгузории хурд шартномаи таъсисӣаз ҷониби муассисони вай тасдиқ кардашуда ва дар ҳолатҳои пешбининамудаи қонунгузорӣ оинномаи худи онҳо мебошад;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w:t>
      </w:r>
      <w:r w:rsidRPr="00784F69">
        <w:rPr>
          <w:rFonts w:ascii="Palatino Linotype" w:hAnsi="Palatino Linotype"/>
          <w:sz w:val="28"/>
          <w:szCs w:val="28"/>
          <w:lang w:val="en-US"/>
        </w:rPr>
        <w:t>C</w:t>
      </w:r>
      <w:r w:rsidRPr="00784F69">
        <w:rPr>
          <w:rFonts w:ascii="Palatino Linotype" w:hAnsi="Palatino Linotype"/>
          <w:sz w:val="28"/>
          <w:szCs w:val="28"/>
        </w:rPr>
        <w:t>) Ҳуҷҷати таъсиси ташкилотҳои маблағгузории хурд шартномаи таъсисӣва оинномаи аз ҷониби муассисони вай тасдиқ кардашуда ва дар ҳолатҳои пешбининамудаи қонунгузорӣ оинномаи худи онҳо мебошад;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$D) Ҳуҷҷати таъсиси ташкилотҳои маблағгузории хурд шартномаи таъсисӣва оинномаи аз ҷониби муассисони вай тасдиқ кардашуда;</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$E) Ҳуҷҷати таъсиси ташкилотҳои маблағгузории хурд фақат шартномаи таъсисӣ ,ки аз ҷониби муассисони вай тасдиқ кардашуда ва дар ҳолатҳои пешбининамудаи қонунгузорӣ оинномаи худи онҳо мебошад;</w:t>
      </w:r>
    </w:p>
    <w:p w:rsidR="00B65CA5" w:rsidRPr="00784F69" w:rsidRDefault="00B65CA5" w:rsidP="00C84BB2">
      <w:pPr>
        <w:pStyle w:val="a"/>
        <w:ind w:firstLine="0"/>
        <w:rPr>
          <w:rFonts w:ascii="Palatino Linotype" w:hAnsi="Palatino Linotype"/>
          <w:b/>
          <w:sz w:val="28"/>
          <w:szCs w:val="28"/>
        </w:rPr>
      </w:pPr>
      <w:r w:rsidRPr="00784F69">
        <w:rPr>
          <w:rFonts w:ascii="Palatino Linotype" w:hAnsi="Palatino Linotype"/>
          <w:b/>
          <w:sz w:val="28"/>
          <w:szCs w:val="28"/>
        </w:rPr>
        <w:t xml:space="preserve">@87. </w:t>
      </w:r>
    </w:p>
    <w:p w:rsidR="00B65CA5" w:rsidRPr="00784F69" w:rsidRDefault="00B65CA5" w:rsidP="00C84BB2">
      <w:pPr>
        <w:pStyle w:val="a"/>
        <w:ind w:firstLine="0"/>
        <w:rPr>
          <w:rFonts w:ascii="Palatino Linotype" w:hAnsi="Palatino Linotype"/>
          <w:b/>
          <w:sz w:val="28"/>
          <w:szCs w:val="28"/>
        </w:rPr>
      </w:pPr>
      <w:r w:rsidRPr="00784F69">
        <w:rPr>
          <w:rFonts w:ascii="Palatino Linotype" w:hAnsi="Palatino Linotype"/>
          <w:b/>
          <w:bCs/>
          <w:sz w:val="28"/>
          <w:szCs w:val="28"/>
        </w:rPr>
        <w:t>Номи ташкилотҳои маблағгузории хурд чи гунна аст?</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$A) Ташкилоти маблағгузории хурд ҳуқуқ надоранд танҳо он номе (ё ихтисорае) -ро истифода баранд, ки дар ҳуҷҷати таъсисии он нишон дода шудааст;</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$B) Ташкилоти маблағгузории хурд ҳуқуқ доранд номе (ё ихтисорае) -ро истифода баранд, ки дар ҳуҷҷати таъсисии он нишон дода шудааст;</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w:t>
      </w:r>
      <w:r w:rsidRPr="00784F69">
        <w:rPr>
          <w:rFonts w:ascii="Palatino Linotype" w:hAnsi="Palatino Linotype"/>
          <w:sz w:val="28"/>
          <w:szCs w:val="28"/>
          <w:lang w:val="en-US"/>
        </w:rPr>
        <w:t>C</w:t>
      </w:r>
      <w:r w:rsidRPr="00784F69">
        <w:rPr>
          <w:rFonts w:ascii="Palatino Linotype" w:hAnsi="Palatino Linotype"/>
          <w:sz w:val="28"/>
          <w:szCs w:val="28"/>
        </w:rPr>
        <w:t>) Ташкилоти маблағгузории хурд ҳуқуқ доранд танҳо он номе (ё ихтисорае) -ро истифода баранд, ки дар ҳуҷҷати таъсисии он нишон дода шудааст;</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$D) Ташкилоти маблағгузории хурд ҳуқуқ доранд танҳо он номеро истифода баранд, ки дар ҳуҷҷати таъсисии он нишон дода шудааст;</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$E) Ташкилоти маблағгузории хурд ҳуқуқ доранд кадом номе (ё ихтисорае) -ро истифода баранд, ки дар ҳуҷҷати таъсисии он нишон дода шудааст;</w:t>
      </w:r>
    </w:p>
    <w:p w:rsidR="00B65CA5" w:rsidRPr="00784F69" w:rsidRDefault="00B65CA5" w:rsidP="00C84BB2">
      <w:pPr>
        <w:pStyle w:val="a"/>
        <w:ind w:firstLine="0"/>
        <w:rPr>
          <w:rFonts w:ascii="Palatino Linotype" w:hAnsi="Palatino Linotype"/>
          <w:b/>
          <w:sz w:val="28"/>
          <w:szCs w:val="28"/>
        </w:rPr>
      </w:pPr>
      <w:r w:rsidRPr="00784F69">
        <w:rPr>
          <w:rFonts w:ascii="Palatino Linotype" w:hAnsi="Palatino Linotype"/>
          <w:b/>
          <w:sz w:val="28"/>
          <w:szCs w:val="28"/>
        </w:rPr>
        <w:t xml:space="preserve">@88. </w:t>
      </w:r>
    </w:p>
    <w:p w:rsidR="00B65CA5" w:rsidRPr="00784F69" w:rsidRDefault="00B65CA5" w:rsidP="00C84BB2">
      <w:pPr>
        <w:pStyle w:val="a"/>
        <w:ind w:firstLine="0"/>
        <w:rPr>
          <w:rFonts w:ascii="Palatino Linotype" w:hAnsi="Palatino Linotype"/>
          <w:b/>
          <w:sz w:val="28"/>
          <w:szCs w:val="28"/>
        </w:rPr>
      </w:pPr>
      <w:r w:rsidRPr="00784F69">
        <w:rPr>
          <w:rFonts w:ascii="Palatino Linotype" w:hAnsi="Palatino Linotype"/>
          <w:b/>
          <w:sz w:val="28"/>
          <w:szCs w:val="28"/>
        </w:rPr>
        <w:t>Мақомоти идоракунии ташкилотҳои маблағгузории хурдинҳоянд?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$A) 1.</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маҷлиси умумӣ (ба истиснои фонди қарзии хурд);2.</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мақомоти иҷроияи ташкилотҳои маблағгузории хурд, ки аз мақоми яккасардорӣ (инфиродӣ) ва дастаҷамъӣ иборат аст.3.</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шурои директорон;</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$B) 1.</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маҷлиси умумӣ;2.</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мақомоти иҷроияи ташкилотҳои маблағгузории хурд, ки аз мақоми яккасардорӣ (инфиродӣ) ва дастаҷамъӣ иборат аст;</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w:t>
      </w:r>
      <w:r w:rsidRPr="00784F69">
        <w:rPr>
          <w:rFonts w:ascii="Palatino Linotype" w:hAnsi="Palatino Linotype"/>
          <w:sz w:val="28"/>
          <w:szCs w:val="28"/>
          <w:lang w:val="en-US"/>
        </w:rPr>
        <w:t>C</w:t>
      </w:r>
      <w:r w:rsidRPr="00784F69">
        <w:rPr>
          <w:rFonts w:ascii="Palatino Linotype" w:hAnsi="Palatino Linotype"/>
          <w:sz w:val="28"/>
          <w:szCs w:val="28"/>
        </w:rPr>
        <w:t>) 1.</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маҷлиси умумӣ (ба истиснои фонди қарзии хурд);2.</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мақомоти иҷроияи ташкилотҳои маблағгузории хурд, ки аз мақоми яккасардорӣ (инфиродӣ) ва дастаҷамъӣ иборат аст;</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$D) 1.</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маҷлиси умумӣ (ба истиснои фонди қарзии хурд);2.</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мақомоти иҷроияи ташкилотҳои маблағгузории хурд;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$E) 1.</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маҷлиси умумӣ;2.</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мақомоти иҷроияи ташкилотҳои маблағгузории хурд, ки аз мақоми яккасардорӣ ва дастаҷамъӣ иборат аст;</w:t>
      </w:r>
    </w:p>
    <w:p w:rsidR="00B65CA5" w:rsidRPr="00784F69" w:rsidRDefault="00B65CA5" w:rsidP="00C84BB2">
      <w:pPr>
        <w:pStyle w:val="a"/>
        <w:ind w:firstLine="0"/>
        <w:rPr>
          <w:rFonts w:ascii="Palatino Linotype" w:hAnsi="Palatino Linotype"/>
          <w:b/>
          <w:sz w:val="28"/>
          <w:szCs w:val="28"/>
        </w:rPr>
      </w:pPr>
      <w:r w:rsidRPr="00784F69">
        <w:rPr>
          <w:rFonts w:ascii="Palatino Linotype" w:hAnsi="Palatino Linotype"/>
          <w:b/>
          <w:sz w:val="28"/>
          <w:szCs w:val="28"/>
        </w:rPr>
        <w:t xml:space="preserve">@89. </w:t>
      </w:r>
    </w:p>
    <w:p w:rsidR="00B65CA5" w:rsidRPr="00784F69" w:rsidRDefault="00B65CA5" w:rsidP="00C84BB2">
      <w:pPr>
        <w:pStyle w:val="a"/>
        <w:ind w:firstLine="0"/>
        <w:rPr>
          <w:rFonts w:ascii="Palatino Linotype" w:hAnsi="Palatino Linotype"/>
          <w:b/>
          <w:sz w:val="28"/>
          <w:szCs w:val="28"/>
        </w:rPr>
      </w:pPr>
      <w:r w:rsidRPr="00784F69">
        <w:rPr>
          <w:rFonts w:ascii="Palatino Linotype" w:hAnsi="Palatino Linotype"/>
          <w:b/>
          <w:sz w:val="28"/>
          <w:szCs w:val="28"/>
        </w:rPr>
        <w:t>Шумораи Шӯрои директорони ташкилотҳои амонатии кредитии хурд ва ташкилоти қарзии хурд чанд нафаро ташкил медиҳанд?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$A) Шӯрои директорони ташкилотҳои амонатии кредитии хурд ва ташкилоти қарзии хурд набояд камтар аз 5 аъзо ва раёсати фонди қарзии хурд на камтар аз 5 аъзо дошта бошад;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$B) Шӯрои директорони ташкилотҳои амонатии кредитии хурд ва ташкилоти қарзии хурд набояд камтар аз 3 аъзо ва раёсати фонди қарзии хурд на камтар аз 5 аъзо дошта бошад;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w:t>
      </w:r>
      <w:r w:rsidRPr="00784F69">
        <w:rPr>
          <w:rFonts w:ascii="Palatino Linotype" w:hAnsi="Palatino Linotype"/>
          <w:sz w:val="28"/>
          <w:szCs w:val="28"/>
          <w:lang w:val="en-US"/>
        </w:rPr>
        <w:t>C</w:t>
      </w:r>
      <w:r w:rsidRPr="00784F69">
        <w:rPr>
          <w:rFonts w:ascii="Palatino Linotype" w:hAnsi="Palatino Linotype"/>
          <w:sz w:val="28"/>
          <w:szCs w:val="28"/>
        </w:rPr>
        <w:t>) Шӯрои директорони ташкилотҳои амонатии кредитии хурд ва ташкилоти қарзии хурд набояд камтар аз 5 аъзо ва раёсати фонди қарзии хурд на камтар аз 3 аъзо дошта бошад;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$D) Шӯрои директорони ташкилотҳои амонатии кредитии хурд ва ташкилоти қарзии хурд набояд камтар аз 10 аъзо ва раёсати фонди қарзии хурд на камтар аз 5 аъзо дошта бошад;</w:t>
      </w:r>
    </w:p>
    <w:p w:rsidR="00B65CA5" w:rsidRPr="00784F69" w:rsidRDefault="00B65CA5" w:rsidP="00C84BB2">
      <w:pPr>
        <w:pStyle w:val="a"/>
        <w:ind w:firstLine="0"/>
        <w:rPr>
          <w:rFonts w:ascii="Palatino Linotype" w:hAnsi="Palatino Linotype"/>
          <w:b/>
          <w:sz w:val="28"/>
          <w:szCs w:val="28"/>
        </w:rPr>
      </w:pPr>
      <w:r w:rsidRPr="00784F69">
        <w:rPr>
          <w:rFonts w:ascii="Palatino Linotype" w:hAnsi="Palatino Linotype"/>
          <w:sz w:val="28"/>
          <w:szCs w:val="28"/>
        </w:rPr>
        <w:t>$E) Шӯрои директорони ташкилотҳои амонатии кредитии хурд ва ташкилоти қарзии хурд набояд камтар аз 7 аъзо ва раёсати фонди қарзии хурд на камтар аз 5 аъзо дошта бошад;</w:t>
      </w:r>
    </w:p>
    <w:p w:rsidR="00B65CA5" w:rsidRPr="00784F69" w:rsidRDefault="00B65CA5" w:rsidP="00C84BB2">
      <w:pPr>
        <w:pStyle w:val="a"/>
        <w:ind w:firstLine="0"/>
        <w:rPr>
          <w:rFonts w:ascii="Palatino Linotype" w:hAnsi="Palatino Linotype"/>
          <w:b/>
          <w:sz w:val="28"/>
          <w:szCs w:val="28"/>
        </w:rPr>
      </w:pPr>
      <w:r w:rsidRPr="00784F69">
        <w:rPr>
          <w:rFonts w:ascii="Palatino Linotype" w:hAnsi="Palatino Linotype"/>
          <w:b/>
          <w:sz w:val="28"/>
          <w:szCs w:val="28"/>
        </w:rPr>
        <w:t xml:space="preserve">@90. </w:t>
      </w:r>
    </w:p>
    <w:p w:rsidR="00B65CA5" w:rsidRPr="00784F69" w:rsidRDefault="00B65CA5" w:rsidP="00C84BB2">
      <w:pPr>
        <w:pStyle w:val="a"/>
        <w:ind w:firstLine="0"/>
        <w:rPr>
          <w:rFonts w:ascii="Palatino Linotype" w:hAnsi="Palatino Linotype"/>
          <w:b/>
          <w:sz w:val="28"/>
          <w:szCs w:val="28"/>
        </w:rPr>
      </w:pPr>
      <w:r w:rsidRPr="00784F69">
        <w:rPr>
          <w:rFonts w:ascii="Palatino Linotype" w:hAnsi="Palatino Linotype"/>
          <w:b/>
          <w:sz w:val="28"/>
          <w:szCs w:val="28"/>
        </w:rPr>
        <w:t>Филиали ташкилотҳои маблағгузории хурд –ин</w:t>
      </w:r>
      <w:r w:rsidRPr="00784F69">
        <w:rPr>
          <w:rFonts w:ascii="Palatino Linotype" w:hAnsi="Palatino Linotype"/>
          <w:b/>
          <w:sz w:val="28"/>
          <w:szCs w:val="28"/>
          <w:lang w:val="tt-RU"/>
        </w:rPr>
        <w:t>?</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$A) Воҳиди махсуси ташкилотҳои маблағгузории хурд буда, шахси ҳуқуқӣ намебошад;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$B) Филиал маҳалли ҷойгиршавии доимӣ дошта, метавонадфаъолияти худро дар асоси низомномае, ки ташкилотҳои маблағгузории хурди таъсисдодаи вай тасдиқ кардаанд, анҷом диҳад;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w:t>
      </w:r>
      <w:r w:rsidRPr="00784F69">
        <w:rPr>
          <w:rFonts w:ascii="Palatino Linotype" w:hAnsi="Palatino Linotype"/>
          <w:sz w:val="28"/>
          <w:szCs w:val="28"/>
          <w:lang w:val="en-US"/>
        </w:rPr>
        <w:t>C</w:t>
      </w:r>
      <w:r w:rsidRPr="00784F69">
        <w:rPr>
          <w:rFonts w:ascii="Palatino Linotype" w:hAnsi="Palatino Linotype"/>
          <w:sz w:val="28"/>
          <w:szCs w:val="28"/>
        </w:rPr>
        <w:t>) Воҳиди махсуси ташкилотҳои маблағгузории хурд буда, шахси ҳуқуқӣ намебошад. Филиал маҳалли ҷойгиршавии доимӣ дошта, метавонадфаъолияти худро дар асоси низомномае, ки ташкилотҳои маблағгузории хурди таъсисдодаи вай тасдиқ кардаанд, анҷом диҳад;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$D) Воҳиди махсуси ташкилотҳои маблағгузории хурд буда, шахси ҳуқуқӣ мебошад. Филиал маҳалли ҷойгиршавии доимӣ дошта, метавонадфаъолияти худро дар асоси низомномае, ки ташкилотҳои маблағгузории хурди таъсисдодаи вай тасдиқ кардаанд, анҷом диҳад;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$E) Воҳиди махсуси ташкилотҳои маблағгузории хурд буда, шахси ҳуқуқӣ ва вокеи мебошад. Филиал маҳалли ҷойгиршавии доимӣ дошта, метавонадфаъолияти худро дар асоси низомномае, ки ташкилотҳои маблағгузории хурди таъсисдодаи вай тасдиқ кардаанд, анҷом диҳад;</w:t>
      </w:r>
    </w:p>
    <w:p w:rsidR="00B65CA5" w:rsidRPr="00784F69" w:rsidRDefault="00B65CA5" w:rsidP="00C84BB2">
      <w:pPr>
        <w:pStyle w:val="a"/>
        <w:ind w:firstLine="0"/>
        <w:rPr>
          <w:rFonts w:ascii="Palatino Linotype" w:hAnsi="Palatino Linotype"/>
          <w:b/>
          <w:sz w:val="28"/>
          <w:szCs w:val="28"/>
        </w:rPr>
      </w:pPr>
      <w:r w:rsidRPr="00784F69">
        <w:rPr>
          <w:rFonts w:ascii="Palatino Linotype" w:hAnsi="Palatino Linotype"/>
          <w:b/>
          <w:sz w:val="28"/>
          <w:szCs w:val="28"/>
        </w:rPr>
        <w:t xml:space="preserve">@91. </w:t>
      </w:r>
    </w:p>
    <w:p w:rsidR="00B65CA5" w:rsidRPr="00784F69" w:rsidRDefault="00B65CA5" w:rsidP="00C84BB2">
      <w:pPr>
        <w:pStyle w:val="a"/>
        <w:ind w:firstLine="0"/>
        <w:rPr>
          <w:rFonts w:ascii="Palatino Linotype" w:hAnsi="Palatino Linotype"/>
          <w:b/>
          <w:bCs/>
          <w:sz w:val="28"/>
          <w:szCs w:val="28"/>
        </w:rPr>
      </w:pPr>
      <w:r w:rsidRPr="00784F69">
        <w:rPr>
          <w:rFonts w:ascii="Palatino Linotype" w:hAnsi="Palatino Linotype"/>
          <w:b/>
          <w:bCs/>
          <w:sz w:val="28"/>
          <w:szCs w:val="28"/>
        </w:rPr>
        <w:t>Иттиҳодияҳои ташкилотҳои маблағгузории хурд –ин?</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$A) Ташкилотҳои маблағгузории хурд бо тартиби муқаррарнамудаи қонунгузорӣ наметавонанд барои ҳимоя ва намояндагии манфиатҳои умумии аъзои худ, ҳамоҳанг кардани фаъолияти онҳо, қонеъ намудани манфиатҳои иттилоотӣ ва касбӣ иттиҳодияҳо (ассотсиатсияҳо, иттифоқҳо) ташкил намоянд;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$B) Ташкилотҳои маблағгузории хурд бо тартиби муқаррарнамудаи қонунгузорӣ метавонанд барои ҳимоя ва намояндагии манфиатҳои умумии аъзои худ, ҳамоҳанг кардани фаъолияти онҳо, қонеъ намудани манфиатҳои иттилоотӣ ва касбӣ иттиҳодияҳо ташкил намоянд;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w:t>
      </w:r>
      <w:r w:rsidRPr="00784F69">
        <w:rPr>
          <w:rFonts w:ascii="Palatino Linotype" w:hAnsi="Palatino Linotype"/>
          <w:sz w:val="28"/>
          <w:szCs w:val="28"/>
          <w:lang w:val="en-US"/>
        </w:rPr>
        <w:t>C</w:t>
      </w:r>
      <w:r w:rsidRPr="00784F69">
        <w:rPr>
          <w:rFonts w:ascii="Palatino Linotype" w:hAnsi="Palatino Linotype"/>
          <w:sz w:val="28"/>
          <w:szCs w:val="28"/>
        </w:rPr>
        <w:t>) Ташкилотҳои маблағгузории хурд бо тартиби муқаррарнамудаи қонунгузорӣ метавонанд барои ҳимоя ва намояндагии манфиатҳои умумии аъзои худ, ҳамоҳанг кардани фаъолияти онҳо, қонеъ намудани манфиатҳои иттилоотӣ ва касбӣ иттиҳодияҳо (ассотсиатсияҳо, иттифоқҳо) ташкил намоянд;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$D) Ташкилотҳои маблағгузории хурд бо тартиби муқаррарнамудаи қонунгузорӣ метавонанд бароиманфиатҳои умумии аъзои худ, ҳамоҳанг кардани фаъолияти онҳо, қонеъ намудани манфиатҳои иттилоотӣ ва касбӣ иттиҳодияҳо (ассотсиатсияҳо, иттифоқҳо) ташкил намоянд;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$E) Ташкилотҳои маблағгузории хурд бо тартиби муқаррарнамудаи қонунгузорӣ метавонанд барои ҳимоя ва намояндагии манфиатҳои махсуси аъзои худ, ҳамоҳанг кардани фаъолияти онҳо, қонеъ намудани манфиатҳои иттилоотӣ ва касбӣ иттиҳодияҳо (ассотсиатсияҳо, иттифоқҳо) ташкил намоянд;</w:t>
      </w:r>
    </w:p>
    <w:p w:rsidR="00B65CA5" w:rsidRPr="00784F69" w:rsidRDefault="00B65CA5" w:rsidP="00C84BB2">
      <w:pPr>
        <w:pStyle w:val="a"/>
        <w:ind w:firstLine="0"/>
        <w:rPr>
          <w:rFonts w:ascii="Palatino Linotype" w:hAnsi="Palatino Linotype"/>
          <w:b/>
          <w:sz w:val="28"/>
          <w:szCs w:val="28"/>
        </w:rPr>
      </w:pPr>
      <w:r w:rsidRPr="00784F69">
        <w:rPr>
          <w:rFonts w:ascii="Palatino Linotype" w:hAnsi="Palatino Linotype"/>
          <w:b/>
          <w:sz w:val="28"/>
          <w:szCs w:val="28"/>
        </w:rPr>
        <w:t xml:space="preserve">@92. </w:t>
      </w:r>
    </w:p>
    <w:p w:rsidR="00B65CA5" w:rsidRPr="00784F69" w:rsidRDefault="00B65CA5" w:rsidP="00C84BB2">
      <w:pPr>
        <w:pStyle w:val="a"/>
        <w:ind w:firstLine="0"/>
        <w:rPr>
          <w:rFonts w:ascii="Palatino Linotype" w:hAnsi="Palatino Linotype"/>
          <w:b/>
          <w:bCs/>
          <w:sz w:val="28"/>
          <w:szCs w:val="28"/>
        </w:rPr>
      </w:pPr>
      <w:r w:rsidRPr="00784F69">
        <w:rPr>
          <w:rFonts w:ascii="Palatino Linotype" w:hAnsi="Palatino Linotype"/>
          <w:b/>
          <w:bCs/>
          <w:sz w:val="28"/>
          <w:szCs w:val="28"/>
        </w:rPr>
        <w:t>Азнавташкилдиҳӣ ва барҳамдиҳии ташкилотҳои маблағгузории хурд чи гунна ба амал бароварда мешавад?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$A) Азнавташкилдиҳӣ ва барҳамдиҳии ташкилотҳои маблағгузории хурд бо тартиби муқаррарнамудаи қонунгузории Ҷумҳурии Тоҷикистон сурат мегирад;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$B) Азнавташкилдиҳӣ ва барҳамдиҳии ташкилотҳои маблағгузории хурд бо тартиби муқаррарнамудаи саҳомон сурат мегирад. Азнавташкилдиҳӣ ва барҳамдиҳии ихтиёрии ташкилоти амонатии кредитии хурд бо тартибе, ки қонунгузории Ҷумҳурии Тоҷикистон барои бонкҳо пешбинӣ намудааст, сурат мегирад;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w:t>
      </w:r>
      <w:r w:rsidRPr="00784F69">
        <w:rPr>
          <w:rFonts w:ascii="Palatino Linotype" w:hAnsi="Palatino Linotype"/>
          <w:sz w:val="28"/>
          <w:szCs w:val="28"/>
          <w:lang w:val="en-US"/>
        </w:rPr>
        <w:t>C</w:t>
      </w:r>
      <w:r w:rsidRPr="00784F69">
        <w:rPr>
          <w:rFonts w:ascii="Palatino Linotype" w:hAnsi="Palatino Linotype"/>
          <w:sz w:val="28"/>
          <w:szCs w:val="28"/>
        </w:rPr>
        <w:t>) Азнавташкилдиҳӣ ва барҳамдиҳии ташкилотҳои маблағгузории хурд бо тартиби муқаррарнамудаи қонунгузории Ҷумҳурии Тоҷикистон сурат мегирад. Азнавташкилдиҳӣ ва барҳамдиҳии ихтиёрии ташкилоти амонатии кредитии хурд бо тартибе, ки қонунгузории Ҷумҳурии Тоҷикистон барои бонкҳо пешбинӣ намудааст, сурат мегирад;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$D) Азнавташкилдиҳӣ ва барҳамдиҳии ихтиёрии ташкилоти амонатии кредитии хурд бо тартибе, ки қонунгузории Ҷумҳурии Тоҷикистон барои бонкҳо пешбинӣ намудааст, сурат мегирад;</w:t>
      </w:r>
    </w:p>
    <w:p w:rsidR="00B65CA5" w:rsidRPr="00784F69" w:rsidRDefault="00B65CA5" w:rsidP="00C84BB2">
      <w:pPr>
        <w:pStyle w:val="a"/>
        <w:ind w:firstLine="0"/>
        <w:rPr>
          <w:rFonts w:ascii="Palatino Linotype" w:hAnsi="Palatino Linotype"/>
          <w:b/>
          <w:bCs/>
          <w:sz w:val="28"/>
          <w:szCs w:val="28"/>
        </w:rPr>
      </w:pPr>
      <w:r w:rsidRPr="00784F69">
        <w:rPr>
          <w:rFonts w:ascii="Palatino Linotype" w:hAnsi="Palatino Linotype"/>
          <w:sz w:val="28"/>
          <w:szCs w:val="28"/>
        </w:rPr>
        <w:t>$E) Азнавташкилдиҳӣ ва барҳамдиҳии ташкилотҳои маблағгузории хурд бо тартиби муқаррарнамудаи қонунгузории Ҷумҳурии Тоҷикистон сурат мегирад. Азнавташкилдиҳӣ ва барҳамдиҳии ихтиёрии ташкилоти амонатии кредитии хурд бо тартибе, ки қонунгузории Ҷумҳурии Тоҷикистон барои бонкҳо ва ташкилотҳои тиҷорати пешбинӣ намудааст, сурат мегирад;</w:t>
      </w:r>
    </w:p>
    <w:p w:rsidR="00B65CA5" w:rsidRPr="00784F69" w:rsidRDefault="00B65CA5" w:rsidP="00C84BB2">
      <w:pPr>
        <w:pStyle w:val="a"/>
        <w:ind w:firstLine="0"/>
        <w:rPr>
          <w:rFonts w:ascii="Palatino Linotype" w:hAnsi="Palatino Linotype"/>
          <w:b/>
          <w:sz w:val="28"/>
          <w:szCs w:val="28"/>
        </w:rPr>
      </w:pPr>
      <w:r w:rsidRPr="00784F69">
        <w:rPr>
          <w:rFonts w:ascii="Palatino Linotype" w:hAnsi="Palatino Linotype"/>
          <w:b/>
          <w:sz w:val="28"/>
          <w:szCs w:val="28"/>
        </w:rPr>
        <w:t xml:space="preserve">@93. </w:t>
      </w:r>
    </w:p>
    <w:p w:rsidR="00B65CA5" w:rsidRPr="00784F69" w:rsidRDefault="00B65CA5" w:rsidP="00C84BB2">
      <w:pPr>
        <w:pStyle w:val="a"/>
        <w:ind w:firstLine="0"/>
        <w:rPr>
          <w:rFonts w:ascii="Palatino Linotype" w:hAnsi="Palatino Linotype"/>
          <w:b/>
          <w:bCs/>
          <w:sz w:val="28"/>
          <w:szCs w:val="28"/>
        </w:rPr>
      </w:pPr>
      <w:r w:rsidRPr="00784F69">
        <w:rPr>
          <w:rFonts w:ascii="Palatino Linotype" w:hAnsi="Palatino Linotype"/>
          <w:b/>
          <w:bCs/>
          <w:sz w:val="28"/>
          <w:szCs w:val="28"/>
        </w:rPr>
        <w:t>Бақайдгирии давлатии ташкилотҳои маблағгузории хурд муввофиқи кадом қонун гузаронида мешавад?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$A) Ташкилотҳои маблағгузории хурд мутобиқи Қонуни Ҷумҳурии Тоҷикистон«Дар бораи бақайдгирии давлатии шахси ҳуқуқӣ » ба қайди давлатӣ гирифта мешаванд;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$B) Ташкилотҳои маблағгузории хурд мутобиқи Қонуни Ҷумҳурии Тоҷикистон«Дар бораи Бонки миллии Тоҷикистон» ба қайди давлатӣ гирифта мешаванд;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w:t>
      </w:r>
      <w:r w:rsidRPr="00784F69">
        <w:rPr>
          <w:rFonts w:ascii="Palatino Linotype" w:hAnsi="Palatino Linotype"/>
          <w:sz w:val="28"/>
          <w:szCs w:val="28"/>
          <w:lang w:val="en-US"/>
        </w:rPr>
        <w:t>C</w:t>
      </w:r>
      <w:r w:rsidRPr="00784F69">
        <w:rPr>
          <w:rFonts w:ascii="Palatino Linotype" w:hAnsi="Palatino Linotype"/>
          <w:sz w:val="28"/>
          <w:szCs w:val="28"/>
        </w:rPr>
        <w:t>) Ташкилотҳои маблағгузории хурд мутобиқи Қонуни Ҷумҳурии Тоҷикистон«Дар бораи бақайдгирии давлатии шахсони ҳуқуқӣ ва соҳибкорони инфироди» ба қайди давлатӣ гирифта мешаванд;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$D) Ташкилотҳои маблағгузории хурд мутобиқи Қонуни Ҷумҳурии Тоҷикистон«Дар бораи фаъолияти бонки» ба қайди давлатӣ гирифта мешаванд;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$E) Ташкилотҳои маблағгузории хурд мутобиқи Қонуни Ҷумҳурии Тоҷикистон«Дар бораи ташкилотҳои маблағгузори хурд» ба қайди давлатӣ гирифта мешаванд;</w:t>
      </w:r>
    </w:p>
    <w:p w:rsidR="00B65CA5" w:rsidRPr="00784F69" w:rsidRDefault="00B65CA5" w:rsidP="00C84BB2">
      <w:pPr>
        <w:pStyle w:val="a"/>
        <w:ind w:firstLine="0"/>
        <w:rPr>
          <w:rFonts w:ascii="Palatino Linotype" w:hAnsi="Palatino Linotype"/>
          <w:b/>
          <w:sz w:val="28"/>
          <w:szCs w:val="28"/>
        </w:rPr>
      </w:pPr>
      <w:r w:rsidRPr="00784F69">
        <w:rPr>
          <w:rFonts w:ascii="Palatino Linotype" w:hAnsi="Palatino Linotype"/>
          <w:b/>
          <w:sz w:val="28"/>
          <w:szCs w:val="28"/>
        </w:rPr>
        <w:t xml:space="preserve">@94. </w:t>
      </w:r>
    </w:p>
    <w:p w:rsidR="00B65CA5" w:rsidRPr="00784F69" w:rsidRDefault="00B65CA5" w:rsidP="00C84BB2">
      <w:pPr>
        <w:pStyle w:val="a"/>
        <w:ind w:firstLine="0"/>
        <w:rPr>
          <w:rFonts w:ascii="Palatino Linotype" w:hAnsi="Palatino Linotype"/>
          <w:b/>
          <w:bCs/>
          <w:sz w:val="28"/>
          <w:szCs w:val="28"/>
        </w:rPr>
      </w:pPr>
      <w:r w:rsidRPr="00784F69">
        <w:rPr>
          <w:rFonts w:ascii="Palatino Linotype" w:hAnsi="Palatino Linotype"/>
          <w:b/>
          <w:bCs/>
          <w:sz w:val="28"/>
          <w:szCs w:val="28"/>
        </w:rPr>
        <w:t>Сармояи оинномавии ташкилотҳои маблағгузории хурд чихел мебошад?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$A) Сармояи оинномавии ташкилоти амонатии кредитии хурд аз сармояи ба пуррагӣ пардохтшуда, ки аз ҷониби муассисон ворид гардидааст, иборат мебошад. Қисми пулӣ метавонад бо пули миллӣ ё асъори хориҷӣ ворид карда шавад;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$B) Сармояи оинномавии ташкилоти амонатии кредитии хурд аз сармояи ба пуррагӣ пардохтшуда, ки аз ҷониби муассисон ворид гардидааст, иборат мебошад;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w:t>
      </w:r>
      <w:r w:rsidRPr="00784F69">
        <w:rPr>
          <w:rFonts w:ascii="Palatino Linotype" w:hAnsi="Palatino Linotype"/>
          <w:sz w:val="28"/>
          <w:szCs w:val="28"/>
          <w:lang w:val="en-US"/>
        </w:rPr>
        <w:t>C</w:t>
      </w:r>
      <w:r w:rsidRPr="00784F69">
        <w:rPr>
          <w:rFonts w:ascii="Palatino Linotype" w:hAnsi="Palatino Linotype"/>
          <w:sz w:val="28"/>
          <w:szCs w:val="28"/>
        </w:rPr>
        <w:t>) Сармояи оинномавии ташкилоти амонатии кредитии хурд аз сармояи ба пуррагӣ пардохтшуда, ки аз ҷониби муассисон ворид гардидааст, иборат мебошад. Қисми пулӣ метавонад бо пули миллӣ ё асъори хориҷӣ ворид карда шавад. Квотаи иштироки сармояи хориҷӣ дар низоми бонкӣ ба сармояи ташкилотҳои маблағгузории хурд, ки муассисони ташкилотҳои маблағгузории хурд бо асъори хориҷӣ ворид менамоянд, ҷорӣ намешавад;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$D) Сармояи оинномавии ташкилоти амонатии кредитии хурд аз сармояи ба пуррагӣ пардохтшуда, ки аз ҷониби муассисон ворид гардидааст, иборат мебошад. Қисми пулӣ метавонад бо пули миллӣ ё асъори хориҷӣ ворид карда шавад. Квотаи иштироки сармояи хориҷӣ дар низоми бонкӣ ба сармояи ташкилотҳои маблағгузории хурд, ки муассисони ташкилотҳои маблағгузории хурд бо асъори хориҷӣ ворид менамоянд, ҷорӣ мешавад;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$E) Сармояи оинномавии ташкилоти амонатии кредитии хурд аз сармояи ба пуррагӣ пардохтшуда, ки аз ҷониби шахсони алоҳида ворид гардидааст, иборат мебошад. Қисми пулӣ метавонад бо пули миллӣ ё асъори хориҷӣ ворид карда шавад. Квотаи иштироки сармояи хориҷӣ дар низоми бонкӣ ба сармояи ташкилотҳои маблағгузории хурд, ки муассисони ташкилотҳои маблағгузории хурд бо асъори хориҷӣ ворид менамоянд, ҷорӣ намешавад;</w:t>
      </w:r>
    </w:p>
    <w:p w:rsidR="00B65CA5" w:rsidRPr="00784F69" w:rsidRDefault="00B65CA5" w:rsidP="00C84BB2">
      <w:pPr>
        <w:pStyle w:val="a"/>
        <w:ind w:firstLine="0"/>
        <w:rPr>
          <w:rFonts w:ascii="Palatino Linotype" w:hAnsi="Palatino Linotype"/>
          <w:b/>
          <w:sz w:val="28"/>
          <w:szCs w:val="28"/>
        </w:rPr>
      </w:pPr>
      <w:r w:rsidRPr="00784F69">
        <w:rPr>
          <w:rFonts w:ascii="Palatino Linotype" w:hAnsi="Palatino Linotype"/>
          <w:b/>
          <w:sz w:val="28"/>
          <w:szCs w:val="28"/>
        </w:rPr>
        <w:t xml:space="preserve">@95. </w:t>
      </w:r>
    </w:p>
    <w:p w:rsidR="00B65CA5" w:rsidRPr="00784F69" w:rsidRDefault="00B65CA5" w:rsidP="00C84BB2">
      <w:pPr>
        <w:pStyle w:val="a"/>
        <w:ind w:firstLine="0"/>
        <w:rPr>
          <w:rFonts w:ascii="Palatino Linotype" w:hAnsi="Palatino Linotype"/>
          <w:b/>
          <w:sz w:val="28"/>
          <w:szCs w:val="28"/>
        </w:rPr>
      </w:pPr>
      <w:r w:rsidRPr="00784F69">
        <w:rPr>
          <w:rFonts w:ascii="Palatino Linotype" w:hAnsi="Palatino Linotype"/>
          <w:b/>
          <w:sz w:val="28"/>
          <w:szCs w:val="28"/>
        </w:rPr>
        <w:t>Қисми ғайрипулии сармояи оинномавӣ барои ташкилоти амонатии кредитии хурди таъсисшаванда чанд фоизро бояд дар бар гирад ?</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$A) Набояд аз 25 фоизи андозаи сармояи оинномавӣ зиёд бошад ва набояд дороии ғайримоддиро дар бар гирад;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$B) Набояд аз 30 фоизи андозаи сармояи оинномавӣ зиёд бошад ва набояд дороии ғайримоддиро дар бар гирад;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w:t>
      </w:r>
      <w:r w:rsidRPr="00784F69">
        <w:rPr>
          <w:rFonts w:ascii="Palatino Linotype" w:hAnsi="Palatino Linotype"/>
          <w:sz w:val="28"/>
          <w:szCs w:val="28"/>
          <w:lang w:val="en-US"/>
        </w:rPr>
        <w:t>C</w:t>
      </w:r>
      <w:r w:rsidRPr="00784F69">
        <w:rPr>
          <w:rFonts w:ascii="Palatino Linotype" w:hAnsi="Palatino Linotype"/>
          <w:sz w:val="28"/>
          <w:szCs w:val="28"/>
        </w:rPr>
        <w:t>) Набояд аз 20 фоизи андозаи сармояи оинномавӣ зиёд бошад ва набояд дороии ғайримоддиро дар бар гирад;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$D) Набояд аз 40 фоизи андозаи сармояи оинномавӣ зиёд бошад ва набояд дороии ғайримоддиро дар бар гирад;</w:t>
      </w:r>
    </w:p>
    <w:p w:rsidR="00B65CA5" w:rsidRPr="00784F69" w:rsidRDefault="00B65CA5" w:rsidP="00C84BB2">
      <w:pPr>
        <w:pStyle w:val="a"/>
        <w:ind w:firstLine="0"/>
        <w:rPr>
          <w:rFonts w:ascii="Palatino Linotype" w:hAnsi="Palatino Linotype"/>
          <w:b/>
          <w:sz w:val="28"/>
          <w:szCs w:val="28"/>
        </w:rPr>
      </w:pPr>
      <w:r w:rsidRPr="00784F69">
        <w:rPr>
          <w:rFonts w:ascii="Palatino Linotype" w:hAnsi="Palatino Linotype"/>
          <w:sz w:val="28"/>
          <w:szCs w:val="28"/>
        </w:rPr>
        <w:t>$E) Набояд аз 50 фоизи андозаи сармояи оинномавӣ зиёд бошад ва набояд дороии ғайримоддиро дар бар гирад;</w:t>
      </w:r>
    </w:p>
    <w:p w:rsidR="00B65CA5" w:rsidRPr="00784F69" w:rsidRDefault="00B65CA5" w:rsidP="00C84BB2">
      <w:pPr>
        <w:pStyle w:val="a"/>
        <w:ind w:firstLine="0"/>
        <w:rPr>
          <w:rFonts w:ascii="Palatino Linotype" w:hAnsi="Palatino Linotype"/>
          <w:b/>
          <w:sz w:val="28"/>
          <w:szCs w:val="28"/>
        </w:rPr>
      </w:pPr>
      <w:r w:rsidRPr="00784F69">
        <w:rPr>
          <w:rFonts w:ascii="Palatino Linotype" w:hAnsi="Palatino Linotype"/>
          <w:b/>
          <w:sz w:val="28"/>
          <w:szCs w:val="28"/>
        </w:rPr>
        <w:t xml:space="preserve">@96. </w:t>
      </w:r>
    </w:p>
    <w:p w:rsidR="00B65CA5" w:rsidRPr="00784F69" w:rsidRDefault="00B65CA5" w:rsidP="00C84BB2">
      <w:pPr>
        <w:pStyle w:val="a"/>
        <w:ind w:firstLine="0"/>
        <w:rPr>
          <w:rFonts w:ascii="Palatino Linotype" w:hAnsi="Palatino Linotype"/>
          <w:b/>
          <w:bCs/>
          <w:sz w:val="28"/>
          <w:szCs w:val="28"/>
        </w:rPr>
      </w:pPr>
      <w:r w:rsidRPr="00784F69">
        <w:rPr>
          <w:rFonts w:ascii="Palatino Linotype" w:hAnsi="Palatino Linotype"/>
          <w:b/>
          <w:bCs/>
          <w:sz w:val="28"/>
          <w:szCs w:val="28"/>
        </w:rPr>
        <w:t>Амволи ташкилотҳои маблағгузории хурд дар кадом модаи қонун нишон дода шудааст?</w:t>
      </w:r>
    </w:p>
    <w:p w:rsidR="00B65CA5" w:rsidRPr="00784F69" w:rsidRDefault="00B65CA5" w:rsidP="00C84BB2">
      <w:pPr>
        <w:pStyle w:val="a"/>
        <w:ind w:firstLine="0"/>
        <w:rPr>
          <w:rFonts w:ascii="Palatino Linotype" w:hAnsi="Palatino Linotype"/>
          <w:bCs/>
          <w:sz w:val="28"/>
          <w:szCs w:val="28"/>
        </w:rPr>
      </w:pPr>
      <w:r w:rsidRPr="00784F69">
        <w:rPr>
          <w:rFonts w:ascii="Palatino Linotype" w:hAnsi="Palatino Linotype"/>
          <w:bCs/>
          <w:sz w:val="28"/>
          <w:szCs w:val="28"/>
        </w:rPr>
        <w:t>$A) Дар моддаи 15 қонун;</w:t>
      </w:r>
    </w:p>
    <w:p w:rsidR="00B65CA5" w:rsidRPr="00784F69" w:rsidRDefault="00B65CA5" w:rsidP="00C84BB2">
      <w:pPr>
        <w:pStyle w:val="a"/>
        <w:ind w:firstLine="0"/>
        <w:rPr>
          <w:rFonts w:ascii="Palatino Linotype" w:hAnsi="Palatino Linotype"/>
          <w:bCs/>
          <w:sz w:val="28"/>
          <w:szCs w:val="28"/>
        </w:rPr>
      </w:pPr>
      <w:r w:rsidRPr="00784F69">
        <w:rPr>
          <w:rFonts w:ascii="Palatino Linotype" w:hAnsi="Palatino Linotype"/>
          <w:bCs/>
          <w:sz w:val="28"/>
          <w:szCs w:val="28"/>
        </w:rPr>
        <w:t>$B) Дар моддаи 11 қонун;</w:t>
      </w:r>
    </w:p>
    <w:p w:rsidR="00B65CA5" w:rsidRPr="00784F69" w:rsidRDefault="00B65CA5" w:rsidP="00C84BB2">
      <w:pPr>
        <w:pStyle w:val="a"/>
        <w:ind w:firstLine="0"/>
        <w:rPr>
          <w:rFonts w:ascii="Palatino Linotype" w:hAnsi="Palatino Linotype"/>
          <w:bCs/>
          <w:sz w:val="28"/>
          <w:szCs w:val="28"/>
        </w:rPr>
      </w:pPr>
      <w:r w:rsidRPr="00784F69">
        <w:rPr>
          <w:rFonts w:ascii="Palatino Linotype" w:hAnsi="Palatino Linotype"/>
          <w:bCs/>
          <w:sz w:val="28"/>
          <w:szCs w:val="28"/>
        </w:rPr>
        <w:t>$</w:t>
      </w:r>
      <w:r w:rsidRPr="00784F69">
        <w:rPr>
          <w:rFonts w:ascii="Palatino Linotype" w:hAnsi="Palatino Linotype"/>
          <w:bCs/>
          <w:sz w:val="28"/>
          <w:szCs w:val="28"/>
          <w:lang w:val="en-US"/>
        </w:rPr>
        <w:t>C</w:t>
      </w:r>
      <w:r w:rsidRPr="00784F69">
        <w:rPr>
          <w:rFonts w:ascii="Palatino Linotype" w:hAnsi="Palatino Linotype"/>
          <w:bCs/>
          <w:sz w:val="28"/>
          <w:szCs w:val="28"/>
        </w:rPr>
        <w:t>) Дар моддаи 13 қонун;</w:t>
      </w:r>
    </w:p>
    <w:p w:rsidR="00B65CA5" w:rsidRPr="00784F69" w:rsidRDefault="00B65CA5" w:rsidP="00C84BB2">
      <w:pPr>
        <w:pStyle w:val="a"/>
        <w:ind w:firstLine="0"/>
        <w:rPr>
          <w:rFonts w:ascii="Palatino Linotype" w:hAnsi="Palatino Linotype"/>
          <w:bCs/>
          <w:sz w:val="28"/>
          <w:szCs w:val="28"/>
        </w:rPr>
      </w:pPr>
      <w:r w:rsidRPr="00784F69">
        <w:rPr>
          <w:rFonts w:ascii="Palatino Linotype" w:hAnsi="Palatino Linotype"/>
          <w:bCs/>
          <w:sz w:val="28"/>
          <w:szCs w:val="28"/>
        </w:rPr>
        <w:t>$D) Дар моддаи 14 қонун;</w:t>
      </w:r>
    </w:p>
    <w:p w:rsidR="00B65CA5" w:rsidRPr="00784F69" w:rsidRDefault="00B65CA5" w:rsidP="00C84BB2">
      <w:pPr>
        <w:pStyle w:val="a"/>
        <w:ind w:firstLine="0"/>
        <w:rPr>
          <w:rFonts w:ascii="Palatino Linotype" w:hAnsi="Palatino Linotype"/>
          <w:bCs/>
          <w:sz w:val="28"/>
          <w:szCs w:val="28"/>
        </w:rPr>
      </w:pPr>
      <w:r w:rsidRPr="00784F69">
        <w:rPr>
          <w:rFonts w:ascii="Palatino Linotype" w:hAnsi="Palatino Linotype"/>
          <w:bCs/>
          <w:sz w:val="28"/>
          <w:szCs w:val="28"/>
        </w:rPr>
        <w:t>$E) Дар моддаи 17 қонун;</w:t>
      </w:r>
    </w:p>
    <w:p w:rsidR="00B65CA5" w:rsidRPr="00784F69" w:rsidRDefault="00B65CA5" w:rsidP="00C84BB2">
      <w:pPr>
        <w:pStyle w:val="a"/>
        <w:ind w:firstLine="0"/>
        <w:rPr>
          <w:rFonts w:ascii="Palatino Linotype" w:hAnsi="Palatino Linotype"/>
          <w:b/>
          <w:bCs/>
          <w:sz w:val="28"/>
          <w:szCs w:val="28"/>
        </w:rPr>
      </w:pPr>
      <w:r w:rsidRPr="00784F69">
        <w:rPr>
          <w:rFonts w:ascii="Palatino Linotype" w:hAnsi="Palatino Linotype"/>
          <w:b/>
          <w:bCs/>
          <w:sz w:val="28"/>
          <w:szCs w:val="28"/>
        </w:rPr>
        <w:t xml:space="preserve">@97. </w:t>
      </w:r>
    </w:p>
    <w:p w:rsidR="00B65CA5" w:rsidRPr="00784F69" w:rsidRDefault="00B65CA5" w:rsidP="00C84BB2">
      <w:pPr>
        <w:pStyle w:val="a"/>
        <w:ind w:firstLine="0"/>
        <w:rPr>
          <w:rFonts w:ascii="Palatino Linotype" w:hAnsi="Palatino Linotype"/>
          <w:b/>
          <w:bCs/>
          <w:sz w:val="28"/>
          <w:szCs w:val="28"/>
        </w:rPr>
      </w:pPr>
      <w:r w:rsidRPr="00784F69">
        <w:rPr>
          <w:rFonts w:ascii="Palatino Linotype" w:hAnsi="Palatino Linotype"/>
          <w:b/>
          <w:bCs/>
          <w:sz w:val="28"/>
          <w:szCs w:val="28"/>
        </w:rPr>
        <w:t>Муносибати байни ташкилотҳои маблағгузории хурд ва муштариён чи гунна ба амал бароварда мешавад?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$A) Муносибати байни ташкилотҳои маблағгузории хурд ва муштариён дар асоси ғайришартномави амалӣ мегардад;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$B) Муносибати байни ташкилотҳои маблағгузории хурд ва муштариён дар асоси созиш амалӣ мегардад;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w:t>
      </w:r>
      <w:r w:rsidRPr="00784F69">
        <w:rPr>
          <w:rFonts w:ascii="Palatino Linotype" w:hAnsi="Palatino Linotype"/>
          <w:sz w:val="28"/>
          <w:szCs w:val="28"/>
          <w:lang w:val="en-US"/>
        </w:rPr>
        <w:t>C</w:t>
      </w:r>
      <w:r w:rsidRPr="00784F69">
        <w:rPr>
          <w:rFonts w:ascii="Palatino Linotype" w:hAnsi="Palatino Linotype"/>
          <w:sz w:val="28"/>
          <w:szCs w:val="28"/>
        </w:rPr>
        <w:t>) Муносибати байни ташкилотҳои маблағгузории хурд ва муштариён дар асоси қонун амалӣ мегардад;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$D) Муносибати байни ташкилотҳои маблағгузории хурд ва муштариён дар асоси шартнома амалӣ мегардад;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$E) Муносибати байни ташкилотҳои маблағгузории хурд ва муштариён дар асоси шартномаи бемузд амалӣмегардад;</w:t>
      </w:r>
    </w:p>
    <w:p w:rsidR="00B65CA5" w:rsidRPr="00784F69" w:rsidRDefault="00B65CA5" w:rsidP="00C84BB2">
      <w:pPr>
        <w:spacing w:after="0" w:line="240" w:lineRule="auto"/>
        <w:jc w:val="both"/>
        <w:rPr>
          <w:rFonts w:ascii="Palatino Linotype" w:hAnsi="Palatino Linotype"/>
          <w:b/>
          <w:color w:val="000000"/>
          <w:sz w:val="28"/>
          <w:szCs w:val="28"/>
        </w:rPr>
      </w:pPr>
      <w:r w:rsidRPr="00784F69">
        <w:rPr>
          <w:rFonts w:ascii="Palatino Linotype" w:hAnsi="Palatino Linotype"/>
          <w:b/>
          <w:color w:val="000000"/>
          <w:sz w:val="28"/>
          <w:szCs w:val="28"/>
        </w:rPr>
        <w:t xml:space="preserve">@98. </w:t>
      </w:r>
    </w:p>
    <w:p w:rsidR="00B65CA5" w:rsidRPr="00784F69" w:rsidRDefault="00B65CA5" w:rsidP="00C84BB2">
      <w:pPr>
        <w:spacing w:after="0" w:line="240" w:lineRule="auto"/>
        <w:jc w:val="both"/>
        <w:rPr>
          <w:rFonts w:ascii="Palatino Linotype" w:hAnsi="Palatino Linotype"/>
          <w:b/>
          <w:color w:val="000000"/>
          <w:sz w:val="28"/>
          <w:szCs w:val="28"/>
        </w:rPr>
      </w:pPr>
      <w:r w:rsidRPr="00784F69">
        <w:rPr>
          <w:rFonts w:ascii="Palatino Linotype" w:hAnsi="Palatino Linotype"/>
          <w:b/>
          <w:color w:val="000000"/>
          <w:sz w:val="28"/>
          <w:szCs w:val="28"/>
          <w:lang w:val="tt-RU"/>
        </w:rPr>
        <w:t>Фаъолияти бонк</w:t>
      </w:r>
      <w:r w:rsidRPr="00784F69">
        <w:rPr>
          <w:rFonts w:ascii="Palatino Linotype" w:hAnsi="Palatino Linotype"/>
          <w:b/>
          <w:color w:val="000000"/>
          <w:sz w:val="28"/>
          <w:szCs w:val="28"/>
        </w:rPr>
        <w:t>и-ин?</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$A) - аз ҷониби ташкилотҳои қарзӣ (кредитӣ) анҷом додани амалиёти бонкие, ки дар қонунгузорипешбини гардидааст;</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$B) - аз ҷониби ташкилотҳои қарзӣ (кредитӣ) анҷом додани баъзе амалиёти бонкие, ки дар қонунгузорипешбини гардидааст;</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$C) - аз ҷониби ташкилотҳои қарзӣ (кредитӣ) анҷом додани амалиёти бонкие, ки дар қонунгузорипешбини гардидааст;</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$D) аз ҷониби ташкилотҳои қарзӣ анҷом додани амалиёти бонкие, ки дар қонунгузорипешбини гардидааст;</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color w:val="000000"/>
          <w:sz w:val="28"/>
          <w:szCs w:val="28"/>
          <w:lang w:val="tt-RU"/>
        </w:rPr>
        <w:t>$E) - аз ҷониби ташкилотҳои қарзӣ (кредитӣ) анҷом додани амалиёти бонкие, ки дар қонунгузори Бонки миллиипешбини гардидааст;</w:t>
      </w:r>
    </w:p>
    <w:p w:rsidR="00B65CA5" w:rsidRPr="00784F69" w:rsidRDefault="00B65CA5" w:rsidP="00C84BB2">
      <w:pPr>
        <w:pStyle w:val="a"/>
        <w:ind w:firstLine="0"/>
        <w:rPr>
          <w:rFonts w:ascii="Palatino Linotype" w:hAnsi="Palatino Linotype"/>
          <w:b/>
          <w:sz w:val="28"/>
          <w:szCs w:val="28"/>
          <w:lang w:val="tt-RU"/>
        </w:rPr>
      </w:pPr>
      <w:r w:rsidRPr="00784F69">
        <w:rPr>
          <w:rFonts w:ascii="Palatino Linotype" w:hAnsi="Palatino Linotype"/>
          <w:b/>
          <w:sz w:val="28"/>
          <w:szCs w:val="28"/>
          <w:lang w:val="tt-RU"/>
        </w:rPr>
        <w:t xml:space="preserve">@99. </w:t>
      </w:r>
    </w:p>
    <w:p w:rsidR="00B65CA5" w:rsidRPr="00784F69" w:rsidRDefault="00B65CA5" w:rsidP="00C84BB2">
      <w:pPr>
        <w:pStyle w:val="a"/>
        <w:ind w:firstLine="0"/>
        <w:rPr>
          <w:rFonts w:ascii="Palatino Linotype" w:hAnsi="Palatino Linotype"/>
          <w:b/>
          <w:bCs/>
          <w:sz w:val="28"/>
          <w:szCs w:val="28"/>
          <w:lang w:val="tt-RU"/>
        </w:rPr>
      </w:pPr>
      <w:r w:rsidRPr="00784F69">
        <w:rPr>
          <w:rFonts w:ascii="Palatino Linotype" w:hAnsi="Palatino Linotype"/>
          <w:b/>
          <w:bCs/>
          <w:sz w:val="28"/>
          <w:szCs w:val="28"/>
          <w:lang w:val="tt-RU"/>
        </w:rPr>
        <w:t>Иҷозатномадиҳӣба ташкилоти амонатии кредитии хурд ва ташкилоти қарзии хурд дар кадом бобби қонун пешбинни шудааст?</w:t>
      </w:r>
    </w:p>
    <w:p w:rsidR="00B65CA5" w:rsidRPr="00784F69" w:rsidRDefault="00B65CA5" w:rsidP="00C84BB2">
      <w:pPr>
        <w:pStyle w:val="a"/>
        <w:ind w:firstLine="0"/>
        <w:rPr>
          <w:rFonts w:ascii="Palatino Linotype" w:hAnsi="Palatino Linotype"/>
          <w:bCs/>
          <w:sz w:val="28"/>
          <w:szCs w:val="28"/>
          <w:lang w:val="tt-RU"/>
        </w:rPr>
      </w:pPr>
      <w:r w:rsidRPr="00784F69">
        <w:rPr>
          <w:rFonts w:ascii="Palatino Linotype" w:hAnsi="Palatino Linotype"/>
          <w:bCs/>
          <w:sz w:val="28"/>
          <w:szCs w:val="28"/>
          <w:lang w:val="tt-RU"/>
        </w:rPr>
        <w:t>$A) бобби 5 қонуни ЧТ дар бораии</w:t>
      </w:r>
      <w:r w:rsidRPr="00784F69">
        <w:rPr>
          <w:rFonts w:ascii="Palatino Linotype" w:hAnsi="Palatino Linotype"/>
          <w:sz w:val="28"/>
          <w:szCs w:val="28"/>
          <w:lang w:val="tt-RU"/>
        </w:rPr>
        <w:t>ташкилотҳои маблағгузории хурд;</w:t>
      </w:r>
    </w:p>
    <w:p w:rsidR="00B65CA5" w:rsidRPr="00784F69" w:rsidRDefault="00B65CA5" w:rsidP="00C84BB2">
      <w:pPr>
        <w:pStyle w:val="a"/>
        <w:ind w:firstLine="0"/>
        <w:rPr>
          <w:rFonts w:ascii="Palatino Linotype" w:hAnsi="Palatino Linotype"/>
          <w:bCs/>
          <w:sz w:val="28"/>
          <w:szCs w:val="28"/>
          <w:lang w:val="tt-RU"/>
        </w:rPr>
      </w:pPr>
      <w:r w:rsidRPr="00784F69">
        <w:rPr>
          <w:rFonts w:ascii="Palatino Linotype" w:hAnsi="Palatino Linotype"/>
          <w:bCs/>
          <w:sz w:val="28"/>
          <w:szCs w:val="28"/>
          <w:lang w:val="tt-RU"/>
        </w:rPr>
        <w:t>$B) бобби 8 қонуни ЧТ дар бораии</w:t>
      </w:r>
      <w:r w:rsidRPr="00784F69">
        <w:rPr>
          <w:rFonts w:ascii="Palatino Linotype" w:hAnsi="Palatino Linotype"/>
          <w:sz w:val="28"/>
          <w:szCs w:val="28"/>
          <w:lang w:val="tt-RU"/>
        </w:rPr>
        <w:t>ташкилотҳои маблағгузории хурд;</w:t>
      </w:r>
    </w:p>
    <w:p w:rsidR="00B65CA5" w:rsidRPr="00784F69" w:rsidRDefault="00B65CA5" w:rsidP="00C84BB2">
      <w:pPr>
        <w:pStyle w:val="a"/>
        <w:ind w:firstLine="0"/>
        <w:rPr>
          <w:rFonts w:ascii="Palatino Linotype" w:hAnsi="Palatino Linotype"/>
          <w:bCs/>
          <w:sz w:val="28"/>
          <w:szCs w:val="28"/>
          <w:lang w:val="tt-RU"/>
        </w:rPr>
      </w:pPr>
      <w:r w:rsidRPr="00784F69">
        <w:rPr>
          <w:rFonts w:ascii="Palatino Linotype" w:hAnsi="Palatino Linotype"/>
          <w:bCs/>
          <w:sz w:val="28"/>
          <w:szCs w:val="28"/>
          <w:lang w:val="tt-RU"/>
        </w:rPr>
        <w:t>$C) бобби 6 қонуни ЧТ дар бораии</w:t>
      </w:r>
      <w:r w:rsidRPr="00784F69">
        <w:rPr>
          <w:rFonts w:ascii="Palatino Linotype" w:hAnsi="Palatino Linotype"/>
          <w:sz w:val="28"/>
          <w:szCs w:val="28"/>
          <w:lang w:val="tt-RU"/>
        </w:rPr>
        <w:t>ташкилотҳои маблағгузории хурд;</w:t>
      </w:r>
    </w:p>
    <w:p w:rsidR="00B65CA5" w:rsidRPr="00784F69" w:rsidRDefault="00B65CA5" w:rsidP="00C84BB2">
      <w:pPr>
        <w:pStyle w:val="a"/>
        <w:ind w:firstLine="0"/>
        <w:rPr>
          <w:rFonts w:ascii="Palatino Linotype" w:hAnsi="Palatino Linotype"/>
          <w:sz w:val="28"/>
          <w:szCs w:val="28"/>
          <w:lang w:val="tt-RU"/>
        </w:rPr>
      </w:pPr>
      <w:r w:rsidRPr="00784F69">
        <w:rPr>
          <w:rFonts w:ascii="Palatino Linotype" w:hAnsi="Palatino Linotype"/>
          <w:bCs/>
          <w:sz w:val="28"/>
          <w:szCs w:val="28"/>
          <w:lang w:val="tt-RU"/>
        </w:rPr>
        <w:t>$D) бобби 4 қонуни ЧТ дар бораии</w:t>
      </w:r>
      <w:r w:rsidRPr="00784F69">
        <w:rPr>
          <w:rFonts w:ascii="Palatino Linotype" w:hAnsi="Palatino Linotype"/>
          <w:sz w:val="28"/>
          <w:szCs w:val="28"/>
          <w:lang w:val="tt-RU"/>
        </w:rPr>
        <w:t>ташкилотҳои маблағгузории хурд;</w:t>
      </w:r>
    </w:p>
    <w:p w:rsidR="00B65CA5" w:rsidRPr="00784F69" w:rsidRDefault="00B65CA5" w:rsidP="00C84BB2">
      <w:pPr>
        <w:pStyle w:val="a"/>
        <w:ind w:firstLine="0"/>
        <w:rPr>
          <w:rFonts w:ascii="Palatino Linotype" w:hAnsi="Palatino Linotype"/>
          <w:sz w:val="28"/>
          <w:szCs w:val="28"/>
          <w:lang w:val="tt-RU"/>
        </w:rPr>
      </w:pPr>
      <w:r w:rsidRPr="00784F69">
        <w:rPr>
          <w:rFonts w:ascii="Palatino Linotype" w:hAnsi="Palatino Linotype"/>
          <w:sz w:val="28"/>
          <w:szCs w:val="28"/>
          <w:lang w:val="tt-RU"/>
        </w:rPr>
        <w:t xml:space="preserve">$E) </w:t>
      </w:r>
      <w:r w:rsidRPr="00784F69">
        <w:rPr>
          <w:rFonts w:ascii="Palatino Linotype" w:hAnsi="Palatino Linotype"/>
          <w:bCs/>
          <w:sz w:val="28"/>
          <w:szCs w:val="28"/>
          <w:lang w:val="tt-RU"/>
        </w:rPr>
        <w:t>бобби 2 қонуни ЧТ дар бораии</w:t>
      </w:r>
      <w:r w:rsidRPr="00784F69">
        <w:rPr>
          <w:rFonts w:ascii="Palatino Linotype" w:hAnsi="Palatino Linotype"/>
          <w:sz w:val="28"/>
          <w:szCs w:val="28"/>
          <w:lang w:val="tt-RU"/>
        </w:rPr>
        <w:t>ташкилотҳои маблағгузории хурд;</w:t>
      </w:r>
    </w:p>
    <w:p w:rsidR="00B65CA5" w:rsidRPr="00784F69" w:rsidRDefault="00B65CA5" w:rsidP="00C84BB2">
      <w:pPr>
        <w:pStyle w:val="a"/>
        <w:ind w:firstLine="0"/>
        <w:rPr>
          <w:rFonts w:ascii="Palatino Linotype" w:hAnsi="Palatino Linotype"/>
          <w:b/>
          <w:sz w:val="28"/>
          <w:szCs w:val="28"/>
          <w:lang w:val="tt-RU"/>
        </w:rPr>
      </w:pPr>
      <w:r w:rsidRPr="00784F69">
        <w:rPr>
          <w:rFonts w:ascii="Palatino Linotype" w:hAnsi="Palatino Linotype"/>
          <w:b/>
          <w:sz w:val="28"/>
          <w:szCs w:val="28"/>
          <w:lang w:val="tt-RU"/>
        </w:rPr>
        <w:t xml:space="preserve">@100. </w:t>
      </w:r>
    </w:p>
    <w:p w:rsidR="00B65CA5" w:rsidRPr="00784F69" w:rsidRDefault="00B65CA5" w:rsidP="00C84BB2">
      <w:pPr>
        <w:pStyle w:val="a"/>
        <w:ind w:firstLine="0"/>
        <w:rPr>
          <w:rFonts w:ascii="Palatino Linotype" w:hAnsi="Palatino Linotype"/>
          <w:b/>
          <w:sz w:val="28"/>
          <w:szCs w:val="28"/>
          <w:lang w:val="tt-RU"/>
        </w:rPr>
      </w:pPr>
      <w:r w:rsidRPr="00784F69">
        <w:rPr>
          <w:rFonts w:ascii="Palatino Linotype" w:hAnsi="Palatino Linotype"/>
          <w:b/>
          <w:sz w:val="28"/>
          <w:szCs w:val="28"/>
          <w:lang w:val="tt-RU"/>
        </w:rPr>
        <w:t>Дар рӯзи додани иҷозатнома муассисони ташкилоти амонатии кредитии хурд ва ташкилоти қарзии хурд ӯҳдадоранд чанд фоизи андозаи ҳадди ақалли сармояи оинномавиро (қисми пулии онро) пардохт намоянд?</w:t>
      </w:r>
    </w:p>
    <w:p w:rsidR="00B65CA5" w:rsidRPr="00784F69" w:rsidRDefault="00B65CA5" w:rsidP="00C84BB2">
      <w:pPr>
        <w:pStyle w:val="a"/>
        <w:ind w:firstLine="0"/>
        <w:rPr>
          <w:rFonts w:ascii="Palatino Linotype" w:hAnsi="Palatino Linotype"/>
          <w:sz w:val="28"/>
          <w:szCs w:val="28"/>
          <w:lang w:val="tt-RU"/>
        </w:rPr>
      </w:pPr>
      <w:r w:rsidRPr="00784F69">
        <w:rPr>
          <w:rFonts w:ascii="Palatino Linotype" w:hAnsi="Palatino Linotype"/>
          <w:sz w:val="28"/>
          <w:szCs w:val="28"/>
          <w:lang w:val="tt-RU"/>
        </w:rPr>
        <w:t>$A) 70 фоизи андозаи ҳадди ақалли сармояи оинномавиропардохт намоянд;</w:t>
      </w:r>
    </w:p>
    <w:p w:rsidR="00B65CA5" w:rsidRPr="00784F69" w:rsidRDefault="00B65CA5" w:rsidP="00C84BB2">
      <w:pPr>
        <w:pStyle w:val="a"/>
        <w:ind w:firstLine="0"/>
        <w:rPr>
          <w:rFonts w:ascii="Palatino Linotype" w:hAnsi="Palatino Linotype"/>
          <w:sz w:val="28"/>
          <w:szCs w:val="28"/>
          <w:lang w:val="tt-RU"/>
        </w:rPr>
      </w:pPr>
      <w:r w:rsidRPr="00784F69">
        <w:rPr>
          <w:rFonts w:ascii="Palatino Linotype" w:hAnsi="Palatino Linotype"/>
          <w:sz w:val="28"/>
          <w:szCs w:val="28"/>
          <w:lang w:val="tt-RU"/>
        </w:rPr>
        <w:t>$B) 50 фоизи андозаи ҳадди ақалли сармояи оинномавиропардохт намоянд;</w:t>
      </w:r>
    </w:p>
    <w:p w:rsidR="00B65CA5" w:rsidRPr="00784F69" w:rsidRDefault="00B65CA5" w:rsidP="00C84BB2">
      <w:pPr>
        <w:pStyle w:val="a"/>
        <w:ind w:firstLine="0"/>
        <w:rPr>
          <w:rFonts w:ascii="Palatino Linotype" w:hAnsi="Palatino Linotype"/>
          <w:sz w:val="28"/>
          <w:szCs w:val="28"/>
          <w:lang w:val="tt-RU"/>
        </w:rPr>
      </w:pPr>
      <w:r w:rsidRPr="00784F69">
        <w:rPr>
          <w:rFonts w:ascii="Palatino Linotype" w:hAnsi="Palatino Linotype"/>
          <w:sz w:val="28"/>
          <w:szCs w:val="28"/>
          <w:lang w:val="tt-RU"/>
        </w:rPr>
        <w:t>$C) 80 фоизи андозаи ҳадди ақалли сармояи оинномавиропардохт намоянд;</w:t>
      </w:r>
    </w:p>
    <w:p w:rsidR="00B65CA5" w:rsidRPr="00784F69" w:rsidRDefault="00B65CA5" w:rsidP="00C84BB2">
      <w:pPr>
        <w:pStyle w:val="a"/>
        <w:ind w:firstLine="0"/>
        <w:rPr>
          <w:rFonts w:ascii="Palatino Linotype" w:hAnsi="Palatino Linotype"/>
          <w:sz w:val="28"/>
          <w:szCs w:val="28"/>
          <w:lang w:val="tt-RU"/>
        </w:rPr>
      </w:pPr>
      <w:r w:rsidRPr="00784F69">
        <w:rPr>
          <w:rFonts w:ascii="Palatino Linotype" w:hAnsi="Palatino Linotype"/>
          <w:sz w:val="28"/>
          <w:szCs w:val="28"/>
          <w:lang w:val="tt-RU"/>
        </w:rPr>
        <w:t>$D) 100 фоизи андозаи ҳадди ақалли сармояи оинномавиропардохт намоянд;</w:t>
      </w:r>
    </w:p>
    <w:p w:rsidR="00B65CA5" w:rsidRPr="00784F69" w:rsidRDefault="00B65CA5" w:rsidP="00C84BB2">
      <w:pPr>
        <w:pStyle w:val="a"/>
        <w:ind w:firstLine="0"/>
        <w:rPr>
          <w:rFonts w:ascii="Palatino Linotype" w:hAnsi="Palatino Linotype"/>
          <w:sz w:val="28"/>
          <w:szCs w:val="28"/>
          <w:lang w:val="tt-RU"/>
        </w:rPr>
      </w:pPr>
      <w:r w:rsidRPr="00784F69">
        <w:rPr>
          <w:rFonts w:ascii="Palatino Linotype" w:hAnsi="Palatino Linotype"/>
          <w:sz w:val="28"/>
          <w:szCs w:val="28"/>
          <w:lang w:val="tt-RU"/>
        </w:rPr>
        <w:t>$E) 40 фоизи андозаи ҳадди ақалли сармояи оинномавиропардохт намоянд;</w:t>
      </w:r>
    </w:p>
    <w:p w:rsidR="00B65CA5" w:rsidRPr="00784F69" w:rsidRDefault="00B65CA5" w:rsidP="00C84BB2">
      <w:pPr>
        <w:pStyle w:val="a"/>
        <w:ind w:firstLine="0"/>
        <w:rPr>
          <w:rFonts w:ascii="Palatino Linotype" w:hAnsi="Palatino Linotype"/>
          <w:b/>
          <w:sz w:val="28"/>
          <w:szCs w:val="28"/>
        </w:rPr>
      </w:pPr>
      <w:r w:rsidRPr="00784F69">
        <w:rPr>
          <w:rFonts w:ascii="Palatino Linotype" w:hAnsi="Palatino Linotype"/>
          <w:b/>
          <w:sz w:val="28"/>
          <w:szCs w:val="28"/>
        </w:rPr>
        <w:t xml:space="preserve">@101. </w:t>
      </w:r>
    </w:p>
    <w:p w:rsidR="00B65CA5" w:rsidRPr="00784F69" w:rsidRDefault="00B65CA5" w:rsidP="00C84BB2">
      <w:pPr>
        <w:pStyle w:val="a"/>
        <w:ind w:firstLine="0"/>
        <w:rPr>
          <w:rFonts w:ascii="Palatino Linotype" w:hAnsi="Palatino Linotype"/>
          <w:b/>
          <w:bCs/>
          <w:sz w:val="28"/>
          <w:szCs w:val="28"/>
        </w:rPr>
      </w:pPr>
      <w:r w:rsidRPr="00784F69">
        <w:rPr>
          <w:rFonts w:ascii="Palatino Linotype" w:hAnsi="Palatino Linotype"/>
          <w:b/>
          <w:bCs/>
          <w:sz w:val="28"/>
          <w:szCs w:val="28"/>
        </w:rPr>
        <w:t>Шартҳои додани иҷозатнома бояд,ки</w:t>
      </w:r>
      <w:r w:rsidRPr="00784F69">
        <w:rPr>
          <w:rFonts w:ascii="Palatino Linotype" w:hAnsi="Palatino Linotype"/>
          <w:b/>
          <w:sz w:val="28"/>
          <w:szCs w:val="28"/>
          <w:lang w:val="tt-RU"/>
        </w:rPr>
        <w:t>?</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$A) Иҷозатнома барои амалӣ намудани намудҳои фаъолият ба ҳамон субъекте дода мешавад, ки фаъолияти он ба талаботи дар қонунгузори амалкунанда пешбинишуда мувофиқат накунад;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$B) Иҷозатнома барои амалӣ намудани намудҳои фаъолият ба ҳамаи субъекте дода мешавад, ки фаъолияти он ба талаботи дар қонунгузори амалкунанда пешбинишуда мувофиқат мекунад;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w:t>
      </w:r>
      <w:r w:rsidRPr="00784F69">
        <w:rPr>
          <w:rFonts w:ascii="Palatino Linotype" w:hAnsi="Palatino Linotype"/>
          <w:sz w:val="28"/>
          <w:szCs w:val="28"/>
          <w:lang w:val="en-US"/>
        </w:rPr>
        <w:t>C</w:t>
      </w:r>
      <w:r w:rsidRPr="00784F69">
        <w:rPr>
          <w:rFonts w:ascii="Palatino Linotype" w:hAnsi="Palatino Linotype"/>
          <w:sz w:val="28"/>
          <w:szCs w:val="28"/>
        </w:rPr>
        <w:t>) Иҷозатнома барои амалӣ намудани намудҳои фаъолият ба ҳамон субъекте дода мешавад, ки фаъолияти он ба талаботи дар қонунгузори амалкунанда пешбинишуда нашудааст мувофиқат мекунад;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$D) Иҷозатнома барои амалӣ намудани намудҳои фаъолият ба ҳамон субъекте дода мешавад, ки фаъолияти он ба талаботи дар қонунгузори амалкунанда пешбинишуда мувофиқат мекунад;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$E) Иҷозатнома барои амалӣ намудани намудҳои фаъолият ба ҳамон субъекте дода мешавад, ки дар қонунгузори амалкунанда пешбинишуда мувофиқат мекунад;</w:t>
      </w:r>
    </w:p>
    <w:p w:rsidR="00B65CA5" w:rsidRPr="00784F69" w:rsidRDefault="00B65CA5" w:rsidP="00C84BB2">
      <w:pPr>
        <w:pStyle w:val="a"/>
        <w:ind w:firstLine="0"/>
        <w:rPr>
          <w:rFonts w:ascii="Palatino Linotype" w:hAnsi="Palatino Linotype"/>
          <w:b/>
          <w:sz w:val="28"/>
          <w:szCs w:val="28"/>
        </w:rPr>
      </w:pPr>
      <w:r w:rsidRPr="00784F69">
        <w:rPr>
          <w:rFonts w:ascii="Palatino Linotype" w:hAnsi="Palatino Linotype"/>
          <w:b/>
          <w:sz w:val="28"/>
          <w:szCs w:val="28"/>
        </w:rPr>
        <w:t xml:space="preserve">@102. </w:t>
      </w:r>
    </w:p>
    <w:p w:rsidR="00B65CA5" w:rsidRPr="00784F69" w:rsidRDefault="00B65CA5" w:rsidP="00C84BB2">
      <w:pPr>
        <w:pStyle w:val="a"/>
        <w:ind w:firstLine="0"/>
        <w:rPr>
          <w:rFonts w:ascii="Palatino Linotype" w:hAnsi="Palatino Linotype"/>
          <w:b/>
          <w:sz w:val="28"/>
          <w:szCs w:val="28"/>
        </w:rPr>
      </w:pPr>
      <w:r w:rsidRPr="00784F69">
        <w:rPr>
          <w:rFonts w:ascii="Palatino Linotype" w:hAnsi="Palatino Linotype"/>
          <w:b/>
          <w:sz w:val="28"/>
          <w:szCs w:val="28"/>
        </w:rPr>
        <w:t>Мақоми иҷозатномадиҳанда бо асосҳои зерин метавонад додани иҷозатномаро рад намояд?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$A) 1.</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номувофиқатии ҳуҷҷатҳои ба ариза замимашаванда ба талаботи қонунгузори ва санадҳои меъёрии Бонки миллии Тоҷикистон, ки мувофиқи он қабул шудаанд;2.</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номувофиқатии номзадҳо ба вазифаҳои роҳбарикунанда ва вазифаҳои дигар ба талаботи тахассусие, ки қонунгузори пешбинӣ кардааст;</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$B) 1.</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номувофиқатии ҳуҷҷатҳои ба ариза замимашаванда ба талаботи қонунгузори;2.</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номувофиқатии номзадҳо ба вазифаҳои роҳбарикунанда ва вазифаҳои дигар ба талаботи тахассусие, ки қонунгузори пешбинӣ кардааст;3.</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вазъи ғайриқаноатбахши молиявии муассисони ташкилоти амонатии кредитии хурд ва ташкилоти қарзии хурд ё аз ҷониби онҳо иҷро нагардидани ӯҳдадориҳояшон дар назди буҷет;</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w:t>
      </w:r>
      <w:r w:rsidRPr="00784F69">
        <w:rPr>
          <w:rFonts w:ascii="Palatino Linotype" w:hAnsi="Palatino Linotype"/>
          <w:sz w:val="28"/>
          <w:szCs w:val="28"/>
          <w:lang w:val="en-US"/>
        </w:rPr>
        <w:t>C</w:t>
      </w:r>
      <w:r w:rsidRPr="00784F69">
        <w:rPr>
          <w:rFonts w:ascii="Palatino Linotype" w:hAnsi="Palatino Linotype"/>
          <w:sz w:val="28"/>
          <w:szCs w:val="28"/>
        </w:rPr>
        <w:t>) 1.</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номувофиқатии ҳуҷҷатҳои ба ариза замимашаванда ба талаботи қонунгузори ва санадҳои меъёрии Бонки миллии Тоҷикистон, ки мувофиқи он қабул шудаанд; 2.</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номувофиқатии номзадҳо ба вазифаҳои роҳбарикунанда ва вазифаҳои дигар ба талаботи тахассусие, ки қонунгузори пешбинӣ кардааст;3.</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вазъи ғайриқаноатбахши молиявии муассисони ташкилоти амонатии кредитии хурд ва ташкилоти қарзии хурд ё аз ҷониби онҳо иҷро нагардидани ӯҳдадориҳояшон дар назди буҷет;</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$D) 1.</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номувофиқатии номзадҳо ба вазифаҳои роҳбарикунанда ва вазифаҳои дигар ба талаботи тахассусие, ки қонунгузори пешбинӣ кардааст; 2.</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вазъи ғайриқаноатбахши молиявии муассисони ташкилоти амонатии кредитии хурд ва ташкилоти қарзии хурд ё аз ҷониби онҳо иҷро нагардидани ӯҳдадориҳояшон дар назди буҷет;</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$E) 1.</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номувофиқатии ҳуҷҷатҳои ба ариза замимашаванда ба талаботи қонунгузори ва санадҳои меъёрии Бонки миллии Тоҷикистон, ки мувофиқи он қабул шудаанд; 2.</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номувофиқатии номзадҳо ба вазифаҳои роҳбарикунанда ва вазифаҳои дигар ба талаботи тахассусие, ки қонунгузори пешбинӣ кардааст; 3.</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вазъи ғайриқаноатбахши молиявии муассисони ташкилоти тиҷорати;</w:t>
      </w:r>
    </w:p>
    <w:p w:rsidR="00B65CA5" w:rsidRPr="00784F69" w:rsidRDefault="00B65CA5" w:rsidP="00C84BB2">
      <w:pPr>
        <w:pStyle w:val="a"/>
        <w:ind w:firstLine="0"/>
        <w:rPr>
          <w:rFonts w:ascii="Palatino Linotype" w:hAnsi="Palatino Linotype"/>
          <w:b/>
          <w:sz w:val="28"/>
          <w:szCs w:val="28"/>
        </w:rPr>
      </w:pPr>
      <w:r w:rsidRPr="00784F69">
        <w:rPr>
          <w:rFonts w:ascii="Palatino Linotype" w:hAnsi="Palatino Linotype"/>
          <w:b/>
          <w:sz w:val="28"/>
          <w:szCs w:val="28"/>
        </w:rPr>
        <w:t xml:space="preserve">@103. </w:t>
      </w:r>
    </w:p>
    <w:p w:rsidR="00B65CA5" w:rsidRPr="00784F69" w:rsidRDefault="00B65CA5" w:rsidP="00C84BB2">
      <w:pPr>
        <w:pStyle w:val="a"/>
        <w:ind w:firstLine="0"/>
        <w:rPr>
          <w:rFonts w:ascii="Palatino Linotype" w:hAnsi="Palatino Linotype"/>
          <w:b/>
          <w:sz w:val="28"/>
          <w:szCs w:val="28"/>
        </w:rPr>
      </w:pPr>
      <w:r w:rsidRPr="00784F69">
        <w:rPr>
          <w:rFonts w:ascii="Palatino Linotype" w:hAnsi="Palatino Linotype"/>
          <w:b/>
          <w:sz w:val="28"/>
          <w:szCs w:val="28"/>
        </w:rPr>
        <w:t>Иҷозатномаимақоми ваколатдор, ки ба ташкилоти амонатии кредитии хурд ва ташкилоти қарзии хурд дода шудааст, дар ҳолатҳои зерин метавонад бекор карда шавад?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$A) а) - риоя накардани қонунҳо ва санадҳои меъёрии Бонки миллии Тоҷикистон, ки дар асоси қонунгузори қабул шудаанд;б) - муқаррар гардидани маълумоти носаҳеҳ ё гумроҳкунанда дар ариза барои гирифтани иҷозатнома;в) - таъхири оғози фаъолияти ташкилоти амонатии кредитии хурд ва ташкилоти қарзии хурд ба мӯҳлати бештар аз як сол аз рӯзи додани иҷозатнома;г) - мунтазам ошкор кардани ҳолатҳои носаҳеҳӣ ё нопуррагии маълумот ё маълумоти ҳисоботӣ, ки баМ</w:t>
      </w:r>
      <w:r w:rsidRPr="00784F69">
        <w:rPr>
          <w:rFonts w:ascii="Palatino Linotype" w:hAnsi="Palatino Linotype"/>
          <w:b/>
          <w:sz w:val="28"/>
          <w:szCs w:val="28"/>
        </w:rPr>
        <w:t>ақоми иҷозатномадиҳанда</w:t>
      </w:r>
      <w:r w:rsidRPr="00784F69">
        <w:rPr>
          <w:rFonts w:ascii="Palatino Linotype" w:hAnsi="Palatino Linotype"/>
          <w:sz w:val="28"/>
          <w:szCs w:val="28"/>
        </w:rPr>
        <w:t xml:space="preserve"> пешниҳод карда мешаванд;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$B) а) - риоя накардани қонунҳо ва санадҳои меъёрии Бонки миллии Тоҷикистон, ки дар асоси қонунгузори қабул шудаанд;б) - муқаррар гардидани маълумоти носаҳеҳ ё гумроҳкунанда дар ариза барои гирифтани иҷозатнома;в) - таъхири оғози фаъолияти ташкилоти амонатии кредитии хурд ва ташкилоти қарзии хурд ба мӯҳлати бештар аз як сол аз рӯзи додани иҷозатнома;г) - мунтазам ошкор кардани ҳолатҳои носаҳеҳӣ ё нопуррагии маълумот ё маълумоти ҳисоботӣ, ки баМ</w:t>
      </w:r>
      <w:r w:rsidRPr="00784F69">
        <w:rPr>
          <w:rFonts w:ascii="Palatino Linotype" w:hAnsi="Palatino Linotype"/>
          <w:b/>
          <w:sz w:val="28"/>
          <w:szCs w:val="28"/>
        </w:rPr>
        <w:t xml:space="preserve">ақоми роҳбарикунанда </w:t>
      </w:r>
      <w:r w:rsidRPr="00784F69">
        <w:rPr>
          <w:rFonts w:ascii="Palatino Linotype" w:hAnsi="Palatino Linotype"/>
          <w:sz w:val="28"/>
          <w:szCs w:val="28"/>
        </w:rPr>
        <w:t>пешниҳод карда мешаванд;д) - аз ҷониби ташкилоти амонатии кредитии хурд ва ташкилоти қарзии хурд анҷом додани фаъолияте, ки қонунгузорииҷозат надодааст;</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w:t>
      </w:r>
      <w:r w:rsidRPr="00784F69">
        <w:rPr>
          <w:rFonts w:ascii="Palatino Linotype" w:hAnsi="Palatino Linotype"/>
          <w:sz w:val="28"/>
          <w:szCs w:val="28"/>
          <w:lang w:val="en-US"/>
        </w:rPr>
        <w:t>C</w:t>
      </w:r>
      <w:r w:rsidRPr="00784F69">
        <w:rPr>
          <w:rFonts w:ascii="Palatino Linotype" w:hAnsi="Palatino Linotype"/>
          <w:sz w:val="28"/>
          <w:szCs w:val="28"/>
        </w:rPr>
        <w:t>) а) - риоя кардани қонунҳо ва санадҳои меъёрии Бонки миллии Тоҷикистон, ки дар асоси қонунгузори қабул шудаанд;б) - муқаррар гардидани маълумоти дуруст дар ариза барои гирифтани иҷозатнома;в) - таъхири оғози фаъолияти ташкилоти амонатии кредитии хурд ва ташкилоти қарзии хурд ба мӯҳлати бештар аз як сол аз рӯзи додани иҷозатнома;г) - мунтазам ошкор кардани ҳолатҳои носаҳеҳӣ ё нопуррагии маълумот ё маълумоти ҳисоботӣ, ки баМ</w:t>
      </w:r>
      <w:r w:rsidRPr="00784F69">
        <w:rPr>
          <w:rFonts w:ascii="Palatino Linotype" w:hAnsi="Palatino Linotype"/>
          <w:b/>
          <w:sz w:val="28"/>
          <w:szCs w:val="28"/>
        </w:rPr>
        <w:t>ақоми иҷозатномадиҳанда</w:t>
      </w:r>
      <w:r w:rsidRPr="00784F69">
        <w:rPr>
          <w:rFonts w:ascii="Palatino Linotype" w:hAnsi="Palatino Linotype"/>
          <w:sz w:val="28"/>
          <w:szCs w:val="28"/>
        </w:rPr>
        <w:t xml:space="preserve"> пешниҳод карда мешаванд;д) - аз ҷониби ташкилоти амонатии кредитии хурд ва ташкилоти қарзии хурд анҷом додани фаъолияте, ки қонунгузорииҷозат надодааст;</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$D) а) - риоя накардани қонунҳо ва санадҳои меъёрии Бонки миллии Тоҷикистон, ки дар асоси қонунгузори қабул шудаанд;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б) - муқаррар гардидани маълумоти носаҳеҳ ё гумроҳкунанда дар ариза барои гирифтани иҷозатнома;в) - таъхири оғози фаъолияти ташкилоти амонатии кредитии хурд ва ташкилоти қарзии хурд ба мӯҳлати бештар аз як сол аз рӯзи додани иҷозатнома;г) - мунтазам ошкор кардани ҳолатҳои носаҳеҳӣ ё нопуррагии маълумот ё маълумоти ҳисоботӣ, ки баМ</w:t>
      </w:r>
      <w:r w:rsidRPr="00784F69">
        <w:rPr>
          <w:rFonts w:ascii="Palatino Linotype" w:hAnsi="Palatino Linotype"/>
          <w:b/>
          <w:sz w:val="28"/>
          <w:szCs w:val="28"/>
        </w:rPr>
        <w:t>ақоми иҷозатномадиҳанда</w:t>
      </w:r>
      <w:r w:rsidRPr="00784F69">
        <w:rPr>
          <w:rFonts w:ascii="Palatino Linotype" w:hAnsi="Palatino Linotype"/>
          <w:sz w:val="28"/>
          <w:szCs w:val="28"/>
        </w:rPr>
        <w:t xml:space="preserve"> пешниҳод карда мешаванд;д) - аз ҷониби ташкилоти амонатии кредитии хурд ва ташкилоти қарзии хурд анҷом додани фаъолияте, ки қонунгузорииҷозат надодааст;</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$E) а) - риоя накардани қонунҳо ва санадҳои баӣналхалқи;б) - муқаррар гардидани маълумоти носаҳеҳ ё гумроҳкунанда дар ариза барои гирифтани иҷозатнома;в) - таъхири оғози фаъолияти ташкилоти амонатии кредитии хурд ва ташкилоти қарзии хурд ба мӯҳлати бештар аз як сол аз рӯзи додани иҷозатнома;г) - мунтазам ошкор кардани ҳолатҳои носаҳеҳӣ ё нопуррагии маълумот ё маълумоти ҳисоботӣ, ки баМ</w:t>
      </w:r>
      <w:r w:rsidRPr="00784F69">
        <w:rPr>
          <w:rFonts w:ascii="Palatino Linotype" w:hAnsi="Palatino Linotype"/>
          <w:b/>
          <w:sz w:val="28"/>
          <w:szCs w:val="28"/>
        </w:rPr>
        <w:t>ақоми иҷозатномадиҳанда</w:t>
      </w:r>
      <w:r w:rsidRPr="00784F69">
        <w:rPr>
          <w:rFonts w:ascii="Palatino Linotype" w:hAnsi="Palatino Linotype"/>
          <w:sz w:val="28"/>
          <w:szCs w:val="28"/>
        </w:rPr>
        <w:t xml:space="preserve"> пешниҳод карда мешаванд;д) - аз ҷониби ташкилоти амонатии кредитии хурд ва ташкилоти қарзии хурд анҷом додани фаъолияте, ки қонунгузорииҷозат надодааст;</w:t>
      </w:r>
    </w:p>
    <w:p w:rsidR="00B65CA5" w:rsidRPr="00784F69" w:rsidRDefault="00B65CA5" w:rsidP="00C84BB2">
      <w:pPr>
        <w:pStyle w:val="a"/>
        <w:ind w:firstLine="0"/>
        <w:rPr>
          <w:rFonts w:ascii="Palatino Linotype" w:hAnsi="Palatino Linotype"/>
          <w:b/>
          <w:sz w:val="28"/>
          <w:szCs w:val="28"/>
        </w:rPr>
      </w:pPr>
      <w:r w:rsidRPr="00784F69">
        <w:rPr>
          <w:rFonts w:ascii="Palatino Linotype" w:hAnsi="Palatino Linotype"/>
          <w:b/>
          <w:sz w:val="28"/>
          <w:szCs w:val="28"/>
        </w:rPr>
        <w:t xml:space="preserve">@104. </w:t>
      </w:r>
    </w:p>
    <w:p w:rsidR="00B65CA5" w:rsidRPr="00784F69" w:rsidRDefault="00B65CA5" w:rsidP="00C84BB2">
      <w:pPr>
        <w:pStyle w:val="a"/>
        <w:ind w:firstLine="0"/>
        <w:rPr>
          <w:rFonts w:ascii="Palatino Linotype" w:hAnsi="Palatino Linotype"/>
          <w:b/>
          <w:sz w:val="28"/>
          <w:szCs w:val="28"/>
        </w:rPr>
      </w:pPr>
      <w:r w:rsidRPr="00784F69">
        <w:rPr>
          <w:rFonts w:ascii="Palatino Linotype" w:hAnsi="Palatino Linotype"/>
          <w:b/>
          <w:sz w:val="28"/>
          <w:szCs w:val="28"/>
        </w:rPr>
        <w:t>Мақоми иҷозатномадиҳанда ҳуқуқ дорад амали иҷозатномаро то бартараф кардани ҳуқуқвайронкуниҳое, ки сабаби боздоштани амали вай гардидаанд, ба мӯҳлати на бештар аз чандмоҳ метавонадбоздорад?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$A) на бештар аз 5 моҳ;</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$B) на бештар аз 3 моҳ;</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w:t>
      </w:r>
      <w:r w:rsidRPr="00784F69">
        <w:rPr>
          <w:rFonts w:ascii="Palatino Linotype" w:hAnsi="Palatino Linotype"/>
          <w:sz w:val="28"/>
          <w:szCs w:val="28"/>
          <w:lang w:val="en-US"/>
        </w:rPr>
        <w:t>C</w:t>
      </w:r>
      <w:r w:rsidRPr="00784F69">
        <w:rPr>
          <w:rFonts w:ascii="Palatino Linotype" w:hAnsi="Palatino Linotype"/>
          <w:sz w:val="28"/>
          <w:szCs w:val="28"/>
        </w:rPr>
        <w:t>) на бештар аз 2 моҳ;</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$D) на бештар аз 6 моҳ;</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$E) на бештар аз 1 моҳ;</w:t>
      </w:r>
    </w:p>
    <w:p w:rsidR="00B65CA5" w:rsidRPr="00784F69" w:rsidRDefault="00B65CA5" w:rsidP="00C84BB2">
      <w:pPr>
        <w:pStyle w:val="a"/>
        <w:ind w:firstLine="0"/>
        <w:rPr>
          <w:rFonts w:ascii="Palatino Linotype" w:hAnsi="Palatino Linotype"/>
          <w:b/>
          <w:sz w:val="28"/>
          <w:szCs w:val="28"/>
        </w:rPr>
      </w:pPr>
      <w:r w:rsidRPr="00784F69">
        <w:rPr>
          <w:rFonts w:ascii="Palatino Linotype" w:hAnsi="Palatino Linotype"/>
          <w:b/>
          <w:sz w:val="28"/>
          <w:szCs w:val="28"/>
        </w:rPr>
        <w:t xml:space="preserve">@105. </w:t>
      </w:r>
    </w:p>
    <w:p w:rsidR="00B65CA5" w:rsidRPr="00784F69" w:rsidRDefault="00B65CA5" w:rsidP="00C84BB2">
      <w:pPr>
        <w:pStyle w:val="a"/>
        <w:ind w:firstLine="0"/>
        <w:rPr>
          <w:rFonts w:ascii="Palatino Linotype" w:hAnsi="Palatino Linotype"/>
          <w:b/>
          <w:sz w:val="28"/>
          <w:szCs w:val="28"/>
        </w:rPr>
      </w:pPr>
      <w:r w:rsidRPr="00784F69">
        <w:rPr>
          <w:rFonts w:ascii="Palatino Linotype" w:hAnsi="Palatino Linotype"/>
          <w:b/>
          <w:sz w:val="28"/>
          <w:szCs w:val="28"/>
        </w:rPr>
        <w:t>Ташкилоти амонатии кредитии хурд метавонад ҳар кадом аз намудҳои дар зер нишондодашудаи фаъолиятро ҳангоми мавҷудияти иҷозатнома (литсензия) анҷом диҳад?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$A) - қабули амонати шахсони воқеӣ ва ҳуқуқӣ;- додани кредити хурд (бо таъмин ва бе таъмин);- анҷом додани амалиёти кассавӣ: қабул, бозшуморӣ, хурдсозӣ, ивази купюр, бастабандӣ ва нигоҳдории пулҳои коғазӣ ва тангаҳо;- додани кафолат мутобиқи маблағи ҳадди аксари кредити пардохтнашуда барои кредити хурд, ки барои як муштарӣ муқаррар шудааст;- додан ва қабул намудани кортҳои пардохт;- кушодан ва пеш бурдани суратҳисоби шахсони воқеӣ ва ҳуқуқӣ;- анҷом додани амалиёти интиқолӣ бо фармоиши муштариён;</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$B) - қабули амонати шахсони воқеӣ ва ҳуқуқӣ;- додани кредити хурд (бо таъмин ва бе таъмин);- анҷом додани амалиёти кассавӣ: қабул, бозшуморӣ, хурдсозӣ, ивази купюр, бастабандӣ ва нигоҳдории пулҳои коғазӣ ва тангаҳо;- додани кафолат мутобиқи маблағи ҳадди аксари кредити пардохтнашуда барои кредити хурд, ки барои як муштарӣ муқаррар шудааст;</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w:t>
      </w:r>
      <w:r w:rsidRPr="00784F69">
        <w:rPr>
          <w:rFonts w:ascii="Palatino Linotype" w:hAnsi="Palatino Linotype"/>
          <w:sz w:val="28"/>
          <w:szCs w:val="28"/>
          <w:lang w:val="en-US"/>
        </w:rPr>
        <w:t>C</w:t>
      </w:r>
      <w:r w:rsidRPr="00784F69">
        <w:rPr>
          <w:rFonts w:ascii="Palatino Linotype" w:hAnsi="Palatino Linotype"/>
          <w:sz w:val="28"/>
          <w:szCs w:val="28"/>
        </w:rPr>
        <w:t>) - қабули амонати шахсони воқеӣ ва ҳуқуқӣ;- додани кредити хурд (бо таъмин ва бе таъмин);- анҷом додани амалиёти кассавӣ: қабул, бозшуморӣ, хурдсозӣ, ивази купюр, бастабандӣ ва нигоҳдории пулҳои коғазӣ ва тангаҳо;</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$D) - қабули амонати шахсони воқеӣ ва ҳуқуқӣ;- додани кредити хурд (бо таъмин ва бе таъмин);- анҷом додани амалиёти кассавӣ: қабул, бозшуморӣ, хурдсозӣ, ивази купюр, бастабандӣ ва нигоҳдории пулҳои коғазӣ ва тангаҳо;- додани кафолат мутобиқи маблағи ҳадди аксари кредити пардохтнашуда барои кредити хурд, ки барои як муштарӣ муқаррар шудааст;- додан ва қабул намудани кортҳои пардохт;- кушодан ва пеш бурдани суратҳисоби шахсони воқеӣ ва ҳуқуқӣ;- анҷом додани амалиёти интиқолӣ бо фармоиши муштариён; анҷом додани амалиёти ҳисоббаробаркунӣ;</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$E) - додани кредити хурд (бо таъмин ва бе таъмин);- анҷом додани амалиёти кассавӣ: қабул, бозшуморӣ, хурдсозӣ, ивази купюр, бастабандӣ ва нигоҳдории пулҳои коғазӣ ва тангаҳо;- додани кафолат мутобиқи маблағи ҳадди аксари кредити пардохтнашуда барои кредити хурд, ки барои як муштарӣ муқаррар шудааст;- додан ва қабул намудани кортҳои пардохт;- кушодан ва пеш бурдани суратҳисоби шахсони воқеӣ ва ҳуқуқӣ;- анҷом додани амалиёти интиқолӣ бо фармоиши муштариён; - анҷом додани амалиёти ҳисоббаробаркунӣ;</w:t>
      </w:r>
    </w:p>
    <w:p w:rsidR="00B65CA5" w:rsidRPr="00784F69" w:rsidRDefault="00B65CA5" w:rsidP="00C84BB2">
      <w:pPr>
        <w:pStyle w:val="a"/>
        <w:ind w:firstLine="0"/>
        <w:rPr>
          <w:rFonts w:ascii="Palatino Linotype" w:hAnsi="Palatino Linotype"/>
          <w:b/>
          <w:sz w:val="28"/>
          <w:szCs w:val="28"/>
        </w:rPr>
      </w:pPr>
      <w:r w:rsidRPr="00784F69">
        <w:rPr>
          <w:rFonts w:ascii="Palatino Linotype" w:hAnsi="Palatino Linotype"/>
          <w:b/>
          <w:sz w:val="28"/>
          <w:szCs w:val="28"/>
        </w:rPr>
        <w:t xml:space="preserve">@106. </w:t>
      </w:r>
    </w:p>
    <w:p w:rsidR="00B65CA5" w:rsidRPr="00784F69" w:rsidRDefault="00B65CA5" w:rsidP="00C84BB2">
      <w:pPr>
        <w:pStyle w:val="a"/>
        <w:ind w:firstLine="0"/>
        <w:rPr>
          <w:rFonts w:ascii="Palatino Linotype" w:hAnsi="Palatino Linotype"/>
          <w:b/>
          <w:sz w:val="28"/>
          <w:szCs w:val="28"/>
        </w:rPr>
      </w:pPr>
      <w:r w:rsidRPr="00784F69">
        <w:rPr>
          <w:rFonts w:ascii="Palatino Linotype" w:hAnsi="Palatino Linotype"/>
          <w:b/>
          <w:sz w:val="28"/>
          <w:szCs w:val="28"/>
        </w:rPr>
        <w:t>Илова ба намудҳои фаъолиятташкилоти амонатии кредитии хурд метавонад?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$A) -қарзгирии маблағҳои пулӣ (ба гарав гузоштани амволи шахсӣ ё ба тариқи дигар);- нисбат ба ӯҳдадориҳои пардохти тарафи саввум ҳуқуқи талабкуниро ба даст орад;- амволеро, ки мутобиқи шартҳои гарав харидорӣ шудааст, ба фурӯш барорад;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$B) -</w:t>
      </w:r>
      <w:r w:rsidRPr="00784F69">
        <w:rPr>
          <w:rFonts w:ascii="Palatino Linotype" w:hAnsi="Palatino Linotype"/>
          <w:sz w:val="28"/>
          <w:szCs w:val="28"/>
        </w:rPr>
        <w:tab/>
        <w:t>ба муштариёни худ ва муштариёни имконпазир хизматҳои машваратӣ ва иттилоотӣ расонад;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 оид ба иҷораи молиявӣ амалиёт анҷом диҳад ба шарте ки маблағи аҳди молиявӣ (лизингӣ) бо як муштарӣ (бо тарҳи фоизҳои ҳисобкардашуда) набояд аз маҳдудиятҳое, ки нисбат ба кредитҳои хурд истифода мешаванд, зиёдтар бошад;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w:t>
      </w:r>
      <w:r w:rsidRPr="00784F69">
        <w:rPr>
          <w:rFonts w:ascii="Palatino Linotype" w:hAnsi="Palatino Linotype"/>
          <w:sz w:val="28"/>
          <w:szCs w:val="28"/>
          <w:lang w:val="en-US"/>
        </w:rPr>
        <w:t>C</w:t>
      </w:r>
      <w:r w:rsidRPr="00784F69">
        <w:rPr>
          <w:rFonts w:ascii="Palatino Linotype" w:hAnsi="Palatino Linotype"/>
          <w:sz w:val="28"/>
          <w:szCs w:val="28"/>
        </w:rPr>
        <w:t>) - оид ба иҷораи молиявӣ амалиёт анҷом диҳад ба шарте ки маблағи аҳди молиявӣ (лизингӣ) бо як муштарӣ (бо тарҳи фоизҳои ҳисобкардашуда) набояд аз маҳдудиятҳое, ки нисбат ба кредитҳои хурд истифода мешаванд, зиёдтар бошад;-қарзгирии маблағҳои пулӣ (ба гарав гузоштани амволи шахсӣ ё ба тариқи дигар);</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 нисбат ба ӯҳдадориҳои пардохти тарафи саввум ҳуқуқи талабкуниро ба даст орад;- амволеро, ки мутобиқи шартҳои гарав харидорӣ шудааст, ба фурӯш барорад;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$D) -</w:t>
      </w:r>
      <w:r w:rsidRPr="00784F69">
        <w:rPr>
          <w:rFonts w:ascii="Palatino Linotype" w:hAnsi="Palatino Linotype"/>
          <w:sz w:val="28"/>
          <w:szCs w:val="28"/>
        </w:rPr>
        <w:tab/>
        <w:t>ба муштариёни худ ва муштариёни имконпазир хизматҳои машваратӣ ва иттилоотӣрасонад;- оид ба иҷораи молиявӣ амалиёт анҷом диҳад ба шарте ки маблағи аҳди молиявӣ (лизингӣ) бо як муштарӣ (бо тарҳи фоизҳои ҳисобкардашуда) набояд аз маҳдудиятҳое, ки нисбат ба кредитҳои хурд истифода мешаванд, зиёдтар бошад;- қарзгирии маблағҳои пулӣ (ба гарав гузоштани амволи шахсӣ ё ба тариқи дигар);- нисбат ба ӯҳдадориҳои пардохти тарафи саввум ҳуқуқи талабкуниро ба даст орад;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$E) -</w:t>
      </w:r>
      <w:r w:rsidRPr="00784F69">
        <w:rPr>
          <w:rFonts w:ascii="Palatino Linotype" w:hAnsi="Palatino Linotype"/>
          <w:sz w:val="28"/>
          <w:szCs w:val="28"/>
        </w:rPr>
        <w:tab/>
        <w:t>ба муштариёни худ ва муштариёни имконпазир хизматҳои машваратӣ ва иттилоотӣ расонад;- оид ба иҷораи молиявӣ амалиёт анҷом диҳад ба шарте ки маблағи аҳди молиявӣ (лизингӣ) бо як муштарӣ (бо тарҳи фоизҳои ҳисобкардашуда) набояд аз маҳдудиятҳое, ки нисбат ба кредитҳои хурд истифода мешаванд, зиёдтар бошад;- қарзгирии маблағҳои пулӣ (ба гарав гузоштани амволи шахсӣ ё ба тариқи дигар);- нисбат ба ӯҳдадориҳои пардохти тарафи саввум ҳуқуқи талабкуниро ба даст орад;- амволеро, ки мутобиқи шартҳои гарав харидорӣ шудааст, ба фурӯш барорад;</w:t>
      </w:r>
    </w:p>
    <w:p w:rsidR="00B65CA5" w:rsidRPr="00784F69" w:rsidRDefault="00B65CA5" w:rsidP="00C84BB2">
      <w:pPr>
        <w:pStyle w:val="a"/>
        <w:ind w:firstLine="0"/>
        <w:rPr>
          <w:rFonts w:ascii="Palatino Linotype" w:hAnsi="Palatino Linotype"/>
          <w:b/>
          <w:sz w:val="28"/>
          <w:szCs w:val="28"/>
        </w:rPr>
      </w:pPr>
      <w:r w:rsidRPr="00784F69">
        <w:rPr>
          <w:rFonts w:ascii="Palatino Linotype" w:hAnsi="Palatino Linotype"/>
          <w:b/>
          <w:sz w:val="28"/>
          <w:szCs w:val="28"/>
        </w:rPr>
        <w:t xml:space="preserve">@107. </w:t>
      </w:r>
    </w:p>
    <w:p w:rsidR="00B65CA5" w:rsidRPr="00784F69" w:rsidRDefault="00B65CA5" w:rsidP="00C84BB2">
      <w:pPr>
        <w:pStyle w:val="a"/>
        <w:ind w:firstLine="0"/>
        <w:rPr>
          <w:rFonts w:ascii="Palatino Linotype" w:hAnsi="Palatino Linotype"/>
          <w:b/>
          <w:sz w:val="28"/>
          <w:szCs w:val="28"/>
        </w:rPr>
      </w:pPr>
      <w:r w:rsidRPr="00784F69">
        <w:rPr>
          <w:rFonts w:ascii="Palatino Linotype" w:hAnsi="Palatino Linotype"/>
          <w:b/>
          <w:sz w:val="28"/>
          <w:szCs w:val="28"/>
        </w:rPr>
        <w:t>Оё ташкилоти амонатии кредитии хурд ҳуқуқи баровардани қоғазҳои қимматнокро доранд?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$A) ҳуқуқ доранд;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$B) баъзе намудҳояшонро доранд;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w:t>
      </w:r>
      <w:r w:rsidRPr="00784F69">
        <w:rPr>
          <w:rFonts w:ascii="Palatino Linotype" w:hAnsi="Palatino Linotype"/>
          <w:sz w:val="28"/>
          <w:szCs w:val="28"/>
          <w:lang w:val="en-US"/>
        </w:rPr>
        <w:t>C</w:t>
      </w:r>
      <w:r w:rsidRPr="00784F69">
        <w:rPr>
          <w:rFonts w:ascii="Palatino Linotype" w:hAnsi="Palatino Linotype"/>
          <w:sz w:val="28"/>
          <w:szCs w:val="28"/>
        </w:rPr>
        <w:t>) ҳуқуқи баровардани саҳмияро доранд;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$D) ҳуқуқи баровардани чекро доранд;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$E) ҳуқуқ надоранд;</w:t>
      </w:r>
    </w:p>
    <w:p w:rsidR="00B65CA5" w:rsidRPr="00784F69" w:rsidRDefault="00B65CA5" w:rsidP="00C84BB2">
      <w:pPr>
        <w:pStyle w:val="a"/>
        <w:ind w:firstLine="0"/>
        <w:rPr>
          <w:rFonts w:ascii="Palatino Linotype" w:hAnsi="Palatino Linotype"/>
          <w:b/>
          <w:sz w:val="28"/>
          <w:szCs w:val="28"/>
        </w:rPr>
      </w:pPr>
      <w:r w:rsidRPr="00784F69">
        <w:rPr>
          <w:rFonts w:ascii="Palatino Linotype" w:hAnsi="Palatino Linotype"/>
          <w:b/>
          <w:sz w:val="28"/>
          <w:szCs w:val="28"/>
        </w:rPr>
        <w:t xml:space="preserve">@108. </w:t>
      </w:r>
    </w:p>
    <w:p w:rsidR="00B65CA5" w:rsidRPr="00784F69" w:rsidRDefault="00B65CA5" w:rsidP="00C84BB2">
      <w:pPr>
        <w:pStyle w:val="a"/>
        <w:ind w:firstLine="0"/>
        <w:rPr>
          <w:rFonts w:ascii="Palatino Linotype" w:hAnsi="Palatino Linotype"/>
          <w:b/>
          <w:sz w:val="28"/>
          <w:szCs w:val="28"/>
        </w:rPr>
      </w:pPr>
      <w:r w:rsidRPr="00784F69">
        <w:rPr>
          <w:rFonts w:ascii="Palatino Linotype" w:hAnsi="Palatino Linotype"/>
          <w:b/>
          <w:sz w:val="28"/>
          <w:szCs w:val="28"/>
        </w:rPr>
        <w:t>Корманди роҳбарикунандаи ташкилоти амонатии кредитии хурд бо мақсади роҳ надодан ба ихтилофи манфиатҳо наметавонад?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$A) - дар як вақт шахси мансабдор ё корманди мақомоти давлатӣ, аз ҷумламақомоти маҳаллии ҳокимияти давлатӣбошад;- дар баррасӣ ва овоздиҳӣ оид ба масъалаҳое, ки бевосита ё бавосита ба манфиати шахсии вай дахл доранд, иштирок намояд;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$B) - дар як вақт узви Шӯрои директорон, корманди роҳбарикунанда ё корманди ягон ташкилоти амонатии кредитии хурди нуфузнадоштаи дар қаламрави Ҷумҳурии Тоҷикистон фаъолияткунанда бошад;- дар як вақт шахси мансабдор ё корманди мақомоти давлатӣ, аз ҷумламақомоти маҳаллии ҳокимияти давлатӣ бошад;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w:t>
      </w:r>
      <w:r w:rsidRPr="00784F69">
        <w:rPr>
          <w:rFonts w:ascii="Palatino Linotype" w:hAnsi="Palatino Linotype"/>
          <w:sz w:val="28"/>
          <w:szCs w:val="28"/>
          <w:lang w:val="en-US"/>
        </w:rPr>
        <w:t>C</w:t>
      </w:r>
      <w:r w:rsidRPr="00784F69">
        <w:rPr>
          <w:rFonts w:ascii="Palatino Linotype" w:hAnsi="Palatino Linotype"/>
          <w:sz w:val="28"/>
          <w:szCs w:val="28"/>
        </w:rPr>
        <w:t>) - дар як вақт узви Шӯрои директорон, корманди роҳбарикунанда ё корманди ягон ташкилоти амонатии кредитии хурди нуфузнадоштаи дар қаламрави Ҷумҳурии Тоҷикистон фаъолияткунанда бошад;- дар баррасӣ ва овоздиҳӣ оид ба масъалаҳое, ки бевосита ё бавосита ба манфиати шахсии вай дахл доранд, иштирок намояд;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$D) - дар як вақт узви Шӯрои тафтишоти, корманди роҳбарикунанда ё корманди ягон ташкилоти амонатии кредитии хурди нуфузнадоштаи дар қаламрави Ҷумҳурии Тоҷикистон фаъолияткунанда бошад;- дар як вақт шахси воқеи ё корманди мақомоти давлатӣ, аз ҷумламақомоти маҳаллии ҳокимияти давлатӣ бошад;- дар баррасӣ ва овоздиҳӣ оид ба масъалаҳое, ки бевосита ё бавосита ба манфиати шахсии вай дахл доранд, иштирок намояд;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$E) - дар як вақт узви Шӯрои директорон, корманди роҳбарикунанда ё корманди ягон ташкилоти амонатии кредитии хурди нуфузнадоштаи дар қаламрави Ҷумҳурии Тоҷикистон фаъолияткунанда бошад;- дар як вақт шахси мансабдор ё корманди мақомоти давлатӣ, аз ҷумламақомоти маҳаллии ҳокимияти давлатӣ бошад;- дар баррасӣ ва овоздиҳӣ оид ба масъалаҳое, ки бевосита ё бавосита ба манфиати шахсии вай дахл доранд, иштирок намояд;</w:t>
      </w:r>
    </w:p>
    <w:p w:rsidR="00B65CA5" w:rsidRPr="00784F69" w:rsidRDefault="00B65CA5" w:rsidP="00C84BB2">
      <w:pPr>
        <w:pStyle w:val="a"/>
        <w:ind w:firstLine="0"/>
        <w:rPr>
          <w:rFonts w:ascii="Palatino Linotype" w:hAnsi="Palatino Linotype"/>
          <w:b/>
          <w:sz w:val="28"/>
          <w:szCs w:val="28"/>
        </w:rPr>
      </w:pPr>
      <w:r w:rsidRPr="00784F69">
        <w:rPr>
          <w:rFonts w:ascii="Palatino Linotype" w:hAnsi="Palatino Linotype"/>
          <w:b/>
          <w:sz w:val="28"/>
          <w:szCs w:val="28"/>
        </w:rPr>
        <w:t xml:space="preserve">@109. </w:t>
      </w:r>
    </w:p>
    <w:p w:rsidR="00B65CA5" w:rsidRPr="00784F69" w:rsidRDefault="00B65CA5" w:rsidP="00C84BB2">
      <w:pPr>
        <w:pStyle w:val="a"/>
        <w:ind w:firstLine="0"/>
        <w:rPr>
          <w:rFonts w:ascii="Palatino Linotype" w:hAnsi="Palatino Linotype"/>
          <w:b/>
          <w:bCs/>
          <w:sz w:val="28"/>
          <w:szCs w:val="28"/>
        </w:rPr>
      </w:pPr>
      <w:r w:rsidRPr="00784F69">
        <w:rPr>
          <w:rFonts w:ascii="Palatino Linotype" w:hAnsi="Palatino Linotype"/>
          <w:b/>
          <w:bCs/>
          <w:sz w:val="28"/>
          <w:szCs w:val="28"/>
        </w:rPr>
        <w:t>Саҳмиядорон ва тартиби додани саҳмияҳо чи гунна аст?</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$A) Шахси воқеӣ ё ҳуқуқии дорои камтар аз панҷ фоизи саҳмияҳои ташкилоти амонатии кредитии хурд, ки саҳмияҳои иловагӣ ба даст меорад ва дар натиҷаи он вай дорои панҷ ё аз он бештар фоизи саҳмияҳо мегардад, бояд дар муддати бист рӯзи ба даст овардан Бонки миллии Тоҷикистонро ба таври хаттӣ огоҳ намояд;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$B) Шахси воқеӣ ё ҳуқуқии дорои камтар аз панҷ фоизи саҳмияҳои ташкилоти амонатии кредитии хурд, ки саҳмияҳои иловагӣ ба даст меорад ва дар натиҷаи он вай дорои панҷ ё аз он бештар фоизи саҳмияҳо мегардад, бояд дар муддати панҷ рӯзи ба даст овардан Бонки миллии Тоҷикистонро ба таври хаттӣ огоҳ намояд;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w:t>
      </w:r>
      <w:r w:rsidRPr="00784F69">
        <w:rPr>
          <w:rFonts w:ascii="Palatino Linotype" w:hAnsi="Palatino Linotype"/>
          <w:sz w:val="28"/>
          <w:szCs w:val="28"/>
          <w:lang w:val="en-US"/>
        </w:rPr>
        <w:t>C</w:t>
      </w:r>
      <w:r w:rsidRPr="00784F69">
        <w:rPr>
          <w:rFonts w:ascii="Palatino Linotype" w:hAnsi="Palatino Linotype"/>
          <w:sz w:val="28"/>
          <w:szCs w:val="28"/>
        </w:rPr>
        <w:t>) Шахси воқеӣ ё ҳуқуқии дорои камтар аз панҷ фоизи саҳмияҳои ташкилоти амонатии кредитии хурд, ки саҳмияҳои иловагӣ ба даст меорад ва дар натиҷаи он вай дорои панҷ ё аз он бештар фоизи саҳмияҳо мегардад, бояд дар муддати понздаҳ рӯзи ба даст овардан Бонки миллии Тоҷикистонро ба таври хаттӣ огоҳ намояд;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$D) Шахси воқеӣ ё ҳуқуқии дорои камтар аз панҷ фоизи саҳмияҳои ташкилоти амонатии кредитии хурд, ки саҳмияҳои иловагӣ ба даст меорад ва дар натиҷаи он вай дорои панҷ ё аз он бештар фоизи саҳмияҳо мегардад, бояд дар муддати ду рӯзи ба даст овардан Бонки миллии Тоҷикистонро ба таври хаттӣ огоҳ намояд;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$E) Шахси воқеӣ ё ҳуқуқии дорои камтар аз панҷ фоизи саҳмияҳои ташкилоти амонатии кредитии хурд, ки саҳмияҳои иловагӣ ба даст меорад ва дар натиҷаи он вай дорои панҷ ё аз он бештар фоизи саҳмияҳо мегардад, бояд дар муддати даҳ рӯзи ба даст овардан Бонки миллии Тоҷикистонро ба таври хаттӣ огоҳ намояд;</w:t>
      </w:r>
    </w:p>
    <w:p w:rsidR="00B65CA5" w:rsidRPr="00784F69" w:rsidRDefault="00B65CA5" w:rsidP="00C84BB2">
      <w:pPr>
        <w:pStyle w:val="a"/>
        <w:ind w:firstLine="0"/>
        <w:rPr>
          <w:rFonts w:ascii="Palatino Linotype" w:hAnsi="Palatino Linotype"/>
          <w:b/>
          <w:sz w:val="28"/>
          <w:szCs w:val="28"/>
        </w:rPr>
      </w:pPr>
      <w:r w:rsidRPr="00784F69">
        <w:rPr>
          <w:rFonts w:ascii="Palatino Linotype" w:hAnsi="Palatino Linotype"/>
          <w:b/>
          <w:sz w:val="28"/>
          <w:szCs w:val="28"/>
        </w:rPr>
        <w:t xml:space="preserve">@110. </w:t>
      </w:r>
    </w:p>
    <w:p w:rsidR="00B65CA5" w:rsidRPr="00784F69" w:rsidRDefault="00B65CA5" w:rsidP="00C84BB2">
      <w:pPr>
        <w:pStyle w:val="a"/>
        <w:ind w:firstLine="0"/>
        <w:rPr>
          <w:rFonts w:ascii="Palatino Linotype" w:hAnsi="Palatino Linotype"/>
          <w:b/>
          <w:sz w:val="28"/>
          <w:szCs w:val="28"/>
        </w:rPr>
      </w:pPr>
      <w:r w:rsidRPr="00784F69">
        <w:rPr>
          <w:rFonts w:ascii="Palatino Linotype" w:hAnsi="Palatino Linotype"/>
          <w:b/>
          <w:sz w:val="28"/>
          <w:szCs w:val="28"/>
        </w:rPr>
        <w:t>Ба таркиби меъёрҳои иқтисодие, ки Бонки миллии Тоҷикистон барои риояи ҳатмии онҳо аз ҷониби ташкилоти амонатии кредитии хурд муқаррар менамояд, меъёрҳои иқтисодии зерин дохил мешаванд?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$A) - андозаи ҳадди ақалли сармояи оинномавӣ;- андозаи ниҳоии қисми ғайрипулии сармояи оинномавии ибтидоӣ, ки набояд аз 30 фоиз зиёд бошад;- меъёри пардохтпазирӣ;- меъёри кифояти сармоя;- андозаи таваккали (риски) асъорӣ, фоизӣ ва ғайра;- меъёри истифодаи маблағҳои хусусии ташкилоти амонатии кредитии хурд барои ба даст овардани ҳиссаи (саҳмияҳои) шахсони ҳуқуқии дигар;- талабот нисбати амалиёти шахсони бонуфуз;- меъёри таносуби ҳадди ниҳоии амонатҳои ҷалбшуда нисбат ба сармояи умумӣ;- меъёри ҳадди ақалли сармояи умумӣ;</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$B) - андозаи ҳадди ақалли сармояи оинномавӣ;- андозаи ниҳоии қисми ғайрипулии сармояи оинномавии ибтидоӣ, ки набояд аз 20 фоиз зиёд бошад;- меъёри пардохтпазирӣ;- меъёри кифояти сармоя;- андозаи таваккали (риски) асъорӣ, фоизӣ ва ғайра;- меъёри истифодаи маблағҳои хусусии ташкилоти амонатии кредитии хурд барои ба даст овардани ҳиссаи (саҳмияҳои) шахсони ҳуқуқии дигар;- талабот нисбати амалиёти шахсони бонуфуз;- меъёри таносуби ҳадди ниҳоии амонатҳои ҷалбшуда нисбат ба сармояи умумӣ;</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w:t>
      </w:r>
      <w:r w:rsidRPr="00784F69">
        <w:rPr>
          <w:rFonts w:ascii="Palatino Linotype" w:hAnsi="Palatino Linotype"/>
          <w:sz w:val="28"/>
          <w:szCs w:val="28"/>
          <w:lang w:val="en-US"/>
        </w:rPr>
        <w:t>C</w:t>
      </w:r>
      <w:r w:rsidRPr="00784F69">
        <w:rPr>
          <w:rFonts w:ascii="Palatino Linotype" w:hAnsi="Palatino Linotype"/>
          <w:sz w:val="28"/>
          <w:szCs w:val="28"/>
        </w:rPr>
        <w:t>) - андозаи ҳадди ақалли сармояи оинномавӣ;- андозаи ниҳоии қисми ғайрипулии сармояи оинномавии ибтидоӣ, ки набояд аз 20 фоиз зиёд бошад;- меъёри пардохтпазирӣ;- меъёри кифояти сармоя;- андозаи таваккали (риски) асъорӣ, фоизӣ ва ғайра;- меъёри истифодаи маблағҳои хусусии ташкилоти амонатии кредитии хурд барои ба даст овардани ҳиссаи (саҳмияҳои) шахсони ҳуқуқии дигар;</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$D) - андозаи ҳадди ақалли сармояи оинномавӣ;- андозаи ниҳоии қисми ғайрипулии сармояи оинномавии ибтидоӣ, ки набояд аз 20 фоиз зиёд бошад;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$E) - андозаи ҳадди ақалли сармояи оинномавӣ;- андозаи ниҳоии қисми ғайрипулии сармояи оинномавии ибтидоӣ, ки набояд аз 20 фоиз зиёд бошад;- меъёри пардохтпазирӣ;- меъёри кифояти сармоя;- андозаи таваккали (риски) асъорӣ, фоизӣ ва ғайра;- меъёри истифодаи маблағҳои хусусии ташкилоти амонатии кредитии хурд барои ба даст овардани ҳиссаи (саҳмияҳои) шахсони ҳуқуқии дигар;- талабот нисбати амалиёти шахсони бонуфуз;- меъёри таносуби ҳадди ниҳоии амонатҳои ҷалбшуда нисбат ба сармояи умумӣ;- меъёри ҳадди ақалли сармояи умумӣ;</w:t>
      </w:r>
    </w:p>
    <w:p w:rsidR="00B65CA5" w:rsidRPr="00784F69" w:rsidRDefault="00B65CA5" w:rsidP="00C84BB2">
      <w:pPr>
        <w:pStyle w:val="a"/>
        <w:ind w:firstLine="0"/>
        <w:rPr>
          <w:rFonts w:ascii="Palatino Linotype" w:hAnsi="Palatino Linotype"/>
          <w:b/>
          <w:sz w:val="28"/>
          <w:szCs w:val="28"/>
        </w:rPr>
      </w:pPr>
      <w:r w:rsidRPr="00784F69">
        <w:rPr>
          <w:rFonts w:ascii="Palatino Linotype" w:hAnsi="Palatino Linotype"/>
          <w:b/>
          <w:sz w:val="28"/>
          <w:szCs w:val="28"/>
        </w:rPr>
        <w:t xml:space="preserve">@111. </w:t>
      </w:r>
    </w:p>
    <w:p w:rsidR="00B65CA5" w:rsidRPr="00784F69" w:rsidRDefault="00B65CA5" w:rsidP="00C84BB2">
      <w:pPr>
        <w:pStyle w:val="a"/>
        <w:ind w:firstLine="0"/>
        <w:rPr>
          <w:rFonts w:ascii="Palatino Linotype" w:hAnsi="Palatino Linotype"/>
          <w:b/>
          <w:bCs/>
          <w:sz w:val="28"/>
          <w:szCs w:val="28"/>
        </w:rPr>
      </w:pPr>
      <w:r w:rsidRPr="00784F69">
        <w:rPr>
          <w:rFonts w:ascii="Palatino Linotype" w:hAnsi="Palatino Linotype"/>
          <w:b/>
          <w:bCs/>
          <w:sz w:val="28"/>
          <w:szCs w:val="28"/>
        </w:rPr>
        <w:t>Фондҳои ташкилоти амонатии кредитии хурд</w:t>
      </w:r>
      <w:r w:rsidRPr="00784F69">
        <w:rPr>
          <w:rFonts w:ascii="Palatino Linotype" w:hAnsi="Palatino Linotype"/>
          <w:b/>
          <w:sz w:val="28"/>
          <w:szCs w:val="28"/>
          <w:lang w:val="tt-RU"/>
        </w:rPr>
        <w:t>?</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$A) Ташкилоти амонатии кредитии хурд ӯҳдадор нест барои пӯшонидани зиён бо тартиби муқарраркардаи санадҳои меъёрии Бонки миллии Тоҷикистон фонди захиравӣ ташкил диҳад;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$B) Ташкилоти амонатии кредитии хурд ӯҳдадор аст барои пӯшонидани зиён бо тартиби муқарраркардаи санадҳои байналхалқи фонди захиравӣ ташкил диҳад;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w:t>
      </w:r>
      <w:r w:rsidRPr="00784F69">
        <w:rPr>
          <w:rFonts w:ascii="Palatino Linotype" w:hAnsi="Palatino Linotype"/>
          <w:sz w:val="28"/>
          <w:szCs w:val="28"/>
          <w:lang w:val="en-US"/>
        </w:rPr>
        <w:t>C</w:t>
      </w:r>
      <w:r w:rsidRPr="00784F69">
        <w:rPr>
          <w:rFonts w:ascii="Palatino Linotype" w:hAnsi="Palatino Linotype"/>
          <w:sz w:val="28"/>
          <w:szCs w:val="28"/>
        </w:rPr>
        <w:t>) Ташкилоти амонатии кредитии хурд ӯҳдадор аст барои пӯшонидани зиён бо тартиби муқарраркардаи санадҳои меъёрии Бонки миллии Тоҷикистон фонди истироҳати ташкил диҳад;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$D) Ташкилоти амонатии кредитии хурд ӯҳдадор аст барои пӯшонидани зиён бо тартиби муқарраркардаи санадҳои меъёрии ҳуқуқи фонди захиравӣ ташкил диҳад;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$E) Ташкилоти амонатии кредитии хурд ӯҳдадор аст барои пӯшонидани зиён бо тартиби муқарраркардаи санадҳои меъёрии Бонки миллии Тоҷикистон фонди захиравӣ ташкил диҳад;</w:t>
      </w:r>
    </w:p>
    <w:p w:rsidR="00B65CA5" w:rsidRPr="00784F69" w:rsidRDefault="00B65CA5" w:rsidP="00C84BB2">
      <w:pPr>
        <w:pStyle w:val="a"/>
        <w:ind w:firstLine="0"/>
        <w:rPr>
          <w:rFonts w:ascii="Palatino Linotype" w:hAnsi="Palatino Linotype"/>
          <w:b/>
          <w:sz w:val="28"/>
          <w:szCs w:val="28"/>
        </w:rPr>
      </w:pPr>
      <w:r w:rsidRPr="00784F69">
        <w:rPr>
          <w:rFonts w:ascii="Palatino Linotype" w:hAnsi="Palatino Linotype"/>
          <w:b/>
          <w:sz w:val="28"/>
          <w:szCs w:val="28"/>
        </w:rPr>
        <w:t xml:space="preserve">@112. </w:t>
      </w:r>
    </w:p>
    <w:p w:rsidR="00B65CA5" w:rsidRPr="00784F69" w:rsidRDefault="00B65CA5" w:rsidP="00C84BB2">
      <w:pPr>
        <w:pStyle w:val="a"/>
        <w:ind w:firstLine="0"/>
        <w:rPr>
          <w:rFonts w:ascii="Palatino Linotype" w:hAnsi="Palatino Linotype"/>
          <w:b/>
          <w:sz w:val="28"/>
          <w:szCs w:val="28"/>
        </w:rPr>
      </w:pPr>
      <w:r w:rsidRPr="00784F69">
        <w:rPr>
          <w:rFonts w:ascii="Palatino Linotype" w:hAnsi="Palatino Linotype"/>
          <w:b/>
          <w:sz w:val="28"/>
          <w:szCs w:val="28"/>
        </w:rPr>
        <w:t>Оё ташкилоти амонатии кредитии хурд метавонад захираҳои сармоявӣ ташкил диҳад?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$A) ташкилоти амонатии кредитии хурд наметавонад захираҳои сармоявӣ ташкил диҳад, нигоҳ дорад ва ҳисобу китоби онҳоро пеш барад;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$B) ташкилоти амонатии кредитии хурд метавонад захираҳои сармоявӣ ташкил диҳад, нигоҳдорад,фурушанд ва ҳисобу китоби онҳоро пеш барад;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w:t>
      </w:r>
      <w:r w:rsidRPr="00784F69">
        <w:rPr>
          <w:rFonts w:ascii="Palatino Linotype" w:hAnsi="Palatino Linotype"/>
          <w:sz w:val="28"/>
          <w:szCs w:val="28"/>
          <w:lang w:val="en-US"/>
        </w:rPr>
        <w:t>C</w:t>
      </w:r>
      <w:r w:rsidRPr="00784F69">
        <w:rPr>
          <w:rFonts w:ascii="Palatino Linotype" w:hAnsi="Palatino Linotype"/>
          <w:sz w:val="28"/>
          <w:szCs w:val="28"/>
        </w:rPr>
        <w:t>) ташкилоти амонатии кредитии хурд метавонад захираҳои сармоявӣ ташкил диҳад, нигоҳдорад ,туҳфа ва ҳисобу китоби онҳоро пеш барад;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$D) ташкилоти амонатии кредитии хурд метавонад захираҳои сармоявӣ ташкил диҳад;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$E) ташкилоти амонатии кредитии хурд метавонад захираҳои сармоявӣ ташкил диҳад, нигоҳ дорад ва ҳисобу китоби онҳоро пеш барад;</w:t>
      </w:r>
    </w:p>
    <w:p w:rsidR="00B65CA5" w:rsidRPr="00784F69" w:rsidRDefault="00B65CA5" w:rsidP="00C84BB2">
      <w:pPr>
        <w:pStyle w:val="a"/>
        <w:ind w:firstLine="0"/>
        <w:rPr>
          <w:rFonts w:ascii="Palatino Linotype" w:hAnsi="Palatino Linotype"/>
          <w:b/>
          <w:sz w:val="28"/>
          <w:szCs w:val="28"/>
        </w:rPr>
      </w:pPr>
      <w:r w:rsidRPr="00784F69">
        <w:rPr>
          <w:rFonts w:ascii="Palatino Linotype" w:hAnsi="Palatino Linotype"/>
          <w:b/>
          <w:sz w:val="28"/>
          <w:szCs w:val="28"/>
        </w:rPr>
        <w:t xml:space="preserve">@113. </w:t>
      </w:r>
    </w:p>
    <w:p w:rsidR="00B65CA5" w:rsidRPr="00784F69" w:rsidRDefault="00B65CA5" w:rsidP="00C84BB2">
      <w:pPr>
        <w:pStyle w:val="a"/>
        <w:ind w:firstLine="0"/>
        <w:rPr>
          <w:rFonts w:ascii="Palatino Linotype" w:hAnsi="Palatino Linotype"/>
          <w:b/>
          <w:sz w:val="28"/>
          <w:szCs w:val="28"/>
        </w:rPr>
      </w:pPr>
      <w:r w:rsidRPr="00784F69">
        <w:rPr>
          <w:rFonts w:ascii="Palatino Linotype" w:hAnsi="Palatino Linotype"/>
          <w:b/>
          <w:sz w:val="28"/>
          <w:szCs w:val="28"/>
        </w:rPr>
        <w:t>Тартиб ва қоидаҳои баҳисобгирии муҳосибавӣ дар ташкилоти амонатии кредитии хурд чи гунна ба роҳ монда мешавад?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$A) Тартиб ва қоидаҳои баҳисобгирии муҳосибавӣ дар ташкилоти амонатии кредитии хурд, номгӯ, шакл ва мӯҳлати пешниҳоди ҳисоботи муҳосибавӣ, ҳамчунин масъулият барои вайрон кардани онҳо аз тарафи Бонки ҷаҳони муқаррар карда мешавад;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$B) Тартиб ва қоидаҳои баҳисобгирии муҳосибавӣ дар ташкилоти амонатии кредитии хурд, номгӯ, шакл ва мӯҳлати пешниҳоди ҳисоботи муҳосибавӣ, ҳамчунин масъулият барои вайрон кардани онҳо аз тарафи Ориён бонк муқаррар карда мешавад;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w:t>
      </w:r>
      <w:r w:rsidRPr="00784F69">
        <w:rPr>
          <w:rFonts w:ascii="Palatino Linotype" w:hAnsi="Palatino Linotype"/>
          <w:sz w:val="28"/>
          <w:szCs w:val="28"/>
          <w:lang w:val="en-US"/>
        </w:rPr>
        <w:t>C</w:t>
      </w:r>
      <w:r w:rsidRPr="00784F69">
        <w:rPr>
          <w:rFonts w:ascii="Palatino Linotype" w:hAnsi="Palatino Linotype"/>
          <w:sz w:val="28"/>
          <w:szCs w:val="28"/>
        </w:rPr>
        <w:t>) Тартиб ва қоидаҳои баҳисобгирии муҳосибавӣ дар ташкилоти амонатии кредитии хурд, номгӯ, шакл ва мӯҳлати пешниҳоди ҳисоботи муҳосибавӣ, ҳамчунин масъулият барои вайрон кардани онҳо аз тарафи ташкилоти қарзи муқаррар карда мешавад;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$D) Тартиб ва қоидаҳои баҳисобгирии муҳосибавӣ дар ташкилоти амонатии кредитии хурд, номгӯ, шакл ва мӯҳлати пешниҳоди ҳисоботи муҳосибавӣ, ҳамчунин масъулият барои вайрон кардани онҳо аз тарафи Агроинвест бонк муқаррар карда мешавад;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$E) Тартиб ва қоидаҳои баҳисобгирии муҳосибавӣ дар ташкилоти амонатии кредитии хурд, номгӯ, шакл ва мӯҳлати пешниҳоди ҳисоботи муҳосибавӣ, ҳамчунин масъулият барои вайрон кардани онҳо аз тарафи Бонки миллии Тоҷикистон муқаррар карда мешавад;</w:t>
      </w:r>
    </w:p>
    <w:p w:rsidR="00B65CA5" w:rsidRPr="00784F69" w:rsidRDefault="00B65CA5" w:rsidP="00C84BB2">
      <w:pPr>
        <w:pStyle w:val="a"/>
        <w:ind w:firstLine="0"/>
        <w:rPr>
          <w:rFonts w:ascii="Palatino Linotype" w:hAnsi="Palatino Linotype"/>
          <w:b/>
          <w:sz w:val="28"/>
          <w:szCs w:val="28"/>
        </w:rPr>
      </w:pPr>
      <w:r w:rsidRPr="00784F69">
        <w:rPr>
          <w:rFonts w:ascii="Palatino Linotype" w:hAnsi="Palatino Linotype"/>
          <w:b/>
          <w:sz w:val="28"/>
          <w:szCs w:val="28"/>
        </w:rPr>
        <w:t xml:space="preserve">@114. </w:t>
      </w:r>
    </w:p>
    <w:p w:rsidR="00B65CA5" w:rsidRPr="00784F69" w:rsidRDefault="00B65CA5" w:rsidP="00C84BB2">
      <w:pPr>
        <w:pStyle w:val="a"/>
        <w:ind w:firstLine="0"/>
        <w:rPr>
          <w:rFonts w:ascii="Palatino Linotype" w:hAnsi="Palatino Linotype"/>
          <w:b/>
          <w:sz w:val="28"/>
          <w:szCs w:val="28"/>
        </w:rPr>
      </w:pPr>
      <w:r w:rsidRPr="00784F69">
        <w:rPr>
          <w:rFonts w:ascii="Palatino Linotype" w:hAnsi="Palatino Linotype"/>
          <w:b/>
          <w:sz w:val="28"/>
          <w:szCs w:val="28"/>
        </w:rPr>
        <w:t>Ҳар як ташкилоти амонатии кредитии хурд бо анҷом ёфтани соли молиявӣ на дертар аз мӯҳлати муқаррарнамудаи Бонки миллии Тоҷикистон ба он ҳуҷҷатҳои зеринро пешниҳод менамояд?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$A) – ҳисоботи пули, ки бо хулосаи аудиторӣ тасдиқ гардидааст;</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 маълумот дар бораи фаъолияти худ ва амалиёт дар соли сипаришуда;</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$B) - ҳисоботи молиявӣ, ки бо хулосаи нозирон тасдиқ гардидааст; - маълумот дар бораи фаъолияти худ ва амалиёт дар соли сипаришуда;</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w:t>
      </w:r>
      <w:r w:rsidRPr="00784F69">
        <w:rPr>
          <w:rFonts w:ascii="Palatino Linotype" w:hAnsi="Palatino Linotype"/>
          <w:sz w:val="28"/>
          <w:szCs w:val="28"/>
          <w:lang w:val="en-US"/>
        </w:rPr>
        <w:t>C</w:t>
      </w:r>
      <w:r w:rsidRPr="00784F69">
        <w:rPr>
          <w:rFonts w:ascii="Palatino Linotype" w:hAnsi="Palatino Linotype"/>
          <w:sz w:val="28"/>
          <w:szCs w:val="28"/>
        </w:rPr>
        <w:t>) – ҳисоботи амволи, ки бо хулосаи аудиторӣ тасдиқ гардидааст; - маълумот дар бораи фаъолияти худ ва амалиёт дар соли сипаришуда;</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$D) - ҳисоботи молиявӣ, ки бо хулосаи аудиторӣ тасдиқ гардидааст; - маълумот дар бораи фаъолияти худ ва амалиёт дар соли оянда;</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$E) - ҳисоботи молиявӣ, ки бо хулосаи аудиторӣ тасдиқгардидааст;- маълумот дар бораи фаъолияти худ ва амалиёт дар соли сипаришуда;</w:t>
      </w:r>
    </w:p>
    <w:p w:rsidR="00B65CA5" w:rsidRPr="00784F69" w:rsidRDefault="00B65CA5" w:rsidP="00C84BB2">
      <w:pPr>
        <w:pStyle w:val="a"/>
        <w:ind w:firstLine="0"/>
        <w:rPr>
          <w:rFonts w:ascii="Palatino Linotype" w:hAnsi="Palatino Linotype"/>
          <w:b/>
          <w:sz w:val="28"/>
          <w:szCs w:val="28"/>
        </w:rPr>
      </w:pPr>
      <w:r w:rsidRPr="00784F69">
        <w:rPr>
          <w:rFonts w:ascii="Palatino Linotype" w:hAnsi="Palatino Linotype"/>
          <w:b/>
          <w:sz w:val="28"/>
          <w:szCs w:val="28"/>
        </w:rPr>
        <w:t xml:space="preserve">@115. </w:t>
      </w:r>
    </w:p>
    <w:p w:rsidR="00B65CA5" w:rsidRPr="00784F69" w:rsidRDefault="00B65CA5" w:rsidP="00C84BB2">
      <w:pPr>
        <w:pStyle w:val="a"/>
        <w:ind w:firstLine="0"/>
        <w:rPr>
          <w:rFonts w:ascii="Palatino Linotype" w:hAnsi="Palatino Linotype"/>
          <w:b/>
          <w:bCs/>
          <w:sz w:val="28"/>
          <w:szCs w:val="28"/>
        </w:rPr>
      </w:pPr>
      <w:r w:rsidRPr="00784F69">
        <w:rPr>
          <w:rFonts w:ascii="Palatino Linotype" w:hAnsi="Palatino Linotype"/>
          <w:b/>
          <w:bCs/>
          <w:sz w:val="28"/>
          <w:szCs w:val="28"/>
        </w:rPr>
        <w:t>Тартиби додани шаҳодатнома ба фонди қарзии хурд чунин мебошад?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$A) Барои анҷом додани фаъолияти худ фонди қарзии хурд ӯҳдадор аст шаҳодатномаи Бонки мазкуро дар хусуси қайди баҳисобгирӣ ба даст орад;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$B) Барои анҷом додани фаъолияти худ фонди қарзии хурд ӯҳдадор аст шаҳодатномаи Ориён бонкро дар хусуси қайди баҳисобгирӣ ба даст орад;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w:t>
      </w:r>
      <w:r w:rsidRPr="00784F69">
        <w:rPr>
          <w:rFonts w:ascii="Palatino Linotype" w:hAnsi="Palatino Linotype"/>
          <w:sz w:val="28"/>
          <w:szCs w:val="28"/>
          <w:lang w:val="en-US"/>
        </w:rPr>
        <w:t>C</w:t>
      </w:r>
      <w:r w:rsidRPr="00784F69">
        <w:rPr>
          <w:rFonts w:ascii="Palatino Linotype" w:hAnsi="Palatino Linotype"/>
          <w:sz w:val="28"/>
          <w:szCs w:val="28"/>
        </w:rPr>
        <w:t>) Барои анҷом додани фаъолияти худ фонди қарзии хурд ӯҳдадор аст шаҳодатномаи Амонат бонкро дар хусуси қайди баҳисобгирӣ ба даст орад;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$D) Барои анҷом додани фаъолияти худ фонди қарзии хурд ӯҳдадор нест шаҳодатномаи Бонки миллии Тоҷикистонро дар хусуси қайди баҳисобгирӣ ба даст орад;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$E) Барои анҷом додани фаъолияти худ фонди қарзии хурд ӯҳдадор аст шаҳодатномаи Бонки миллии Тоҷикистонро дар хусуси қайди баҳисобгирӣ ба даст орад;</w:t>
      </w:r>
    </w:p>
    <w:p w:rsidR="00B65CA5" w:rsidRPr="00784F69" w:rsidRDefault="00B65CA5" w:rsidP="00C84BB2">
      <w:pPr>
        <w:pStyle w:val="a"/>
        <w:ind w:firstLine="0"/>
        <w:rPr>
          <w:rFonts w:ascii="Palatino Linotype" w:hAnsi="Palatino Linotype"/>
          <w:b/>
          <w:sz w:val="28"/>
          <w:szCs w:val="28"/>
        </w:rPr>
      </w:pPr>
      <w:r w:rsidRPr="00784F69">
        <w:rPr>
          <w:rFonts w:ascii="Palatino Linotype" w:hAnsi="Palatino Linotype"/>
          <w:b/>
          <w:sz w:val="28"/>
          <w:szCs w:val="28"/>
        </w:rPr>
        <w:t xml:space="preserve">@116. </w:t>
      </w:r>
    </w:p>
    <w:p w:rsidR="00B65CA5" w:rsidRPr="00784F69" w:rsidRDefault="00B65CA5" w:rsidP="00C84BB2">
      <w:pPr>
        <w:pStyle w:val="a"/>
        <w:ind w:firstLine="0"/>
        <w:rPr>
          <w:rFonts w:ascii="Palatino Linotype" w:hAnsi="Palatino Linotype"/>
          <w:b/>
          <w:sz w:val="28"/>
          <w:szCs w:val="28"/>
        </w:rPr>
      </w:pPr>
      <w:r w:rsidRPr="00784F69">
        <w:rPr>
          <w:rFonts w:ascii="Palatino Linotype" w:hAnsi="Palatino Linotype"/>
          <w:b/>
          <w:sz w:val="28"/>
          <w:szCs w:val="28"/>
        </w:rPr>
        <w:t>Барои гирифтани шаҳодатнома ҷиҳати анҷом додани фаъолият ба сифати фонди қарзии хурд аризадиҳанда ба Бонки миллии Тоҷикистонбояд ҳуҷҷатҳои зеринро пешниҳод намояд?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$A) - ариза бо дархост дар хусуси гирифтани шаҳодатнома аз рӯи шакле, ки Бонки миллии Тоҷикистон муқаррар кардааст;- оиннома (нусхаи асл ё нусхаи аз ҷониби нотариус тасдиқшуда) :- нусхаи аз ҷониби нотариус тасдиқшудаи шаҳодатнома дар бораи бақайдгирии давлатӣ;</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 нусхаи аз ҷониби нотариус ё ба таври дигари қонунӣ тасдиқшудаи ҳуҷҷате, ки ваколати аризадиҳандаро дар бобати аз номи муассисон пешниҳод кардани ариза тасдиқменамояд;- тасдиқи қонунигардонии манбаъҳои маблағҳои худӣ ва қарзии муассисон, ки барои амалӣ кардани чораҳои пешгирии қонунигардонии (расмигардонии) даромадҳое, ки бо роҳҳои ҷиноятӣ ба даст омадаанд;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$B) - оиннома (нусхаи асл ё нусхаи аз ҷониби нотариус тасдиқшуда) :- нусхаи аз ҷониби нотариус тасдиқшудаи шаҳодатнома дар бораи бақайдгирии давлатӣ;</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 нусхаи аз ҷониби нотариус ё ба таври дигари қонунӣ тасдиқшудаи ҳуҷҷате, ки ваколати аризадиҳандаро дар бобати аз номи муассисон пешниҳод кардани ариза тасдиқменамояд;- тасдиқи қонунигардонии манбаъҳои маблағҳои худӣ ва қарзии муассисон, ки барои амалӣ кардани чораҳои пешгирии қонунигардонии (расмигардонии) даромадҳое, ки бо роҳҳои ҷиноятӣ ба даст омадаанд;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w:t>
      </w:r>
      <w:r w:rsidRPr="00784F69">
        <w:rPr>
          <w:rFonts w:ascii="Palatino Linotype" w:hAnsi="Palatino Linotype"/>
          <w:sz w:val="28"/>
          <w:szCs w:val="28"/>
          <w:lang w:val="en-US"/>
        </w:rPr>
        <w:t>C</w:t>
      </w:r>
      <w:r w:rsidRPr="00784F69">
        <w:rPr>
          <w:rFonts w:ascii="Palatino Linotype" w:hAnsi="Palatino Linotype"/>
          <w:sz w:val="28"/>
          <w:szCs w:val="28"/>
        </w:rPr>
        <w:t>) - ариза бо дархост дар хусуси гирифтани шаҳодатнома аз рӯи шакле, ки Бонки миллии Тоҷикистон муқаррар кардааст;- оиннома (нусхаи асл ё нусхаи аз ҷониби нотариус тасдиқшуда) :- нусхаи аз ҷониби нотариус тасдиқшудаи шаҳодатнома дар бораи бақайдгирии давлатӣ;- нусхаи аз ҷониби нотариус ё ба таври дигари қонунӣ тасдиқшудаи ҳуҷҷате, ки ваколати аризадиҳандаро дар бобати аз номи муассисон пешниҳод кардани ариза тасдиқ менамояд;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$D) - ариза бо дархост дар хусуси гирифтани шаҳодатнома аз рӯи шакле, ки Бонки миллии Тоҷикистон муқаррар кардааст;- оиннома:- нусхаи аз ҷониби нотариус тасдиқшудаи шаҳодатнома дар бораи бақайдгирии давлатӣ;- нусхаи аз ҷониби нотариус ё ба таври дигари қонунӣ тасдиқшудаи ҳуҷҷате, ки ваколати аризадиҳандаро дар бобати аз номи муассисон пешниҳод кардани ариза тасдиқ менамояд;- тасдиқи қонунигардонии манбаъҳои маблағҳои худӣ ва қарзии муассисон, ки барои амалӣ кардани чораҳои пешгирии қонунигардонии даромадҳое, ки бо роҳҳои ҷиноятӣ ба даст омадаанд;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$E) - ариза бо дархост дар хусуси гирифтани шаҳодатнома аз рӯи шакле, ки Бонки миллии Тоҷикистон муқаррар кардааст;- оиннома (нусхаи асл ё нусхаи аз ҷониби нотариус тасдиқшуда) :- нусхаи аз ҷониби нотариус тасдиқшудаи шаҳодатнома дар бораи бақайдгирии давлатӣ;- тасдиқи қонунигардонии манбаъҳои маблағҳои худӣ ва қарзии муассисон, ки барои амалӣ кардани чораҳои пешгирии қонунигардонии (расмигардонии) даромадҳое, ки бо роҳҳои ҷиноятӣ ба даст омадаанд;</w:t>
      </w:r>
    </w:p>
    <w:p w:rsidR="00B65CA5" w:rsidRPr="00784F69" w:rsidRDefault="00B65CA5" w:rsidP="00C84BB2">
      <w:pPr>
        <w:pStyle w:val="a"/>
        <w:ind w:firstLine="0"/>
        <w:rPr>
          <w:rFonts w:ascii="Palatino Linotype" w:hAnsi="Palatino Linotype"/>
          <w:b/>
          <w:sz w:val="28"/>
          <w:szCs w:val="28"/>
        </w:rPr>
      </w:pPr>
      <w:r w:rsidRPr="00784F69">
        <w:rPr>
          <w:rFonts w:ascii="Palatino Linotype" w:hAnsi="Palatino Linotype"/>
          <w:b/>
          <w:sz w:val="28"/>
          <w:szCs w:val="28"/>
        </w:rPr>
        <w:t xml:space="preserve">@117. </w:t>
      </w:r>
    </w:p>
    <w:p w:rsidR="00B65CA5" w:rsidRPr="00784F69" w:rsidRDefault="00B65CA5" w:rsidP="00C84BB2">
      <w:pPr>
        <w:pStyle w:val="a"/>
        <w:ind w:firstLine="0"/>
        <w:rPr>
          <w:rFonts w:ascii="Palatino Linotype" w:hAnsi="Palatino Linotype"/>
          <w:b/>
          <w:bCs/>
          <w:sz w:val="28"/>
          <w:szCs w:val="28"/>
        </w:rPr>
      </w:pPr>
      <w:r w:rsidRPr="00784F69">
        <w:rPr>
          <w:rFonts w:ascii="Palatino Linotype" w:hAnsi="Palatino Linotype"/>
          <w:b/>
          <w:bCs/>
          <w:sz w:val="28"/>
          <w:szCs w:val="28"/>
        </w:rPr>
        <w:t>Мӯҳлати додани шаҳодатнома чи қадар аст?</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$A) Бонки миллии Тоҷикистон ӯҳдадор аст дар муддати як моҳи гирифтани ариза ва ҳамаи ҳуҷҷатҳои зарури шаҳодатнома диҳад ё додани онро рад намояд;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$B) Бонки миллии Тоҷикистон ӯҳдадор аст дар муддати ду моҳи гирифтани ариза ва ҳамаи ҳуҷҷатҳои зарури шаҳодатнома диҳад ё додани онро рад намояд;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w:t>
      </w:r>
      <w:r w:rsidRPr="00784F69">
        <w:rPr>
          <w:rFonts w:ascii="Palatino Linotype" w:hAnsi="Palatino Linotype"/>
          <w:sz w:val="28"/>
          <w:szCs w:val="28"/>
          <w:lang w:val="en-US"/>
        </w:rPr>
        <w:t>C</w:t>
      </w:r>
      <w:r w:rsidRPr="00784F69">
        <w:rPr>
          <w:rFonts w:ascii="Palatino Linotype" w:hAnsi="Palatino Linotype"/>
          <w:sz w:val="28"/>
          <w:szCs w:val="28"/>
        </w:rPr>
        <w:t>) Бонки миллии Тоҷикистон ӯҳдадор аст дар муддати се моҳи гирифтани ариза ва ҳамаи ҳуҷҷатҳои зарури шаҳодатнома диҳад ё додани онро рад намояд;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$D) Бонки миллии Тоҷикистон ӯҳдадор аст дар муддати чор моҳи гирифтани ариза ва ҳамаи ҳуҷҷатҳои зарури шаҳодатнома диҳад ё додани онро рад намояд;</w:t>
      </w:r>
    </w:p>
    <w:p w:rsidR="00B65CA5" w:rsidRPr="00784F69" w:rsidRDefault="00B65CA5" w:rsidP="00C84BB2">
      <w:pPr>
        <w:pStyle w:val="a"/>
        <w:ind w:firstLine="0"/>
        <w:rPr>
          <w:rFonts w:ascii="Palatino Linotype" w:hAnsi="Palatino Linotype"/>
          <w:sz w:val="28"/>
          <w:szCs w:val="28"/>
        </w:rPr>
      </w:pPr>
      <w:r w:rsidRPr="00784F69">
        <w:rPr>
          <w:rFonts w:ascii="Palatino Linotype" w:hAnsi="Palatino Linotype"/>
          <w:sz w:val="28"/>
          <w:szCs w:val="28"/>
        </w:rPr>
        <w:t>$E) Бонки миллии Тоҷикистон ӯҳдадор аст дар муддати шаш моҳи гирифтани ариза ва ҳамаи ҳуҷҷатҳои зарури шаҳодатнома диҳад ё додани онро рад намояд;</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 xml:space="preserve">@118. </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Ҳуқуқи барориши пулҳои коғаз</w:t>
      </w:r>
      <w:r w:rsidRPr="00784F69">
        <w:rPr>
          <w:rFonts w:ascii="Palatino Linotype" w:hAnsi="Palatino Linotype" w:cs="Palatino Linotype"/>
          <w:b/>
          <w:color w:val="000000"/>
          <w:sz w:val="28"/>
          <w:szCs w:val="28"/>
          <w:lang w:val="tg-Cyrl-TJ"/>
        </w:rPr>
        <w:t>ӣ</w:t>
      </w:r>
      <w:r w:rsidRPr="00784F69">
        <w:rPr>
          <w:rFonts w:ascii="Palatino Linotype" w:hAnsi="Palatino Linotype"/>
          <w:b/>
          <w:color w:val="000000"/>
          <w:sz w:val="28"/>
          <w:szCs w:val="28"/>
          <w:lang w:val="tg-Cyrl-TJ"/>
        </w:rPr>
        <w:t xml:space="preserve"> ва филизиро кӣ дорад?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$A) </w:t>
      </w:r>
      <w:r w:rsidRPr="00784F69">
        <w:rPr>
          <w:rFonts w:ascii="Palatino Linotype" w:hAnsi="Palatino Linotype"/>
          <w:color w:val="000000"/>
          <w:sz w:val="28"/>
          <w:szCs w:val="28"/>
        </w:rPr>
        <w:t>Бонки миллии Тоҷикистон;</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$B) </w:t>
      </w:r>
      <w:r w:rsidRPr="00784F69">
        <w:rPr>
          <w:rFonts w:ascii="Palatino Linotype" w:hAnsi="Palatino Linotype"/>
          <w:color w:val="000000"/>
          <w:sz w:val="28"/>
          <w:szCs w:val="28"/>
          <w:lang w:val="tg-Cyrl-TJ"/>
        </w:rPr>
        <w:t>Вазорати молияи Ҷумҳурии Тоҷикистон;</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$C) </w:t>
      </w:r>
      <w:r w:rsidRPr="00784F69">
        <w:rPr>
          <w:rFonts w:ascii="Palatino Linotype" w:hAnsi="Palatino Linotype"/>
          <w:color w:val="000000"/>
          <w:sz w:val="28"/>
          <w:szCs w:val="28"/>
          <w:lang w:val="tg-Cyrl-TJ"/>
        </w:rPr>
        <w:t>Ҳукумати Ҷумҳурии Тоҷикистон;</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$D) </w:t>
      </w:r>
      <w:r w:rsidRPr="00784F69">
        <w:rPr>
          <w:rFonts w:ascii="Palatino Linotype" w:hAnsi="Palatino Linotype"/>
          <w:color w:val="000000"/>
          <w:sz w:val="28"/>
          <w:szCs w:val="28"/>
          <w:lang w:val="tg-Cyrl-TJ"/>
        </w:rPr>
        <w:t>Бонкҳои саҳомии-тиҷоратии Ҷумҳурии Тоҷикистон;</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$E) </w:t>
      </w:r>
      <w:r w:rsidRPr="00784F69">
        <w:rPr>
          <w:rFonts w:ascii="Palatino Linotype" w:hAnsi="Palatino Linotype"/>
          <w:color w:val="000000"/>
          <w:sz w:val="28"/>
          <w:szCs w:val="28"/>
        </w:rPr>
        <w:t>Давлат чунки пулҳо давлатиянд;</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@119.</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Бонкҳо дар кадом шаклҳои ҳуқуқӣ ташкил карда мешаванд?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$A) </w:t>
      </w:r>
      <w:r w:rsidRPr="00784F69">
        <w:rPr>
          <w:rFonts w:ascii="Palatino Linotype" w:hAnsi="Palatino Linotype"/>
          <w:color w:val="000000"/>
          <w:sz w:val="28"/>
          <w:szCs w:val="28"/>
          <w:lang w:val="tg-Cyrl-TJ"/>
        </w:rPr>
        <w:t>Дар шакли ҷамъиятҳои саҳомӣ (шаклҳои кушода ва пӯшида);</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$B) </w:t>
      </w:r>
      <w:r w:rsidRPr="00784F69">
        <w:rPr>
          <w:rFonts w:ascii="Palatino Linotype" w:hAnsi="Palatino Linotype"/>
          <w:color w:val="000000"/>
          <w:sz w:val="28"/>
          <w:szCs w:val="28"/>
          <w:lang w:val="tg-Cyrl-TJ"/>
        </w:rPr>
        <w:t>Даршакли ҷамъиятҳои шаклҳои оддӣ ва муракаб;</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$C) </w:t>
      </w:r>
      <w:r w:rsidRPr="00784F69">
        <w:rPr>
          <w:rFonts w:ascii="Palatino Linotype" w:hAnsi="Palatino Linotype"/>
          <w:color w:val="000000"/>
          <w:sz w:val="28"/>
          <w:szCs w:val="28"/>
          <w:lang w:val="tg-Cyrl-TJ"/>
        </w:rPr>
        <w:t>Дар шакли ҷамъиятҳои шаклҳои хусусӣ ва тиҷоратӣ;</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$D) </w:t>
      </w:r>
      <w:r w:rsidRPr="00784F69">
        <w:rPr>
          <w:rFonts w:ascii="Palatino Linotype" w:hAnsi="Palatino Linotype"/>
          <w:color w:val="000000"/>
          <w:sz w:val="28"/>
          <w:szCs w:val="28"/>
          <w:lang w:val="tg-Cyrl-TJ"/>
        </w:rPr>
        <w:t>Дар шакли ҷамъиятҳои саҳомии маҳдуд;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$E) </w:t>
      </w:r>
      <w:r w:rsidRPr="00784F69">
        <w:rPr>
          <w:rFonts w:ascii="Palatino Linotype" w:hAnsi="Palatino Linotype"/>
          <w:color w:val="000000"/>
          <w:sz w:val="28"/>
          <w:szCs w:val="28"/>
          <w:lang w:val="tg-Cyrl-TJ"/>
        </w:rPr>
        <w:t>Дар шакли иттиҳоди мураккаб</w:t>
      </w:r>
      <w:r w:rsidRPr="00784F69">
        <w:rPr>
          <w:rFonts w:ascii="Palatino Linotype" w:hAnsi="Palatino Linotype"/>
          <w:b/>
          <w:color w:val="000000"/>
          <w:sz w:val="28"/>
          <w:szCs w:val="28"/>
          <w:lang w:val="tg-Cyrl-TJ"/>
        </w:rPr>
        <w:t>;</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 xml:space="preserve">@120. </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ru-RU"/>
        </w:rPr>
        <w:t>Тавозун (Баланс) чист</w:t>
      </w:r>
      <w:r w:rsidRPr="00784F69">
        <w:rPr>
          <w:rFonts w:ascii="Palatino Linotype" w:hAnsi="Palatino Linotype"/>
          <w:b/>
          <w:color w:val="000000"/>
          <w:sz w:val="28"/>
          <w:szCs w:val="28"/>
          <w:lang w:val="tg-Cyrl-TJ"/>
        </w:rPr>
        <w:t>?</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$A) </w:t>
      </w:r>
      <w:r w:rsidRPr="00784F69">
        <w:rPr>
          <w:rFonts w:ascii="Palatino Linotype" w:hAnsi="Palatino Linotype"/>
          <w:color w:val="000000"/>
          <w:sz w:val="28"/>
          <w:szCs w:val="28"/>
        </w:rPr>
        <w:t>актив = ӯҳдадорӣ + сармоя;</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$B) </w:t>
      </w:r>
      <w:r w:rsidRPr="00784F69">
        <w:rPr>
          <w:rFonts w:ascii="Palatino Linotype" w:hAnsi="Palatino Linotype"/>
          <w:color w:val="000000"/>
          <w:sz w:val="28"/>
          <w:szCs w:val="28"/>
        </w:rPr>
        <w:t>самоя + актив = ӯҳдадорӣ;</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$C) </w:t>
      </w:r>
      <w:r w:rsidRPr="00784F69">
        <w:rPr>
          <w:rFonts w:ascii="Palatino Linotype" w:hAnsi="Palatino Linotype"/>
          <w:color w:val="000000"/>
          <w:sz w:val="28"/>
          <w:szCs w:val="28"/>
        </w:rPr>
        <w:t>самоя + ӯҳдадорӣ = актив;</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$D) </w:t>
      </w:r>
      <w:r w:rsidRPr="00784F69">
        <w:rPr>
          <w:rFonts w:ascii="Palatino Linotype" w:hAnsi="Palatino Linotype"/>
          <w:color w:val="000000"/>
          <w:sz w:val="28"/>
          <w:szCs w:val="28"/>
        </w:rPr>
        <w:t>ҳуқуқ + ӯҳдадорӣ = сармоя;</w:t>
      </w:r>
    </w:p>
    <w:p w:rsidR="00B65CA5" w:rsidRPr="00784F69" w:rsidRDefault="00B65CA5" w:rsidP="00C84BB2">
      <w:pPr>
        <w:spacing w:after="0" w:line="240" w:lineRule="auto"/>
        <w:jc w:val="both"/>
        <w:rPr>
          <w:rFonts w:ascii="Palatino Linotype" w:hAnsi="Palatino Linotype"/>
          <w:b/>
          <w:color w:val="000000"/>
          <w:sz w:val="28"/>
          <w:szCs w:val="28"/>
        </w:rPr>
      </w:pPr>
      <w:r w:rsidRPr="00784F69">
        <w:rPr>
          <w:rFonts w:ascii="Palatino Linotype" w:hAnsi="Palatino Linotype"/>
          <w:b/>
          <w:color w:val="000000"/>
          <w:sz w:val="28"/>
          <w:szCs w:val="28"/>
        </w:rPr>
        <w:t xml:space="preserve">$E) </w:t>
      </w:r>
      <w:r w:rsidRPr="00784F69">
        <w:rPr>
          <w:rFonts w:ascii="Palatino Linotype" w:hAnsi="Palatino Linotype"/>
          <w:color w:val="000000"/>
          <w:sz w:val="28"/>
          <w:szCs w:val="28"/>
        </w:rPr>
        <w:t>ӯҳдадорӣ + актив = ҳуқуқ</w:t>
      </w:r>
      <w:r w:rsidRPr="00784F69">
        <w:rPr>
          <w:rFonts w:ascii="Palatino Linotype" w:hAnsi="Palatino Linotype"/>
          <w:b/>
          <w:color w:val="000000"/>
          <w:sz w:val="28"/>
          <w:szCs w:val="28"/>
        </w:rPr>
        <w:t>;</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 xml:space="preserve">@121. </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Ба кадом хавф бонкҳои тиҷоратӣ бисёртар гирифторанд?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$A) </w:t>
      </w:r>
      <w:r w:rsidRPr="00784F69">
        <w:rPr>
          <w:rFonts w:ascii="Palatino Linotype" w:hAnsi="Palatino Linotype"/>
          <w:color w:val="000000"/>
          <w:sz w:val="28"/>
          <w:szCs w:val="28"/>
          <w:lang w:val="tg-Cyrl-TJ"/>
        </w:rPr>
        <w:t>Қарзӣ;</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$B) </w:t>
      </w:r>
      <w:r w:rsidRPr="00784F69">
        <w:rPr>
          <w:rFonts w:ascii="Palatino Linotype" w:hAnsi="Palatino Linotype"/>
          <w:color w:val="000000"/>
          <w:sz w:val="28"/>
          <w:szCs w:val="28"/>
          <w:lang w:val="tg-Cyrl-TJ"/>
        </w:rPr>
        <w:t>Фоизӣ;</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$C) </w:t>
      </w:r>
      <w:r w:rsidRPr="00784F69">
        <w:rPr>
          <w:rFonts w:ascii="Palatino Linotype" w:hAnsi="Palatino Linotype"/>
          <w:color w:val="000000"/>
          <w:sz w:val="28"/>
          <w:szCs w:val="28"/>
          <w:lang w:val="tg-Cyrl-TJ"/>
        </w:rPr>
        <w:t>Ғалатӣ;</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$D) </w:t>
      </w:r>
      <w:r w:rsidRPr="00784F69">
        <w:rPr>
          <w:rFonts w:ascii="Palatino Linotype" w:hAnsi="Palatino Linotype"/>
          <w:color w:val="000000"/>
          <w:sz w:val="28"/>
          <w:szCs w:val="28"/>
          <w:lang w:val="tg-Cyrl-TJ"/>
        </w:rPr>
        <w:t>Бозорӣ;</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$E) </w:t>
      </w:r>
      <w:r w:rsidRPr="00784F69">
        <w:rPr>
          <w:rFonts w:ascii="Palatino Linotype" w:hAnsi="Palatino Linotype"/>
          <w:color w:val="000000"/>
          <w:sz w:val="28"/>
          <w:szCs w:val="28"/>
          <w:lang w:val="tg-Cyrl-TJ"/>
        </w:rPr>
        <w:t>Бурднокӣ</w:t>
      </w:r>
      <w:r w:rsidRPr="00784F69">
        <w:rPr>
          <w:rFonts w:ascii="Palatino Linotype" w:hAnsi="Palatino Linotype"/>
          <w:b/>
          <w:color w:val="000000"/>
          <w:sz w:val="28"/>
          <w:szCs w:val="28"/>
          <w:lang w:val="tg-Cyrl-TJ"/>
        </w:rPr>
        <w:t>;</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 xml:space="preserve">@122. </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Тартиби ифтитоҳ, бақайдгирӣ ва барҳам додани бонкҳо дар асоси кадом қонун сурат мегирад?</w:t>
      </w:r>
    </w:p>
    <w:p w:rsidR="00B65CA5" w:rsidRPr="00784F69" w:rsidRDefault="00B65CA5" w:rsidP="00C84BB2">
      <w:pPr>
        <w:spacing w:after="0" w:line="240" w:lineRule="auto"/>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$A) </w:t>
      </w:r>
      <w:r w:rsidRPr="00784F69">
        <w:rPr>
          <w:rFonts w:ascii="Palatino Linotype" w:hAnsi="Palatino Linotype"/>
          <w:color w:val="000000"/>
          <w:sz w:val="28"/>
          <w:szCs w:val="28"/>
          <w:lang w:val="tg-Cyrl-TJ"/>
        </w:rPr>
        <w:t>Қонуни Ҷумҳурии Тоҷикистон «Дар бораи бонкҳо ва фаъолияти бонкӣ»;</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$B) </w:t>
      </w:r>
      <w:r w:rsidRPr="00784F69">
        <w:rPr>
          <w:rFonts w:ascii="Palatino Linotype" w:hAnsi="Palatino Linotype"/>
          <w:color w:val="000000"/>
          <w:sz w:val="28"/>
          <w:szCs w:val="28"/>
          <w:lang w:val="tg-Cyrl-TJ"/>
        </w:rPr>
        <w:t>Қонуни Ҷумҳурии Тоҷикистон «Дар бораи буҷети давлатӣ»;</w:t>
      </w:r>
    </w:p>
    <w:p w:rsidR="00B65CA5" w:rsidRPr="00784F69" w:rsidRDefault="00B65CA5" w:rsidP="00C84BB2">
      <w:pPr>
        <w:spacing w:after="0" w:line="240" w:lineRule="auto"/>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$C) </w:t>
      </w:r>
      <w:r w:rsidRPr="00784F69">
        <w:rPr>
          <w:rFonts w:ascii="Palatino Linotype" w:hAnsi="Palatino Linotype"/>
          <w:color w:val="000000"/>
          <w:sz w:val="28"/>
          <w:szCs w:val="28"/>
          <w:lang w:val="tg-Cyrl-TJ"/>
        </w:rPr>
        <w:t>Қонуни Ҷумҳурии Тоҷикистон «Дар боғи миллии Тоҷикистон »;</w:t>
      </w:r>
    </w:p>
    <w:p w:rsidR="00B65CA5" w:rsidRPr="00784F69" w:rsidRDefault="00B65CA5" w:rsidP="00C84BB2">
      <w:pPr>
        <w:spacing w:after="0" w:line="240" w:lineRule="auto"/>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$D) </w:t>
      </w:r>
      <w:r w:rsidRPr="00784F69">
        <w:rPr>
          <w:rFonts w:ascii="Palatino Linotype" w:hAnsi="Palatino Linotype"/>
          <w:color w:val="000000"/>
          <w:sz w:val="28"/>
          <w:szCs w:val="28"/>
          <w:lang w:val="tg-Cyrl-TJ"/>
        </w:rPr>
        <w:t>Қонуни Ҷумҳурии Тоҷикистон «Танзими анъана ва ҷашну маросимҳо»;</w:t>
      </w:r>
    </w:p>
    <w:p w:rsidR="00B65CA5" w:rsidRPr="00784F69" w:rsidRDefault="00B65CA5" w:rsidP="00C84BB2">
      <w:pPr>
        <w:spacing w:after="0" w:line="240" w:lineRule="auto"/>
        <w:jc w:val="both"/>
        <w:rPr>
          <w:rFonts w:ascii="Palatino Linotype" w:hAnsi="Palatino Linotype"/>
          <w:b/>
          <w:color w:val="000000"/>
          <w:sz w:val="28"/>
          <w:szCs w:val="28"/>
        </w:rPr>
      </w:pPr>
      <w:r w:rsidRPr="00784F69">
        <w:rPr>
          <w:rFonts w:ascii="Palatino Linotype" w:hAnsi="Palatino Linotype"/>
          <w:b/>
          <w:color w:val="000000"/>
          <w:sz w:val="28"/>
          <w:szCs w:val="28"/>
        </w:rPr>
        <w:t xml:space="preserve">$E) </w:t>
      </w:r>
      <w:r w:rsidRPr="00784F69">
        <w:rPr>
          <w:rFonts w:ascii="Palatino Linotype" w:hAnsi="Palatino Linotype"/>
          <w:color w:val="000000"/>
          <w:sz w:val="28"/>
          <w:szCs w:val="28"/>
        </w:rPr>
        <w:t>Қонуни Ҷумҳурии Тоҷикистон «Дар бораи милитсия»;</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 xml:space="preserve">@123. </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Бонк ба ғайр аз додани қарз боз кадом хизматҳоро метавонад ба анҷом расонад?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$A) </w:t>
      </w:r>
      <w:r w:rsidRPr="00784F69">
        <w:rPr>
          <w:rFonts w:ascii="Palatino Linotype" w:hAnsi="Palatino Linotype"/>
          <w:color w:val="000000"/>
          <w:sz w:val="28"/>
          <w:szCs w:val="28"/>
          <w:lang w:val="tg-Cyrl-TJ"/>
        </w:rPr>
        <w:t>Нигоҳ доштани дороиҳо; додани ҳар навъ маслиҳатҳои муфид; хизмати муҳандисӣ; кушодан ва бурдани ҳисобҳо;</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$B) </w:t>
      </w:r>
      <w:r w:rsidRPr="00784F69">
        <w:rPr>
          <w:rFonts w:ascii="Palatino Linotype" w:hAnsi="Palatino Linotype"/>
          <w:color w:val="000000"/>
          <w:sz w:val="28"/>
          <w:szCs w:val="28"/>
          <w:lang w:val="tg-Cyrl-TJ"/>
        </w:rPr>
        <w:t>Нигоҳ надоштани дороиҳо; сохтани хонаҳои баландошёна; бо алоқа таъмин намудани корхонаҳо; хизматрасонии мобилӣ;</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$C) </w:t>
      </w:r>
      <w:r w:rsidRPr="00784F69">
        <w:rPr>
          <w:rFonts w:ascii="Palatino Linotype" w:hAnsi="Palatino Linotype"/>
          <w:color w:val="000000"/>
          <w:sz w:val="28"/>
          <w:szCs w:val="28"/>
          <w:lang w:val="tg-Cyrl-TJ"/>
        </w:rPr>
        <w:t>Хизмати аудиторӣ; додани таҷҳизот ба иҷора; фурӯши маҳсулоти кишоварзӣ; истеҳсоли мол;</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$D) </w:t>
      </w:r>
      <w:r w:rsidRPr="00784F69">
        <w:rPr>
          <w:rFonts w:ascii="Palatino Linotype" w:hAnsi="Palatino Linotype"/>
          <w:color w:val="000000"/>
          <w:sz w:val="28"/>
          <w:szCs w:val="28"/>
          <w:lang w:val="tg-Cyrl-TJ"/>
        </w:rPr>
        <w:t>Истеҳсоли маҳсулоти кишоварзӣ; таъмири воситаҳои нақлиёт; истеҳсоли тракторҳо;</w:t>
      </w:r>
    </w:p>
    <w:p w:rsidR="00B65CA5" w:rsidRPr="00784F69" w:rsidRDefault="00B65CA5" w:rsidP="00C84BB2">
      <w:pPr>
        <w:spacing w:after="0" w:line="240" w:lineRule="auto"/>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$E) </w:t>
      </w:r>
      <w:r w:rsidRPr="00784F69">
        <w:rPr>
          <w:rFonts w:ascii="Palatino Linotype" w:hAnsi="Palatino Linotype"/>
          <w:color w:val="000000"/>
          <w:sz w:val="28"/>
          <w:szCs w:val="28"/>
          <w:lang w:val="tg-Cyrl-TJ"/>
        </w:rPr>
        <w:t>Кушодани суратҳисоб; кашонидани пахта; фаъолияти сармоягузорӣ; истеҳсоли воситаҳои нақлиёт</w:t>
      </w:r>
      <w:r w:rsidRPr="00784F69">
        <w:rPr>
          <w:rFonts w:ascii="Palatino Linotype" w:hAnsi="Palatino Linotype"/>
          <w:b/>
          <w:color w:val="000000"/>
          <w:sz w:val="28"/>
          <w:szCs w:val="28"/>
          <w:lang w:val="tg-Cyrl-TJ"/>
        </w:rPr>
        <w:t>;</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 xml:space="preserve">@124. </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Таъиноти асосии бонк?</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$A) </w:t>
      </w:r>
      <w:r w:rsidRPr="00784F69">
        <w:rPr>
          <w:rFonts w:ascii="Palatino Linotype" w:hAnsi="Palatino Linotype"/>
          <w:color w:val="000000"/>
          <w:sz w:val="28"/>
          <w:szCs w:val="28"/>
          <w:lang w:val="tg-Cyrl-TJ"/>
        </w:rPr>
        <w:t>Миёнарав будан байни қарздиҳанда ва қарзгиранда, инчунин байни фурӯшандагон ва харидорон аст;</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$B) </w:t>
      </w:r>
      <w:r w:rsidRPr="00784F69">
        <w:rPr>
          <w:rFonts w:ascii="Palatino Linotype" w:hAnsi="Palatino Linotype"/>
          <w:color w:val="000000"/>
          <w:sz w:val="28"/>
          <w:szCs w:val="28"/>
          <w:lang w:val="tg-Cyrl-TJ"/>
        </w:rPr>
        <w:t>Бо пул ва ашёи хом таъмин кардан, инчунин қарзи бефоиз додан аст;</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$C) </w:t>
      </w:r>
      <w:r w:rsidRPr="00784F69">
        <w:rPr>
          <w:rFonts w:ascii="Palatino Linotype" w:hAnsi="Palatino Linotype"/>
          <w:color w:val="000000"/>
          <w:sz w:val="28"/>
          <w:szCs w:val="28"/>
          <w:lang w:val="tg-Cyrl-TJ"/>
        </w:rPr>
        <w:t>Брокер будан байни соҳибкорон, сармоягузорон, деҳқонон, харидорон ва хешу таборон аст, ки бо ашёи хом таъмин наменамояд;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$D) </w:t>
      </w:r>
      <w:r w:rsidRPr="00784F69">
        <w:rPr>
          <w:rFonts w:ascii="Palatino Linotype" w:hAnsi="Palatino Linotype"/>
          <w:color w:val="000000"/>
          <w:sz w:val="28"/>
          <w:szCs w:val="28"/>
          <w:lang w:val="tg-Cyrl-TJ"/>
        </w:rPr>
        <w:t>Бо воситаҳои нақлиётӣ ва сӯзишворӣ таъмин кардан аст;</w:t>
      </w:r>
    </w:p>
    <w:p w:rsidR="00B65CA5" w:rsidRPr="00784F69" w:rsidRDefault="00B65CA5" w:rsidP="00C84BB2">
      <w:pPr>
        <w:spacing w:after="0" w:line="240" w:lineRule="auto"/>
        <w:jc w:val="both"/>
        <w:rPr>
          <w:rFonts w:ascii="Palatino Linotype" w:hAnsi="Palatino Linotype"/>
          <w:b/>
          <w:color w:val="000000"/>
          <w:sz w:val="28"/>
          <w:szCs w:val="28"/>
          <w:u w:val="single"/>
          <w:lang w:val="tg-Cyrl-TJ"/>
        </w:rPr>
      </w:pPr>
      <w:r w:rsidRPr="00784F69">
        <w:rPr>
          <w:rFonts w:ascii="Palatino Linotype" w:hAnsi="Palatino Linotype"/>
          <w:b/>
          <w:color w:val="000000"/>
          <w:sz w:val="28"/>
          <w:szCs w:val="28"/>
          <w:lang w:val="tg-Cyrl-TJ"/>
        </w:rPr>
        <w:t xml:space="preserve">$E) </w:t>
      </w:r>
      <w:r w:rsidRPr="00784F69">
        <w:rPr>
          <w:rFonts w:ascii="Palatino Linotype" w:hAnsi="Palatino Linotype"/>
          <w:color w:val="000000"/>
          <w:sz w:val="28"/>
          <w:szCs w:val="28"/>
          <w:lang w:val="tg-Cyrl-TJ"/>
        </w:rPr>
        <w:t>Фурӯши маҳсулоти кишоварзӣ ва саноатӣ аст;</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 xml:space="preserve">@125. </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Дар ҶТ шаклҳои ҳисоббаробаркунии ғайринақдӣ аз тарафи кадом бонк муайян карда мешавад?</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$A) </w:t>
      </w:r>
      <w:r w:rsidRPr="00784F69">
        <w:rPr>
          <w:rFonts w:ascii="Palatino Linotype" w:hAnsi="Palatino Linotype"/>
          <w:color w:val="000000"/>
          <w:sz w:val="28"/>
          <w:szCs w:val="28"/>
        </w:rPr>
        <w:t>Бонки миллии Тоҷикистон;</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$B) </w:t>
      </w:r>
      <w:r w:rsidRPr="00784F69">
        <w:rPr>
          <w:rFonts w:ascii="Palatino Linotype" w:hAnsi="Palatino Linotype"/>
          <w:color w:val="000000"/>
          <w:sz w:val="28"/>
          <w:szCs w:val="28"/>
        </w:rPr>
        <w:t>Бонки тиҷоратӣ;</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$C) </w:t>
      </w:r>
      <w:r w:rsidRPr="00784F69">
        <w:rPr>
          <w:rFonts w:ascii="Palatino Linotype" w:hAnsi="Palatino Linotype"/>
          <w:color w:val="000000"/>
          <w:sz w:val="28"/>
          <w:szCs w:val="28"/>
        </w:rPr>
        <w:t>Агроинвестбонк, Ориёнбонк;</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$D) </w:t>
      </w:r>
      <w:r w:rsidRPr="00784F69">
        <w:rPr>
          <w:rFonts w:ascii="Palatino Linotype" w:hAnsi="Palatino Linotype"/>
          <w:color w:val="000000"/>
          <w:sz w:val="28"/>
          <w:szCs w:val="28"/>
        </w:rPr>
        <w:t>Фононбонк;</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$E) </w:t>
      </w:r>
      <w:r w:rsidRPr="00784F69">
        <w:rPr>
          <w:rFonts w:ascii="Palatino Linotype" w:hAnsi="Palatino Linotype"/>
          <w:color w:val="000000"/>
          <w:sz w:val="28"/>
          <w:szCs w:val="28"/>
        </w:rPr>
        <w:t>Бонки хориҷӣ</w:t>
      </w:r>
      <w:r w:rsidRPr="00784F69">
        <w:rPr>
          <w:rFonts w:ascii="Palatino Linotype" w:hAnsi="Palatino Linotype"/>
          <w:b/>
          <w:color w:val="000000"/>
          <w:sz w:val="28"/>
          <w:szCs w:val="28"/>
        </w:rPr>
        <w:t>;</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 xml:space="preserve">@126. </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Ҷойгиршавии бонк кадом чорчӯбаи ҳатмиро дар бар мегирад, ки бе он бонк вуҷуд дошта ва тарққӣ карда наметавонад?</w:t>
      </w:r>
    </w:p>
    <w:p w:rsidR="00B65CA5" w:rsidRPr="00784F69" w:rsidRDefault="00B65CA5" w:rsidP="00C84BB2">
      <w:pPr>
        <w:spacing w:after="0" w:line="240" w:lineRule="auto"/>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 xml:space="preserve">$A) </w:t>
      </w:r>
      <w:r w:rsidRPr="00784F69">
        <w:rPr>
          <w:rFonts w:ascii="Palatino Linotype" w:hAnsi="Palatino Linotype"/>
          <w:color w:val="000000"/>
          <w:sz w:val="28"/>
          <w:szCs w:val="28"/>
          <w:lang w:val="tg-Cyrl-TJ"/>
        </w:rPr>
        <w:t>Ҳамаи ҷавобҳо дурустанд;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$B) </w:t>
      </w:r>
      <w:r w:rsidRPr="00784F69">
        <w:rPr>
          <w:rFonts w:ascii="Palatino Linotype" w:hAnsi="Palatino Linotype"/>
          <w:color w:val="000000"/>
          <w:sz w:val="28"/>
          <w:szCs w:val="28"/>
          <w:lang w:val="tg-Cyrl-TJ"/>
        </w:rPr>
        <w:t>Фаъолияти бонкиро дар бар мегирад, ки аз дигар корхонаҳо ва институҳо бо хусусияти маҳсулоти худ фарқ менамояд;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$C) </w:t>
      </w:r>
      <w:r w:rsidRPr="00784F69">
        <w:rPr>
          <w:rFonts w:ascii="Palatino Linotype" w:hAnsi="Palatino Linotype"/>
          <w:color w:val="000000"/>
          <w:sz w:val="28"/>
          <w:szCs w:val="28"/>
          <w:lang w:val="tg-Cyrl-TJ"/>
        </w:rPr>
        <w:t>Аз гурӯҳишахсони махсусе иборат мебошанд, ки дорои донишҳои махсус буда, дар соҳаи фаъолияти бонкӣ ва идоракунии бонкӣ фаъолият мекунанд Аз гурӯҳишахсони махсусе иборат мебошанд, ки дорои донишҳои махсус буда, дар соҳаи фаъолияти бонкӣ ва идоракунии бонкӣ фаъолият мекунанд;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$D) </w:t>
      </w:r>
      <w:r w:rsidRPr="00784F69">
        <w:rPr>
          <w:rFonts w:ascii="Palatino Linotype" w:hAnsi="Palatino Linotype"/>
          <w:color w:val="000000"/>
          <w:sz w:val="28"/>
          <w:szCs w:val="28"/>
          <w:lang w:val="tg-Cyrl-TJ"/>
        </w:rPr>
        <w:t>Чорчӯбаи истехсолӣ, ба он чунин таҷҳизоти бонкӣ дохил мешавад: бино, иншоот, воситаҳои алоқа, робита, ахбори дохилӣ ва берунӣ, шакли муайяни молҳои истеҳсолӣ ва ғайра;</w:t>
      </w:r>
    </w:p>
    <w:p w:rsidR="00B65CA5" w:rsidRPr="00784F69" w:rsidRDefault="00B65CA5" w:rsidP="00C84BB2">
      <w:pPr>
        <w:spacing w:after="0" w:line="240" w:lineRule="auto"/>
        <w:jc w:val="both"/>
        <w:rPr>
          <w:rFonts w:ascii="Palatino Linotype" w:hAnsi="Palatino Linotype"/>
          <w:b/>
          <w:color w:val="000000"/>
          <w:sz w:val="28"/>
          <w:szCs w:val="28"/>
          <w:u w:val="single"/>
          <w:lang w:val="tg-Cyrl-TJ"/>
        </w:rPr>
      </w:pPr>
      <w:r w:rsidRPr="00784F69">
        <w:rPr>
          <w:rFonts w:ascii="Palatino Linotype" w:hAnsi="Palatino Linotype"/>
          <w:b/>
          <w:color w:val="000000"/>
          <w:sz w:val="28"/>
          <w:szCs w:val="28"/>
          <w:lang w:val="tg-Cyrl-TJ"/>
        </w:rPr>
        <w:t xml:space="preserve">$E) </w:t>
      </w:r>
      <w:r w:rsidRPr="00784F69">
        <w:rPr>
          <w:rFonts w:ascii="Palatino Linotype" w:hAnsi="Palatino Linotype"/>
          <w:color w:val="000000"/>
          <w:sz w:val="28"/>
          <w:szCs w:val="28"/>
          <w:lang w:val="tg-Cyrl-TJ"/>
        </w:rPr>
        <w:t>Сармояи бонкӣ дохил мешавад, ки ҳамчун сармояи махсус ба ҳисоб рафта, аз сармояи истеҳсолӣ ва тиҷоратӣ ҷудо шуда, ҳамчун сармоя дар шакли қарзӣ амал намуда, доимо дар ҳаракат мебошад</w:t>
      </w:r>
      <w:r w:rsidRPr="00784F69">
        <w:rPr>
          <w:rFonts w:ascii="Palatino Linotype" w:hAnsi="Palatino Linotype"/>
          <w:b/>
          <w:color w:val="000000"/>
          <w:sz w:val="28"/>
          <w:szCs w:val="28"/>
          <w:lang w:val="tg-Cyrl-TJ"/>
        </w:rPr>
        <w:t>;</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 xml:space="preserve">@127. </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Низоми қарзии муосир чист?</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$A) </w:t>
      </w:r>
      <w:r w:rsidRPr="00784F69">
        <w:rPr>
          <w:rFonts w:ascii="Palatino Linotype" w:hAnsi="Palatino Linotype"/>
          <w:color w:val="000000"/>
          <w:sz w:val="28"/>
          <w:szCs w:val="28"/>
          <w:lang w:val="tg-Cyrl-TJ"/>
        </w:rPr>
        <w:t>Низоми қарзии ташаккулёфтаи ҳозиразамон ду дара</w:t>
      </w:r>
      <w:r w:rsidRPr="00784F69">
        <w:rPr>
          <w:rFonts w:ascii="Palatino Linotype" w:hAnsi="Palatino Linotype" w:cs="Lucida Sans Unicode"/>
          <w:color w:val="000000"/>
          <w:sz w:val="28"/>
          <w:szCs w:val="28"/>
          <w:lang w:val="tg-Cyrl-TJ"/>
        </w:rPr>
        <w:t>ҷ</w:t>
      </w:r>
      <w:r w:rsidRPr="00784F69">
        <w:rPr>
          <w:rFonts w:ascii="Palatino Linotype" w:hAnsi="Palatino Linotype"/>
          <w:color w:val="000000"/>
          <w:sz w:val="28"/>
          <w:szCs w:val="28"/>
          <w:lang w:val="tg-Cyrl-TJ"/>
        </w:rPr>
        <w:t>аг</w:t>
      </w:r>
      <w:r w:rsidRPr="00784F69">
        <w:rPr>
          <w:rFonts w:ascii="Palatino Linotype" w:hAnsi="Palatino Linotype" w:cs="Palatino Linotype"/>
          <w:color w:val="000000"/>
          <w:sz w:val="28"/>
          <w:szCs w:val="28"/>
          <w:lang w:val="tg-Cyrl-TJ"/>
        </w:rPr>
        <w:t>ӣ</w:t>
      </w:r>
      <w:r w:rsidRPr="00784F69">
        <w:rPr>
          <w:rFonts w:ascii="Palatino Linotype" w:hAnsi="Palatino Linotype"/>
          <w:color w:val="000000"/>
          <w:sz w:val="28"/>
          <w:szCs w:val="28"/>
          <w:lang w:val="tg-Cyrl-TJ"/>
        </w:rPr>
        <w:t xml:space="preserve"> ё зерсистемаро – муассисаҳои бонк</w:t>
      </w:r>
      <w:r w:rsidRPr="00784F69">
        <w:rPr>
          <w:rFonts w:ascii="Palatino Linotype" w:hAnsi="Palatino Linotype" w:cs="Palatino Linotype"/>
          <w:color w:val="000000"/>
          <w:sz w:val="28"/>
          <w:szCs w:val="28"/>
          <w:lang w:val="tg-Cyrl-TJ"/>
        </w:rPr>
        <w:t>ӣ</w:t>
      </w:r>
      <w:r w:rsidRPr="00784F69">
        <w:rPr>
          <w:rFonts w:ascii="Palatino Linotype" w:hAnsi="Palatino Linotype"/>
          <w:color w:val="000000"/>
          <w:sz w:val="28"/>
          <w:szCs w:val="28"/>
          <w:lang w:val="tg-Cyrl-TJ"/>
        </w:rPr>
        <w:t xml:space="preserve"> ва парабонкиро дар бар мегирад, ки онҳо сохтори бонк</w:t>
      </w:r>
      <w:r w:rsidRPr="00784F69">
        <w:rPr>
          <w:rFonts w:ascii="Palatino Linotype" w:hAnsi="Palatino Linotype" w:cs="Palatino Linotype"/>
          <w:color w:val="000000"/>
          <w:sz w:val="28"/>
          <w:szCs w:val="28"/>
          <w:lang w:val="tg-Cyrl-TJ"/>
        </w:rPr>
        <w:t>ӣ</w:t>
      </w:r>
      <w:r w:rsidRPr="00784F69">
        <w:rPr>
          <w:rFonts w:ascii="Palatino Linotype" w:hAnsi="Palatino Linotype"/>
          <w:color w:val="000000"/>
          <w:sz w:val="28"/>
          <w:szCs w:val="28"/>
          <w:lang w:val="tg-Cyrl-TJ"/>
        </w:rPr>
        <w:t xml:space="preserve"> ва парабонкиро ба таври мувофиқ ташкил мекунанд;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$B) </w:t>
      </w:r>
      <w:r w:rsidRPr="00784F69">
        <w:rPr>
          <w:rFonts w:ascii="Palatino Linotype" w:hAnsi="Palatino Linotype"/>
          <w:color w:val="000000"/>
          <w:sz w:val="28"/>
          <w:szCs w:val="28"/>
          <w:lang w:val="tg-Cyrl-TJ"/>
        </w:rPr>
        <w:t>Низоми қарзии ташаккулёфтаи ҳозиразамон як дара</w:t>
      </w:r>
      <w:r w:rsidRPr="00784F69">
        <w:rPr>
          <w:rFonts w:ascii="Palatino Linotype" w:hAnsi="Palatino Linotype" w:cs="Lucida Sans Unicode"/>
          <w:color w:val="000000"/>
          <w:sz w:val="28"/>
          <w:szCs w:val="28"/>
          <w:lang w:val="tg-Cyrl-TJ"/>
        </w:rPr>
        <w:t>ҷ</w:t>
      </w:r>
      <w:r w:rsidRPr="00784F69">
        <w:rPr>
          <w:rFonts w:ascii="Palatino Linotype" w:hAnsi="Palatino Linotype"/>
          <w:color w:val="000000"/>
          <w:sz w:val="28"/>
          <w:szCs w:val="28"/>
          <w:lang w:val="tg-Cyrl-TJ"/>
        </w:rPr>
        <w:t>аг</w:t>
      </w:r>
      <w:r w:rsidRPr="00784F69">
        <w:rPr>
          <w:rFonts w:ascii="Palatino Linotype" w:hAnsi="Palatino Linotype" w:cs="Palatino Linotype"/>
          <w:color w:val="000000"/>
          <w:sz w:val="28"/>
          <w:szCs w:val="28"/>
          <w:lang w:val="tg-Cyrl-TJ"/>
        </w:rPr>
        <w:t>ӣ</w:t>
      </w:r>
      <w:r w:rsidRPr="00784F69">
        <w:rPr>
          <w:rFonts w:ascii="Palatino Linotype" w:hAnsi="Palatino Linotype"/>
          <w:color w:val="000000"/>
          <w:sz w:val="28"/>
          <w:szCs w:val="28"/>
          <w:lang w:val="tg-Cyrl-TJ"/>
        </w:rPr>
        <w:t xml:space="preserve"> ё зерсистемаро меноманд;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$C) </w:t>
      </w:r>
      <w:r w:rsidRPr="00784F69">
        <w:rPr>
          <w:rFonts w:ascii="Palatino Linotype" w:hAnsi="Palatino Linotype"/>
          <w:color w:val="000000"/>
          <w:sz w:val="28"/>
          <w:szCs w:val="28"/>
          <w:lang w:val="tg-Cyrl-TJ"/>
        </w:rPr>
        <w:t>Муассисаҳои бонк</w:t>
      </w:r>
      <w:r w:rsidRPr="00784F69">
        <w:rPr>
          <w:rFonts w:ascii="Palatino Linotype" w:hAnsi="Palatino Linotype" w:cs="Palatino Linotype"/>
          <w:color w:val="000000"/>
          <w:sz w:val="28"/>
          <w:szCs w:val="28"/>
          <w:lang w:val="tg-Cyrl-TJ"/>
        </w:rPr>
        <w:t>ӣ</w:t>
      </w:r>
      <w:r w:rsidRPr="00784F69">
        <w:rPr>
          <w:rFonts w:ascii="Palatino Linotype" w:hAnsi="Palatino Linotype"/>
          <w:color w:val="000000"/>
          <w:sz w:val="28"/>
          <w:szCs w:val="28"/>
          <w:lang w:val="tg-Cyrl-TJ"/>
        </w:rPr>
        <w:t>, парабонк</w:t>
      </w:r>
      <w:r w:rsidRPr="00784F69">
        <w:rPr>
          <w:rFonts w:ascii="Palatino Linotype" w:hAnsi="Palatino Linotype" w:cs="Palatino Linotype"/>
          <w:color w:val="000000"/>
          <w:sz w:val="28"/>
          <w:szCs w:val="28"/>
          <w:lang w:val="tg-Cyrl-TJ"/>
        </w:rPr>
        <w:t>ӣ ва микробонки</w:t>
      </w:r>
      <w:r w:rsidRPr="00784F69">
        <w:rPr>
          <w:rFonts w:ascii="Palatino Linotype" w:hAnsi="Palatino Linotype"/>
          <w:color w:val="000000"/>
          <w:sz w:val="28"/>
          <w:szCs w:val="28"/>
          <w:lang w:val="tg-Cyrl-TJ"/>
        </w:rPr>
        <w:t>ро дар бар мегирад,;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$D) </w:t>
      </w:r>
      <w:r w:rsidRPr="00784F69">
        <w:rPr>
          <w:rFonts w:ascii="Palatino Linotype" w:hAnsi="Palatino Linotype"/>
          <w:color w:val="000000"/>
          <w:sz w:val="28"/>
          <w:szCs w:val="28"/>
          <w:lang w:val="tg-Cyrl-TJ"/>
        </w:rPr>
        <w:t>Сохтори бонк</w:t>
      </w:r>
      <w:r w:rsidRPr="00784F69">
        <w:rPr>
          <w:rFonts w:ascii="Palatino Linotype" w:hAnsi="Palatino Linotype" w:cs="Palatino Linotype"/>
          <w:color w:val="000000"/>
          <w:sz w:val="28"/>
          <w:szCs w:val="28"/>
          <w:lang w:val="tg-Cyrl-TJ"/>
        </w:rPr>
        <w:t>ӣ</w:t>
      </w:r>
      <w:r w:rsidRPr="00784F69">
        <w:rPr>
          <w:rFonts w:ascii="Palatino Linotype" w:hAnsi="Palatino Linotype"/>
          <w:color w:val="000000"/>
          <w:sz w:val="28"/>
          <w:szCs w:val="28"/>
          <w:lang w:val="tg-Cyrl-TJ"/>
        </w:rPr>
        <w:t xml:space="preserve"> ва парабонкиро ба таври мувофиқ ташкил мекунанд;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$E) </w:t>
      </w:r>
      <w:r w:rsidRPr="00784F69">
        <w:rPr>
          <w:rFonts w:ascii="Palatino Linotype" w:hAnsi="Palatino Linotype"/>
          <w:color w:val="000000"/>
          <w:sz w:val="28"/>
          <w:szCs w:val="28"/>
          <w:lang w:val="tg-Cyrl-TJ"/>
        </w:rPr>
        <w:t>Низоми қарзии ташаккулёфтаи ҳозиразамон пан</w:t>
      </w:r>
      <w:r w:rsidRPr="00784F69">
        <w:rPr>
          <w:rFonts w:ascii="Palatino Linotype" w:hAnsi="Palatino Linotype" w:cs="Lucida Sans Unicode"/>
          <w:color w:val="000000"/>
          <w:sz w:val="28"/>
          <w:szCs w:val="28"/>
          <w:lang w:val="tg-Cyrl-TJ"/>
        </w:rPr>
        <w:t>ҷ</w:t>
      </w:r>
      <w:r w:rsidRPr="00784F69">
        <w:rPr>
          <w:rFonts w:ascii="Palatino Linotype" w:hAnsi="Palatino Linotype"/>
          <w:color w:val="000000"/>
          <w:sz w:val="28"/>
          <w:szCs w:val="28"/>
          <w:lang w:val="tg-Cyrl-TJ"/>
        </w:rPr>
        <w:t xml:space="preserve"> дара</w:t>
      </w:r>
      <w:r w:rsidRPr="00784F69">
        <w:rPr>
          <w:rFonts w:ascii="Palatino Linotype" w:hAnsi="Palatino Linotype" w:cs="Lucida Sans Unicode"/>
          <w:color w:val="000000"/>
          <w:sz w:val="28"/>
          <w:szCs w:val="28"/>
          <w:lang w:val="tg-Cyrl-TJ"/>
        </w:rPr>
        <w:t>ҷ</w:t>
      </w:r>
      <w:r w:rsidRPr="00784F69">
        <w:rPr>
          <w:rFonts w:ascii="Palatino Linotype" w:hAnsi="Palatino Linotype"/>
          <w:color w:val="000000"/>
          <w:sz w:val="28"/>
          <w:szCs w:val="28"/>
          <w:lang w:val="tg-Cyrl-TJ"/>
        </w:rPr>
        <w:t>аг</w:t>
      </w:r>
      <w:r w:rsidRPr="00784F69">
        <w:rPr>
          <w:rFonts w:ascii="Palatino Linotype" w:hAnsi="Palatino Linotype" w:cs="Palatino Linotype"/>
          <w:color w:val="000000"/>
          <w:sz w:val="28"/>
          <w:szCs w:val="28"/>
          <w:lang w:val="tg-Cyrl-TJ"/>
        </w:rPr>
        <w:t>ӣ</w:t>
      </w:r>
      <w:r w:rsidRPr="00784F69">
        <w:rPr>
          <w:rFonts w:ascii="Palatino Linotype" w:hAnsi="Palatino Linotype"/>
          <w:color w:val="000000"/>
          <w:sz w:val="28"/>
          <w:szCs w:val="28"/>
          <w:lang w:val="tg-Cyrl-TJ"/>
        </w:rPr>
        <w:t xml:space="preserve"> мебошад, ки аз муассисаҳои бонк</w:t>
      </w:r>
      <w:r w:rsidRPr="00784F69">
        <w:rPr>
          <w:rFonts w:ascii="Palatino Linotype" w:hAnsi="Palatino Linotype" w:cs="Palatino Linotype"/>
          <w:color w:val="000000"/>
          <w:sz w:val="28"/>
          <w:szCs w:val="28"/>
          <w:lang w:val="tg-Cyrl-TJ"/>
        </w:rPr>
        <w:t>ӣ</w:t>
      </w:r>
      <w:r w:rsidRPr="00784F69">
        <w:rPr>
          <w:rFonts w:ascii="Palatino Linotype" w:hAnsi="Palatino Linotype"/>
          <w:color w:val="000000"/>
          <w:sz w:val="28"/>
          <w:szCs w:val="28"/>
          <w:lang w:val="tg-Cyrl-TJ"/>
        </w:rPr>
        <w:t xml:space="preserve"> иборат на</w:t>
      </w:r>
      <w:r w:rsidRPr="00784F69">
        <w:rPr>
          <w:rFonts w:ascii="Palatino Linotype" w:hAnsi="Palatino Linotype" w:cs="Lucida Sans Unicode"/>
          <w:color w:val="000000"/>
          <w:sz w:val="28"/>
          <w:szCs w:val="28"/>
          <w:lang w:val="tg-Cyrl-TJ"/>
        </w:rPr>
        <w:t>мебошад</w:t>
      </w:r>
      <w:r w:rsidRPr="00784F69">
        <w:rPr>
          <w:rFonts w:ascii="Palatino Linotype" w:hAnsi="Palatino Linotype"/>
          <w:b/>
          <w:color w:val="000000"/>
          <w:sz w:val="28"/>
          <w:szCs w:val="28"/>
          <w:lang w:val="tg-Cyrl-TJ"/>
        </w:rPr>
        <w:t>;</w:t>
      </w:r>
    </w:p>
    <w:p w:rsidR="00B65CA5" w:rsidRPr="00784F69" w:rsidRDefault="00B65CA5" w:rsidP="00C84BB2">
      <w:pPr>
        <w:spacing w:after="0" w:line="240" w:lineRule="auto"/>
        <w:jc w:val="both"/>
        <w:rPr>
          <w:rFonts w:ascii="Palatino Linotype" w:hAnsi="Palatino Linotype"/>
          <w:b/>
          <w:color w:val="000000"/>
          <w:sz w:val="28"/>
          <w:szCs w:val="28"/>
        </w:rPr>
      </w:pPr>
      <w:r w:rsidRPr="00784F69">
        <w:rPr>
          <w:rFonts w:ascii="Palatino Linotype" w:hAnsi="Palatino Linotype"/>
          <w:b/>
          <w:color w:val="000000"/>
          <w:sz w:val="28"/>
          <w:szCs w:val="28"/>
        </w:rPr>
        <w:t xml:space="preserve">@128. </w:t>
      </w:r>
    </w:p>
    <w:p w:rsidR="00B65CA5" w:rsidRPr="00784F69" w:rsidRDefault="00B65CA5" w:rsidP="00C84BB2">
      <w:pPr>
        <w:spacing w:after="0" w:line="240" w:lineRule="auto"/>
        <w:jc w:val="both"/>
        <w:rPr>
          <w:rFonts w:ascii="Palatino Linotype" w:hAnsi="Palatino Linotype"/>
          <w:b/>
          <w:color w:val="000000"/>
          <w:sz w:val="28"/>
          <w:szCs w:val="28"/>
        </w:rPr>
      </w:pPr>
      <w:r w:rsidRPr="00784F69">
        <w:rPr>
          <w:rFonts w:ascii="Palatino Linotype" w:hAnsi="Palatino Linotype"/>
          <w:b/>
          <w:color w:val="000000"/>
          <w:sz w:val="28"/>
          <w:szCs w:val="28"/>
        </w:rPr>
        <w:t>Сохтори бонк</w:t>
      </w:r>
      <w:r w:rsidRPr="00784F69">
        <w:rPr>
          <w:rFonts w:ascii="Palatino Linotype" w:hAnsi="Palatino Linotype" w:cs="Palatino Linotype"/>
          <w:b/>
          <w:color w:val="000000"/>
          <w:sz w:val="28"/>
          <w:szCs w:val="28"/>
        </w:rPr>
        <w:t>ӣ</w:t>
      </w:r>
      <w:r w:rsidRPr="00784F69">
        <w:rPr>
          <w:rFonts w:ascii="Palatino Linotype" w:hAnsi="Palatino Linotype"/>
          <w:b/>
          <w:color w:val="000000"/>
          <w:sz w:val="28"/>
          <w:szCs w:val="28"/>
        </w:rPr>
        <w:t xml:space="preserve"> аз чиҳо иборат аст?</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$A) </w:t>
      </w:r>
      <w:r w:rsidRPr="00784F69">
        <w:rPr>
          <w:rFonts w:ascii="Palatino Linotype" w:hAnsi="Palatino Linotype"/>
          <w:color w:val="000000"/>
          <w:sz w:val="28"/>
          <w:szCs w:val="28"/>
        </w:rPr>
        <w:t>Сохтори бонк</w:t>
      </w:r>
      <w:r w:rsidRPr="00784F69">
        <w:rPr>
          <w:rFonts w:ascii="Palatino Linotype" w:hAnsi="Palatino Linotype" w:cs="Palatino Linotype"/>
          <w:color w:val="000000"/>
          <w:sz w:val="28"/>
          <w:szCs w:val="28"/>
        </w:rPr>
        <w:t>ӣ</w:t>
      </w:r>
      <w:r w:rsidRPr="00784F69">
        <w:rPr>
          <w:rFonts w:ascii="Palatino Linotype" w:hAnsi="Palatino Linotype"/>
          <w:color w:val="000000"/>
          <w:sz w:val="28"/>
          <w:szCs w:val="28"/>
        </w:rPr>
        <w:t xml:space="preserve"> -аз бонкҳо ва дигар муассисаҳои навъи бонк</w:t>
      </w:r>
      <w:r w:rsidRPr="00784F69">
        <w:rPr>
          <w:rFonts w:ascii="Palatino Linotype" w:hAnsi="Palatino Linotype" w:cs="Palatino Linotype"/>
          <w:color w:val="000000"/>
          <w:sz w:val="28"/>
          <w:szCs w:val="28"/>
        </w:rPr>
        <w:t>ӣ</w:t>
      </w:r>
      <w:r w:rsidRPr="00784F69">
        <w:rPr>
          <w:rFonts w:ascii="Palatino Linotype" w:hAnsi="Palatino Linotype"/>
          <w:color w:val="000000"/>
          <w:sz w:val="28"/>
          <w:szCs w:val="28"/>
        </w:rPr>
        <w:t xml:space="preserve"> иборат аст;</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$B) </w:t>
      </w:r>
      <w:r w:rsidRPr="00784F69">
        <w:rPr>
          <w:rFonts w:ascii="Palatino Linotype" w:hAnsi="Palatino Linotype"/>
          <w:color w:val="000000"/>
          <w:sz w:val="28"/>
          <w:szCs w:val="28"/>
        </w:rPr>
        <w:t>Сохтори бонк</w:t>
      </w:r>
      <w:r w:rsidRPr="00784F69">
        <w:rPr>
          <w:rFonts w:ascii="Palatino Linotype" w:hAnsi="Palatino Linotype" w:cs="Palatino Linotype"/>
          <w:color w:val="000000"/>
          <w:sz w:val="28"/>
          <w:szCs w:val="28"/>
        </w:rPr>
        <w:t>ӣ</w:t>
      </w:r>
      <w:r w:rsidRPr="00784F69">
        <w:rPr>
          <w:rFonts w:ascii="Palatino Linotype" w:hAnsi="Palatino Linotype"/>
          <w:color w:val="000000"/>
          <w:sz w:val="28"/>
          <w:szCs w:val="28"/>
        </w:rPr>
        <w:t xml:space="preserve"> -аз бонкҳо ва дигар муассисаҳои навъи бонк</w:t>
      </w:r>
      <w:r w:rsidRPr="00784F69">
        <w:rPr>
          <w:rFonts w:ascii="Palatino Linotype" w:hAnsi="Palatino Linotype" w:cs="Palatino Linotype"/>
          <w:color w:val="000000"/>
          <w:sz w:val="28"/>
          <w:szCs w:val="28"/>
        </w:rPr>
        <w:t>ӣ</w:t>
      </w:r>
      <w:r w:rsidRPr="00784F69">
        <w:rPr>
          <w:rFonts w:ascii="Palatino Linotype" w:hAnsi="Palatino Linotype"/>
          <w:color w:val="000000"/>
          <w:sz w:val="28"/>
          <w:szCs w:val="28"/>
        </w:rPr>
        <w:t xml:space="preserve"> иборат нест;</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$C) </w:t>
      </w:r>
      <w:r w:rsidRPr="00784F69">
        <w:rPr>
          <w:rFonts w:ascii="Palatino Linotype" w:hAnsi="Palatino Linotype"/>
          <w:color w:val="000000"/>
          <w:sz w:val="28"/>
          <w:szCs w:val="28"/>
        </w:rPr>
        <w:t>Сохтори бонк</w:t>
      </w:r>
      <w:r w:rsidRPr="00784F69">
        <w:rPr>
          <w:rFonts w:ascii="Palatino Linotype" w:hAnsi="Palatino Linotype" w:cs="Palatino Linotype"/>
          <w:color w:val="000000"/>
          <w:sz w:val="28"/>
          <w:szCs w:val="28"/>
        </w:rPr>
        <w:t>ӣ</w:t>
      </w:r>
      <w:r w:rsidRPr="00784F69">
        <w:rPr>
          <w:rFonts w:ascii="Palatino Linotype" w:hAnsi="Palatino Linotype"/>
          <w:color w:val="000000"/>
          <w:sz w:val="28"/>
          <w:szCs w:val="28"/>
        </w:rPr>
        <w:t xml:space="preserve"> -аз бонкҳо ва дигар муассисаҳои суғуртав</w:t>
      </w:r>
      <w:r w:rsidRPr="00784F69">
        <w:rPr>
          <w:rFonts w:ascii="Palatino Linotype" w:hAnsi="Palatino Linotype" w:cs="Palatino Linotype"/>
          <w:color w:val="000000"/>
          <w:sz w:val="28"/>
          <w:szCs w:val="28"/>
        </w:rPr>
        <w:t>ӣ</w:t>
      </w:r>
      <w:r w:rsidRPr="00784F69">
        <w:rPr>
          <w:rFonts w:ascii="Palatino Linotype" w:hAnsi="Palatino Linotype"/>
          <w:color w:val="000000"/>
          <w:sz w:val="28"/>
          <w:szCs w:val="28"/>
        </w:rPr>
        <w:t xml:space="preserve"> иборат аст;</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$D) </w:t>
      </w:r>
      <w:r w:rsidRPr="00784F69">
        <w:rPr>
          <w:rFonts w:ascii="Palatino Linotype" w:hAnsi="Palatino Linotype"/>
          <w:color w:val="000000"/>
          <w:sz w:val="28"/>
          <w:szCs w:val="28"/>
        </w:rPr>
        <w:t>Сохтори бонк</w:t>
      </w:r>
      <w:r w:rsidRPr="00784F69">
        <w:rPr>
          <w:rFonts w:ascii="Palatino Linotype" w:hAnsi="Palatino Linotype" w:cs="Palatino Linotype"/>
          <w:color w:val="000000"/>
          <w:sz w:val="28"/>
          <w:szCs w:val="28"/>
        </w:rPr>
        <w:t>ӣ</w:t>
      </w:r>
      <w:r w:rsidRPr="00784F69">
        <w:rPr>
          <w:rFonts w:ascii="Palatino Linotype" w:hAnsi="Palatino Linotype"/>
          <w:color w:val="000000"/>
          <w:sz w:val="28"/>
          <w:szCs w:val="28"/>
        </w:rPr>
        <w:t xml:space="preserve"> -аз пулҳо ва қарзҳои бонк</w:t>
      </w:r>
      <w:r w:rsidRPr="00784F69">
        <w:rPr>
          <w:rFonts w:ascii="Palatino Linotype" w:hAnsi="Palatino Linotype" w:cs="Palatino Linotype"/>
          <w:color w:val="000000"/>
          <w:sz w:val="28"/>
          <w:szCs w:val="28"/>
        </w:rPr>
        <w:t>ӣ</w:t>
      </w:r>
      <w:r w:rsidRPr="00784F69">
        <w:rPr>
          <w:rFonts w:ascii="Palatino Linotype" w:hAnsi="Palatino Linotype"/>
          <w:color w:val="000000"/>
          <w:sz w:val="28"/>
          <w:szCs w:val="28"/>
        </w:rPr>
        <w:t xml:space="preserve"> иборат аст;</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$E) </w:t>
      </w:r>
      <w:r w:rsidRPr="00784F69">
        <w:rPr>
          <w:rFonts w:ascii="Palatino Linotype" w:hAnsi="Palatino Linotype"/>
          <w:color w:val="000000"/>
          <w:sz w:val="28"/>
          <w:szCs w:val="28"/>
        </w:rPr>
        <w:t>Сохтори бонк</w:t>
      </w:r>
      <w:r w:rsidRPr="00784F69">
        <w:rPr>
          <w:rFonts w:ascii="Palatino Linotype" w:hAnsi="Palatino Linotype" w:cs="Palatino Linotype"/>
          <w:color w:val="000000"/>
          <w:sz w:val="28"/>
          <w:szCs w:val="28"/>
        </w:rPr>
        <w:t>ӣ</w:t>
      </w:r>
      <w:r w:rsidRPr="00784F69">
        <w:rPr>
          <w:rFonts w:ascii="Palatino Linotype" w:hAnsi="Palatino Linotype"/>
          <w:color w:val="000000"/>
          <w:sz w:val="28"/>
          <w:szCs w:val="28"/>
        </w:rPr>
        <w:t xml:space="preserve"> -аз биноҳо ва дигар корпоратсияҳои навъи хоҷаг</w:t>
      </w:r>
      <w:r w:rsidRPr="00784F69">
        <w:rPr>
          <w:rFonts w:ascii="Palatino Linotype" w:hAnsi="Palatino Linotype" w:cs="Palatino Linotype"/>
          <w:color w:val="000000"/>
          <w:sz w:val="28"/>
          <w:szCs w:val="28"/>
        </w:rPr>
        <w:t>ӣ</w:t>
      </w:r>
      <w:r w:rsidRPr="00784F69">
        <w:rPr>
          <w:rFonts w:ascii="Palatino Linotype" w:hAnsi="Palatino Linotype"/>
          <w:color w:val="000000"/>
          <w:sz w:val="28"/>
          <w:szCs w:val="28"/>
        </w:rPr>
        <w:t xml:space="preserve"> иборат аст</w:t>
      </w:r>
      <w:r w:rsidRPr="00784F69">
        <w:rPr>
          <w:rFonts w:ascii="Palatino Linotype" w:hAnsi="Palatino Linotype"/>
          <w:b/>
          <w:color w:val="000000"/>
          <w:sz w:val="28"/>
          <w:szCs w:val="28"/>
        </w:rPr>
        <w:t>;</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 xml:space="preserve">@129. </w:t>
      </w:r>
    </w:p>
    <w:p w:rsidR="00B65CA5" w:rsidRPr="00784F69" w:rsidRDefault="00B65CA5" w:rsidP="00C84BB2">
      <w:pPr>
        <w:pStyle w:val="NoSpacing"/>
        <w:jc w:val="both"/>
        <w:rPr>
          <w:rFonts w:ascii="Palatino Linotype" w:hAnsi="Palatino Linotype"/>
          <w:b/>
          <w:color w:val="000000"/>
          <w:sz w:val="28"/>
          <w:szCs w:val="28"/>
          <w:lang w:val="ru-RU"/>
        </w:rPr>
      </w:pPr>
      <w:r w:rsidRPr="00784F69">
        <w:rPr>
          <w:rFonts w:ascii="Palatino Linotype" w:hAnsi="Palatino Linotype"/>
          <w:b/>
          <w:color w:val="000000"/>
          <w:sz w:val="28"/>
          <w:szCs w:val="28"/>
          <w:lang w:val="tg-Cyrl-TJ"/>
        </w:rPr>
        <w:t>Сохтори парабонк</w:t>
      </w:r>
      <w:r w:rsidRPr="00784F69">
        <w:rPr>
          <w:rFonts w:ascii="Palatino Linotype" w:hAnsi="Palatino Linotype" w:cs="Palatino Linotype"/>
          <w:b/>
          <w:color w:val="000000"/>
          <w:sz w:val="28"/>
          <w:szCs w:val="28"/>
          <w:lang w:val="tg-Cyrl-TJ"/>
        </w:rPr>
        <w:t xml:space="preserve">ӣ </w:t>
      </w:r>
      <w:r w:rsidRPr="00784F69">
        <w:rPr>
          <w:rFonts w:ascii="Palatino Linotype" w:hAnsi="Palatino Linotype"/>
          <w:b/>
          <w:color w:val="000000"/>
          <w:sz w:val="28"/>
          <w:szCs w:val="28"/>
          <w:lang w:val="ru-RU"/>
        </w:rPr>
        <w:t>аз чиҳо иборат аст?</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$A) </w:t>
      </w:r>
      <w:r w:rsidRPr="00784F69">
        <w:rPr>
          <w:rFonts w:ascii="Palatino Linotype" w:hAnsi="Palatino Linotype"/>
          <w:color w:val="000000"/>
          <w:sz w:val="28"/>
          <w:szCs w:val="28"/>
        </w:rPr>
        <w:t>Сохтори парабонк</w:t>
      </w:r>
      <w:r w:rsidRPr="00784F69">
        <w:rPr>
          <w:rFonts w:ascii="Palatino Linotype" w:hAnsi="Palatino Linotype" w:cs="Palatino Linotype"/>
          <w:color w:val="000000"/>
          <w:sz w:val="28"/>
          <w:szCs w:val="28"/>
        </w:rPr>
        <w:t>ӣ -</w:t>
      </w:r>
      <w:r w:rsidRPr="00784F69">
        <w:rPr>
          <w:rFonts w:ascii="Palatino Linotype" w:hAnsi="Palatino Linotype"/>
          <w:color w:val="000000"/>
          <w:sz w:val="28"/>
          <w:szCs w:val="28"/>
        </w:rPr>
        <w:t>аз институтҳои махсусгардонидашудаи қарз</w:t>
      </w:r>
      <w:r w:rsidRPr="00784F69">
        <w:rPr>
          <w:rFonts w:ascii="Palatino Linotype" w:hAnsi="Palatino Linotype" w:cs="Palatino Linotype"/>
          <w:color w:val="000000"/>
          <w:sz w:val="28"/>
          <w:szCs w:val="28"/>
        </w:rPr>
        <w:t>ӣ</w:t>
      </w:r>
      <w:r w:rsidRPr="00784F69">
        <w:rPr>
          <w:rFonts w:ascii="Palatino Linotype" w:hAnsi="Palatino Linotype"/>
          <w:color w:val="000000"/>
          <w:sz w:val="28"/>
          <w:szCs w:val="28"/>
        </w:rPr>
        <w:t xml:space="preserve"> -молияв</w:t>
      </w:r>
      <w:r w:rsidRPr="00784F69">
        <w:rPr>
          <w:rFonts w:ascii="Palatino Linotype" w:hAnsi="Palatino Linotype" w:cs="Palatino Linotype"/>
          <w:color w:val="000000"/>
          <w:sz w:val="28"/>
          <w:szCs w:val="28"/>
        </w:rPr>
        <w:t>ӣ</w:t>
      </w:r>
      <w:r w:rsidRPr="00784F69">
        <w:rPr>
          <w:rFonts w:ascii="Palatino Linotype" w:hAnsi="Palatino Linotype"/>
          <w:color w:val="000000"/>
          <w:sz w:val="28"/>
          <w:szCs w:val="28"/>
        </w:rPr>
        <w:t xml:space="preserve"> ва почтав</w:t>
      </w:r>
      <w:r w:rsidRPr="00784F69">
        <w:rPr>
          <w:rFonts w:ascii="Palatino Linotype" w:hAnsi="Palatino Linotype" w:cs="Palatino Linotype"/>
          <w:color w:val="000000"/>
          <w:sz w:val="28"/>
          <w:szCs w:val="28"/>
        </w:rPr>
        <w:t>ӣ</w:t>
      </w:r>
      <w:r w:rsidRPr="00784F69">
        <w:rPr>
          <w:rFonts w:ascii="Palatino Linotype" w:hAnsi="Palatino Linotype"/>
          <w:color w:val="000000"/>
          <w:sz w:val="28"/>
          <w:szCs w:val="28"/>
        </w:rPr>
        <w:t xml:space="preserve"> - амонат</w:t>
      </w:r>
      <w:r w:rsidRPr="00784F69">
        <w:rPr>
          <w:rFonts w:ascii="Palatino Linotype" w:hAnsi="Palatino Linotype" w:cs="Palatino Linotype"/>
          <w:color w:val="000000"/>
          <w:sz w:val="28"/>
          <w:szCs w:val="28"/>
        </w:rPr>
        <w:t>ӣ</w:t>
      </w:r>
      <w:r w:rsidRPr="00784F69">
        <w:rPr>
          <w:rFonts w:ascii="Palatino Linotype" w:hAnsi="Palatino Linotype"/>
          <w:color w:val="000000"/>
          <w:sz w:val="28"/>
          <w:szCs w:val="28"/>
        </w:rPr>
        <w:t xml:space="preserve"> иборат аст;</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$B) </w:t>
      </w:r>
      <w:r w:rsidRPr="00784F69">
        <w:rPr>
          <w:rFonts w:ascii="Palatino Linotype" w:hAnsi="Palatino Linotype"/>
          <w:color w:val="000000"/>
          <w:sz w:val="28"/>
          <w:szCs w:val="28"/>
        </w:rPr>
        <w:t>Сохтори парабонк</w:t>
      </w:r>
      <w:r w:rsidRPr="00784F69">
        <w:rPr>
          <w:rFonts w:ascii="Palatino Linotype" w:hAnsi="Palatino Linotype" w:cs="Palatino Linotype"/>
          <w:color w:val="000000"/>
          <w:sz w:val="28"/>
          <w:szCs w:val="28"/>
        </w:rPr>
        <w:t>ӣ -</w:t>
      </w:r>
      <w:r w:rsidRPr="00784F69">
        <w:rPr>
          <w:rFonts w:ascii="Palatino Linotype" w:hAnsi="Palatino Linotype"/>
          <w:color w:val="000000"/>
          <w:sz w:val="28"/>
          <w:szCs w:val="28"/>
        </w:rPr>
        <w:t>аз институтҳои махсусгардонидашудаи молӣ -молияв</w:t>
      </w:r>
      <w:r w:rsidRPr="00784F69">
        <w:rPr>
          <w:rFonts w:ascii="Palatino Linotype" w:hAnsi="Palatino Linotype" w:cs="Palatino Linotype"/>
          <w:color w:val="000000"/>
          <w:sz w:val="28"/>
          <w:szCs w:val="28"/>
        </w:rPr>
        <w:t>ӣ</w:t>
      </w:r>
      <w:r w:rsidRPr="00784F69">
        <w:rPr>
          <w:rFonts w:ascii="Palatino Linotype" w:hAnsi="Palatino Linotype"/>
          <w:color w:val="000000"/>
          <w:sz w:val="28"/>
          <w:szCs w:val="28"/>
        </w:rPr>
        <w:t xml:space="preserve"> ва суғуртав</w:t>
      </w:r>
      <w:r w:rsidRPr="00784F69">
        <w:rPr>
          <w:rFonts w:ascii="Palatino Linotype" w:hAnsi="Palatino Linotype" w:cs="Palatino Linotype"/>
          <w:color w:val="000000"/>
          <w:sz w:val="28"/>
          <w:szCs w:val="28"/>
        </w:rPr>
        <w:t>ӣ</w:t>
      </w:r>
      <w:r w:rsidRPr="00784F69">
        <w:rPr>
          <w:rFonts w:ascii="Palatino Linotype" w:hAnsi="Palatino Linotype"/>
          <w:color w:val="000000"/>
          <w:sz w:val="28"/>
          <w:szCs w:val="28"/>
        </w:rPr>
        <w:t xml:space="preserve"> - амонат</w:t>
      </w:r>
      <w:r w:rsidRPr="00784F69">
        <w:rPr>
          <w:rFonts w:ascii="Palatino Linotype" w:hAnsi="Palatino Linotype" w:cs="Palatino Linotype"/>
          <w:color w:val="000000"/>
          <w:sz w:val="28"/>
          <w:szCs w:val="28"/>
        </w:rPr>
        <w:t>ӣ</w:t>
      </w:r>
      <w:r w:rsidRPr="00784F69">
        <w:rPr>
          <w:rFonts w:ascii="Palatino Linotype" w:hAnsi="Palatino Linotype"/>
          <w:color w:val="000000"/>
          <w:sz w:val="28"/>
          <w:szCs w:val="28"/>
        </w:rPr>
        <w:t xml:space="preserve"> иборат аст;</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$C) </w:t>
      </w:r>
      <w:r w:rsidRPr="00784F69">
        <w:rPr>
          <w:rFonts w:ascii="Palatino Linotype" w:hAnsi="Palatino Linotype"/>
          <w:color w:val="000000"/>
          <w:sz w:val="28"/>
          <w:szCs w:val="28"/>
        </w:rPr>
        <w:t>Сохтори парабонк</w:t>
      </w:r>
      <w:r w:rsidRPr="00784F69">
        <w:rPr>
          <w:rFonts w:ascii="Palatino Linotype" w:hAnsi="Palatino Linotype" w:cs="Palatino Linotype"/>
          <w:color w:val="000000"/>
          <w:sz w:val="28"/>
          <w:szCs w:val="28"/>
        </w:rPr>
        <w:t>ӣ -</w:t>
      </w:r>
      <w:r w:rsidRPr="00784F69">
        <w:rPr>
          <w:rFonts w:ascii="Palatino Linotype" w:hAnsi="Palatino Linotype"/>
          <w:color w:val="000000"/>
          <w:sz w:val="28"/>
          <w:szCs w:val="28"/>
        </w:rPr>
        <w:t>аз институтҳои махсусгардонидашудаи иҷтимо</w:t>
      </w:r>
      <w:r w:rsidRPr="00784F69">
        <w:rPr>
          <w:rFonts w:ascii="Palatino Linotype" w:hAnsi="Palatino Linotype" w:cs="Palatino Linotype"/>
          <w:color w:val="000000"/>
          <w:sz w:val="28"/>
          <w:szCs w:val="28"/>
        </w:rPr>
        <w:t>ӣ</w:t>
      </w:r>
      <w:r w:rsidRPr="00784F69">
        <w:rPr>
          <w:rFonts w:ascii="Palatino Linotype" w:hAnsi="Palatino Linotype"/>
          <w:color w:val="000000"/>
          <w:sz w:val="28"/>
          <w:szCs w:val="28"/>
        </w:rPr>
        <w:t xml:space="preserve"> -иқтисод</w:t>
      </w:r>
      <w:r w:rsidRPr="00784F69">
        <w:rPr>
          <w:rFonts w:ascii="Palatino Linotype" w:hAnsi="Palatino Linotype" w:cs="Palatino Linotype"/>
          <w:color w:val="000000"/>
          <w:sz w:val="28"/>
          <w:szCs w:val="28"/>
        </w:rPr>
        <w:t>ӣ</w:t>
      </w:r>
      <w:r w:rsidRPr="00784F69">
        <w:rPr>
          <w:rFonts w:ascii="Palatino Linotype" w:hAnsi="Palatino Linotype"/>
          <w:color w:val="000000"/>
          <w:sz w:val="28"/>
          <w:szCs w:val="28"/>
        </w:rPr>
        <w:t xml:space="preserve"> ва почтав</w:t>
      </w:r>
      <w:r w:rsidRPr="00784F69">
        <w:rPr>
          <w:rFonts w:ascii="Palatino Linotype" w:hAnsi="Palatino Linotype" w:cs="Palatino Linotype"/>
          <w:color w:val="000000"/>
          <w:sz w:val="28"/>
          <w:szCs w:val="28"/>
        </w:rPr>
        <w:t>ӣ</w:t>
      </w:r>
      <w:r w:rsidRPr="00784F69">
        <w:rPr>
          <w:rFonts w:ascii="Palatino Linotype" w:hAnsi="Palatino Linotype"/>
          <w:color w:val="000000"/>
          <w:sz w:val="28"/>
          <w:szCs w:val="28"/>
        </w:rPr>
        <w:t xml:space="preserve"> - амонат</w:t>
      </w:r>
      <w:r w:rsidRPr="00784F69">
        <w:rPr>
          <w:rFonts w:ascii="Palatino Linotype" w:hAnsi="Palatino Linotype" w:cs="Palatino Linotype"/>
          <w:color w:val="000000"/>
          <w:sz w:val="28"/>
          <w:szCs w:val="28"/>
        </w:rPr>
        <w:t>ӣ</w:t>
      </w:r>
      <w:r w:rsidRPr="00784F69">
        <w:rPr>
          <w:rFonts w:ascii="Palatino Linotype" w:hAnsi="Palatino Linotype"/>
          <w:color w:val="000000"/>
          <w:sz w:val="28"/>
          <w:szCs w:val="28"/>
        </w:rPr>
        <w:t xml:space="preserve"> иборат нест;</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$D) </w:t>
      </w:r>
      <w:r w:rsidRPr="00784F69">
        <w:rPr>
          <w:rFonts w:ascii="Palatino Linotype" w:hAnsi="Palatino Linotype"/>
          <w:color w:val="000000"/>
          <w:sz w:val="28"/>
          <w:szCs w:val="28"/>
        </w:rPr>
        <w:t>Сохтори парабонк</w:t>
      </w:r>
      <w:r w:rsidRPr="00784F69">
        <w:rPr>
          <w:rFonts w:ascii="Palatino Linotype" w:hAnsi="Palatino Linotype" w:cs="Palatino Linotype"/>
          <w:color w:val="000000"/>
          <w:sz w:val="28"/>
          <w:szCs w:val="28"/>
        </w:rPr>
        <w:t>ӣ -</w:t>
      </w:r>
      <w:r w:rsidRPr="00784F69">
        <w:rPr>
          <w:rFonts w:ascii="Palatino Linotype" w:hAnsi="Palatino Linotype"/>
          <w:color w:val="000000"/>
          <w:sz w:val="28"/>
          <w:szCs w:val="28"/>
        </w:rPr>
        <w:t>аз донишкадаҳои махсусгардонидашудаи иҷтимо</w:t>
      </w:r>
      <w:r w:rsidRPr="00784F69">
        <w:rPr>
          <w:rFonts w:ascii="Palatino Linotype" w:hAnsi="Palatino Linotype" w:cs="Palatino Linotype"/>
          <w:color w:val="000000"/>
          <w:sz w:val="28"/>
          <w:szCs w:val="28"/>
        </w:rPr>
        <w:t>ӣ</w:t>
      </w:r>
      <w:r w:rsidRPr="00784F69">
        <w:rPr>
          <w:rFonts w:ascii="Palatino Linotype" w:hAnsi="Palatino Linotype"/>
          <w:color w:val="000000"/>
          <w:sz w:val="28"/>
          <w:szCs w:val="28"/>
        </w:rPr>
        <w:t xml:space="preserve"> иборат аст;</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$E) </w:t>
      </w:r>
      <w:r w:rsidRPr="00784F69">
        <w:rPr>
          <w:rFonts w:ascii="Palatino Linotype" w:hAnsi="Palatino Linotype"/>
          <w:color w:val="000000"/>
          <w:sz w:val="28"/>
          <w:szCs w:val="28"/>
        </w:rPr>
        <w:t>Сохтори парабонк</w:t>
      </w:r>
      <w:r w:rsidRPr="00784F69">
        <w:rPr>
          <w:rFonts w:ascii="Palatino Linotype" w:hAnsi="Palatino Linotype" w:cs="Palatino Linotype"/>
          <w:color w:val="000000"/>
          <w:sz w:val="28"/>
          <w:szCs w:val="28"/>
        </w:rPr>
        <w:t>ӣ -</w:t>
      </w:r>
      <w:r w:rsidRPr="00784F69">
        <w:rPr>
          <w:rFonts w:ascii="Palatino Linotype" w:hAnsi="Palatino Linotype"/>
          <w:color w:val="000000"/>
          <w:sz w:val="28"/>
          <w:szCs w:val="28"/>
        </w:rPr>
        <w:t>аз университетҳои универсиалии хориҷ</w:t>
      </w:r>
      <w:r w:rsidRPr="00784F69">
        <w:rPr>
          <w:rFonts w:ascii="Palatino Linotype" w:hAnsi="Palatino Linotype" w:cs="Palatino Linotype"/>
          <w:color w:val="000000"/>
          <w:sz w:val="28"/>
          <w:szCs w:val="28"/>
        </w:rPr>
        <w:t>ӣ</w:t>
      </w:r>
      <w:r w:rsidRPr="00784F69">
        <w:rPr>
          <w:rFonts w:ascii="Palatino Linotype" w:hAnsi="Palatino Linotype"/>
          <w:color w:val="000000"/>
          <w:sz w:val="28"/>
          <w:szCs w:val="28"/>
        </w:rPr>
        <w:t xml:space="preserve"> -ватан</w:t>
      </w:r>
      <w:r w:rsidRPr="00784F69">
        <w:rPr>
          <w:rFonts w:ascii="Palatino Linotype" w:hAnsi="Palatino Linotype" w:cs="Palatino Linotype"/>
          <w:color w:val="000000"/>
          <w:sz w:val="28"/>
          <w:szCs w:val="28"/>
        </w:rPr>
        <w:t>ӣ</w:t>
      </w:r>
      <w:r w:rsidRPr="00784F69">
        <w:rPr>
          <w:rFonts w:ascii="Palatino Linotype" w:hAnsi="Palatino Linotype"/>
          <w:color w:val="000000"/>
          <w:sz w:val="28"/>
          <w:szCs w:val="28"/>
        </w:rPr>
        <w:t xml:space="preserve"> ва почтав</w:t>
      </w:r>
      <w:r w:rsidRPr="00784F69">
        <w:rPr>
          <w:rFonts w:ascii="Palatino Linotype" w:hAnsi="Palatino Linotype" w:cs="Palatino Linotype"/>
          <w:color w:val="000000"/>
          <w:sz w:val="28"/>
          <w:szCs w:val="28"/>
        </w:rPr>
        <w:t>ӣ</w:t>
      </w:r>
      <w:r w:rsidRPr="00784F69">
        <w:rPr>
          <w:rFonts w:ascii="Palatino Linotype" w:hAnsi="Palatino Linotype"/>
          <w:color w:val="000000"/>
          <w:sz w:val="28"/>
          <w:szCs w:val="28"/>
        </w:rPr>
        <w:t xml:space="preserve"> - амонат</w:t>
      </w:r>
      <w:r w:rsidRPr="00784F69">
        <w:rPr>
          <w:rFonts w:ascii="Palatino Linotype" w:hAnsi="Palatino Linotype" w:cs="Palatino Linotype"/>
          <w:color w:val="000000"/>
          <w:sz w:val="28"/>
          <w:szCs w:val="28"/>
        </w:rPr>
        <w:t>ӣ</w:t>
      </w:r>
      <w:r w:rsidRPr="00784F69">
        <w:rPr>
          <w:rFonts w:ascii="Palatino Linotype" w:hAnsi="Palatino Linotype"/>
          <w:color w:val="000000"/>
          <w:sz w:val="28"/>
          <w:szCs w:val="28"/>
        </w:rPr>
        <w:t xml:space="preserve"> иборат аст</w:t>
      </w:r>
      <w:r w:rsidRPr="00784F69">
        <w:rPr>
          <w:rFonts w:ascii="Palatino Linotype" w:hAnsi="Palatino Linotype"/>
          <w:b/>
          <w:color w:val="000000"/>
          <w:sz w:val="28"/>
          <w:szCs w:val="28"/>
        </w:rPr>
        <w:t>;</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 xml:space="preserve">@130. </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Низоми бонкӣ чист?</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$A) </w:t>
      </w:r>
      <w:r w:rsidRPr="00784F69">
        <w:rPr>
          <w:rFonts w:ascii="Palatino Linotype" w:hAnsi="Palatino Linotype"/>
          <w:color w:val="000000"/>
          <w:sz w:val="28"/>
          <w:szCs w:val="28"/>
          <w:lang w:val="tg-Cyrl-TJ"/>
        </w:rPr>
        <w:t>Низоми бонкӣ - ин маҷмӯи бонкҳо ва институтҳои молиявии ғайрибонкиро дар назар дорад, ки дар як давраи муайяни таърихӣ дар дохили ин ё он мамлакат, арзи вуҷуд доранд;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$B) </w:t>
      </w:r>
      <w:r w:rsidRPr="00784F69">
        <w:rPr>
          <w:rFonts w:ascii="Palatino Linotype" w:hAnsi="Palatino Linotype"/>
          <w:color w:val="000000"/>
          <w:sz w:val="28"/>
          <w:szCs w:val="28"/>
          <w:lang w:val="tg-Cyrl-TJ"/>
        </w:rPr>
        <w:t>Низоми бонкӣ - ин маҷмӯи пулҳо ва институтҳои молиявии пулбарорандаро дар назар дорад, ки дар як давраи муайяни пайдо шудаанд;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$C) </w:t>
      </w:r>
      <w:r w:rsidRPr="00784F69">
        <w:rPr>
          <w:rFonts w:ascii="Palatino Linotype" w:hAnsi="Palatino Linotype"/>
          <w:color w:val="000000"/>
          <w:sz w:val="28"/>
          <w:szCs w:val="28"/>
          <w:lang w:val="tg-Cyrl-TJ"/>
        </w:rPr>
        <w:t>Низоми бонкӣ - ин маҷмӯи ташкилот</w:t>
      </w:r>
      <w:r w:rsidRPr="00784F69">
        <w:rPr>
          <w:rFonts w:ascii="Palatino Linotype" w:hAnsi="Palatino Linotype" w:cs="Arial"/>
          <w:color w:val="000000"/>
          <w:sz w:val="28"/>
          <w:szCs w:val="28"/>
          <w:lang w:val="tg-Cyrl-TJ"/>
        </w:rPr>
        <w:t>ҳ</w:t>
      </w:r>
      <w:r w:rsidRPr="00784F69">
        <w:rPr>
          <w:rFonts w:ascii="Palatino Linotype" w:hAnsi="Palatino Linotype" w:cs="Calibri"/>
          <w:color w:val="000000"/>
          <w:sz w:val="28"/>
          <w:szCs w:val="28"/>
          <w:lang w:val="tg-Cyrl-TJ"/>
        </w:rPr>
        <w:t>ои динии хурд</w:t>
      </w:r>
      <w:r w:rsidRPr="00784F69">
        <w:rPr>
          <w:rFonts w:ascii="Palatino Linotype" w:hAnsi="Palatino Linotype"/>
          <w:color w:val="000000"/>
          <w:sz w:val="28"/>
          <w:szCs w:val="28"/>
          <w:lang w:val="tg-Cyrl-TJ"/>
        </w:rPr>
        <w:t>ро дар назар дорад, ки дар як давраи муайяни таърихӣ дар дохили ин ё он мамлакат, арзи вуҷуд доранд;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$D) </w:t>
      </w:r>
      <w:r w:rsidRPr="00784F69">
        <w:rPr>
          <w:rFonts w:ascii="Palatino Linotype" w:hAnsi="Palatino Linotype"/>
          <w:color w:val="000000"/>
          <w:sz w:val="28"/>
          <w:szCs w:val="28"/>
          <w:lang w:val="tg-Cyrl-TJ"/>
        </w:rPr>
        <w:t>Низоми бонкӣ - ин маҷмӯи ҷ</w:t>
      </w:r>
      <w:r w:rsidRPr="00784F69">
        <w:rPr>
          <w:rFonts w:ascii="Palatino Linotype" w:hAnsi="Palatino Linotype" w:cs="Calibri"/>
          <w:color w:val="000000"/>
          <w:sz w:val="28"/>
          <w:szCs w:val="28"/>
          <w:lang w:val="tg-Cyrl-TJ"/>
        </w:rPr>
        <w:t>амъият</w:t>
      </w:r>
      <w:r w:rsidRPr="00784F69">
        <w:rPr>
          <w:rFonts w:ascii="Palatino Linotype" w:hAnsi="Palatino Linotype" w:cs="Arial"/>
          <w:color w:val="000000"/>
          <w:sz w:val="28"/>
          <w:szCs w:val="28"/>
          <w:lang w:val="tg-Cyrl-TJ"/>
        </w:rPr>
        <w:t>ҳ</w:t>
      </w:r>
      <w:r w:rsidRPr="00784F69">
        <w:rPr>
          <w:rFonts w:ascii="Palatino Linotype" w:hAnsi="Palatino Linotype" w:cs="Calibri"/>
          <w:color w:val="000000"/>
          <w:sz w:val="28"/>
          <w:szCs w:val="28"/>
          <w:lang w:val="tg-Cyrl-TJ"/>
        </w:rPr>
        <w:t xml:space="preserve">ои </w:t>
      </w:r>
      <w:r w:rsidRPr="00784F69">
        <w:rPr>
          <w:rFonts w:ascii="Palatino Linotype" w:hAnsi="Palatino Linotype" w:cs="Arial"/>
          <w:color w:val="000000"/>
          <w:sz w:val="28"/>
          <w:szCs w:val="28"/>
          <w:lang w:val="tg-Cyrl-TJ"/>
        </w:rPr>
        <w:t>мададгориро</w:t>
      </w:r>
      <w:r w:rsidRPr="00784F69">
        <w:rPr>
          <w:rFonts w:ascii="Palatino Linotype" w:hAnsi="Palatino Linotype"/>
          <w:color w:val="000000"/>
          <w:sz w:val="28"/>
          <w:szCs w:val="28"/>
          <w:lang w:val="tg-Cyrl-TJ"/>
        </w:rPr>
        <w:t xml:space="preserve"> дар назар дорад, ки дар як давраи муайяни таърихӣ дар дохили ин ё он мамлакат, арзи вуҷуд доранд;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$E) </w:t>
      </w:r>
      <w:r w:rsidRPr="00784F69">
        <w:rPr>
          <w:rFonts w:ascii="Palatino Linotype" w:hAnsi="Palatino Linotype"/>
          <w:color w:val="000000"/>
          <w:sz w:val="28"/>
          <w:szCs w:val="28"/>
          <w:lang w:val="tg-Cyrl-TJ"/>
        </w:rPr>
        <w:t>Низоми бонкӣ - ин маҷмӯи биноҳо ва институтҳои донишмандиро дар назар дорад, ки дар як давраи муайяни таърихӣ дар дохили ин ё он мамлакат, арзи вуҷуд доранд;</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 xml:space="preserve">@131. </w:t>
      </w:r>
    </w:p>
    <w:p w:rsidR="00B65CA5" w:rsidRPr="00784F69" w:rsidRDefault="00B65CA5" w:rsidP="00C84BB2">
      <w:pPr>
        <w:pStyle w:val="NoSpacing"/>
        <w:jc w:val="both"/>
        <w:rPr>
          <w:rFonts w:ascii="Palatino Linotype" w:hAnsi="Palatino Linotype"/>
          <w:b/>
          <w:color w:val="000000"/>
          <w:sz w:val="28"/>
          <w:szCs w:val="28"/>
          <w:lang w:val="ru-RU"/>
        </w:rPr>
      </w:pPr>
      <w:r w:rsidRPr="00784F69">
        <w:rPr>
          <w:rFonts w:ascii="Palatino Linotype" w:hAnsi="Palatino Linotype"/>
          <w:b/>
          <w:color w:val="000000"/>
          <w:sz w:val="28"/>
          <w:szCs w:val="28"/>
          <w:lang w:val="tg-Cyrl-TJ"/>
        </w:rPr>
        <w:t>Дар амалия шаклҳои гуногуни бонкҳо амал менамоянд аз ҷумла</w:t>
      </w:r>
      <w:r w:rsidRPr="00784F69">
        <w:rPr>
          <w:rFonts w:ascii="Palatino Linotype" w:hAnsi="Palatino Linotype"/>
          <w:b/>
          <w:color w:val="000000"/>
          <w:sz w:val="28"/>
          <w:szCs w:val="28"/>
          <w:lang w:val="ru-RU"/>
        </w:rPr>
        <w:t>?</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$A) </w:t>
      </w:r>
      <w:r w:rsidRPr="00784F69">
        <w:rPr>
          <w:rFonts w:ascii="Palatino Linotype" w:hAnsi="Palatino Linotype"/>
          <w:color w:val="000000"/>
          <w:sz w:val="28"/>
          <w:szCs w:val="28"/>
        </w:rPr>
        <w:t>Бонкҳои эмиссионӣ ва тиҷоратӣ;</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$B) </w:t>
      </w:r>
      <w:r w:rsidRPr="00784F69">
        <w:rPr>
          <w:rFonts w:ascii="Palatino Linotype" w:hAnsi="Palatino Linotype"/>
          <w:color w:val="000000"/>
          <w:sz w:val="28"/>
          <w:szCs w:val="28"/>
        </w:rPr>
        <w:t>Бонкҳои калонва хурд;</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$C) </w:t>
      </w:r>
      <w:r w:rsidRPr="00784F69">
        <w:rPr>
          <w:rFonts w:ascii="Palatino Linotype" w:hAnsi="Palatino Linotype"/>
          <w:color w:val="000000"/>
          <w:sz w:val="28"/>
          <w:szCs w:val="28"/>
        </w:rPr>
        <w:t>Бонкҳои оддӣ ва фоидаовар;</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$D) </w:t>
      </w:r>
      <w:r w:rsidRPr="00784F69">
        <w:rPr>
          <w:rFonts w:ascii="Palatino Linotype" w:hAnsi="Palatino Linotype"/>
          <w:color w:val="000000"/>
          <w:sz w:val="28"/>
          <w:szCs w:val="28"/>
        </w:rPr>
        <w:t>Бонкҳои инкассаторӣ ва ҷорӣ;</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$E) </w:t>
      </w:r>
      <w:r w:rsidRPr="00784F69">
        <w:rPr>
          <w:rFonts w:ascii="Palatino Linotype" w:hAnsi="Palatino Linotype"/>
          <w:color w:val="000000"/>
          <w:sz w:val="28"/>
          <w:szCs w:val="28"/>
        </w:rPr>
        <w:t>Бонкҳои хазинавӣ ва бойгонӣ;</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 xml:space="preserve">@132. </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Дар зинаи якуми низоми бонкӣ чӣ ҷойгир шудааст?</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$A) </w:t>
      </w:r>
      <w:r w:rsidRPr="00784F69">
        <w:rPr>
          <w:rFonts w:ascii="Palatino Linotype" w:hAnsi="Palatino Linotype"/>
          <w:color w:val="000000"/>
          <w:sz w:val="28"/>
          <w:szCs w:val="28"/>
          <w:lang w:val="tg-Cyrl-TJ"/>
        </w:rPr>
        <w:t>Бонкҳои марказию эмиссионӣ мебошанд, аз он сабаб, ки ин гуна бонкҳо дар тамоми мамолики дунё бонкҳои аз ҳама калонтарин ба шумор рафта, танзимгар ва назоратгари тамоми дигар намуди бонкҳо мебошанд;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$B) </w:t>
      </w:r>
      <w:r w:rsidRPr="00784F69">
        <w:rPr>
          <w:rFonts w:ascii="Palatino Linotype" w:hAnsi="Palatino Linotype"/>
          <w:color w:val="000000"/>
          <w:sz w:val="28"/>
          <w:szCs w:val="28"/>
          <w:lang w:val="tg-Cyrl-TJ"/>
        </w:rPr>
        <w:t>Корхона</w:t>
      </w:r>
      <w:r w:rsidRPr="00784F69">
        <w:rPr>
          <w:rFonts w:ascii="Palatino Linotype" w:hAnsi="Palatino Linotype" w:cs="Arial"/>
          <w:color w:val="000000"/>
          <w:sz w:val="28"/>
          <w:szCs w:val="28"/>
          <w:lang w:val="tg-Cyrl-TJ"/>
        </w:rPr>
        <w:t>ҳ</w:t>
      </w:r>
      <w:r w:rsidRPr="00784F69">
        <w:rPr>
          <w:rFonts w:ascii="Palatino Linotype" w:hAnsi="Palatino Linotype" w:cs="Calibri"/>
          <w:color w:val="000000"/>
          <w:sz w:val="28"/>
          <w:szCs w:val="28"/>
          <w:lang w:val="tg-Cyrl-TJ"/>
        </w:rPr>
        <w:t>ои мабла</w:t>
      </w:r>
      <w:r w:rsidRPr="00784F69">
        <w:rPr>
          <w:rFonts w:ascii="Palatino Linotype" w:hAnsi="Palatino Linotype" w:cs="Arial"/>
          <w:color w:val="000000"/>
          <w:sz w:val="28"/>
          <w:szCs w:val="28"/>
          <w:lang w:val="tg-Cyrl-TJ"/>
        </w:rPr>
        <w:t>ғ</w:t>
      </w:r>
      <w:r w:rsidRPr="00784F69">
        <w:rPr>
          <w:rFonts w:ascii="Palatino Linotype" w:hAnsi="Palatino Linotype" w:cs="Calibri"/>
          <w:color w:val="000000"/>
          <w:sz w:val="28"/>
          <w:szCs w:val="28"/>
          <w:lang w:val="tg-Cyrl-TJ"/>
        </w:rPr>
        <w:t>гузории хурд</w:t>
      </w:r>
      <w:r w:rsidRPr="00784F69">
        <w:rPr>
          <w:rFonts w:ascii="Palatino Linotype" w:hAnsi="Palatino Linotype"/>
          <w:color w:val="000000"/>
          <w:sz w:val="28"/>
          <w:szCs w:val="28"/>
          <w:lang w:val="tg-Cyrl-TJ"/>
        </w:rPr>
        <w:t xml:space="preserve"> мебошанд, аз он сабаб, ки ин гуна бонкҳо дар тамоми мамолики дунё бонкҳои аз ҳама калонтарин ба шумор рафта, танзимгар ва назоратгари тамоми дигар намуди бонкҳо мебошанд;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$C) </w:t>
      </w:r>
      <w:r w:rsidRPr="00784F69">
        <w:rPr>
          <w:rFonts w:ascii="Palatino Linotype" w:hAnsi="Palatino Linotype"/>
          <w:color w:val="000000"/>
          <w:sz w:val="28"/>
          <w:szCs w:val="28"/>
          <w:lang w:val="tg-Cyrl-TJ"/>
        </w:rPr>
        <w:t>Биноҳои марказию эмиссионӣ ва ташкилот</w:t>
      </w:r>
      <w:r w:rsidRPr="00784F69">
        <w:rPr>
          <w:rFonts w:ascii="Palatino Linotype" w:hAnsi="Palatino Linotype" w:cs="Arial"/>
          <w:color w:val="000000"/>
          <w:sz w:val="28"/>
          <w:szCs w:val="28"/>
          <w:lang w:val="tg-Cyrl-TJ"/>
        </w:rPr>
        <w:t>ҳ</w:t>
      </w:r>
      <w:r w:rsidRPr="00784F69">
        <w:rPr>
          <w:rFonts w:ascii="Palatino Linotype" w:hAnsi="Palatino Linotype" w:cs="Calibri"/>
          <w:color w:val="000000"/>
          <w:sz w:val="28"/>
          <w:szCs w:val="28"/>
          <w:lang w:val="tg-Cyrl-TJ"/>
        </w:rPr>
        <w:t xml:space="preserve">ои молиявии </w:t>
      </w:r>
      <w:r w:rsidRPr="00784F69">
        <w:rPr>
          <w:rFonts w:ascii="Palatino Linotype" w:hAnsi="Palatino Linotype" w:cs="Arial"/>
          <w:color w:val="000000"/>
          <w:sz w:val="28"/>
          <w:szCs w:val="28"/>
          <w:lang w:val="tg-Cyrl-TJ"/>
        </w:rPr>
        <w:t>ғ</w:t>
      </w:r>
      <w:r w:rsidRPr="00784F69">
        <w:rPr>
          <w:rFonts w:ascii="Palatino Linotype" w:hAnsi="Palatino Linotype" w:cs="Calibri"/>
          <w:color w:val="000000"/>
          <w:sz w:val="28"/>
          <w:szCs w:val="28"/>
          <w:lang w:val="tg-Cyrl-TJ"/>
        </w:rPr>
        <w:t>айрибонк</w:t>
      </w:r>
      <w:r w:rsidRPr="00784F69">
        <w:rPr>
          <w:rFonts w:ascii="Palatino Linotype" w:hAnsi="Palatino Linotype" w:cs="Arial"/>
          <w:color w:val="000000"/>
          <w:sz w:val="28"/>
          <w:szCs w:val="28"/>
          <w:lang w:val="tg-Cyrl-TJ"/>
        </w:rPr>
        <w:t>ӣ</w:t>
      </w:r>
      <w:r w:rsidRPr="00784F69">
        <w:rPr>
          <w:rFonts w:ascii="Palatino Linotype" w:hAnsi="Palatino Linotype"/>
          <w:color w:val="000000"/>
          <w:sz w:val="28"/>
          <w:szCs w:val="28"/>
          <w:lang w:val="tg-Cyrl-TJ"/>
        </w:rPr>
        <w:t xml:space="preserve"> мебошанд, аз он сабаб, ки ин гуна бонкҳо дар тамоми мамолики дунё бонкҳои аз ҳама калонтарин ба шумор рафта, танзимгар ва назоратгари тамоми дигар намуди бонкҳо мебошанд;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$D) </w:t>
      </w:r>
      <w:r w:rsidRPr="00784F69">
        <w:rPr>
          <w:rFonts w:ascii="Palatino Linotype" w:hAnsi="Palatino Linotype"/>
          <w:color w:val="000000"/>
          <w:sz w:val="28"/>
          <w:szCs w:val="28"/>
          <w:lang w:val="tg-Cyrl-TJ"/>
        </w:rPr>
        <w:t>Хоҷагиҳои са</w:t>
      </w:r>
      <w:r w:rsidRPr="00784F69">
        <w:rPr>
          <w:rFonts w:ascii="Palatino Linotype" w:hAnsi="Palatino Linotype" w:cs="Arial"/>
          <w:color w:val="000000"/>
          <w:sz w:val="28"/>
          <w:szCs w:val="28"/>
          <w:lang w:val="tg-Cyrl-TJ"/>
        </w:rPr>
        <w:t>ҳом</w:t>
      </w:r>
      <w:r w:rsidRPr="00784F69">
        <w:rPr>
          <w:rFonts w:ascii="Palatino Linotype" w:hAnsi="Palatino Linotype"/>
          <w:color w:val="000000"/>
          <w:sz w:val="28"/>
          <w:szCs w:val="28"/>
          <w:lang w:val="tg-Cyrl-TJ"/>
        </w:rPr>
        <w:t>ӣтиҷоратӣ мебошанд, аз он сабаб, ки ин гуна бонкҳо дар тамоми мамолики дунё бонкҳои аз ҳама калонтарин ба шумор рафта, танзимгар ва назоратгари тамоми дигар намуди бонкҳо мебошанд, ин гуна бонкҳо дар ҳама мамлакатҳо номҳои гуногуни худро доранд;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$E) </w:t>
      </w:r>
      <w:r w:rsidRPr="00784F69">
        <w:rPr>
          <w:rFonts w:ascii="Palatino Linotype" w:hAnsi="Palatino Linotype"/>
          <w:color w:val="000000"/>
          <w:sz w:val="28"/>
          <w:szCs w:val="28"/>
          <w:lang w:val="tg-Cyrl-TJ"/>
        </w:rPr>
        <w:t>Миёнаравҳои</w:t>
      </w:r>
      <w:r w:rsidRPr="00784F69">
        <w:rPr>
          <w:rFonts w:ascii="Palatino Linotype" w:hAnsi="Palatino Linotype" w:cs="Arial"/>
          <w:color w:val="000000"/>
          <w:sz w:val="28"/>
          <w:szCs w:val="28"/>
          <w:lang w:val="tg-Cyrl-TJ"/>
        </w:rPr>
        <w:t>қ</w:t>
      </w:r>
      <w:r w:rsidRPr="00784F69">
        <w:rPr>
          <w:rFonts w:ascii="Palatino Linotype" w:hAnsi="Palatino Linotype" w:cs="Calibri"/>
          <w:color w:val="000000"/>
          <w:sz w:val="28"/>
          <w:szCs w:val="28"/>
          <w:lang w:val="tg-Cyrl-TJ"/>
        </w:rPr>
        <w:t>а</w:t>
      </w:r>
      <w:r w:rsidRPr="00784F69">
        <w:rPr>
          <w:rFonts w:ascii="Palatino Linotype" w:hAnsi="Palatino Linotype"/>
          <w:color w:val="000000"/>
          <w:sz w:val="28"/>
          <w:szCs w:val="28"/>
          <w:lang w:val="tg-Cyrl-TJ"/>
        </w:rPr>
        <w:t>рзди</w:t>
      </w:r>
      <w:r w:rsidRPr="00784F69">
        <w:rPr>
          <w:rFonts w:ascii="Palatino Linotype" w:hAnsi="Palatino Linotype" w:cs="Arial"/>
          <w:color w:val="000000"/>
          <w:sz w:val="28"/>
          <w:szCs w:val="28"/>
          <w:lang w:val="tg-Cyrl-TJ"/>
        </w:rPr>
        <w:t>ҳӣ</w:t>
      </w:r>
      <w:r w:rsidRPr="00784F69">
        <w:rPr>
          <w:rFonts w:ascii="Palatino Linotype" w:hAnsi="Palatino Linotype"/>
          <w:color w:val="000000"/>
          <w:sz w:val="28"/>
          <w:szCs w:val="28"/>
          <w:lang w:val="tg-Cyrl-TJ"/>
        </w:rPr>
        <w:t xml:space="preserve"> мебошанд, аз он сабаб, ки ин гуна бонкҳо дар тамоми мамолики дунё бонкҳои аз ҳама калонтарин ба шумор рафта, танзимгар ва назоратгари тамоми дигар намуди бонкҳо мебошанд;</w:t>
      </w:r>
    </w:p>
    <w:p w:rsidR="00B65CA5" w:rsidRPr="00784F69" w:rsidRDefault="00B65CA5" w:rsidP="00C84BB2">
      <w:pPr>
        <w:spacing w:after="0" w:line="240" w:lineRule="auto"/>
        <w:jc w:val="both"/>
        <w:rPr>
          <w:rFonts w:ascii="Palatino Linotype" w:hAnsi="Palatino Linotype"/>
          <w:b/>
          <w:color w:val="000000"/>
          <w:sz w:val="28"/>
          <w:szCs w:val="28"/>
        </w:rPr>
      </w:pPr>
      <w:r w:rsidRPr="00784F69">
        <w:rPr>
          <w:rFonts w:ascii="Palatino Linotype" w:hAnsi="Palatino Linotype"/>
          <w:b/>
          <w:color w:val="000000"/>
          <w:sz w:val="28"/>
          <w:szCs w:val="28"/>
        </w:rPr>
        <w:t xml:space="preserve">@133. </w:t>
      </w:r>
    </w:p>
    <w:p w:rsidR="00B65CA5" w:rsidRPr="00784F69" w:rsidRDefault="00B65CA5" w:rsidP="00C84BB2">
      <w:pPr>
        <w:spacing w:after="0" w:line="240" w:lineRule="auto"/>
        <w:jc w:val="both"/>
        <w:rPr>
          <w:rFonts w:ascii="Palatino Linotype" w:hAnsi="Palatino Linotype"/>
          <w:b/>
          <w:color w:val="000000"/>
          <w:sz w:val="28"/>
          <w:szCs w:val="28"/>
        </w:rPr>
      </w:pPr>
      <w:r w:rsidRPr="00784F69">
        <w:rPr>
          <w:rFonts w:ascii="Palatino Linotype" w:hAnsi="Palatino Linotype"/>
          <w:b/>
          <w:color w:val="000000"/>
          <w:sz w:val="28"/>
          <w:szCs w:val="28"/>
        </w:rPr>
        <w:t>Дар Ҷумҳурии Тоҷикистон нақши бонки эмиссиониро кадом бонк мебозад?</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$A) </w:t>
      </w:r>
      <w:r w:rsidRPr="00784F69">
        <w:rPr>
          <w:rFonts w:ascii="Palatino Linotype" w:hAnsi="Palatino Linotype"/>
          <w:color w:val="000000"/>
          <w:sz w:val="28"/>
          <w:szCs w:val="28"/>
        </w:rPr>
        <w:t>Дар Ҷумҳурии Тоҷикистон нақши ин бонкро Бонки миллии Тоҷикистон, ки аз соли 1996 мустақилии худро ба даст овардааст, мебозад;</w:t>
      </w:r>
    </w:p>
    <w:p w:rsidR="00B65CA5" w:rsidRPr="00784F69" w:rsidRDefault="00B65CA5" w:rsidP="00C84BB2">
      <w:pPr>
        <w:tabs>
          <w:tab w:val="left" w:pos="8222"/>
        </w:tabs>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$B) </w:t>
      </w:r>
      <w:r w:rsidRPr="00784F69">
        <w:rPr>
          <w:rFonts w:ascii="Palatino Linotype" w:hAnsi="Palatino Linotype"/>
          <w:color w:val="000000"/>
          <w:sz w:val="28"/>
          <w:szCs w:val="28"/>
        </w:rPr>
        <w:t>Дар Ҷумҳурии Тоҷикистон нақши ин бонкро “Бонки Агроинвестбонк”, ки аз соли 1993 мустақилии худро ба даст овардааст, мебозад;</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$C) </w:t>
      </w:r>
      <w:r w:rsidRPr="00784F69">
        <w:rPr>
          <w:rFonts w:ascii="Palatino Linotype" w:hAnsi="Palatino Linotype"/>
          <w:color w:val="000000"/>
          <w:sz w:val="28"/>
          <w:szCs w:val="28"/>
        </w:rPr>
        <w:t>Дар Ҷумҳурии Тоҷикистон нақши ин бонкро “Ассотсиатсияи бонкҳои Тоҷикистон”, ки аз соли 2008 пайдо шудааст, мебозад;</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$D) </w:t>
      </w:r>
      <w:r w:rsidRPr="00784F69">
        <w:rPr>
          <w:rFonts w:ascii="Palatino Linotype" w:hAnsi="Palatino Linotype"/>
          <w:color w:val="000000"/>
          <w:sz w:val="28"/>
          <w:szCs w:val="28"/>
        </w:rPr>
        <w:t xml:space="preserve">Дар Ҷумҳурии Тоҷикистон нақши ин бонкро </w:t>
      </w:r>
      <w:r w:rsidRPr="00784F69">
        <w:rPr>
          <w:rFonts w:ascii="Palatino Linotype" w:hAnsi="Palatino Linotype" w:cs="Arial"/>
          <w:color w:val="000000"/>
          <w:sz w:val="28"/>
          <w:szCs w:val="28"/>
        </w:rPr>
        <w:t>Ҷ</w:t>
      </w:r>
      <w:r w:rsidRPr="00784F69">
        <w:rPr>
          <w:rFonts w:ascii="Palatino Linotype" w:hAnsi="Palatino Linotype" w:cs="Calibri"/>
          <w:color w:val="000000"/>
          <w:sz w:val="28"/>
          <w:szCs w:val="28"/>
        </w:rPr>
        <w:t>ММ Т</w:t>
      </w:r>
      <w:r w:rsidRPr="00784F69">
        <w:rPr>
          <w:rFonts w:ascii="Palatino Linotype" w:hAnsi="Palatino Linotype" w:cs="Arial"/>
          <w:color w:val="000000"/>
          <w:sz w:val="28"/>
          <w:szCs w:val="28"/>
        </w:rPr>
        <w:t>Қ</w:t>
      </w:r>
      <w:r w:rsidRPr="00784F69">
        <w:rPr>
          <w:rFonts w:ascii="Palatino Linotype" w:hAnsi="Palatino Linotype" w:cs="Calibri"/>
          <w:color w:val="000000"/>
          <w:sz w:val="28"/>
          <w:szCs w:val="28"/>
        </w:rPr>
        <w:t>Х «Ренессанс</w:t>
      </w:r>
      <w:r w:rsidRPr="00784F69">
        <w:rPr>
          <w:rFonts w:ascii="Palatino Linotype" w:hAnsi="Palatino Linotype" w:cs="Calibri"/>
          <w:color w:val="000000"/>
          <w:sz w:val="28"/>
          <w:szCs w:val="28"/>
          <w:lang w:val="tg-Cyrl-TJ"/>
        </w:rPr>
        <w:t>----</w:t>
      </w:r>
      <w:r w:rsidRPr="00784F69">
        <w:rPr>
          <w:rFonts w:ascii="Palatino Linotype" w:hAnsi="Palatino Linotype" w:cs="Calibri"/>
          <w:color w:val="000000"/>
          <w:sz w:val="28"/>
          <w:szCs w:val="28"/>
        </w:rPr>
        <w:t xml:space="preserve"> -кредит», </w:t>
      </w:r>
      <w:r w:rsidRPr="00784F69">
        <w:rPr>
          <w:rFonts w:ascii="Palatino Linotype" w:hAnsi="Palatino Linotype" w:cs="Arial"/>
          <w:color w:val="000000"/>
          <w:sz w:val="28"/>
          <w:szCs w:val="28"/>
        </w:rPr>
        <w:t>Ҷ</w:t>
      </w:r>
      <w:r w:rsidRPr="00784F69">
        <w:rPr>
          <w:rFonts w:ascii="Palatino Linotype" w:hAnsi="Palatino Linotype" w:cs="Calibri"/>
          <w:color w:val="000000"/>
          <w:sz w:val="28"/>
          <w:szCs w:val="28"/>
        </w:rPr>
        <w:t>ММ Т</w:t>
      </w:r>
      <w:r w:rsidRPr="00784F69">
        <w:rPr>
          <w:rFonts w:ascii="Palatino Linotype" w:hAnsi="Palatino Linotype" w:cs="Arial"/>
          <w:color w:val="000000"/>
          <w:sz w:val="28"/>
          <w:szCs w:val="28"/>
        </w:rPr>
        <w:t>Қ</w:t>
      </w:r>
      <w:r w:rsidRPr="00784F69">
        <w:rPr>
          <w:rFonts w:ascii="Palatino Linotype" w:hAnsi="Palatino Linotype" w:cs="Calibri"/>
          <w:color w:val="000000"/>
          <w:sz w:val="28"/>
          <w:szCs w:val="28"/>
        </w:rPr>
        <w:t>Х “Гранд-Кредит” ва Ф</w:t>
      </w:r>
      <w:r w:rsidRPr="00784F69">
        <w:rPr>
          <w:rFonts w:ascii="Palatino Linotype" w:hAnsi="Palatino Linotype" w:cs="Arial"/>
          <w:color w:val="000000"/>
          <w:sz w:val="28"/>
          <w:szCs w:val="28"/>
        </w:rPr>
        <w:t>Қ</w:t>
      </w:r>
      <w:r w:rsidRPr="00784F69">
        <w:rPr>
          <w:rFonts w:ascii="Palatino Linotype" w:hAnsi="Palatino Linotype" w:cs="Calibri"/>
          <w:color w:val="000000"/>
          <w:sz w:val="28"/>
          <w:szCs w:val="28"/>
        </w:rPr>
        <w:t>Х”Ма</w:t>
      </w:r>
      <w:r w:rsidRPr="00784F69">
        <w:rPr>
          <w:rFonts w:ascii="Palatino Linotype" w:hAnsi="Palatino Linotype" w:cs="Arial"/>
          <w:color w:val="000000"/>
          <w:sz w:val="28"/>
          <w:szCs w:val="28"/>
        </w:rPr>
        <w:t>қ</w:t>
      </w:r>
      <w:r w:rsidRPr="00784F69">
        <w:rPr>
          <w:rFonts w:ascii="Palatino Linotype" w:hAnsi="Palatino Linotype" w:cs="Calibri"/>
          <w:color w:val="000000"/>
          <w:sz w:val="28"/>
          <w:szCs w:val="28"/>
        </w:rPr>
        <w:t>сади дастгир</w:t>
      </w:r>
      <w:r w:rsidRPr="00784F69">
        <w:rPr>
          <w:rFonts w:ascii="Palatino Linotype" w:hAnsi="Palatino Linotype" w:cs="Arial"/>
          <w:color w:val="000000"/>
          <w:sz w:val="28"/>
          <w:szCs w:val="28"/>
        </w:rPr>
        <w:t>ӣ</w:t>
      </w:r>
      <w:r w:rsidRPr="00784F69">
        <w:rPr>
          <w:rFonts w:ascii="Palatino Linotype" w:hAnsi="Palatino Linotype" w:cs="Calibri"/>
          <w:color w:val="000000"/>
          <w:sz w:val="28"/>
          <w:szCs w:val="28"/>
        </w:rPr>
        <w:t xml:space="preserve">” </w:t>
      </w:r>
      <w:r w:rsidRPr="00784F69">
        <w:rPr>
          <w:rFonts w:ascii="Palatino Linotype" w:hAnsi="Palatino Linotype"/>
          <w:color w:val="000000"/>
          <w:sz w:val="28"/>
          <w:szCs w:val="28"/>
        </w:rPr>
        <w:t>Тоҷикистон, ки аз соли 1991 мустақилии худро ба даст овардаанд, мебозанд;</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$E) </w:t>
      </w:r>
      <w:r w:rsidRPr="00784F69">
        <w:rPr>
          <w:rFonts w:ascii="Palatino Linotype" w:hAnsi="Palatino Linotype"/>
          <w:color w:val="000000"/>
          <w:sz w:val="28"/>
          <w:szCs w:val="28"/>
        </w:rPr>
        <w:t>Дар Ҷумҳурии Тоҷикистон нақши ин бонкро “Бонки Ориёнбонк”, ки аз соли 1991 мустақилии худро ба даст овардааст, мебозад;</w:t>
      </w:r>
    </w:p>
    <w:p w:rsidR="00B65CA5" w:rsidRPr="00784F69" w:rsidRDefault="00B65CA5" w:rsidP="00C84BB2">
      <w:pPr>
        <w:tabs>
          <w:tab w:val="left" w:pos="900"/>
          <w:tab w:val="left" w:pos="8820"/>
          <w:tab w:val="left" w:pos="9000"/>
        </w:tabs>
        <w:spacing w:after="0" w:line="240" w:lineRule="auto"/>
        <w:jc w:val="both"/>
        <w:rPr>
          <w:rFonts w:ascii="Palatino Linotype" w:hAnsi="Palatino Linotype"/>
          <w:b/>
          <w:color w:val="000000"/>
          <w:sz w:val="28"/>
          <w:szCs w:val="28"/>
        </w:rPr>
      </w:pPr>
      <w:r w:rsidRPr="00784F69">
        <w:rPr>
          <w:rFonts w:ascii="Palatino Linotype" w:hAnsi="Palatino Linotype"/>
          <w:b/>
          <w:color w:val="000000"/>
          <w:sz w:val="28"/>
          <w:szCs w:val="28"/>
        </w:rPr>
        <w:t xml:space="preserve">@134. </w:t>
      </w:r>
    </w:p>
    <w:p w:rsidR="00B65CA5" w:rsidRPr="00784F69" w:rsidRDefault="00B65CA5" w:rsidP="00C84BB2">
      <w:pPr>
        <w:tabs>
          <w:tab w:val="left" w:pos="900"/>
          <w:tab w:val="left" w:pos="8820"/>
          <w:tab w:val="left" w:pos="9000"/>
        </w:tabs>
        <w:spacing w:after="0" w:line="240" w:lineRule="auto"/>
        <w:jc w:val="both"/>
        <w:rPr>
          <w:rFonts w:ascii="Palatino Linotype" w:hAnsi="Palatino Linotype"/>
          <w:b/>
          <w:color w:val="000000"/>
          <w:sz w:val="28"/>
          <w:szCs w:val="28"/>
        </w:rPr>
      </w:pPr>
      <w:r w:rsidRPr="00784F69">
        <w:rPr>
          <w:rFonts w:ascii="Palatino Linotype" w:hAnsi="Palatino Linotype"/>
          <w:b/>
          <w:color w:val="000000"/>
          <w:sz w:val="28"/>
          <w:szCs w:val="28"/>
        </w:rPr>
        <w:t>Дар зинаи дуюми низоми бонкии Ҷумҳурии Тоҷикистон чӣ ҷойгир шудааст?;</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$A) </w:t>
      </w:r>
      <w:r w:rsidRPr="00784F69">
        <w:rPr>
          <w:rFonts w:ascii="Palatino Linotype" w:hAnsi="Palatino Linotype"/>
          <w:color w:val="000000"/>
          <w:sz w:val="28"/>
          <w:szCs w:val="28"/>
        </w:rPr>
        <w:t>Бонкҳои тиҷоратӣ ҷой доранд;</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$B) </w:t>
      </w:r>
      <w:r w:rsidRPr="00784F69">
        <w:rPr>
          <w:rFonts w:ascii="Palatino Linotype" w:hAnsi="Palatino Linotype"/>
          <w:color w:val="000000"/>
          <w:sz w:val="28"/>
          <w:szCs w:val="28"/>
        </w:rPr>
        <w:t>Бонкҳои иҷимоӣ ҷой доранд;</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$C) </w:t>
      </w:r>
      <w:r w:rsidRPr="00784F69">
        <w:rPr>
          <w:rFonts w:ascii="Palatino Linotype" w:hAnsi="Palatino Linotype"/>
          <w:color w:val="000000"/>
          <w:sz w:val="28"/>
          <w:szCs w:val="28"/>
        </w:rPr>
        <w:t>Бонкҳои суғуртавӣ ҷой доранд;</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$D) </w:t>
      </w:r>
      <w:r w:rsidRPr="00784F69">
        <w:rPr>
          <w:rFonts w:ascii="Palatino Linotype" w:hAnsi="Palatino Linotype"/>
          <w:color w:val="000000"/>
          <w:sz w:val="28"/>
          <w:szCs w:val="28"/>
        </w:rPr>
        <w:t>Бонкҳои таърихи ҷой доранд;</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$E) </w:t>
      </w:r>
      <w:r w:rsidRPr="00784F69">
        <w:rPr>
          <w:rFonts w:ascii="Palatino Linotype" w:hAnsi="Palatino Linotype"/>
          <w:color w:val="000000"/>
          <w:sz w:val="28"/>
          <w:szCs w:val="28"/>
        </w:rPr>
        <w:t>Бонкҳои ҳуқуқӣ ҷой доранд;</w:t>
      </w:r>
    </w:p>
    <w:p w:rsidR="00B65CA5" w:rsidRPr="00784F69" w:rsidRDefault="00B65CA5" w:rsidP="00C84BB2">
      <w:pPr>
        <w:tabs>
          <w:tab w:val="left" w:pos="2070"/>
        </w:tabs>
        <w:spacing w:after="0" w:line="240" w:lineRule="auto"/>
        <w:jc w:val="both"/>
        <w:rPr>
          <w:rFonts w:ascii="Palatino Linotype" w:hAnsi="Palatino Linotype"/>
          <w:b/>
          <w:color w:val="000000"/>
          <w:sz w:val="28"/>
          <w:szCs w:val="28"/>
        </w:rPr>
      </w:pPr>
      <w:r w:rsidRPr="00784F69">
        <w:rPr>
          <w:rFonts w:ascii="Palatino Linotype" w:hAnsi="Palatino Linotype"/>
          <w:b/>
          <w:color w:val="000000"/>
          <w:sz w:val="28"/>
          <w:szCs w:val="28"/>
        </w:rPr>
        <w:t xml:space="preserve">@135. </w:t>
      </w:r>
    </w:p>
    <w:p w:rsidR="00B65CA5" w:rsidRPr="00784F69" w:rsidRDefault="00B65CA5" w:rsidP="00C84BB2">
      <w:pPr>
        <w:tabs>
          <w:tab w:val="left" w:pos="2070"/>
        </w:tabs>
        <w:spacing w:after="0" w:line="240" w:lineRule="auto"/>
        <w:jc w:val="both"/>
        <w:rPr>
          <w:rFonts w:ascii="Palatino Linotype" w:hAnsi="Palatino Linotype"/>
          <w:b/>
          <w:color w:val="000000"/>
          <w:sz w:val="28"/>
          <w:szCs w:val="28"/>
        </w:rPr>
      </w:pPr>
      <w:r w:rsidRPr="00784F69">
        <w:rPr>
          <w:rFonts w:ascii="Palatino Linotype" w:hAnsi="Palatino Linotype"/>
          <w:b/>
          <w:color w:val="000000"/>
          <w:sz w:val="28"/>
          <w:szCs w:val="28"/>
        </w:rPr>
        <w:t>Бояд қайд намуд, ки бонкҳои тиҷоратӣ аз рӯи гузаронидани амалиётҳояшон чунин мешаванд?</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$A) </w:t>
      </w:r>
      <w:r w:rsidRPr="00784F69">
        <w:rPr>
          <w:rFonts w:ascii="Palatino Linotype" w:hAnsi="Palatino Linotype"/>
          <w:color w:val="000000"/>
          <w:sz w:val="28"/>
          <w:szCs w:val="28"/>
        </w:rPr>
        <w:t>Универсалӣ ва махсусгардонидашуда;</w:t>
      </w:r>
    </w:p>
    <w:p w:rsidR="00B65CA5" w:rsidRPr="00784F69" w:rsidRDefault="00B65CA5" w:rsidP="00C84BB2">
      <w:pPr>
        <w:tabs>
          <w:tab w:val="left" w:pos="2070"/>
        </w:tabs>
        <w:spacing w:after="0" w:line="240" w:lineRule="auto"/>
        <w:jc w:val="both"/>
        <w:rPr>
          <w:rFonts w:ascii="Palatino Linotype" w:hAnsi="Palatino Linotype"/>
          <w:b/>
          <w:color w:val="000000"/>
          <w:sz w:val="28"/>
          <w:szCs w:val="28"/>
        </w:rPr>
      </w:pPr>
      <w:r w:rsidRPr="00784F69">
        <w:rPr>
          <w:rFonts w:ascii="Palatino Linotype" w:hAnsi="Palatino Linotype"/>
          <w:b/>
          <w:color w:val="000000"/>
          <w:sz w:val="28"/>
          <w:szCs w:val="28"/>
        </w:rPr>
        <w:t xml:space="preserve">$B) </w:t>
      </w:r>
      <w:r w:rsidRPr="00784F69">
        <w:rPr>
          <w:rFonts w:ascii="Palatino Linotype" w:hAnsi="Palatino Linotype"/>
          <w:color w:val="000000"/>
          <w:sz w:val="28"/>
          <w:szCs w:val="28"/>
        </w:rPr>
        <w:t>иқтисодӣ ва иҷтимоӣ;</w:t>
      </w:r>
    </w:p>
    <w:p w:rsidR="00B65CA5" w:rsidRPr="00784F69" w:rsidRDefault="00B65CA5" w:rsidP="00C84BB2">
      <w:pPr>
        <w:tabs>
          <w:tab w:val="left" w:pos="2070"/>
        </w:tabs>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$C) </w:t>
      </w:r>
      <w:r w:rsidRPr="00784F69">
        <w:rPr>
          <w:rFonts w:ascii="Palatino Linotype" w:hAnsi="Palatino Linotype"/>
          <w:color w:val="000000"/>
          <w:sz w:val="28"/>
          <w:szCs w:val="28"/>
        </w:rPr>
        <w:t>Давлатӣ динӣ;</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$D) </w:t>
      </w:r>
      <w:r w:rsidRPr="00784F69">
        <w:rPr>
          <w:rFonts w:ascii="Palatino Linotype" w:hAnsi="Palatino Linotype"/>
          <w:color w:val="000000"/>
          <w:sz w:val="28"/>
          <w:szCs w:val="28"/>
        </w:rPr>
        <w:t>Бо иштироки сармояи хориҷӣ;</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$E) </w:t>
      </w:r>
      <w:r w:rsidRPr="00784F69">
        <w:rPr>
          <w:rFonts w:ascii="Palatino Linotype" w:hAnsi="Palatino Linotype"/>
          <w:color w:val="000000"/>
          <w:sz w:val="28"/>
          <w:szCs w:val="28"/>
        </w:rPr>
        <w:t>Ғайридавлатӣ ва динӣ;</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 xml:space="preserve">@136. </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Дар шароити иқтисоди бозорӣ, бонкҳои тиҷоратӣ бештар дар кадом шакл дида мешаванд?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$A) </w:t>
      </w:r>
      <w:r w:rsidRPr="00784F69">
        <w:rPr>
          <w:rFonts w:ascii="Palatino Linotype" w:hAnsi="Palatino Linotype"/>
          <w:color w:val="000000"/>
          <w:sz w:val="28"/>
          <w:szCs w:val="28"/>
          <w:lang w:val="tg-Cyrl-TJ"/>
        </w:rPr>
        <w:t>Дар шароити иқтисоди бозорӣ, бонкҳои тиҷоратӣ бештар дар шакли моликияти саҳомӣ дида мешаванд;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$B) </w:t>
      </w:r>
      <w:r w:rsidRPr="00784F69">
        <w:rPr>
          <w:rFonts w:ascii="Palatino Linotype" w:hAnsi="Palatino Linotype"/>
          <w:color w:val="000000"/>
          <w:sz w:val="28"/>
          <w:szCs w:val="28"/>
          <w:lang w:val="tg-Cyrl-TJ"/>
        </w:rPr>
        <w:t>Дар шароити ҳозираи бозорӣ, бонкҳои тиҷоратӣ бештар дар шакли моликияти шахсӣ дида мешаванд;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$C) </w:t>
      </w:r>
      <w:r w:rsidRPr="00784F69">
        <w:rPr>
          <w:rFonts w:ascii="Palatino Linotype" w:hAnsi="Palatino Linotype"/>
          <w:color w:val="000000"/>
          <w:sz w:val="28"/>
          <w:szCs w:val="28"/>
          <w:lang w:val="tg-Cyrl-TJ"/>
        </w:rPr>
        <w:t>Дар шароити иҷтимоии бозорӣ, бонкҳои тиҷоратӣ бештар дар шакли моликияти хусусӣ дида мешаванд;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$D) </w:t>
      </w:r>
      <w:r w:rsidRPr="00784F69">
        <w:rPr>
          <w:rFonts w:ascii="Palatino Linotype" w:hAnsi="Palatino Linotype"/>
          <w:color w:val="000000"/>
          <w:sz w:val="28"/>
          <w:szCs w:val="28"/>
          <w:lang w:val="tg-Cyrl-TJ"/>
        </w:rPr>
        <w:t>Дар шароити ҳуқуқии бозорӣ, бонкҳои тиҷоратӣ бештар дар шакли моликияти давлатӣ дида мешаванд;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$E) </w:t>
      </w:r>
      <w:r w:rsidRPr="00784F69">
        <w:rPr>
          <w:rFonts w:ascii="Palatino Linotype" w:hAnsi="Palatino Linotype"/>
          <w:color w:val="000000"/>
          <w:sz w:val="28"/>
          <w:szCs w:val="28"/>
          <w:lang w:val="tg-Cyrl-TJ"/>
        </w:rPr>
        <w:t>Дар шароитизамони муосир, бонкҳои тиҷоратӣ бештар дар шакли моликияти муштарак дида мешаванд</w:t>
      </w:r>
      <w:r w:rsidRPr="00784F69">
        <w:rPr>
          <w:rFonts w:ascii="Palatino Linotype" w:hAnsi="Palatino Linotype"/>
          <w:b/>
          <w:color w:val="000000"/>
          <w:sz w:val="28"/>
          <w:szCs w:val="28"/>
          <w:lang w:val="tg-Cyrl-TJ"/>
        </w:rPr>
        <w:t>;</w:t>
      </w:r>
    </w:p>
    <w:p w:rsidR="00B65CA5" w:rsidRPr="00784F69" w:rsidRDefault="00B65CA5" w:rsidP="00C84BB2">
      <w:pPr>
        <w:tabs>
          <w:tab w:val="left" w:pos="900"/>
          <w:tab w:val="left" w:pos="8820"/>
          <w:tab w:val="left" w:pos="9000"/>
        </w:tabs>
        <w:spacing w:after="0" w:line="240" w:lineRule="auto"/>
        <w:jc w:val="both"/>
        <w:rPr>
          <w:rFonts w:ascii="Palatino Linotype" w:hAnsi="Palatino Linotype"/>
          <w:b/>
          <w:color w:val="000000"/>
          <w:sz w:val="28"/>
          <w:szCs w:val="28"/>
        </w:rPr>
      </w:pPr>
      <w:r w:rsidRPr="00784F69">
        <w:rPr>
          <w:rFonts w:ascii="Palatino Linotype" w:hAnsi="Palatino Linotype"/>
          <w:b/>
          <w:color w:val="000000"/>
          <w:sz w:val="28"/>
          <w:szCs w:val="28"/>
        </w:rPr>
        <w:t xml:space="preserve">@137. </w:t>
      </w:r>
    </w:p>
    <w:p w:rsidR="00B65CA5" w:rsidRPr="00784F69" w:rsidRDefault="00B65CA5" w:rsidP="00C84BB2">
      <w:pPr>
        <w:tabs>
          <w:tab w:val="left" w:pos="900"/>
          <w:tab w:val="left" w:pos="8820"/>
          <w:tab w:val="left" w:pos="9000"/>
        </w:tabs>
        <w:spacing w:after="0" w:line="240" w:lineRule="auto"/>
        <w:jc w:val="both"/>
        <w:rPr>
          <w:rFonts w:ascii="Palatino Linotype" w:hAnsi="Palatino Linotype"/>
          <w:b/>
          <w:color w:val="000000"/>
          <w:sz w:val="28"/>
          <w:szCs w:val="28"/>
        </w:rPr>
      </w:pPr>
      <w:r w:rsidRPr="00784F69">
        <w:rPr>
          <w:rFonts w:ascii="Palatino Linotype" w:hAnsi="Palatino Linotype"/>
          <w:b/>
          <w:color w:val="000000"/>
          <w:sz w:val="28"/>
          <w:szCs w:val="28"/>
        </w:rPr>
        <w:t>Бонкҳои тиҷоратии универсалӣ чи гуна бонк мебошанд?</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$A) </w:t>
      </w:r>
      <w:r w:rsidRPr="00784F69">
        <w:rPr>
          <w:rFonts w:ascii="Palatino Linotype" w:hAnsi="Palatino Linotype"/>
          <w:color w:val="000000"/>
          <w:sz w:val="28"/>
          <w:szCs w:val="28"/>
        </w:rPr>
        <w:t>Бонкҳои тиҷоратии универсалӣ - аз бонкҳои марказӣ иҷозатномаи генералӣ гирифта, дар асоси он амалиётҳои хеле зиёдроиҷро менамоянд;</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$B) </w:t>
      </w:r>
      <w:r w:rsidRPr="00784F69">
        <w:rPr>
          <w:rFonts w:ascii="Palatino Linotype" w:hAnsi="Palatino Linotype"/>
          <w:color w:val="000000"/>
          <w:sz w:val="28"/>
          <w:szCs w:val="28"/>
        </w:rPr>
        <w:t>Бонкҳои фарҳангии универсалӣ - аз давлат иҷозатномаи генералӣ гирифта, дар асоси он амалиётҳои хеле зиёдроиҷро менамоянд;</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$C) </w:t>
      </w:r>
      <w:r w:rsidRPr="00784F69">
        <w:rPr>
          <w:rFonts w:ascii="Palatino Linotype" w:hAnsi="Palatino Linotype"/>
          <w:color w:val="000000"/>
          <w:sz w:val="28"/>
          <w:szCs w:val="28"/>
        </w:rPr>
        <w:t>Бонкҳои ғайридавлатии хоҷагӣ - аз бонкҳои марказӣ иҷозатномаи махсус гирифта, дар асоси он амалиётҳои хеле камро иҷро менамоянд;</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$D) </w:t>
      </w:r>
      <w:r w:rsidRPr="00784F69">
        <w:rPr>
          <w:rFonts w:ascii="Palatino Linotype" w:hAnsi="Palatino Linotype"/>
          <w:color w:val="000000"/>
          <w:sz w:val="28"/>
          <w:szCs w:val="28"/>
        </w:rPr>
        <w:t>Бонкҳои ғайритиҷоратии ҷорӣ - аз бонкҳои марказӣ оиномаи генералӣ гирифта, дар асоси он амалиётҳои хеле зиёдроиҷро менамоянд;</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$E) </w:t>
      </w:r>
      <w:r w:rsidRPr="00784F69">
        <w:rPr>
          <w:rFonts w:ascii="Palatino Linotype" w:hAnsi="Palatino Linotype"/>
          <w:color w:val="000000"/>
          <w:sz w:val="28"/>
          <w:szCs w:val="28"/>
        </w:rPr>
        <w:t>Биноҳои комплексии универсалӣ - аз бонкҳои тиҷоратӣ иҷозатномаи генералӣ гирифта, дар асоси он амалиётҳои хеле зиёдроиҷро менамоянд;</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 xml:space="preserve">@138. </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Бонкҳои тиҷоратии махсусгардонидашуда чи гуна бонк мебошанд?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$A) </w:t>
      </w:r>
      <w:r w:rsidRPr="00784F69">
        <w:rPr>
          <w:rFonts w:ascii="Palatino Linotype" w:hAnsi="Palatino Linotype"/>
          <w:color w:val="000000"/>
          <w:sz w:val="28"/>
          <w:szCs w:val="28"/>
          <w:lang w:val="tg-Cyrl-TJ"/>
        </w:rPr>
        <w:t xml:space="preserve">Бонкҳое мебошанд, ки </w:t>
      </w:r>
      <w:r w:rsidRPr="00784F69">
        <w:rPr>
          <w:rFonts w:ascii="Palatino Linotype" w:hAnsi="Palatino Linotype" w:cs="Arial"/>
          <w:color w:val="000000"/>
          <w:sz w:val="28"/>
          <w:szCs w:val="28"/>
          <w:lang w:val="tg-Cyrl-TJ"/>
        </w:rPr>
        <w:t>ҳ</w:t>
      </w:r>
      <w:r w:rsidRPr="00784F69">
        <w:rPr>
          <w:rFonts w:ascii="Palatino Linotype" w:hAnsi="Palatino Linotype" w:cs="Calibri"/>
          <w:color w:val="000000"/>
          <w:sz w:val="28"/>
          <w:szCs w:val="28"/>
          <w:lang w:val="tg-Cyrl-TJ"/>
        </w:rPr>
        <w:t>адди а</w:t>
      </w:r>
      <w:r w:rsidRPr="00784F69">
        <w:rPr>
          <w:rFonts w:ascii="Palatino Linotype" w:hAnsi="Palatino Linotype" w:cs="Arial"/>
          <w:color w:val="000000"/>
          <w:sz w:val="28"/>
          <w:szCs w:val="28"/>
          <w:lang w:val="tg-Cyrl-TJ"/>
        </w:rPr>
        <w:t>қ</w:t>
      </w:r>
      <w:r w:rsidRPr="00784F69">
        <w:rPr>
          <w:rFonts w:ascii="Palatino Linotype" w:hAnsi="Palatino Linotype" w:cs="Calibri"/>
          <w:color w:val="000000"/>
          <w:sz w:val="28"/>
          <w:szCs w:val="28"/>
          <w:lang w:val="tg-Cyrl-TJ"/>
        </w:rPr>
        <w:t>али сармояи оинн</w:t>
      </w:r>
      <w:r w:rsidRPr="00784F69">
        <w:rPr>
          <w:rFonts w:ascii="Palatino Linotype" w:hAnsi="Palatino Linotype"/>
          <w:color w:val="000000"/>
          <w:sz w:val="28"/>
          <w:szCs w:val="28"/>
          <w:lang w:val="tg-Cyrl-TJ"/>
        </w:rPr>
        <w:t>омав</w:t>
      </w:r>
      <w:r w:rsidRPr="00784F69">
        <w:rPr>
          <w:rFonts w:ascii="Palatino Linotype" w:hAnsi="Palatino Linotype" w:cs="Arial"/>
          <w:color w:val="000000"/>
          <w:sz w:val="28"/>
          <w:szCs w:val="28"/>
          <w:lang w:val="tg-Cyrl-TJ"/>
        </w:rPr>
        <w:t>ӣ</w:t>
      </w:r>
      <w:r w:rsidRPr="00784F69">
        <w:rPr>
          <w:rFonts w:ascii="Palatino Linotype" w:hAnsi="Palatino Linotype" w:cs="Calibri"/>
          <w:color w:val="000000"/>
          <w:sz w:val="28"/>
          <w:szCs w:val="28"/>
          <w:lang w:val="tg-Cyrl-TJ"/>
        </w:rPr>
        <w:t xml:space="preserve"> он</w:t>
      </w:r>
      <w:r w:rsidRPr="00784F69">
        <w:rPr>
          <w:rFonts w:ascii="Palatino Linotype" w:hAnsi="Palatino Linotype"/>
          <w:color w:val="000000"/>
          <w:sz w:val="28"/>
          <w:szCs w:val="28"/>
          <w:lang w:val="tg-Cyrl-TJ"/>
        </w:rPr>
        <w:t>ҳо</w:t>
      </w:r>
      <w:r w:rsidRPr="00784F69">
        <w:rPr>
          <w:rFonts w:ascii="Palatino Linotype" w:hAnsi="Palatino Linotype" w:cs="Calibri"/>
          <w:color w:val="000000"/>
          <w:sz w:val="28"/>
          <w:szCs w:val="28"/>
          <w:lang w:val="tg-Cyrl-TJ"/>
        </w:rPr>
        <w:t xml:space="preserve"> ба мабла</w:t>
      </w:r>
      <w:r w:rsidRPr="00784F69">
        <w:rPr>
          <w:rFonts w:ascii="Palatino Linotype" w:hAnsi="Palatino Linotype" w:cs="Arial"/>
          <w:color w:val="000000"/>
          <w:sz w:val="28"/>
          <w:szCs w:val="28"/>
          <w:lang w:val="tg-Cyrl-TJ"/>
        </w:rPr>
        <w:t>ғ</w:t>
      </w:r>
      <w:r w:rsidRPr="00784F69">
        <w:rPr>
          <w:rFonts w:ascii="Palatino Linotype" w:hAnsi="Palatino Linotype" w:cs="Calibri"/>
          <w:color w:val="000000"/>
          <w:sz w:val="28"/>
          <w:szCs w:val="28"/>
          <w:lang w:val="tg-Cyrl-TJ"/>
        </w:rPr>
        <w:t xml:space="preserve">и мутаносиб ба 200 000 (дусад </w:t>
      </w:r>
      <w:r w:rsidRPr="00784F69">
        <w:rPr>
          <w:rFonts w:ascii="Palatino Linotype" w:hAnsi="Palatino Linotype" w:cs="Arial"/>
          <w:color w:val="000000"/>
          <w:sz w:val="28"/>
          <w:szCs w:val="28"/>
          <w:lang w:val="tg-Cyrl-TJ"/>
        </w:rPr>
        <w:t>ҳ</w:t>
      </w:r>
      <w:r w:rsidRPr="00784F69">
        <w:rPr>
          <w:rFonts w:ascii="Palatino Linotype" w:hAnsi="Palatino Linotype" w:cs="Calibri"/>
          <w:color w:val="000000"/>
          <w:sz w:val="28"/>
          <w:szCs w:val="28"/>
          <w:lang w:val="tg-Cyrl-TJ"/>
        </w:rPr>
        <w:t>азор) доллари ШМА му</w:t>
      </w:r>
      <w:r w:rsidRPr="00784F69">
        <w:rPr>
          <w:rFonts w:ascii="Palatino Linotype" w:hAnsi="Palatino Linotype" w:cs="Arial"/>
          <w:color w:val="000000"/>
          <w:sz w:val="28"/>
          <w:szCs w:val="28"/>
          <w:lang w:val="tg-Cyrl-TJ"/>
        </w:rPr>
        <w:t>қ</w:t>
      </w:r>
      <w:r w:rsidRPr="00784F69">
        <w:rPr>
          <w:rFonts w:ascii="Palatino Linotype" w:hAnsi="Palatino Linotype" w:cs="Calibri"/>
          <w:color w:val="000000"/>
          <w:sz w:val="28"/>
          <w:szCs w:val="28"/>
          <w:lang w:val="tg-Cyrl-TJ"/>
        </w:rPr>
        <w:t>аррар карда шудааст</w:t>
      </w:r>
      <w:r w:rsidRPr="00784F69">
        <w:rPr>
          <w:rFonts w:ascii="Palatino Linotype" w:hAnsi="Palatino Linotype"/>
          <w:color w:val="000000"/>
          <w:sz w:val="28"/>
          <w:szCs w:val="28"/>
          <w:lang w:val="tg-Cyrl-TJ"/>
        </w:rPr>
        <w:t>;</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$B) </w:t>
      </w:r>
      <w:r w:rsidRPr="00784F69">
        <w:rPr>
          <w:rFonts w:ascii="Palatino Linotype" w:hAnsi="Palatino Linotype"/>
          <w:color w:val="000000"/>
          <w:sz w:val="28"/>
          <w:szCs w:val="28"/>
          <w:lang w:val="tg-Cyrl-TJ"/>
        </w:rPr>
        <w:t>Бонкҳое намебошанд, ки як амалиётро мегузаронанд;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$C) </w:t>
      </w:r>
      <w:r w:rsidRPr="00784F69">
        <w:rPr>
          <w:rFonts w:ascii="Palatino Linotype" w:hAnsi="Palatino Linotype"/>
          <w:color w:val="000000"/>
          <w:sz w:val="28"/>
          <w:szCs w:val="28"/>
          <w:lang w:val="tg-Cyrl-TJ"/>
        </w:rPr>
        <w:t xml:space="preserve">Биноҳое мебошанд, ки танҳо ба якчанд амалиётҳои </w:t>
      </w:r>
      <w:r w:rsidRPr="00784F69">
        <w:rPr>
          <w:rFonts w:ascii="Palatino Linotype" w:hAnsi="Palatino Linotype" w:cs="Arial"/>
          <w:color w:val="000000"/>
          <w:sz w:val="28"/>
          <w:szCs w:val="28"/>
          <w:lang w:val="tg-Cyrl-TJ"/>
        </w:rPr>
        <w:t>ғ</w:t>
      </w:r>
      <w:r w:rsidRPr="00784F69">
        <w:rPr>
          <w:rFonts w:ascii="Palatino Linotype" w:hAnsi="Palatino Linotype" w:cs="Calibri"/>
          <w:color w:val="000000"/>
          <w:sz w:val="28"/>
          <w:szCs w:val="28"/>
          <w:lang w:val="tg-Cyrl-TJ"/>
        </w:rPr>
        <w:t>айрибонк</w:t>
      </w:r>
      <w:r w:rsidRPr="00784F69">
        <w:rPr>
          <w:rFonts w:ascii="Palatino Linotype" w:hAnsi="Palatino Linotype" w:cs="Arial"/>
          <w:color w:val="000000"/>
          <w:sz w:val="28"/>
          <w:szCs w:val="28"/>
          <w:lang w:val="tg-Cyrl-TJ"/>
        </w:rPr>
        <w:t>ӣ махсус</w:t>
      </w:r>
      <w:r w:rsidRPr="00784F69">
        <w:rPr>
          <w:rFonts w:ascii="Palatino Linotype" w:hAnsi="Palatino Linotype"/>
          <w:color w:val="000000"/>
          <w:sz w:val="28"/>
          <w:szCs w:val="28"/>
          <w:lang w:val="tg-Cyrl-TJ"/>
        </w:rPr>
        <w:t>гардонида шудаанду халос;</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$D) </w:t>
      </w:r>
      <w:r w:rsidRPr="00784F69">
        <w:rPr>
          <w:rFonts w:ascii="Palatino Linotype" w:hAnsi="Palatino Linotype"/>
          <w:color w:val="000000"/>
          <w:sz w:val="28"/>
          <w:szCs w:val="28"/>
          <w:lang w:val="tg-Cyrl-TJ"/>
        </w:rPr>
        <w:t>Бонкҳое мебошанд, ки танҳо ба якчанд амалиётҳо махсус гардонида шудаанду халос;</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$E) </w:t>
      </w:r>
      <w:r w:rsidRPr="00784F69">
        <w:rPr>
          <w:rFonts w:ascii="Palatino Linotype" w:hAnsi="Palatino Linotype"/>
          <w:color w:val="000000"/>
          <w:sz w:val="28"/>
          <w:szCs w:val="28"/>
          <w:lang w:val="tg-Cyrl-TJ"/>
        </w:rPr>
        <w:t>Ҳамаи ҷавобҳо дурустанд;</w:t>
      </w:r>
    </w:p>
    <w:p w:rsidR="00B65CA5" w:rsidRPr="00784F69" w:rsidRDefault="00B65CA5" w:rsidP="00C84BB2">
      <w:pPr>
        <w:spacing w:after="0" w:line="240" w:lineRule="auto"/>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 xml:space="preserve">@139. </w:t>
      </w:r>
    </w:p>
    <w:p w:rsidR="00B65CA5" w:rsidRPr="00784F69" w:rsidRDefault="00B65CA5" w:rsidP="00C84BB2">
      <w:pPr>
        <w:spacing w:after="0" w:line="240" w:lineRule="auto"/>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Ба институтҳои махсусгардонидашудаи почтавӣ – амонатӣ дохил мешавад?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$A) </w:t>
      </w:r>
      <w:r w:rsidRPr="00784F69">
        <w:rPr>
          <w:rFonts w:ascii="Palatino Linotype" w:hAnsi="Palatino Linotype"/>
          <w:color w:val="000000"/>
          <w:sz w:val="28"/>
          <w:szCs w:val="28"/>
          <w:lang w:val="tg-Cyrl-TJ"/>
        </w:rPr>
        <w:t>Шӯъбаҳои почтавӣ-амонатӣ ва нуқтаҳои ваколатдори амонатӣ;</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$B) </w:t>
      </w:r>
      <w:r w:rsidRPr="00784F69">
        <w:rPr>
          <w:rFonts w:ascii="Palatino Linotype" w:hAnsi="Palatino Linotype"/>
          <w:color w:val="000000"/>
          <w:sz w:val="28"/>
          <w:szCs w:val="28"/>
          <w:lang w:val="tg-Cyrl-TJ"/>
        </w:rPr>
        <w:t>Шӯъбаҳои почтавӣ-бойгонӣ;</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$C) </w:t>
      </w:r>
      <w:r w:rsidRPr="00784F69">
        <w:rPr>
          <w:rFonts w:ascii="Palatino Linotype" w:hAnsi="Palatino Linotype"/>
          <w:color w:val="000000"/>
          <w:sz w:val="28"/>
          <w:szCs w:val="28"/>
          <w:lang w:val="tg-Cyrl-TJ"/>
        </w:rPr>
        <w:t>Шӯъбаҳои молиявӣ - комплекси;</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$D) </w:t>
      </w:r>
      <w:r w:rsidRPr="00784F69">
        <w:rPr>
          <w:rFonts w:ascii="Palatino Linotype" w:hAnsi="Palatino Linotype"/>
          <w:color w:val="000000"/>
          <w:sz w:val="28"/>
          <w:szCs w:val="28"/>
          <w:lang w:val="tg-Cyrl-TJ"/>
        </w:rPr>
        <w:t>Шӯъбаҳои нуқтаҳои хизматрасонӣ;</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$E) </w:t>
      </w:r>
      <w:r w:rsidRPr="00784F69">
        <w:rPr>
          <w:rFonts w:ascii="Palatino Linotype" w:hAnsi="Palatino Linotype"/>
          <w:color w:val="000000"/>
          <w:sz w:val="28"/>
          <w:szCs w:val="28"/>
          <w:lang w:val="tg-Cyrl-TJ"/>
        </w:rPr>
        <w:t>Шӯъбаҳои почтавӣ- алоқа;</w:t>
      </w:r>
    </w:p>
    <w:p w:rsidR="00B65CA5" w:rsidRPr="00784F69" w:rsidRDefault="00B65CA5" w:rsidP="00C84BB2">
      <w:pPr>
        <w:spacing w:after="0" w:line="240" w:lineRule="auto"/>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 xml:space="preserve">@140. </w:t>
      </w:r>
    </w:p>
    <w:p w:rsidR="00B65CA5" w:rsidRPr="00784F69" w:rsidRDefault="00B65CA5" w:rsidP="00C84BB2">
      <w:pPr>
        <w:spacing w:after="0" w:line="240" w:lineRule="auto"/>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Ба институтҳои махсусгардонидашудаи молиявӣ - қарзӣ дохил мешавад?</w:t>
      </w:r>
    </w:p>
    <w:p w:rsidR="00B65CA5" w:rsidRPr="00784F69" w:rsidRDefault="00B65CA5" w:rsidP="00C84BB2">
      <w:pPr>
        <w:spacing w:after="0" w:line="240" w:lineRule="auto"/>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$A) </w:t>
      </w:r>
      <w:r w:rsidRPr="00784F69">
        <w:rPr>
          <w:rFonts w:ascii="Palatino Linotype" w:hAnsi="Palatino Linotype"/>
          <w:color w:val="000000"/>
          <w:sz w:val="28"/>
          <w:szCs w:val="28"/>
          <w:lang w:val="tg-Cyrl-TJ"/>
        </w:rPr>
        <w:t>Ширкатҳои факторингӣ, ширкатҳои лизингӣ, иттифоқҳои кредитӣ, ломбардҳо, институтҳои сармоягузорӣ, фондҳои нафақавӣ, марказҳои трастӣ ва ғайра;</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$B) </w:t>
      </w:r>
      <w:r w:rsidRPr="00784F69">
        <w:rPr>
          <w:rFonts w:ascii="Palatino Linotype" w:hAnsi="Palatino Linotype"/>
          <w:color w:val="000000"/>
          <w:sz w:val="28"/>
          <w:szCs w:val="28"/>
          <w:lang w:val="tg-Cyrl-TJ"/>
        </w:rPr>
        <w:t>Ширкатҳои бозорӣ, ширкатҳои ҷорӣ, иттифоқҳои нависандагон, ломбардҳо, ва ғайра;</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$C) </w:t>
      </w:r>
      <w:r w:rsidRPr="00784F69">
        <w:rPr>
          <w:rFonts w:ascii="Palatino Linotype" w:hAnsi="Palatino Linotype"/>
          <w:color w:val="000000"/>
          <w:sz w:val="28"/>
          <w:szCs w:val="28"/>
          <w:lang w:val="tg-Cyrl-TJ"/>
        </w:rPr>
        <w:t>Ширкатҳои факторингӣ, бозорӣ, маҷмӯи ва ғайра;</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$D) </w:t>
      </w:r>
      <w:r w:rsidRPr="00784F69">
        <w:rPr>
          <w:rFonts w:ascii="Palatino Linotype" w:hAnsi="Palatino Linotype"/>
          <w:color w:val="000000"/>
          <w:sz w:val="28"/>
          <w:szCs w:val="28"/>
          <w:lang w:val="tg-Cyrl-TJ"/>
        </w:rPr>
        <w:t>Ширкатҳои ширкатҳои ҷорӣ, иттифоқҳои нависандагон,, марказҳои клирингӣ ва ғайра;</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$E) </w:t>
      </w:r>
      <w:r w:rsidRPr="00784F69">
        <w:rPr>
          <w:rFonts w:ascii="Palatino Linotype" w:hAnsi="Palatino Linotype"/>
          <w:color w:val="000000"/>
          <w:sz w:val="28"/>
          <w:szCs w:val="28"/>
          <w:lang w:val="tg-Cyrl-TJ"/>
        </w:rPr>
        <w:t>Ширкатҳои институтҳои татқиқотӣ, фондҳоимахсус, марказҳои калонсолон ва ғайра;</w:t>
      </w:r>
    </w:p>
    <w:p w:rsidR="00B65CA5" w:rsidRPr="00784F69" w:rsidRDefault="00B65CA5" w:rsidP="00C84BB2">
      <w:pPr>
        <w:spacing w:after="0" w:line="240" w:lineRule="auto"/>
        <w:rPr>
          <w:rFonts w:ascii="Palatino Linotype" w:hAnsi="Palatino Linotype"/>
          <w:b/>
          <w:color w:val="000000"/>
          <w:sz w:val="28"/>
          <w:szCs w:val="28"/>
        </w:rPr>
      </w:pPr>
      <w:r w:rsidRPr="00784F69">
        <w:rPr>
          <w:rFonts w:ascii="Palatino Linotype" w:hAnsi="Palatino Linotype"/>
          <w:b/>
          <w:color w:val="000000"/>
          <w:sz w:val="28"/>
          <w:szCs w:val="28"/>
        </w:rPr>
        <w:t xml:space="preserve">@141. </w:t>
      </w:r>
    </w:p>
    <w:p w:rsidR="00B65CA5" w:rsidRPr="00784F69" w:rsidRDefault="00B65CA5" w:rsidP="00C84BB2">
      <w:pPr>
        <w:spacing w:after="0" w:line="240" w:lineRule="auto"/>
        <w:rPr>
          <w:rFonts w:ascii="Palatino Linotype" w:hAnsi="Palatino Linotype"/>
          <w:b/>
          <w:color w:val="000000"/>
          <w:sz w:val="28"/>
          <w:szCs w:val="28"/>
        </w:rPr>
      </w:pPr>
      <w:r w:rsidRPr="00784F69">
        <w:rPr>
          <w:rFonts w:ascii="Palatino Linotype" w:hAnsi="Palatino Linotype"/>
          <w:b/>
          <w:color w:val="000000"/>
          <w:sz w:val="28"/>
          <w:szCs w:val="28"/>
        </w:rPr>
        <w:t>Ба бонкҳои махсусгардонидашуда дохил мешавад?</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$A) </w:t>
      </w:r>
      <w:r w:rsidRPr="00784F69">
        <w:rPr>
          <w:rFonts w:ascii="Palatino Linotype" w:hAnsi="Palatino Linotype"/>
          <w:color w:val="000000"/>
          <w:sz w:val="28"/>
          <w:szCs w:val="28"/>
        </w:rPr>
        <w:t>Ҳамаи ҷавобҳо дурустанд;</w:t>
      </w:r>
    </w:p>
    <w:p w:rsidR="00B65CA5" w:rsidRPr="00784F69" w:rsidRDefault="00B65CA5" w:rsidP="00C84BB2">
      <w:pPr>
        <w:spacing w:after="0" w:line="240" w:lineRule="auto"/>
        <w:rPr>
          <w:rFonts w:ascii="Palatino Linotype" w:hAnsi="Palatino Linotype" w:cs="Palatino Linotype"/>
          <w:b/>
          <w:color w:val="000000"/>
          <w:sz w:val="28"/>
          <w:szCs w:val="28"/>
        </w:rPr>
      </w:pPr>
      <w:r w:rsidRPr="00784F69">
        <w:rPr>
          <w:rFonts w:ascii="Palatino Linotype" w:hAnsi="Palatino Linotype"/>
          <w:b/>
          <w:color w:val="000000"/>
          <w:sz w:val="28"/>
          <w:szCs w:val="28"/>
        </w:rPr>
        <w:t xml:space="preserve">$B) </w:t>
      </w:r>
      <w:r w:rsidRPr="00784F69">
        <w:rPr>
          <w:rFonts w:ascii="Palatino Linotype" w:hAnsi="Palatino Linotype"/>
          <w:color w:val="000000"/>
          <w:sz w:val="28"/>
          <w:szCs w:val="28"/>
        </w:rPr>
        <w:t>Бонкҳои амонат;</w:t>
      </w:r>
    </w:p>
    <w:p w:rsidR="00B65CA5" w:rsidRPr="00784F69" w:rsidRDefault="00B65CA5" w:rsidP="00C84BB2">
      <w:pPr>
        <w:spacing w:after="0" w:line="240" w:lineRule="auto"/>
        <w:rPr>
          <w:rFonts w:ascii="Palatino Linotype" w:hAnsi="Palatino Linotype"/>
          <w:color w:val="000000"/>
        </w:rPr>
      </w:pPr>
      <w:r w:rsidRPr="00784F69">
        <w:rPr>
          <w:rFonts w:ascii="Palatino Linotype" w:hAnsi="Palatino Linotype"/>
          <w:b/>
          <w:color w:val="000000"/>
          <w:sz w:val="28"/>
          <w:szCs w:val="28"/>
        </w:rPr>
        <w:t xml:space="preserve">$C) </w:t>
      </w:r>
      <w:r w:rsidRPr="00784F69">
        <w:rPr>
          <w:rFonts w:ascii="Palatino Linotype" w:hAnsi="Palatino Linotype"/>
          <w:color w:val="000000"/>
          <w:sz w:val="28"/>
          <w:szCs w:val="28"/>
        </w:rPr>
        <w:t>Бонкҳои инноватсионӣ;</w:t>
      </w:r>
    </w:p>
    <w:p w:rsidR="00B65CA5" w:rsidRPr="00784F69" w:rsidRDefault="00B65CA5" w:rsidP="00C84BB2">
      <w:pPr>
        <w:spacing w:after="0" w:line="240" w:lineRule="auto"/>
        <w:rPr>
          <w:rFonts w:ascii="Palatino Linotype" w:hAnsi="Palatino Linotype"/>
          <w:color w:val="000000"/>
          <w:sz w:val="28"/>
          <w:szCs w:val="28"/>
        </w:rPr>
      </w:pPr>
      <w:r w:rsidRPr="00784F69">
        <w:rPr>
          <w:rFonts w:ascii="Palatino Linotype" w:hAnsi="Palatino Linotype"/>
          <w:b/>
          <w:color w:val="000000"/>
          <w:sz w:val="28"/>
          <w:szCs w:val="28"/>
        </w:rPr>
        <w:t xml:space="preserve">$D) </w:t>
      </w:r>
      <w:r w:rsidRPr="00784F69">
        <w:rPr>
          <w:rFonts w:ascii="Palatino Linotype" w:hAnsi="Palatino Linotype"/>
          <w:color w:val="000000"/>
          <w:sz w:val="28"/>
          <w:szCs w:val="28"/>
        </w:rPr>
        <w:t>Бонкҳои ипотек</w:t>
      </w:r>
      <w:r w:rsidRPr="00784F69">
        <w:rPr>
          <w:rFonts w:ascii="Palatino Linotype" w:hAnsi="Palatino Linotype" w:cs="Palatino Linotype"/>
          <w:color w:val="000000"/>
          <w:sz w:val="28"/>
          <w:szCs w:val="28"/>
        </w:rPr>
        <w:t>ӣ</w:t>
      </w:r>
      <w:r w:rsidRPr="00784F69">
        <w:rPr>
          <w:rFonts w:ascii="Palatino Linotype" w:hAnsi="Palatino Linotype"/>
          <w:color w:val="000000"/>
          <w:sz w:val="28"/>
          <w:szCs w:val="28"/>
        </w:rPr>
        <w:t>;</w:t>
      </w:r>
    </w:p>
    <w:p w:rsidR="00B65CA5" w:rsidRPr="00784F69" w:rsidRDefault="00B65CA5" w:rsidP="00C84BB2">
      <w:pPr>
        <w:spacing w:after="0" w:line="240" w:lineRule="auto"/>
        <w:jc w:val="both"/>
        <w:rPr>
          <w:rFonts w:ascii="Palatino Linotype" w:hAnsi="Palatino Linotype"/>
          <w:b/>
          <w:color w:val="000000"/>
          <w:sz w:val="28"/>
          <w:szCs w:val="28"/>
          <w:u w:val="single"/>
        </w:rPr>
      </w:pPr>
      <w:r w:rsidRPr="00784F69">
        <w:rPr>
          <w:rFonts w:ascii="Palatino Linotype" w:hAnsi="Palatino Linotype"/>
          <w:b/>
          <w:color w:val="000000"/>
          <w:sz w:val="28"/>
          <w:szCs w:val="28"/>
        </w:rPr>
        <w:t xml:space="preserve">$E) </w:t>
      </w:r>
      <w:r w:rsidRPr="00784F69">
        <w:rPr>
          <w:rFonts w:ascii="Palatino Linotype" w:hAnsi="Palatino Linotype"/>
          <w:color w:val="000000"/>
          <w:sz w:val="28"/>
          <w:szCs w:val="28"/>
        </w:rPr>
        <w:t>Бонкҳои инвеститсионӣ;</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 xml:space="preserve">@142. </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 xml:space="preserve">Бонке, ки дар шакли ҷамъияти саҳомии пӯшида ташкил шудааст, аз чанд нафар саҳмдорон зиёдтар дошта </w:t>
      </w:r>
      <w:r w:rsidRPr="00784F69">
        <w:rPr>
          <w:rFonts w:ascii="Palatino Linotype" w:hAnsi="Palatino Linotype"/>
          <w:b/>
          <w:color w:val="000000"/>
          <w:sz w:val="28"/>
          <w:szCs w:val="28"/>
          <w:lang w:val="tt-RU"/>
        </w:rPr>
        <w:t>на</w:t>
      </w:r>
      <w:r w:rsidRPr="00784F69">
        <w:rPr>
          <w:rFonts w:ascii="Palatino Linotype" w:hAnsi="Palatino Linotype"/>
          <w:b/>
          <w:color w:val="000000"/>
          <w:sz w:val="28"/>
          <w:szCs w:val="28"/>
          <w:lang w:val="tg-Cyrl-TJ"/>
        </w:rPr>
        <w:t>метавонад?</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$A) </w:t>
      </w:r>
      <w:r w:rsidRPr="00784F69">
        <w:rPr>
          <w:rFonts w:ascii="Palatino Linotype" w:hAnsi="Palatino Linotype"/>
          <w:color w:val="000000"/>
          <w:sz w:val="28"/>
          <w:szCs w:val="28"/>
        </w:rPr>
        <w:t>Н</w:t>
      </w:r>
      <w:r w:rsidRPr="00784F69">
        <w:rPr>
          <w:rFonts w:ascii="Palatino Linotype" w:hAnsi="Palatino Linotype"/>
          <w:color w:val="000000"/>
          <w:sz w:val="28"/>
          <w:szCs w:val="28"/>
          <w:lang w:val="tt-RU"/>
        </w:rPr>
        <w:t>а</w:t>
      </w:r>
      <w:r w:rsidRPr="00784F69">
        <w:rPr>
          <w:rFonts w:ascii="Palatino Linotype" w:hAnsi="Palatino Linotype"/>
          <w:color w:val="000000"/>
          <w:sz w:val="28"/>
          <w:szCs w:val="28"/>
        </w:rPr>
        <w:t>метавонад саҳмдорони зиёдтар аз 50 нафар дошта бошад;</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$B) </w:t>
      </w:r>
      <w:r w:rsidRPr="00784F69">
        <w:rPr>
          <w:rFonts w:ascii="Palatino Linotype" w:hAnsi="Palatino Linotype"/>
          <w:color w:val="000000"/>
          <w:sz w:val="28"/>
          <w:szCs w:val="28"/>
        </w:rPr>
        <w:t>Н</w:t>
      </w:r>
      <w:r w:rsidRPr="00784F69">
        <w:rPr>
          <w:rFonts w:ascii="Palatino Linotype" w:hAnsi="Palatino Linotype"/>
          <w:color w:val="000000"/>
          <w:sz w:val="28"/>
          <w:szCs w:val="28"/>
          <w:lang w:val="tt-RU"/>
        </w:rPr>
        <w:t>а</w:t>
      </w:r>
      <w:r w:rsidRPr="00784F69">
        <w:rPr>
          <w:rFonts w:ascii="Palatino Linotype" w:hAnsi="Palatino Linotype"/>
          <w:color w:val="000000"/>
          <w:sz w:val="28"/>
          <w:szCs w:val="28"/>
        </w:rPr>
        <w:t>метавонад саҳмдорони зиёдтар аз 154 нафар дошта бошад;</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$C) </w:t>
      </w:r>
      <w:r w:rsidRPr="00784F69">
        <w:rPr>
          <w:rFonts w:ascii="Palatino Linotype" w:hAnsi="Palatino Linotype"/>
          <w:color w:val="000000"/>
          <w:sz w:val="28"/>
          <w:szCs w:val="28"/>
        </w:rPr>
        <w:t>Н</w:t>
      </w:r>
      <w:r w:rsidRPr="00784F69">
        <w:rPr>
          <w:rFonts w:ascii="Palatino Linotype" w:hAnsi="Palatino Linotype"/>
          <w:color w:val="000000"/>
          <w:sz w:val="28"/>
          <w:szCs w:val="28"/>
          <w:lang w:val="tt-RU"/>
        </w:rPr>
        <w:t>а</w:t>
      </w:r>
      <w:r w:rsidRPr="00784F69">
        <w:rPr>
          <w:rFonts w:ascii="Palatino Linotype" w:hAnsi="Palatino Linotype"/>
          <w:color w:val="000000"/>
          <w:sz w:val="28"/>
          <w:szCs w:val="28"/>
        </w:rPr>
        <w:t>метавонад саҳмдорони зиёдтар аз 133 нафар дошта бошад;</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$D) </w:t>
      </w:r>
      <w:r w:rsidRPr="00784F69">
        <w:rPr>
          <w:rFonts w:ascii="Palatino Linotype" w:hAnsi="Palatino Linotype"/>
          <w:color w:val="000000"/>
          <w:sz w:val="28"/>
          <w:szCs w:val="28"/>
        </w:rPr>
        <w:t>Н</w:t>
      </w:r>
      <w:r w:rsidRPr="00784F69">
        <w:rPr>
          <w:rFonts w:ascii="Palatino Linotype" w:hAnsi="Palatino Linotype"/>
          <w:color w:val="000000"/>
          <w:sz w:val="28"/>
          <w:szCs w:val="28"/>
          <w:lang w:val="tt-RU"/>
        </w:rPr>
        <w:t>а</w:t>
      </w:r>
      <w:r w:rsidRPr="00784F69">
        <w:rPr>
          <w:rFonts w:ascii="Palatino Linotype" w:hAnsi="Palatino Linotype"/>
          <w:color w:val="000000"/>
          <w:sz w:val="28"/>
          <w:szCs w:val="28"/>
        </w:rPr>
        <w:t>метавонад саҳмдорони зиёдтар аз 202 нафар дошта бошад;</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$E) </w:t>
      </w:r>
      <w:r w:rsidRPr="00784F69">
        <w:rPr>
          <w:rFonts w:ascii="Palatino Linotype" w:hAnsi="Palatino Linotype"/>
          <w:color w:val="000000"/>
          <w:sz w:val="28"/>
          <w:szCs w:val="28"/>
        </w:rPr>
        <w:t>Н</w:t>
      </w:r>
      <w:r w:rsidRPr="00784F69">
        <w:rPr>
          <w:rFonts w:ascii="Palatino Linotype" w:hAnsi="Palatino Linotype"/>
          <w:color w:val="000000"/>
          <w:sz w:val="28"/>
          <w:szCs w:val="28"/>
          <w:lang w:val="tt-RU"/>
        </w:rPr>
        <w:t>а</w:t>
      </w:r>
      <w:r w:rsidRPr="00784F69">
        <w:rPr>
          <w:rFonts w:ascii="Palatino Linotype" w:hAnsi="Palatino Linotype"/>
          <w:color w:val="000000"/>
          <w:sz w:val="28"/>
          <w:szCs w:val="28"/>
        </w:rPr>
        <w:t>метавонад саҳмдорони зиёдтар аз 301 нафар дошта бошад;</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 xml:space="preserve">@143. </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Саҳмияҳои бонки дар шакли ҷамъияти саҳомии пӯшида ташкилшуда дар кадом ҳолат ба шахси дигар гузашта метавонанд?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$A) </w:t>
      </w:r>
      <w:r w:rsidRPr="00784F69">
        <w:rPr>
          <w:rFonts w:ascii="Palatino Linotype" w:hAnsi="Palatino Linotype"/>
          <w:color w:val="000000"/>
          <w:sz w:val="28"/>
          <w:szCs w:val="28"/>
          <w:lang w:val="tg-Cyrl-TJ"/>
        </w:rPr>
        <w:t>Танҳо дар ҳолати розӣ будани ҳамаи саҳмдорони бонк ба шахси дигар гузашта метавонанд;</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$B) </w:t>
      </w:r>
      <w:r w:rsidRPr="00784F69">
        <w:rPr>
          <w:rFonts w:ascii="Palatino Linotype" w:hAnsi="Palatino Linotype"/>
          <w:color w:val="000000"/>
          <w:sz w:val="28"/>
          <w:szCs w:val="28"/>
        </w:rPr>
        <w:t>Танҳо дар ҳолати розӣ будани 2 нафар саҳмдорони бонк ба шахси дигар гузашта метавонанд;</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$C) </w:t>
      </w:r>
      <w:r w:rsidRPr="00784F69">
        <w:rPr>
          <w:rFonts w:ascii="Palatino Linotype" w:hAnsi="Palatino Linotype"/>
          <w:color w:val="000000"/>
          <w:sz w:val="28"/>
          <w:szCs w:val="28"/>
        </w:rPr>
        <w:t>Озод метавонад ба шахси дигар гузарад;</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$D) </w:t>
      </w:r>
      <w:r w:rsidRPr="00784F69">
        <w:rPr>
          <w:rFonts w:ascii="Palatino Linotype" w:hAnsi="Palatino Linotype"/>
          <w:color w:val="000000"/>
          <w:sz w:val="28"/>
          <w:szCs w:val="28"/>
        </w:rPr>
        <w:t>Танҳо дар ҳолати розӣ будани раиси хоҷагӣ гузашта метавонанд;</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$E) </w:t>
      </w:r>
      <w:r w:rsidRPr="00784F69">
        <w:rPr>
          <w:rFonts w:ascii="Palatino Linotype" w:hAnsi="Palatino Linotype"/>
          <w:color w:val="000000"/>
          <w:sz w:val="28"/>
          <w:szCs w:val="28"/>
          <w:lang w:val="tg-Cyrl-TJ"/>
        </w:rPr>
        <w:t>Танҳо дар ҳолати розӣ будани 5 саҳмдорони бонк ба шахси дигар гузашта метавонанд;</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 xml:space="preserve">@144. </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Саҳмияҳои бонки дар шакли ҷамъияти саҳомии кушода ташкилшуда дар кадом ҳолат ба шахси дигар гузашта метавонанд?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$A) </w:t>
      </w:r>
      <w:r w:rsidRPr="00784F69">
        <w:rPr>
          <w:rFonts w:ascii="Palatino Linotype" w:hAnsi="Palatino Linotype"/>
          <w:color w:val="000000"/>
          <w:sz w:val="28"/>
          <w:szCs w:val="28"/>
          <w:lang w:val="tg-Cyrl-TJ"/>
        </w:rPr>
        <w:t>Бе розигии дигар саҳмдорон аз даст ба даст гузашта метавонанд;</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$B) </w:t>
      </w:r>
      <w:r w:rsidRPr="00784F69">
        <w:rPr>
          <w:rFonts w:ascii="Palatino Linotype" w:hAnsi="Palatino Linotype"/>
          <w:color w:val="000000"/>
          <w:sz w:val="28"/>
          <w:szCs w:val="28"/>
          <w:lang w:val="tg-Cyrl-TJ"/>
        </w:rPr>
        <w:t>Бо розигии дигар саҳмдорон аз даст ба даст гузашта наметавонанд;</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$C) </w:t>
      </w:r>
      <w:r w:rsidRPr="00784F69">
        <w:rPr>
          <w:rFonts w:ascii="Palatino Linotype" w:hAnsi="Palatino Linotype"/>
          <w:color w:val="000000"/>
          <w:sz w:val="28"/>
          <w:szCs w:val="28"/>
        </w:rPr>
        <w:t>Танҳо дар ҳолати розӣ будани ягон нафар саҳмдорони бонк ба шахси дигар гузашта метавонанд;</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$D) </w:t>
      </w:r>
      <w:r w:rsidRPr="00784F69">
        <w:rPr>
          <w:rFonts w:ascii="Palatino Linotype" w:hAnsi="Palatino Linotype"/>
          <w:color w:val="000000"/>
          <w:sz w:val="28"/>
          <w:szCs w:val="28"/>
        </w:rPr>
        <w:t>Танҳо дар ҳолати розӣ будани ҳамаи нафар саҳмдорони бонк ба шахси дигар гузашта метавонанд;</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$E) </w:t>
      </w:r>
      <w:r w:rsidRPr="00784F69">
        <w:rPr>
          <w:rFonts w:ascii="Palatino Linotype" w:hAnsi="Palatino Linotype"/>
          <w:color w:val="000000"/>
          <w:sz w:val="28"/>
          <w:szCs w:val="28"/>
        </w:rPr>
        <w:t>Танҳо дар ҳолати розӣ будани раиси қишлоқ ба шахси дигар гузашта метавонанд;</w:t>
      </w:r>
    </w:p>
    <w:p w:rsidR="00B65CA5" w:rsidRPr="00784F69" w:rsidRDefault="00B65CA5" w:rsidP="00C84BB2">
      <w:pPr>
        <w:spacing w:after="0" w:line="240" w:lineRule="auto"/>
        <w:jc w:val="both"/>
        <w:rPr>
          <w:rFonts w:ascii="Palatino Linotype" w:hAnsi="Palatino Linotype"/>
          <w:b/>
          <w:color w:val="000000"/>
          <w:sz w:val="28"/>
          <w:szCs w:val="28"/>
        </w:rPr>
      </w:pPr>
      <w:r w:rsidRPr="00784F69">
        <w:rPr>
          <w:rFonts w:ascii="Palatino Linotype" w:hAnsi="Palatino Linotype"/>
          <w:b/>
          <w:color w:val="000000"/>
          <w:sz w:val="28"/>
          <w:szCs w:val="28"/>
        </w:rPr>
        <w:t xml:space="preserve">@145. </w:t>
      </w:r>
    </w:p>
    <w:p w:rsidR="00B65CA5" w:rsidRPr="00784F69" w:rsidRDefault="00B65CA5" w:rsidP="00C84BB2">
      <w:pPr>
        <w:spacing w:after="0" w:line="240" w:lineRule="auto"/>
        <w:jc w:val="both"/>
        <w:rPr>
          <w:rFonts w:ascii="Palatino Linotype" w:hAnsi="Palatino Linotype"/>
          <w:b/>
          <w:color w:val="000000"/>
          <w:sz w:val="28"/>
          <w:szCs w:val="28"/>
        </w:rPr>
      </w:pPr>
      <w:r w:rsidRPr="00784F69">
        <w:rPr>
          <w:rFonts w:ascii="Palatino Linotype" w:hAnsi="Palatino Linotype"/>
          <w:b/>
          <w:color w:val="000000"/>
          <w:sz w:val="28"/>
          <w:szCs w:val="28"/>
        </w:rPr>
        <w:t>Мувофиқи моддаи 4 Қонуни Ҷумҳурии Тоҷикистон «Дар бораи бонкҳо ва фаъолияти бонкӣ» бонкҳо дар кадом шаклҳо созмон дода мешаванд?</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$A) </w:t>
      </w:r>
      <w:r w:rsidRPr="00784F69">
        <w:rPr>
          <w:rFonts w:ascii="Palatino Linotype" w:hAnsi="Palatino Linotype"/>
          <w:color w:val="000000"/>
          <w:sz w:val="28"/>
          <w:szCs w:val="28"/>
        </w:rPr>
        <w:t>Ҳамаи ҷавобҳо дурустанд;</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$B) </w:t>
      </w:r>
      <w:r w:rsidRPr="00784F69">
        <w:rPr>
          <w:rFonts w:ascii="Palatino Linotype" w:hAnsi="Palatino Linotype"/>
          <w:color w:val="000000"/>
          <w:sz w:val="28"/>
          <w:szCs w:val="28"/>
        </w:rPr>
        <w:t>Бонки ғайридавлатӣ;</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$C) </w:t>
      </w:r>
      <w:r w:rsidRPr="00784F69">
        <w:rPr>
          <w:rFonts w:ascii="Palatino Linotype" w:hAnsi="Palatino Linotype"/>
          <w:color w:val="000000"/>
          <w:sz w:val="28"/>
          <w:szCs w:val="28"/>
        </w:rPr>
        <w:t>Бонк бо иштироки сармояи хориҷӣ;</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$D) </w:t>
      </w:r>
      <w:r w:rsidRPr="00784F69">
        <w:rPr>
          <w:rFonts w:ascii="Palatino Linotype" w:hAnsi="Palatino Linotype"/>
          <w:color w:val="000000"/>
          <w:sz w:val="28"/>
          <w:szCs w:val="28"/>
        </w:rPr>
        <w:t>Бонки байнидавлатӣ, агар бонк дар асоси шартномаи (созишномаи) байн</w:t>
      </w:r>
      <w:r w:rsidRPr="00784F69">
        <w:rPr>
          <w:rFonts w:ascii="Palatino Linotype" w:hAnsi="Palatino Linotype"/>
          <w:color w:val="000000"/>
          <w:sz w:val="28"/>
          <w:szCs w:val="28"/>
          <w:lang w:val="tt-RU"/>
        </w:rPr>
        <w:t>идавлат</w:t>
      </w:r>
      <w:r w:rsidRPr="00784F69">
        <w:rPr>
          <w:rFonts w:ascii="Palatino Linotype" w:hAnsi="Palatino Linotype"/>
          <w:color w:val="000000"/>
          <w:sz w:val="28"/>
          <w:szCs w:val="28"/>
        </w:rPr>
        <w:t>ӣ созмон дода шавад;</w:t>
      </w:r>
    </w:p>
    <w:p w:rsidR="00B65CA5" w:rsidRPr="00784F69" w:rsidRDefault="00B65CA5" w:rsidP="00C84BB2">
      <w:pPr>
        <w:spacing w:after="0" w:line="240" w:lineRule="auto"/>
        <w:jc w:val="both"/>
        <w:rPr>
          <w:rFonts w:ascii="Palatino Linotype" w:hAnsi="Palatino Linotype"/>
          <w:b/>
          <w:color w:val="000000"/>
          <w:sz w:val="28"/>
          <w:szCs w:val="28"/>
          <w:u w:val="single"/>
        </w:rPr>
      </w:pPr>
      <w:r w:rsidRPr="00784F69">
        <w:rPr>
          <w:rFonts w:ascii="Palatino Linotype" w:hAnsi="Palatino Linotype"/>
          <w:b/>
          <w:color w:val="000000"/>
          <w:sz w:val="28"/>
          <w:szCs w:val="28"/>
        </w:rPr>
        <w:t xml:space="preserve">$E) </w:t>
      </w:r>
      <w:r w:rsidRPr="00784F69">
        <w:rPr>
          <w:rFonts w:ascii="Palatino Linotype" w:hAnsi="Palatino Linotype"/>
          <w:color w:val="000000"/>
          <w:sz w:val="28"/>
          <w:szCs w:val="28"/>
        </w:rPr>
        <w:t>Бонки берун аз давлат;</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 xml:space="preserve">@146. </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Барои бонкҳо дар кадом соҳа фаъолият манъ карда шудааст?</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$A) </w:t>
      </w:r>
      <w:r w:rsidRPr="00784F69">
        <w:rPr>
          <w:rFonts w:ascii="Palatino Linotype" w:hAnsi="Palatino Linotype"/>
          <w:color w:val="000000"/>
          <w:sz w:val="28"/>
          <w:szCs w:val="28"/>
          <w:lang w:val="tg-Cyrl-TJ"/>
        </w:rPr>
        <w:t>Барои бонкҳо фаъолият дар соҳаи истеҳсолоти моддӣ ва савдои дор</w:t>
      </w:r>
      <w:r w:rsidRPr="00784F69">
        <w:rPr>
          <w:rFonts w:ascii="Palatino Linotype" w:hAnsi="Palatino Linotype"/>
          <w:color w:val="000000"/>
          <w:sz w:val="28"/>
          <w:szCs w:val="28"/>
          <w:lang w:val="tt-RU"/>
        </w:rPr>
        <w:t>ои</w:t>
      </w:r>
      <w:r w:rsidRPr="00784F69">
        <w:rPr>
          <w:rFonts w:ascii="Palatino Linotype" w:hAnsi="Palatino Linotype"/>
          <w:color w:val="000000"/>
          <w:sz w:val="28"/>
          <w:szCs w:val="28"/>
          <w:lang w:val="tg-Cyrl-TJ"/>
        </w:rPr>
        <w:t>ҳои моддӣ, ҳамчунин машғул шудан ба ҳамаи навъҳои суғурта манъ карда мешавад;</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$B) </w:t>
      </w:r>
      <w:r w:rsidRPr="00784F69">
        <w:rPr>
          <w:rFonts w:ascii="Palatino Linotype" w:hAnsi="Palatino Linotype"/>
          <w:color w:val="000000"/>
          <w:sz w:val="28"/>
          <w:szCs w:val="28"/>
        </w:rPr>
        <w:t>Барои адвокатҳо машваратдиҳӣ ва додани иҷораи техникаю технология, манъ карда шудааст;</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$C) </w:t>
      </w:r>
      <w:r w:rsidRPr="00784F69">
        <w:rPr>
          <w:rFonts w:ascii="Palatino Linotype" w:hAnsi="Palatino Linotype"/>
          <w:color w:val="000000"/>
          <w:sz w:val="28"/>
          <w:szCs w:val="28"/>
        </w:rPr>
        <w:t>Барои соҳибкорон дар соҳаи микроқарзҳо ва интиқоли маблағҳо, ҳамчунин машғул шудан ба ҳамаи навъҳои мубодилаи асъор манъ карда шудааст;</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$D) </w:t>
      </w:r>
      <w:r w:rsidRPr="00784F69">
        <w:rPr>
          <w:rFonts w:ascii="Palatino Linotype" w:hAnsi="Palatino Linotype"/>
          <w:color w:val="000000"/>
          <w:sz w:val="28"/>
          <w:szCs w:val="28"/>
          <w:lang w:val="tg-Cyrl-TJ"/>
        </w:rPr>
        <w:t>Барои мизоҷон дар соҳаи амонатгузорӣ ва қарздиҳӣ, ҳамчунин машғул шудан ба ҷалби маблағҳо манъ карда шудааст;</w:t>
      </w:r>
    </w:p>
    <w:p w:rsidR="00B65CA5" w:rsidRPr="00784F69" w:rsidRDefault="00B65CA5" w:rsidP="00C84BB2">
      <w:pPr>
        <w:spacing w:after="0" w:line="240" w:lineRule="auto"/>
        <w:jc w:val="both"/>
        <w:rPr>
          <w:rFonts w:ascii="Palatino Linotype" w:hAnsi="Palatino Linotype"/>
          <w:b/>
          <w:color w:val="000000"/>
          <w:sz w:val="28"/>
          <w:szCs w:val="28"/>
          <w:u w:val="single"/>
        </w:rPr>
      </w:pPr>
      <w:r w:rsidRPr="00784F69">
        <w:rPr>
          <w:rFonts w:ascii="Palatino Linotype" w:hAnsi="Palatino Linotype"/>
          <w:b/>
          <w:color w:val="000000"/>
          <w:sz w:val="28"/>
          <w:szCs w:val="28"/>
        </w:rPr>
        <w:t xml:space="preserve">$E) </w:t>
      </w:r>
      <w:r w:rsidRPr="00784F69">
        <w:rPr>
          <w:rFonts w:ascii="Palatino Linotype" w:hAnsi="Palatino Linotype"/>
          <w:color w:val="000000"/>
          <w:sz w:val="28"/>
          <w:szCs w:val="28"/>
        </w:rPr>
        <w:t>Ҳамаи вариантҳо нодурустанд;</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 xml:space="preserve">@147. </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Иштирок дар ҳама гуна «бозиҳо», аз ҷумла ташкил ва гузаронидани бозӣ ва лотореяҳои пуливу молӣ, ҳамчунин гузаронидани лотореяҳои пуливу молӣ дар бинои бонк ё таблиғи (рекламаи) онҳо барои бонкҳо мумкин аст ё не?</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$A) </w:t>
      </w:r>
      <w:r w:rsidRPr="00784F69">
        <w:rPr>
          <w:rFonts w:ascii="Palatino Linotype" w:hAnsi="Palatino Linotype"/>
          <w:color w:val="000000"/>
          <w:sz w:val="28"/>
          <w:szCs w:val="28"/>
          <w:lang w:val="tg-Cyrl-TJ"/>
        </w:rPr>
        <w:t>Иштирок дар ҳама гуна «бозиҳо», аз ҷумла ташкил ва гузаронидани бозӣ ва лотореяҳои пуливу молӣ, ҳамчунин гузаронидани лотореяҳои пуливу молӣ дар бинои бонк ё таблиғи (рекламаи) онҳо барои бонкҳо манъ аст;</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$B) </w:t>
      </w:r>
      <w:r w:rsidRPr="00784F69">
        <w:rPr>
          <w:rFonts w:ascii="Palatino Linotype" w:hAnsi="Palatino Linotype"/>
          <w:color w:val="000000"/>
          <w:sz w:val="28"/>
          <w:szCs w:val="28"/>
          <w:lang w:val="tg-Cyrl-TJ"/>
        </w:rPr>
        <w:t>Иштирок дар ҳама гуна «бозорҳо», аз ҷумла ташкил ва гузаронидани бозӣ ва лотореяҳои пуливу молӣ, ҳамчунин гузаронидани лотореяҳои пуливу молӣ дар бинои бонк ё таблиғи (рекламаи) онҳо барои бонкҳо иҷозат нест;</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$C) </w:t>
      </w:r>
      <w:r w:rsidRPr="00784F69">
        <w:rPr>
          <w:rFonts w:ascii="Palatino Linotype" w:hAnsi="Palatino Linotype"/>
          <w:color w:val="000000"/>
          <w:sz w:val="28"/>
          <w:szCs w:val="28"/>
          <w:lang w:val="tg-Cyrl-TJ"/>
        </w:rPr>
        <w:t>Иштирок дар ҳама гуна «биноҳо», аз ҷумла ташкил ва гузаронидани бозӣ ва лотореяҳои пуливу молӣ, ҳамчунин гузаронидани лотореяҳои пуливу молӣ дар бинои бонк ё таблиғи (рекламаи) онҳо барои бонкҳо озод нест;</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$D) </w:t>
      </w:r>
      <w:r w:rsidRPr="00784F69">
        <w:rPr>
          <w:rFonts w:ascii="Palatino Linotype" w:hAnsi="Palatino Linotype"/>
          <w:color w:val="000000"/>
          <w:sz w:val="28"/>
          <w:szCs w:val="28"/>
          <w:lang w:val="tg-Cyrl-TJ"/>
        </w:rPr>
        <w:t>Иштирок дар ҳама гуна «варзишҳо», аз ҷумла ташкил ва гузаронидани бозӣ ва лотореяҳои пуливу молӣ, ҳамчунин гузаронидани лотореяҳои пуливу молӣ дар бинои бонк ё таблиғи (рекламаи) онҳо барои бонкҳо мумкин нест;</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$E) </w:t>
      </w:r>
      <w:r w:rsidRPr="00784F69">
        <w:rPr>
          <w:rFonts w:ascii="Palatino Linotype" w:hAnsi="Palatino Linotype"/>
          <w:color w:val="000000"/>
          <w:sz w:val="28"/>
          <w:szCs w:val="28"/>
          <w:lang w:val="tg-Cyrl-TJ"/>
        </w:rPr>
        <w:t>Иштирок дар ҳама гуна «минтақаҳо», аз ҷумла ташкил ва гузаронидани бозӣ ва лотореяҳои пуливу молӣ, ҳамчунин гузаронидани лотореяҳои пуливу молӣ дар бинои бонк ё таблиғи (рекламаи) онҳо барои бонкҳо фоиданок буда бемаҳдуд нест</w:t>
      </w:r>
      <w:r w:rsidRPr="00784F69">
        <w:rPr>
          <w:rFonts w:ascii="Palatino Linotype" w:hAnsi="Palatino Linotype"/>
          <w:b/>
          <w:color w:val="000000"/>
          <w:sz w:val="28"/>
          <w:szCs w:val="28"/>
          <w:lang w:val="tg-Cyrl-TJ"/>
        </w:rPr>
        <w:t>;</w:t>
      </w:r>
    </w:p>
    <w:p w:rsidR="00B65CA5" w:rsidRPr="00784F69" w:rsidRDefault="00B65CA5" w:rsidP="00C84BB2">
      <w:pPr>
        <w:spacing w:after="0" w:line="240" w:lineRule="auto"/>
        <w:jc w:val="both"/>
        <w:rPr>
          <w:rFonts w:ascii="Palatino Linotype" w:hAnsi="Palatino Linotype"/>
          <w:b/>
          <w:color w:val="000000"/>
          <w:sz w:val="28"/>
          <w:szCs w:val="28"/>
        </w:rPr>
      </w:pPr>
      <w:r w:rsidRPr="00784F69">
        <w:rPr>
          <w:rFonts w:ascii="Palatino Linotype" w:hAnsi="Palatino Linotype"/>
          <w:b/>
          <w:color w:val="000000"/>
          <w:sz w:val="28"/>
          <w:szCs w:val="28"/>
        </w:rPr>
        <w:t xml:space="preserve">@148. </w:t>
      </w:r>
    </w:p>
    <w:p w:rsidR="00B65CA5" w:rsidRPr="00784F69" w:rsidRDefault="00B65CA5" w:rsidP="00C84BB2">
      <w:pPr>
        <w:spacing w:after="0" w:line="240" w:lineRule="auto"/>
        <w:jc w:val="both"/>
        <w:rPr>
          <w:rFonts w:ascii="Palatino Linotype" w:hAnsi="Palatino Linotype"/>
          <w:b/>
          <w:color w:val="000000"/>
          <w:sz w:val="28"/>
          <w:szCs w:val="28"/>
        </w:rPr>
      </w:pPr>
      <w:r w:rsidRPr="00784F69">
        <w:rPr>
          <w:rFonts w:ascii="Palatino Linotype" w:hAnsi="Palatino Linotype"/>
          <w:b/>
          <w:color w:val="000000"/>
          <w:sz w:val="28"/>
          <w:szCs w:val="28"/>
        </w:rPr>
        <w:t xml:space="preserve">Дар ҳолати </w:t>
      </w:r>
      <w:r w:rsidRPr="00784F69">
        <w:rPr>
          <w:rFonts w:ascii="Palatino Linotype" w:hAnsi="Palatino Linotype"/>
          <w:b/>
          <w:color w:val="000000"/>
          <w:sz w:val="28"/>
          <w:szCs w:val="28"/>
          <w:lang w:val="tt-RU"/>
        </w:rPr>
        <w:t xml:space="preserve">ташкил додани бонк кадом </w:t>
      </w:r>
      <w:r w:rsidRPr="00784F69">
        <w:rPr>
          <w:rFonts w:ascii="Palatino Linotype" w:hAnsi="Palatino Linotype"/>
          <w:b/>
          <w:color w:val="000000"/>
          <w:sz w:val="28"/>
          <w:szCs w:val="28"/>
        </w:rPr>
        <w:t>мафҳумҳо истифода мешаванд?</w:t>
      </w:r>
    </w:p>
    <w:p w:rsidR="00B65CA5" w:rsidRPr="00784F69" w:rsidRDefault="00B65CA5" w:rsidP="00C84BB2">
      <w:pPr>
        <w:pStyle w:val="NoSpacing"/>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$A) </w:t>
      </w:r>
      <w:r w:rsidRPr="00784F69">
        <w:rPr>
          <w:rFonts w:ascii="Palatino Linotype" w:hAnsi="Palatino Linotype"/>
          <w:color w:val="000000"/>
          <w:sz w:val="28"/>
          <w:szCs w:val="28"/>
          <w:lang w:val="ru-RU"/>
        </w:rPr>
        <w:t>Ҳамаи ҷавобҳо дурустанд;</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$B) </w:t>
      </w:r>
      <w:r w:rsidRPr="00784F69">
        <w:rPr>
          <w:rFonts w:ascii="Palatino Linotype" w:hAnsi="Palatino Linotype"/>
          <w:color w:val="000000"/>
          <w:sz w:val="28"/>
          <w:szCs w:val="28"/>
        </w:rPr>
        <w:t>Нависандагон;</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$C) </w:t>
      </w:r>
      <w:r w:rsidRPr="00784F69">
        <w:rPr>
          <w:rFonts w:ascii="Palatino Linotype" w:hAnsi="Palatino Linotype"/>
          <w:color w:val="000000"/>
          <w:sz w:val="28"/>
          <w:szCs w:val="28"/>
        </w:rPr>
        <w:t>Сайёҳон;</w:t>
      </w:r>
    </w:p>
    <w:p w:rsidR="00B65CA5" w:rsidRPr="00784F69" w:rsidRDefault="00B65CA5" w:rsidP="00C84BB2">
      <w:pPr>
        <w:spacing w:after="0" w:line="240" w:lineRule="auto"/>
        <w:jc w:val="both"/>
        <w:rPr>
          <w:rFonts w:ascii="Palatino Linotype" w:hAnsi="Palatino Linotype"/>
          <w:b/>
          <w:color w:val="000000"/>
          <w:sz w:val="28"/>
          <w:szCs w:val="28"/>
          <w:u w:val="single"/>
        </w:rPr>
      </w:pPr>
      <w:r w:rsidRPr="00784F69">
        <w:rPr>
          <w:rFonts w:ascii="Palatino Linotype" w:hAnsi="Palatino Linotype"/>
          <w:b/>
          <w:color w:val="000000"/>
          <w:sz w:val="28"/>
          <w:szCs w:val="28"/>
        </w:rPr>
        <w:t xml:space="preserve">$D) </w:t>
      </w:r>
      <w:r w:rsidRPr="00784F69">
        <w:rPr>
          <w:rFonts w:ascii="Palatino Linotype" w:hAnsi="Palatino Linotype"/>
          <w:color w:val="000000"/>
          <w:sz w:val="28"/>
          <w:szCs w:val="28"/>
          <w:lang w:val="tg-Cyrl-TJ"/>
        </w:rPr>
        <w:t>Муаллифон;</w:t>
      </w:r>
    </w:p>
    <w:p w:rsidR="00B65CA5" w:rsidRPr="00784F69" w:rsidRDefault="00B65CA5" w:rsidP="00C84BB2">
      <w:pPr>
        <w:spacing w:after="0" w:line="240" w:lineRule="auto"/>
        <w:jc w:val="both"/>
        <w:rPr>
          <w:rFonts w:ascii="Palatino Linotype" w:hAnsi="Palatino Linotype"/>
          <w:b/>
          <w:color w:val="000000"/>
          <w:sz w:val="28"/>
          <w:szCs w:val="28"/>
          <w:u w:val="single"/>
        </w:rPr>
      </w:pPr>
      <w:r w:rsidRPr="00784F69">
        <w:rPr>
          <w:rFonts w:ascii="Palatino Linotype" w:hAnsi="Palatino Linotype"/>
          <w:b/>
          <w:color w:val="000000"/>
          <w:sz w:val="28"/>
          <w:szCs w:val="28"/>
        </w:rPr>
        <w:t xml:space="preserve">$E) </w:t>
      </w:r>
      <w:r w:rsidRPr="00784F69">
        <w:rPr>
          <w:rFonts w:ascii="Palatino Linotype" w:hAnsi="Palatino Linotype"/>
          <w:color w:val="000000"/>
          <w:sz w:val="28"/>
          <w:szCs w:val="28"/>
        </w:rPr>
        <w:t>Брокерон;</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 xml:space="preserve">@149. </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Муассисон киҳоянд?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$A) </w:t>
      </w:r>
      <w:r w:rsidRPr="00784F69">
        <w:rPr>
          <w:rFonts w:ascii="Palatino Linotype" w:hAnsi="Palatino Linotype"/>
          <w:color w:val="000000"/>
          <w:sz w:val="28"/>
          <w:szCs w:val="28"/>
          <w:lang w:val="tg-Cyrl-TJ"/>
        </w:rPr>
        <w:t>шахсони ҳуқуқию воқеъӣ, ки ба сифати ташаббускори таъсиси бонк ва ташкилдиҳандаи сармояи аввалияи оинномавии он баромад мекунанд;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$B) </w:t>
      </w:r>
      <w:r w:rsidRPr="00784F69">
        <w:rPr>
          <w:rFonts w:ascii="Palatino Linotype" w:hAnsi="Palatino Linotype"/>
          <w:color w:val="000000"/>
          <w:sz w:val="28"/>
          <w:szCs w:val="28"/>
          <w:lang w:val="tg-Cyrl-TJ"/>
        </w:rPr>
        <w:t>Шахсони бешаҳрванд, ки дар сармояи оинномавии бонки амалкунандае, ки дар шакли чамъияти саҳомии кушода, бо ҳуқуқибарориши саҳмияҳои беном таъсис ёфтааст, ҳисса мегузоранд;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$C) </w:t>
      </w:r>
      <w:r w:rsidRPr="00784F69">
        <w:rPr>
          <w:rFonts w:ascii="Palatino Linotype" w:hAnsi="Palatino Linotype"/>
          <w:color w:val="000000"/>
          <w:sz w:val="28"/>
          <w:szCs w:val="28"/>
          <w:lang w:val="tg-Cyrl-TJ"/>
        </w:rPr>
        <w:t>Шахсони ҷисмонию бетабаъ, ки дар сармояи оинномавии бонки амалкунандае, ки ҷамъияти саҳомии пӯшида, бе ҳуқуқи барориши саҳмияҳои беном таъсис ёфтааст, ҳисса мегузоранд;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$D) </w:t>
      </w:r>
      <w:r w:rsidRPr="00784F69">
        <w:rPr>
          <w:rFonts w:ascii="Palatino Linotype" w:hAnsi="Palatino Linotype"/>
          <w:color w:val="000000"/>
          <w:sz w:val="28"/>
          <w:szCs w:val="28"/>
          <w:lang w:val="tg-Cyrl-TJ"/>
        </w:rPr>
        <w:t>Натанҳо резидент ва ғайрирезидентҳои Ҷумҳурии Тоҷикистон, ки ба сифати ташаббускори таъсиси бонк ва ташкилдиҳандаи сармояи аввалияи оинномавии он баромад мекунанд;</w:t>
      </w:r>
    </w:p>
    <w:p w:rsidR="00B65CA5" w:rsidRPr="00784F69" w:rsidRDefault="00B65CA5" w:rsidP="00C84BB2">
      <w:pPr>
        <w:spacing w:after="0" w:line="240" w:lineRule="auto"/>
        <w:jc w:val="both"/>
        <w:rPr>
          <w:rFonts w:ascii="Palatino Linotype" w:hAnsi="Palatino Linotype"/>
          <w:b/>
          <w:color w:val="000000"/>
          <w:sz w:val="28"/>
          <w:szCs w:val="28"/>
          <w:u w:val="single"/>
          <w:lang w:val="tg-Cyrl-TJ"/>
        </w:rPr>
      </w:pPr>
      <w:r w:rsidRPr="00784F69">
        <w:rPr>
          <w:rFonts w:ascii="Palatino Linotype" w:hAnsi="Palatino Linotype"/>
          <w:b/>
          <w:color w:val="000000"/>
          <w:sz w:val="28"/>
          <w:szCs w:val="28"/>
          <w:lang w:val="tg-Cyrl-TJ"/>
        </w:rPr>
        <w:t xml:space="preserve">$E) </w:t>
      </w:r>
      <w:r w:rsidRPr="00784F69">
        <w:rPr>
          <w:rFonts w:ascii="Palatino Linotype" w:hAnsi="Palatino Linotype"/>
          <w:color w:val="000000"/>
          <w:sz w:val="28"/>
          <w:szCs w:val="28"/>
          <w:lang w:val="tg-Cyrl-TJ"/>
        </w:rPr>
        <w:t>Ҳамаи ширкатҳои сиёсиву ҳуқуқӣ;</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 xml:space="preserve">@150. </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Иштирокдорон киҳоянд?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$A) </w:t>
      </w:r>
      <w:r w:rsidRPr="00784F69">
        <w:rPr>
          <w:rFonts w:ascii="Palatino Linotype" w:hAnsi="Palatino Linotype"/>
          <w:color w:val="000000"/>
          <w:sz w:val="28"/>
          <w:szCs w:val="28"/>
          <w:lang w:val="tg-Cyrl-TJ"/>
        </w:rPr>
        <w:t>Шахсони ҳуқуқию воқеъӣ, ки дар сармояи оинномавии бонки амалкунандае, ки ҷамъияти саҳомии пӯшида, бе ҳуқуқи барориши саҳмияҳои беном таъсис ёфтааст, ҳисса мегузоранд;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$B) </w:t>
      </w:r>
      <w:r w:rsidRPr="00784F69">
        <w:rPr>
          <w:rFonts w:ascii="Palatino Linotype" w:hAnsi="Palatino Linotype"/>
          <w:color w:val="000000"/>
          <w:sz w:val="28"/>
          <w:szCs w:val="28"/>
          <w:lang w:val="tg-Cyrl-TJ"/>
        </w:rPr>
        <w:t>Шахсоне, ки дар шакли чамъияти саҳомии кушода, бо ҳуқуқибарориши саҳмияҳои беном таъсис ёфтааст, ҳисса мегузоранд;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$C) </w:t>
      </w:r>
      <w:r w:rsidRPr="00784F69">
        <w:rPr>
          <w:rFonts w:ascii="Palatino Linotype" w:hAnsi="Palatino Linotype"/>
          <w:color w:val="000000"/>
          <w:sz w:val="28"/>
          <w:szCs w:val="28"/>
          <w:lang w:val="tg-Cyrl-TJ"/>
        </w:rPr>
        <w:t>Шахсони ба сифати ташаббускори таъсиси бонк ва ташкилдиҳандаи сармояи аввалияи оинномавии он баромад мекунанд;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$D) </w:t>
      </w:r>
      <w:r w:rsidRPr="00784F69">
        <w:rPr>
          <w:rFonts w:ascii="Palatino Linotype" w:hAnsi="Palatino Linotype"/>
          <w:color w:val="000000"/>
          <w:sz w:val="28"/>
          <w:szCs w:val="28"/>
          <w:lang w:val="tg-Cyrl-TJ"/>
        </w:rPr>
        <w:t>ғайрирезидентҳои Ҷумҳурии Тоҷикистон, ки ба сифати ташаббускори таъсиси бонк ва ташкилдиҳандаи сармояи аввалияи оинномавии он баромад мекунанд;</w:t>
      </w:r>
    </w:p>
    <w:p w:rsidR="00B65CA5" w:rsidRPr="00784F69" w:rsidRDefault="00B65CA5" w:rsidP="00C84BB2">
      <w:pPr>
        <w:spacing w:after="0" w:line="240" w:lineRule="auto"/>
        <w:jc w:val="both"/>
        <w:rPr>
          <w:rFonts w:ascii="Palatino Linotype" w:hAnsi="Palatino Linotype"/>
          <w:b/>
          <w:color w:val="000000"/>
          <w:sz w:val="28"/>
          <w:szCs w:val="28"/>
          <w:u w:val="single"/>
          <w:lang w:val="tg-Cyrl-TJ"/>
        </w:rPr>
      </w:pPr>
      <w:r w:rsidRPr="00784F69">
        <w:rPr>
          <w:rFonts w:ascii="Palatino Linotype" w:hAnsi="Palatino Linotype"/>
          <w:b/>
          <w:color w:val="000000"/>
          <w:sz w:val="28"/>
          <w:szCs w:val="28"/>
          <w:lang w:val="tg-Cyrl-TJ"/>
        </w:rPr>
        <w:t xml:space="preserve">$E) </w:t>
      </w:r>
      <w:r w:rsidRPr="00784F69">
        <w:rPr>
          <w:rFonts w:ascii="Palatino Linotype" w:hAnsi="Palatino Linotype"/>
          <w:color w:val="000000"/>
          <w:sz w:val="28"/>
          <w:szCs w:val="28"/>
          <w:lang w:val="tg-Cyrl-TJ"/>
        </w:rPr>
        <w:t>Танҳо резидентҳои ҶТ;</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 xml:space="preserve">@151. </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Саҳмдорон киҳоянд?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$A) </w:t>
      </w:r>
      <w:r w:rsidRPr="00784F69">
        <w:rPr>
          <w:rFonts w:ascii="Palatino Linotype" w:hAnsi="Palatino Linotype"/>
          <w:color w:val="000000"/>
          <w:sz w:val="28"/>
          <w:szCs w:val="28"/>
          <w:lang w:val="tg-Cyrl-TJ"/>
        </w:rPr>
        <w:t>Шахсони ҳуқукию воқеъӣ, ки дар сармояи оинномавии бонки амалкунандае, ки дар шакли чамъияти саҳомии кушода, бо ҳуқуқибарориши саҳмияҳои беном таъсис ёфтааст, ҳисса мегузоранд;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$B) </w:t>
      </w:r>
      <w:r w:rsidRPr="00784F69">
        <w:rPr>
          <w:rFonts w:ascii="Palatino Linotype" w:hAnsi="Palatino Linotype"/>
          <w:color w:val="000000"/>
          <w:sz w:val="28"/>
          <w:szCs w:val="28"/>
          <w:lang w:val="tg-Cyrl-TJ"/>
        </w:rPr>
        <w:t>оинномаи бонки амалкунандае, ки ҷамъияти саҳомии пӯшида, бе ҳуқуқи барориши саҳмияҳои беном таъсис ёфтааст, ҳисса мегузоранд;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$C) </w:t>
      </w:r>
      <w:r w:rsidRPr="00784F69">
        <w:rPr>
          <w:rFonts w:ascii="Palatino Linotype" w:hAnsi="Palatino Linotype"/>
          <w:color w:val="000000"/>
          <w:sz w:val="28"/>
          <w:szCs w:val="28"/>
          <w:lang w:val="tg-Cyrl-TJ"/>
        </w:rPr>
        <w:t>ба сифати ташаббускори таъсиси бонк ва ташкилдиҳандаи сармояи аввалияи оинномавии он баромад мекунанд;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$D) </w:t>
      </w:r>
      <w:r w:rsidRPr="00784F69">
        <w:rPr>
          <w:rFonts w:ascii="Palatino Linotype" w:hAnsi="Palatino Linotype"/>
          <w:color w:val="000000"/>
          <w:sz w:val="28"/>
          <w:szCs w:val="28"/>
          <w:lang w:val="tg-Cyrl-TJ"/>
        </w:rPr>
        <w:t>Танҳо сифати ташаббускори таъсиси бонк ва ташкилдиҳандаи сармояи аввалияи оинномавии он баромад мекунанд;</w:t>
      </w:r>
    </w:p>
    <w:p w:rsidR="00B65CA5" w:rsidRPr="00784F69" w:rsidRDefault="00B65CA5" w:rsidP="00C84BB2">
      <w:pPr>
        <w:spacing w:after="0" w:line="240" w:lineRule="auto"/>
        <w:jc w:val="both"/>
        <w:rPr>
          <w:rFonts w:ascii="Palatino Linotype" w:hAnsi="Palatino Linotype"/>
          <w:b/>
          <w:color w:val="000000"/>
          <w:sz w:val="28"/>
          <w:szCs w:val="28"/>
          <w:u w:val="single"/>
          <w:lang w:val="tg-Cyrl-TJ"/>
        </w:rPr>
      </w:pPr>
      <w:r w:rsidRPr="00784F69">
        <w:rPr>
          <w:rFonts w:ascii="Palatino Linotype" w:hAnsi="Palatino Linotype"/>
          <w:b/>
          <w:color w:val="000000"/>
          <w:sz w:val="28"/>
          <w:szCs w:val="28"/>
          <w:lang w:val="tg-Cyrl-TJ"/>
        </w:rPr>
        <w:t xml:space="preserve">$E) </w:t>
      </w:r>
      <w:r w:rsidRPr="00784F69">
        <w:rPr>
          <w:rFonts w:ascii="Palatino Linotype" w:hAnsi="Palatino Linotype"/>
          <w:color w:val="000000"/>
          <w:sz w:val="28"/>
          <w:szCs w:val="28"/>
          <w:lang w:val="tg-Cyrl-TJ"/>
        </w:rPr>
        <w:t>Ҳамаи сифатҳои шахсони ғайри қобили амал;</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 xml:space="preserve">@152. </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t-RU"/>
        </w:rPr>
        <w:t>Ба сифати муассиси бонки давлатӣ</w:t>
      </w:r>
      <w:r w:rsidRPr="00784F69">
        <w:rPr>
          <w:rFonts w:ascii="Palatino Linotype" w:hAnsi="Palatino Linotype" w:cs="Times New Roman Tj"/>
          <w:b/>
          <w:color w:val="000000"/>
          <w:sz w:val="28"/>
          <w:szCs w:val="28"/>
          <w:lang w:val="tt-RU"/>
        </w:rPr>
        <w:t xml:space="preserve"> к</w:t>
      </w:r>
      <w:r w:rsidRPr="00784F69">
        <w:rPr>
          <w:rFonts w:ascii="Palatino Linotype" w:hAnsi="Palatino Linotype"/>
          <w:b/>
          <w:color w:val="000000"/>
          <w:sz w:val="28"/>
          <w:szCs w:val="28"/>
          <w:lang w:val="tt-RU"/>
        </w:rPr>
        <w:t>ӣ</w:t>
      </w:r>
      <w:r w:rsidRPr="00784F69">
        <w:rPr>
          <w:rFonts w:ascii="Palatino Linotype" w:hAnsi="Palatino Linotype" w:cs="Times New Roman Tj"/>
          <w:b/>
          <w:color w:val="000000"/>
          <w:sz w:val="28"/>
          <w:szCs w:val="28"/>
          <w:lang w:val="tt-RU"/>
        </w:rPr>
        <w:t xml:space="preserve"> метавонад баромад намояд</w:t>
      </w:r>
      <w:r w:rsidRPr="00784F69">
        <w:rPr>
          <w:rFonts w:ascii="Palatino Linotype" w:hAnsi="Palatino Linotype"/>
          <w:b/>
          <w:color w:val="000000"/>
          <w:sz w:val="28"/>
          <w:szCs w:val="28"/>
          <w:lang w:val="tg-Cyrl-TJ"/>
        </w:rPr>
        <w:t>?</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$A) </w:t>
      </w:r>
      <w:r w:rsidRPr="00784F69">
        <w:rPr>
          <w:rFonts w:ascii="Palatino Linotype" w:hAnsi="Palatino Linotype"/>
          <w:color w:val="000000"/>
          <w:sz w:val="28"/>
          <w:szCs w:val="28"/>
          <w:lang w:val="tt-RU"/>
        </w:rPr>
        <w:t>Фақ</w:t>
      </w:r>
      <w:r w:rsidRPr="00784F69">
        <w:rPr>
          <w:rFonts w:ascii="Palatino Linotype" w:hAnsi="Palatino Linotype" w:cs="Times New Roman Tj"/>
          <w:color w:val="000000"/>
          <w:sz w:val="28"/>
          <w:szCs w:val="28"/>
          <w:lang w:val="tt-RU"/>
        </w:rPr>
        <w:t xml:space="preserve">ат </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 xml:space="preserve">укумати </w:t>
      </w:r>
      <w:r w:rsidRPr="00784F69">
        <w:rPr>
          <w:rFonts w:ascii="Palatino Linotype" w:hAnsi="Palatino Linotype"/>
          <w:color w:val="000000"/>
          <w:sz w:val="28"/>
          <w:szCs w:val="28"/>
          <w:lang w:val="tt-RU"/>
        </w:rPr>
        <w:t>Ҷ</w:t>
      </w:r>
      <w:r w:rsidRPr="00784F69">
        <w:rPr>
          <w:rFonts w:ascii="Palatino Linotype" w:hAnsi="Palatino Linotype" w:cs="Times New Roman Tj"/>
          <w:color w:val="000000"/>
          <w:sz w:val="28"/>
          <w:szCs w:val="28"/>
          <w:lang w:val="tt-RU"/>
        </w:rPr>
        <w:t>ум</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урии То</w:t>
      </w:r>
      <w:r w:rsidRPr="00784F69">
        <w:rPr>
          <w:rFonts w:ascii="Palatino Linotype" w:hAnsi="Palatino Linotype"/>
          <w:color w:val="000000"/>
          <w:sz w:val="28"/>
          <w:szCs w:val="28"/>
          <w:lang w:val="tt-RU"/>
        </w:rPr>
        <w:t>ҷ</w:t>
      </w:r>
      <w:r w:rsidRPr="00784F69">
        <w:rPr>
          <w:rFonts w:ascii="Palatino Linotype" w:hAnsi="Palatino Linotype" w:cs="Times New Roman Tj"/>
          <w:color w:val="000000"/>
          <w:sz w:val="28"/>
          <w:szCs w:val="28"/>
          <w:lang w:val="tt-RU"/>
        </w:rPr>
        <w:t xml:space="preserve">икистон дар шахси Вазорати молияи </w:t>
      </w:r>
      <w:r w:rsidRPr="00784F69">
        <w:rPr>
          <w:rFonts w:ascii="Palatino Linotype" w:hAnsi="Palatino Linotype"/>
          <w:color w:val="000000"/>
          <w:sz w:val="28"/>
          <w:szCs w:val="28"/>
          <w:lang w:val="tt-RU"/>
        </w:rPr>
        <w:t>Ҷ</w:t>
      </w:r>
      <w:r w:rsidRPr="00784F69">
        <w:rPr>
          <w:rFonts w:ascii="Palatino Linotype" w:hAnsi="Palatino Linotype" w:cs="Times New Roman Tj"/>
          <w:color w:val="000000"/>
          <w:sz w:val="28"/>
          <w:szCs w:val="28"/>
          <w:lang w:val="tt-RU"/>
        </w:rPr>
        <w:t>ум</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урии То</w:t>
      </w:r>
      <w:r w:rsidRPr="00784F69">
        <w:rPr>
          <w:rFonts w:ascii="Palatino Linotype" w:hAnsi="Palatino Linotype"/>
          <w:color w:val="000000"/>
          <w:sz w:val="28"/>
          <w:szCs w:val="28"/>
          <w:lang w:val="tt-RU"/>
        </w:rPr>
        <w:t>ҷ</w:t>
      </w:r>
      <w:r w:rsidRPr="00784F69">
        <w:rPr>
          <w:rFonts w:ascii="Palatino Linotype" w:hAnsi="Palatino Linotype" w:cs="Times New Roman Tj"/>
          <w:color w:val="000000"/>
          <w:sz w:val="28"/>
          <w:szCs w:val="28"/>
          <w:lang w:val="tt-RU"/>
        </w:rPr>
        <w:t>икистон</w:t>
      </w:r>
      <w:r w:rsidRPr="00784F69">
        <w:rPr>
          <w:rFonts w:ascii="Palatino Linotype" w:hAnsi="Palatino Linotype"/>
          <w:color w:val="000000"/>
          <w:sz w:val="28"/>
          <w:szCs w:val="28"/>
          <w:lang w:val="tg-Cyrl-TJ"/>
        </w:rPr>
        <w:t>;</w:t>
      </w:r>
      <w:r w:rsidRPr="00784F69">
        <w:rPr>
          <w:rFonts w:ascii="Palatino Linotype" w:hAnsi="Palatino Linotype"/>
          <w:color w:val="000000"/>
          <w:sz w:val="28"/>
          <w:szCs w:val="28"/>
          <w:lang w:val="tt-RU"/>
        </w:rPr>
        <w:t>Фақ</w:t>
      </w:r>
      <w:r w:rsidRPr="00784F69">
        <w:rPr>
          <w:rFonts w:ascii="Palatino Linotype" w:hAnsi="Palatino Linotype" w:cs="Times New Roman Tj"/>
          <w:color w:val="000000"/>
          <w:sz w:val="28"/>
          <w:szCs w:val="28"/>
          <w:lang w:val="tt-RU"/>
        </w:rPr>
        <w:t>ат</w:t>
      </w:r>
      <w:r w:rsidRPr="00784F69">
        <w:rPr>
          <w:rFonts w:ascii="Palatino Linotype" w:hAnsi="Palatino Linotype"/>
          <w:color w:val="000000"/>
          <w:sz w:val="28"/>
          <w:szCs w:val="28"/>
          <w:lang w:val="tt-RU"/>
        </w:rPr>
        <w:t>;</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$B) </w:t>
      </w:r>
      <w:r w:rsidRPr="00784F69">
        <w:rPr>
          <w:rFonts w:ascii="Palatino Linotype" w:hAnsi="Palatino Linotype"/>
          <w:color w:val="000000"/>
          <w:sz w:val="28"/>
          <w:szCs w:val="28"/>
          <w:lang w:val="tt-RU"/>
        </w:rPr>
        <w:t>Фақ</w:t>
      </w:r>
      <w:r w:rsidRPr="00784F69">
        <w:rPr>
          <w:rFonts w:ascii="Palatino Linotype" w:hAnsi="Palatino Linotype" w:cs="Times New Roman Tj"/>
          <w:color w:val="000000"/>
          <w:sz w:val="28"/>
          <w:szCs w:val="28"/>
          <w:lang w:val="tt-RU"/>
        </w:rPr>
        <w:t>ат</w:t>
      </w:r>
      <w:r w:rsidRPr="00784F69">
        <w:rPr>
          <w:rFonts w:ascii="Palatino Linotype" w:hAnsi="Palatino Linotype"/>
          <w:color w:val="000000"/>
          <w:sz w:val="28"/>
          <w:szCs w:val="28"/>
          <w:lang w:val="tt-RU"/>
        </w:rPr>
        <w:t xml:space="preserve"> Вазорати меҳнати Ҷ</w:t>
      </w:r>
      <w:r w:rsidRPr="00784F69">
        <w:rPr>
          <w:rFonts w:ascii="Palatino Linotype" w:hAnsi="Palatino Linotype" w:cs="Times New Roman Tj"/>
          <w:color w:val="000000"/>
          <w:sz w:val="28"/>
          <w:szCs w:val="28"/>
          <w:lang w:val="tt-RU"/>
        </w:rPr>
        <w:t>ум</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урии То</w:t>
      </w:r>
      <w:r w:rsidRPr="00784F69">
        <w:rPr>
          <w:rFonts w:ascii="Palatino Linotype" w:hAnsi="Palatino Linotype"/>
          <w:color w:val="000000"/>
          <w:sz w:val="28"/>
          <w:szCs w:val="28"/>
          <w:lang w:val="tt-RU"/>
        </w:rPr>
        <w:t>ҷ</w:t>
      </w:r>
      <w:r w:rsidRPr="00784F69">
        <w:rPr>
          <w:rFonts w:ascii="Palatino Linotype" w:hAnsi="Palatino Linotype" w:cs="Times New Roman Tj"/>
          <w:color w:val="000000"/>
          <w:sz w:val="28"/>
          <w:szCs w:val="28"/>
          <w:lang w:val="tt-RU"/>
        </w:rPr>
        <w:t>икистон</w:t>
      </w:r>
      <w:r w:rsidRPr="00784F69">
        <w:rPr>
          <w:rFonts w:ascii="Palatino Linotype" w:hAnsi="Palatino Linotype"/>
          <w:color w:val="000000"/>
          <w:sz w:val="28"/>
          <w:szCs w:val="28"/>
          <w:lang w:val="tt-RU"/>
        </w:rPr>
        <w:t xml:space="preserve"> дар шахси Бонки ориёнбонки Тоҷ</w:t>
      </w:r>
      <w:r w:rsidRPr="00784F69">
        <w:rPr>
          <w:rFonts w:ascii="Palatino Linotype" w:hAnsi="Palatino Linotype" w:cs="Times New Roman Tj"/>
          <w:color w:val="000000"/>
          <w:sz w:val="28"/>
          <w:szCs w:val="28"/>
          <w:lang w:val="tt-RU"/>
        </w:rPr>
        <w:t>икистон</w:t>
      </w:r>
      <w:r w:rsidRPr="00784F69">
        <w:rPr>
          <w:rFonts w:ascii="Palatino Linotype" w:hAnsi="Palatino Linotype"/>
          <w:color w:val="000000"/>
          <w:sz w:val="28"/>
          <w:szCs w:val="28"/>
          <w:lang w:val="tt-RU"/>
        </w:rPr>
        <w:t>;</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$C) </w:t>
      </w:r>
      <w:r w:rsidRPr="00784F69">
        <w:rPr>
          <w:rFonts w:ascii="Palatino Linotype" w:hAnsi="Palatino Linotype"/>
          <w:color w:val="000000"/>
          <w:sz w:val="28"/>
          <w:szCs w:val="28"/>
          <w:lang w:val="tt-RU"/>
        </w:rPr>
        <w:t>Ҷ</w:t>
      </w:r>
      <w:r w:rsidRPr="00784F69">
        <w:rPr>
          <w:rFonts w:ascii="Palatino Linotype" w:hAnsi="Palatino Linotype" w:cs="Times New Roman Tj"/>
          <w:color w:val="000000"/>
          <w:sz w:val="28"/>
          <w:szCs w:val="28"/>
          <w:lang w:val="tt-RU"/>
        </w:rPr>
        <w:t>ум</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урии</w:t>
      </w:r>
      <w:r w:rsidRPr="00784F69">
        <w:rPr>
          <w:rFonts w:ascii="Palatino Linotype" w:hAnsi="Palatino Linotype"/>
          <w:color w:val="000000"/>
          <w:sz w:val="28"/>
          <w:szCs w:val="28"/>
          <w:lang w:val="tt-RU"/>
        </w:rPr>
        <w:t xml:space="preserve"> Тоҷ</w:t>
      </w:r>
      <w:r w:rsidRPr="00784F69">
        <w:rPr>
          <w:rFonts w:ascii="Palatino Linotype" w:hAnsi="Palatino Linotype" w:cs="Times New Roman Tj"/>
          <w:color w:val="000000"/>
          <w:sz w:val="28"/>
          <w:szCs w:val="28"/>
          <w:lang w:val="tt-RU"/>
        </w:rPr>
        <w:t xml:space="preserve">икистон дар шахси Вазорати </w:t>
      </w:r>
      <w:r w:rsidRPr="00784F69">
        <w:rPr>
          <w:rFonts w:ascii="Palatino Linotype" w:hAnsi="Palatino Linotype"/>
          <w:color w:val="000000"/>
          <w:sz w:val="28"/>
          <w:szCs w:val="28"/>
          <w:lang w:val="tt-RU"/>
        </w:rPr>
        <w:t>адлияи Ҷ</w:t>
      </w:r>
      <w:r w:rsidRPr="00784F69">
        <w:rPr>
          <w:rFonts w:ascii="Palatino Linotype" w:hAnsi="Palatino Linotype" w:cs="Times New Roman Tj"/>
          <w:color w:val="000000"/>
          <w:sz w:val="28"/>
          <w:szCs w:val="28"/>
          <w:lang w:val="tt-RU"/>
        </w:rPr>
        <w:t>ум</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урии То</w:t>
      </w:r>
      <w:r w:rsidRPr="00784F69">
        <w:rPr>
          <w:rFonts w:ascii="Palatino Linotype" w:hAnsi="Palatino Linotype"/>
          <w:color w:val="000000"/>
          <w:sz w:val="28"/>
          <w:szCs w:val="28"/>
          <w:lang w:val="tt-RU"/>
        </w:rPr>
        <w:t>ҷ</w:t>
      </w:r>
      <w:r w:rsidRPr="00784F69">
        <w:rPr>
          <w:rFonts w:ascii="Palatino Linotype" w:hAnsi="Palatino Linotype" w:cs="Times New Roman Tj"/>
          <w:color w:val="000000"/>
          <w:sz w:val="28"/>
          <w:szCs w:val="28"/>
          <w:lang w:val="tt-RU"/>
        </w:rPr>
        <w:t>икистон</w:t>
      </w:r>
      <w:r w:rsidRPr="00784F69">
        <w:rPr>
          <w:rFonts w:ascii="Palatino Linotype" w:hAnsi="Palatino Linotype"/>
          <w:color w:val="000000"/>
          <w:sz w:val="28"/>
          <w:szCs w:val="28"/>
          <w:lang w:val="tg-Cyrl-TJ"/>
        </w:rPr>
        <w:t>;</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$D) </w:t>
      </w:r>
      <w:r w:rsidRPr="00784F69">
        <w:rPr>
          <w:rFonts w:ascii="Palatino Linotype" w:hAnsi="Palatino Linotype"/>
          <w:color w:val="000000"/>
          <w:sz w:val="28"/>
          <w:szCs w:val="28"/>
          <w:lang w:val="tt-RU"/>
        </w:rPr>
        <w:t>Фақ</w:t>
      </w:r>
      <w:r w:rsidRPr="00784F69">
        <w:rPr>
          <w:rFonts w:ascii="Palatino Linotype" w:hAnsi="Palatino Linotype" w:cs="Times New Roman Tj"/>
          <w:color w:val="000000"/>
          <w:sz w:val="28"/>
          <w:szCs w:val="28"/>
          <w:lang w:val="tt-RU"/>
        </w:rPr>
        <w:t>ат</w:t>
      </w:r>
      <w:r w:rsidRPr="00784F69">
        <w:rPr>
          <w:rFonts w:ascii="Palatino Linotype" w:hAnsi="Palatino Linotype"/>
          <w:color w:val="000000"/>
          <w:sz w:val="28"/>
          <w:szCs w:val="28"/>
          <w:lang w:val="tt-RU"/>
        </w:rPr>
        <w:t xml:space="preserve"> Ҳ</w:t>
      </w:r>
      <w:r w:rsidRPr="00784F69">
        <w:rPr>
          <w:rFonts w:ascii="Palatino Linotype" w:hAnsi="Palatino Linotype" w:cs="Times New Roman Tj"/>
          <w:color w:val="000000"/>
          <w:sz w:val="28"/>
          <w:szCs w:val="28"/>
          <w:lang w:val="tt-RU"/>
        </w:rPr>
        <w:t xml:space="preserve">укумати </w:t>
      </w:r>
      <w:r w:rsidRPr="00784F69">
        <w:rPr>
          <w:rFonts w:ascii="Palatino Linotype" w:hAnsi="Palatino Linotype"/>
          <w:color w:val="000000"/>
          <w:sz w:val="28"/>
          <w:szCs w:val="28"/>
          <w:lang w:val="tt-RU"/>
        </w:rPr>
        <w:t>Ҷ</w:t>
      </w:r>
      <w:r w:rsidRPr="00784F69">
        <w:rPr>
          <w:rFonts w:ascii="Palatino Linotype" w:hAnsi="Palatino Linotype" w:cs="Times New Roman Tj"/>
          <w:color w:val="000000"/>
          <w:sz w:val="28"/>
          <w:szCs w:val="28"/>
          <w:lang w:val="tt-RU"/>
        </w:rPr>
        <w:t>ум</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урии То</w:t>
      </w:r>
      <w:r w:rsidRPr="00784F69">
        <w:rPr>
          <w:rFonts w:ascii="Palatino Linotype" w:hAnsi="Palatino Linotype"/>
          <w:color w:val="000000"/>
          <w:sz w:val="28"/>
          <w:szCs w:val="28"/>
          <w:lang w:val="tt-RU"/>
        </w:rPr>
        <w:t>ҷ</w:t>
      </w:r>
      <w:r w:rsidRPr="00784F69">
        <w:rPr>
          <w:rFonts w:ascii="Palatino Linotype" w:hAnsi="Palatino Linotype" w:cs="Times New Roman Tj"/>
          <w:color w:val="000000"/>
          <w:sz w:val="28"/>
          <w:szCs w:val="28"/>
          <w:lang w:val="tt-RU"/>
        </w:rPr>
        <w:t xml:space="preserve">икистон дар шахси </w:t>
      </w:r>
      <w:r w:rsidRPr="00784F69">
        <w:rPr>
          <w:rFonts w:ascii="Palatino Linotype" w:hAnsi="Palatino Linotype"/>
          <w:color w:val="000000"/>
          <w:sz w:val="28"/>
          <w:szCs w:val="28"/>
          <w:lang w:val="tt-RU"/>
        </w:rPr>
        <w:t>Бонки Аврупои оид ба рушд</w:t>
      </w:r>
      <w:r w:rsidRPr="00784F69">
        <w:rPr>
          <w:rFonts w:ascii="Palatino Linotype" w:hAnsi="Palatino Linotype"/>
          <w:color w:val="000000"/>
          <w:sz w:val="28"/>
          <w:szCs w:val="28"/>
          <w:lang w:val="tg-Cyrl-TJ"/>
        </w:rPr>
        <w:t>;</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$E) </w:t>
      </w:r>
      <w:r w:rsidRPr="00784F69">
        <w:rPr>
          <w:rFonts w:ascii="Palatino Linotype" w:hAnsi="Palatino Linotype"/>
          <w:color w:val="000000"/>
          <w:sz w:val="28"/>
          <w:szCs w:val="28"/>
          <w:lang w:val="tt-RU"/>
        </w:rPr>
        <w:t>Фақ</w:t>
      </w:r>
      <w:r w:rsidRPr="00784F69">
        <w:rPr>
          <w:rFonts w:ascii="Palatino Linotype" w:hAnsi="Palatino Linotype" w:cs="Times New Roman Tj"/>
          <w:color w:val="000000"/>
          <w:sz w:val="28"/>
          <w:szCs w:val="28"/>
          <w:lang w:val="tt-RU"/>
        </w:rPr>
        <w:t>ат</w:t>
      </w:r>
      <w:r w:rsidRPr="00784F69">
        <w:rPr>
          <w:rFonts w:ascii="Palatino Linotype" w:hAnsi="Palatino Linotype"/>
          <w:color w:val="000000"/>
          <w:sz w:val="28"/>
          <w:szCs w:val="28"/>
          <w:lang w:val="tt-RU"/>
        </w:rPr>
        <w:t xml:space="preserve"> Вазорати саноати Ҷ</w:t>
      </w:r>
      <w:r w:rsidRPr="00784F69">
        <w:rPr>
          <w:rFonts w:ascii="Palatino Linotype" w:hAnsi="Palatino Linotype" w:cs="Times New Roman Tj"/>
          <w:color w:val="000000"/>
          <w:sz w:val="28"/>
          <w:szCs w:val="28"/>
          <w:lang w:val="tt-RU"/>
        </w:rPr>
        <w:t>ум</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урии То</w:t>
      </w:r>
      <w:r w:rsidRPr="00784F69">
        <w:rPr>
          <w:rFonts w:ascii="Palatino Linotype" w:hAnsi="Palatino Linotype"/>
          <w:color w:val="000000"/>
          <w:sz w:val="28"/>
          <w:szCs w:val="28"/>
          <w:lang w:val="tt-RU"/>
        </w:rPr>
        <w:t>ҷ</w:t>
      </w:r>
      <w:r w:rsidRPr="00784F69">
        <w:rPr>
          <w:rFonts w:ascii="Palatino Linotype" w:hAnsi="Palatino Linotype" w:cs="Times New Roman Tj"/>
          <w:color w:val="000000"/>
          <w:sz w:val="28"/>
          <w:szCs w:val="28"/>
          <w:lang w:val="tt-RU"/>
        </w:rPr>
        <w:t>икистон</w:t>
      </w:r>
      <w:r w:rsidRPr="00784F69">
        <w:rPr>
          <w:rFonts w:ascii="Palatino Linotype" w:hAnsi="Palatino Linotype"/>
          <w:color w:val="000000"/>
          <w:sz w:val="28"/>
          <w:szCs w:val="28"/>
          <w:lang w:val="tt-RU"/>
        </w:rPr>
        <w:t xml:space="preserve"> дар шахси Вазорати и</w:t>
      </w:r>
      <w:r w:rsidRPr="00784F69">
        <w:rPr>
          <w:rFonts w:ascii="Palatino Linotype" w:hAnsi="Palatino Linotype"/>
          <w:color w:val="000000"/>
          <w:sz w:val="28"/>
          <w:szCs w:val="28"/>
          <w:lang w:val="tg-Cyrl-TJ"/>
        </w:rPr>
        <w:t>қ</w:t>
      </w:r>
      <w:r w:rsidRPr="00784F69">
        <w:rPr>
          <w:rFonts w:ascii="Palatino Linotype" w:hAnsi="Palatino Linotype" w:cs="Times New Roman Tj"/>
          <w:color w:val="000000"/>
          <w:sz w:val="28"/>
          <w:szCs w:val="28"/>
          <w:lang w:val="tg-Cyrl-TJ"/>
        </w:rPr>
        <w:t>тисод</w:t>
      </w:r>
      <w:r w:rsidRPr="00784F69">
        <w:rPr>
          <w:rFonts w:ascii="Palatino Linotype" w:hAnsi="Palatino Linotype"/>
          <w:color w:val="000000"/>
          <w:sz w:val="28"/>
          <w:szCs w:val="28"/>
          <w:lang w:val="tg-Cyrl-TJ"/>
        </w:rPr>
        <w:t xml:space="preserve"> ва савдои</w:t>
      </w:r>
      <w:r w:rsidRPr="00784F69">
        <w:rPr>
          <w:rFonts w:ascii="Palatino Linotype" w:hAnsi="Palatino Linotype"/>
          <w:color w:val="000000"/>
          <w:sz w:val="28"/>
          <w:szCs w:val="28"/>
          <w:lang w:val="tt-RU"/>
        </w:rPr>
        <w:t xml:space="preserve"> Ҷ</w:t>
      </w:r>
      <w:r w:rsidRPr="00784F69">
        <w:rPr>
          <w:rFonts w:ascii="Palatino Linotype" w:hAnsi="Palatino Linotype" w:cs="Times New Roman Tj"/>
          <w:color w:val="000000"/>
          <w:sz w:val="28"/>
          <w:szCs w:val="28"/>
          <w:lang w:val="tt-RU"/>
        </w:rPr>
        <w:t>ум</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урии То</w:t>
      </w:r>
      <w:r w:rsidRPr="00784F69">
        <w:rPr>
          <w:rFonts w:ascii="Palatino Linotype" w:hAnsi="Palatino Linotype"/>
          <w:color w:val="000000"/>
          <w:sz w:val="28"/>
          <w:szCs w:val="28"/>
          <w:lang w:val="tt-RU"/>
        </w:rPr>
        <w:t>ҷ</w:t>
      </w:r>
      <w:r w:rsidRPr="00784F69">
        <w:rPr>
          <w:rFonts w:ascii="Palatino Linotype" w:hAnsi="Palatino Linotype" w:cs="Times New Roman Tj"/>
          <w:color w:val="000000"/>
          <w:sz w:val="28"/>
          <w:szCs w:val="28"/>
          <w:lang w:val="tt-RU"/>
        </w:rPr>
        <w:t>икистон;</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 xml:space="preserve">@153. </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t-RU"/>
        </w:rPr>
        <w:t>Шахсони мансабдори мақ</w:t>
      </w:r>
      <w:r w:rsidRPr="00784F69">
        <w:rPr>
          <w:rFonts w:ascii="Palatino Linotype" w:hAnsi="Palatino Linotype" w:cs="Times New Roman Tj"/>
          <w:b/>
          <w:color w:val="000000"/>
          <w:sz w:val="28"/>
          <w:szCs w:val="28"/>
          <w:lang w:val="tt-RU"/>
        </w:rPr>
        <w:t xml:space="preserve">омоти </w:t>
      </w:r>
      <w:r w:rsidRPr="00784F69">
        <w:rPr>
          <w:rFonts w:ascii="Palatino Linotype" w:hAnsi="Palatino Linotype"/>
          <w:b/>
          <w:color w:val="000000"/>
          <w:sz w:val="28"/>
          <w:szCs w:val="28"/>
          <w:lang w:val="tt-RU"/>
        </w:rPr>
        <w:t>ҳ</w:t>
      </w:r>
      <w:r w:rsidRPr="00784F69">
        <w:rPr>
          <w:rFonts w:ascii="Palatino Linotype" w:hAnsi="Palatino Linotype" w:cs="Times New Roman Tj"/>
          <w:b/>
          <w:color w:val="000000"/>
          <w:sz w:val="28"/>
          <w:szCs w:val="28"/>
          <w:lang w:val="tt-RU"/>
        </w:rPr>
        <w:t>окимият ва идораи давлат</w:t>
      </w:r>
      <w:r w:rsidRPr="00784F69">
        <w:rPr>
          <w:rFonts w:ascii="Palatino Linotype" w:eastAsia="MS Mincho" w:hAnsi="Palatino Linotype" w:cs="MS Mincho"/>
          <w:b/>
          <w:color w:val="000000"/>
          <w:sz w:val="28"/>
          <w:szCs w:val="28"/>
          <w:lang w:val="tt-RU"/>
        </w:rPr>
        <w:t>ӣ</w:t>
      </w:r>
      <w:r w:rsidRPr="00784F69">
        <w:rPr>
          <w:rFonts w:ascii="Palatino Linotype" w:hAnsi="Palatino Linotype" w:cs="Times New Roman Tj"/>
          <w:b/>
          <w:color w:val="000000"/>
          <w:sz w:val="28"/>
          <w:szCs w:val="28"/>
          <w:lang w:val="tt-RU"/>
        </w:rPr>
        <w:t xml:space="preserve"> метавонанд дар ма</w:t>
      </w:r>
      <w:r w:rsidRPr="00784F69">
        <w:rPr>
          <w:rFonts w:ascii="Palatino Linotype" w:hAnsi="Palatino Linotype"/>
          <w:b/>
          <w:color w:val="000000"/>
          <w:sz w:val="28"/>
          <w:szCs w:val="28"/>
          <w:lang w:val="tt-RU"/>
        </w:rPr>
        <w:t>қ</w:t>
      </w:r>
      <w:r w:rsidRPr="00784F69">
        <w:rPr>
          <w:rFonts w:ascii="Palatino Linotype" w:hAnsi="Palatino Linotype" w:cs="Times New Roman Tj"/>
          <w:b/>
          <w:color w:val="000000"/>
          <w:sz w:val="28"/>
          <w:szCs w:val="28"/>
          <w:lang w:val="tt-RU"/>
        </w:rPr>
        <w:t>омоти идораи бонк иштирок намоянд ё зиёда аз пан</w:t>
      </w:r>
      <w:r w:rsidRPr="00784F69">
        <w:rPr>
          <w:rFonts w:ascii="Palatino Linotype" w:eastAsia="MS Mincho" w:hAnsi="Palatino Linotype" w:cs="MS Mincho"/>
          <w:b/>
          <w:color w:val="000000"/>
          <w:sz w:val="28"/>
          <w:szCs w:val="28"/>
          <w:lang w:val="tt-RU"/>
        </w:rPr>
        <w:t>ҷ</w:t>
      </w:r>
      <w:r w:rsidRPr="00784F69">
        <w:rPr>
          <w:rFonts w:ascii="Palatino Linotype" w:hAnsi="Palatino Linotype" w:cs="Times New Roman Tj"/>
          <w:b/>
          <w:color w:val="000000"/>
          <w:sz w:val="28"/>
          <w:szCs w:val="28"/>
          <w:lang w:val="tt-RU"/>
        </w:rPr>
        <w:t xml:space="preserve"> фоизи са</w:t>
      </w:r>
      <w:r w:rsidRPr="00784F69">
        <w:rPr>
          <w:rFonts w:ascii="Palatino Linotype" w:hAnsi="Palatino Linotype"/>
          <w:b/>
          <w:color w:val="000000"/>
          <w:sz w:val="28"/>
          <w:szCs w:val="28"/>
          <w:lang w:val="tt-RU"/>
        </w:rPr>
        <w:t>ҳ</w:t>
      </w:r>
      <w:r w:rsidRPr="00784F69">
        <w:rPr>
          <w:rFonts w:ascii="Palatino Linotype" w:hAnsi="Palatino Linotype" w:cs="Times New Roman Tj"/>
          <w:b/>
          <w:color w:val="000000"/>
          <w:sz w:val="28"/>
          <w:szCs w:val="28"/>
          <w:lang w:val="tt-RU"/>
        </w:rPr>
        <w:t>мия</w:t>
      </w:r>
      <w:r w:rsidRPr="00784F69">
        <w:rPr>
          <w:rFonts w:ascii="Palatino Linotype" w:hAnsi="Palatino Linotype"/>
          <w:b/>
          <w:color w:val="000000"/>
          <w:sz w:val="28"/>
          <w:szCs w:val="28"/>
          <w:lang w:val="tt-RU"/>
        </w:rPr>
        <w:t>ҳ</w:t>
      </w:r>
      <w:r w:rsidRPr="00784F69">
        <w:rPr>
          <w:rFonts w:ascii="Palatino Linotype" w:hAnsi="Palatino Linotype" w:cs="Times New Roman Tj"/>
          <w:b/>
          <w:color w:val="000000"/>
          <w:sz w:val="28"/>
          <w:szCs w:val="28"/>
          <w:lang w:val="tt-RU"/>
        </w:rPr>
        <w:t xml:space="preserve">ои дорои </w:t>
      </w:r>
      <w:r w:rsidRPr="00784F69">
        <w:rPr>
          <w:rFonts w:ascii="Palatino Linotype" w:hAnsi="Palatino Linotype"/>
          <w:b/>
          <w:color w:val="000000"/>
          <w:sz w:val="28"/>
          <w:szCs w:val="28"/>
          <w:lang w:val="tt-RU"/>
        </w:rPr>
        <w:t>ҳ</w:t>
      </w:r>
      <w:r w:rsidRPr="00784F69">
        <w:rPr>
          <w:rFonts w:ascii="Palatino Linotype" w:hAnsi="Palatino Linotype" w:cs="Times New Roman Tj"/>
          <w:b/>
          <w:color w:val="000000"/>
          <w:sz w:val="28"/>
          <w:szCs w:val="28"/>
          <w:lang w:val="tt-RU"/>
        </w:rPr>
        <w:t>у</w:t>
      </w:r>
      <w:r w:rsidRPr="00784F69">
        <w:rPr>
          <w:rFonts w:ascii="Palatino Linotype" w:hAnsi="Palatino Linotype"/>
          <w:b/>
          <w:color w:val="000000"/>
          <w:sz w:val="28"/>
          <w:szCs w:val="28"/>
          <w:lang w:val="tt-RU"/>
        </w:rPr>
        <w:t>қ</w:t>
      </w:r>
      <w:r w:rsidRPr="00784F69">
        <w:rPr>
          <w:rFonts w:ascii="Palatino Linotype" w:hAnsi="Palatino Linotype" w:cs="Times New Roman Tj"/>
          <w:b/>
          <w:color w:val="000000"/>
          <w:sz w:val="28"/>
          <w:szCs w:val="28"/>
          <w:lang w:val="tt-RU"/>
        </w:rPr>
        <w:t>у</w:t>
      </w:r>
      <w:r w:rsidRPr="00784F69">
        <w:rPr>
          <w:rFonts w:ascii="Palatino Linotype" w:hAnsi="Palatino Linotype"/>
          <w:b/>
          <w:color w:val="000000"/>
          <w:sz w:val="28"/>
          <w:szCs w:val="28"/>
          <w:lang w:val="tt-RU"/>
        </w:rPr>
        <w:t>қ</w:t>
      </w:r>
      <w:r w:rsidRPr="00784F69">
        <w:rPr>
          <w:rFonts w:ascii="Palatino Linotype" w:hAnsi="Palatino Linotype" w:cs="Times New Roman Tj"/>
          <w:b/>
          <w:color w:val="000000"/>
          <w:sz w:val="28"/>
          <w:szCs w:val="28"/>
          <w:lang w:val="tt-RU"/>
        </w:rPr>
        <w:t>и овозди</w:t>
      </w:r>
      <w:r w:rsidRPr="00784F69">
        <w:rPr>
          <w:rFonts w:ascii="Palatino Linotype" w:hAnsi="Palatino Linotype"/>
          <w:b/>
          <w:color w:val="000000"/>
          <w:sz w:val="28"/>
          <w:szCs w:val="28"/>
          <w:lang w:val="tt-RU"/>
        </w:rPr>
        <w:t>ҳ</w:t>
      </w:r>
      <w:r w:rsidRPr="00784F69">
        <w:rPr>
          <w:rFonts w:ascii="Palatino Linotype" w:hAnsi="Palatino Linotype" w:cs="Times New Roman Tj"/>
          <w:b/>
          <w:color w:val="000000"/>
          <w:sz w:val="28"/>
          <w:szCs w:val="28"/>
          <w:lang w:val="tt-RU"/>
        </w:rPr>
        <w:t>иро со</w:t>
      </w:r>
      <w:r w:rsidRPr="00784F69">
        <w:rPr>
          <w:rFonts w:ascii="Palatino Linotype" w:hAnsi="Palatino Linotype"/>
          <w:b/>
          <w:color w:val="000000"/>
          <w:sz w:val="28"/>
          <w:szCs w:val="28"/>
          <w:lang w:val="tt-RU"/>
        </w:rPr>
        <w:t>ҳ</w:t>
      </w:r>
      <w:r w:rsidRPr="00784F69">
        <w:rPr>
          <w:rFonts w:ascii="Palatino Linotype" w:hAnsi="Palatino Linotype" w:cs="Times New Roman Tj"/>
          <w:b/>
          <w:color w:val="000000"/>
          <w:sz w:val="28"/>
          <w:szCs w:val="28"/>
          <w:lang w:val="tt-RU"/>
        </w:rPr>
        <w:t>иб</w:t>
      </w:r>
      <w:r w:rsidRPr="00784F69">
        <w:rPr>
          <w:rFonts w:ascii="Palatino Linotype" w:eastAsia="MS Mincho" w:hAnsi="Palatino Linotype" w:cs="MS Mincho"/>
          <w:b/>
          <w:color w:val="000000"/>
          <w:sz w:val="28"/>
          <w:szCs w:val="28"/>
          <w:lang w:val="tt-RU"/>
        </w:rPr>
        <w:t>ӣ</w:t>
      </w:r>
      <w:r w:rsidRPr="00784F69">
        <w:rPr>
          <w:rFonts w:ascii="Palatino Linotype" w:hAnsi="Palatino Linotype"/>
          <w:b/>
          <w:color w:val="000000"/>
          <w:sz w:val="28"/>
          <w:szCs w:val="28"/>
          <w:lang w:val="tt-RU"/>
        </w:rPr>
        <w:t xml:space="preserve"> ё назорат кунанд</w:t>
      </w:r>
      <w:r w:rsidRPr="00784F69">
        <w:rPr>
          <w:rFonts w:ascii="Palatino Linotype" w:hAnsi="Palatino Linotype"/>
          <w:b/>
          <w:color w:val="000000"/>
          <w:sz w:val="28"/>
          <w:szCs w:val="28"/>
          <w:lang w:val="tg-Cyrl-TJ"/>
        </w:rPr>
        <w:t>?</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$A) </w:t>
      </w:r>
      <w:r w:rsidRPr="00784F69">
        <w:rPr>
          <w:rFonts w:ascii="Palatino Linotype" w:hAnsi="Palatino Linotype"/>
          <w:color w:val="000000"/>
          <w:sz w:val="28"/>
          <w:szCs w:val="28"/>
          <w:lang w:val="tt-RU"/>
        </w:rPr>
        <w:t>Шахсони мансабдори мақ</w:t>
      </w:r>
      <w:r w:rsidRPr="00784F69">
        <w:rPr>
          <w:rFonts w:ascii="Palatino Linotype" w:hAnsi="Palatino Linotype" w:cs="Times New Roman Tj"/>
          <w:color w:val="000000"/>
          <w:sz w:val="28"/>
          <w:szCs w:val="28"/>
          <w:lang w:val="tt-RU"/>
        </w:rPr>
        <w:t xml:space="preserve">омоти </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окимият ва идораи давлат</w:t>
      </w:r>
      <w:r w:rsidRPr="00784F69">
        <w:rPr>
          <w:rFonts w:ascii="Palatino Linotype" w:eastAsia="MS Mincho" w:hAnsi="Palatino Linotype" w:cs="MS Mincho"/>
          <w:color w:val="000000"/>
          <w:sz w:val="28"/>
          <w:szCs w:val="28"/>
          <w:lang w:val="tt-RU"/>
        </w:rPr>
        <w:t>ӣ</w:t>
      </w:r>
      <w:r w:rsidRPr="00784F69">
        <w:rPr>
          <w:rFonts w:ascii="Palatino Linotype" w:hAnsi="Palatino Linotype" w:cs="Times New Roman Tj"/>
          <w:color w:val="000000"/>
          <w:sz w:val="28"/>
          <w:szCs w:val="28"/>
          <w:lang w:val="tt-RU"/>
        </w:rPr>
        <w:t xml:space="preserve"> наметавонанд дар ма</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омоти идораи бонк (ба истиснои бонки давлат</w:t>
      </w:r>
      <w:r w:rsidRPr="00784F69">
        <w:rPr>
          <w:rFonts w:ascii="Palatino Linotype" w:eastAsia="MS Mincho" w:hAnsi="Palatino Linotype" w:cs="MS Mincho"/>
          <w:color w:val="000000"/>
          <w:sz w:val="28"/>
          <w:szCs w:val="28"/>
          <w:lang w:val="tt-RU"/>
        </w:rPr>
        <w:t>ӣ</w:t>
      </w:r>
      <w:r w:rsidRPr="00784F69">
        <w:rPr>
          <w:rFonts w:ascii="Palatino Linotype" w:hAnsi="Palatino Linotype" w:cs="Times New Roman Tj"/>
          <w:color w:val="000000"/>
          <w:sz w:val="28"/>
          <w:szCs w:val="28"/>
          <w:lang w:val="tt-RU"/>
        </w:rPr>
        <w:t>) иштирок намоянд ё зиёда аз пан</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 xml:space="preserve"> фоизи са</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мия</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 xml:space="preserve">ои дорои </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у</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у</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и овозди</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иро со</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иб</w:t>
      </w:r>
      <w:r w:rsidRPr="00784F69">
        <w:rPr>
          <w:rFonts w:ascii="Palatino Linotype" w:eastAsia="MS Mincho" w:hAnsi="Palatino Linotype" w:cs="MS Mincho"/>
          <w:color w:val="000000"/>
          <w:sz w:val="28"/>
          <w:szCs w:val="28"/>
          <w:lang w:val="tt-RU"/>
        </w:rPr>
        <w:t>ӣ</w:t>
      </w:r>
      <w:r w:rsidRPr="00784F69">
        <w:rPr>
          <w:rFonts w:ascii="Palatino Linotype" w:hAnsi="Palatino Linotype" w:cs="Times New Roman Tj"/>
          <w:color w:val="000000"/>
          <w:sz w:val="28"/>
          <w:szCs w:val="28"/>
          <w:lang w:val="tt-RU"/>
        </w:rPr>
        <w:t xml:space="preserve"> ё назорат кунанд</w:t>
      </w:r>
      <w:r w:rsidRPr="00784F69">
        <w:rPr>
          <w:rFonts w:ascii="Palatino Linotype" w:hAnsi="Palatino Linotype"/>
          <w:color w:val="000000"/>
          <w:sz w:val="28"/>
          <w:szCs w:val="28"/>
          <w:lang w:val="tg-Cyrl-TJ"/>
        </w:rPr>
        <w:t>;</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$B) </w:t>
      </w:r>
      <w:r w:rsidRPr="00784F69">
        <w:rPr>
          <w:rFonts w:ascii="Palatino Linotype" w:hAnsi="Palatino Linotype"/>
          <w:color w:val="000000"/>
          <w:sz w:val="28"/>
          <w:szCs w:val="28"/>
          <w:lang w:val="tt-RU"/>
        </w:rPr>
        <w:t>Шахсони мансабдори мақ</w:t>
      </w:r>
      <w:r w:rsidRPr="00784F69">
        <w:rPr>
          <w:rFonts w:ascii="Palatino Linotype" w:hAnsi="Palatino Linotype" w:cs="Times New Roman Tj"/>
          <w:color w:val="000000"/>
          <w:sz w:val="28"/>
          <w:szCs w:val="28"/>
          <w:lang w:val="tt-RU"/>
        </w:rPr>
        <w:t>омо</w:t>
      </w:r>
      <w:r w:rsidRPr="00784F69">
        <w:rPr>
          <w:rFonts w:ascii="Palatino Linotype" w:hAnsi="Palatino Linotype"/>
          <w:color w:val="000000"/>
          <w:sz w:val="28"/>
          <w:szCs w:val="28"/>
          <w:lang w:val="tt-RU"/>
        </w:rPr>
        <w:t>ти ҳ</w:t>
      </w:r>
      <w:r w:rsidRPr="00784F69">
        <w:rPr>
          <w:rFonts w:ascii="Palatino Linotype" w:hAnsi="Palatino Linotype" w:cs="Times New Roman Tj"/>
          <w:color w:val="000000"/>
          <w:sz w:val="28"/>
          <w:szCs w:val="28"/>
          <w:lang w:val="tt-RU"/>
        </w:rPr>
        <w:t>окимият ва идораи давлат</w:t>
      </w:r>
      <w:r w:rsidRPr="00784F69">
        <w:rPr>
          <w:rFonts w:ascii="Palatino Linotype" w:eastAsia="MS Mincho" w:hAnsi="Palatino Linotype" w:cs="MS Mincho"/>
          <w:color w:val="000000"/>
          <w:sz w:val="28"/>
          <w:szCs w:val="28"/>
          <w:lang w:val="tt-RU"/>
        </w:rPr>
        <w:t>ӣ</w:t>
      </w:r>
      <w:r w:rsidRPr="00784F69">
        <w:rPr>
          <w:rFonts w:ascii="Palatino Linotype" w:hAnsi="Palatino Linotype"/>
          <w:color w:val="000000"/>
          <w:sz w:val="28"/>
          <w:szCs w:val="28"/>
          <w:lang w:val="tt-RU"/>
        </w:rPr>
        <w:t>наметавонанд дар мақ</w:t>
      </w:r>
      <w:r w:rsidRPr="00784F69">
        <w:rPr>
          <w:rFonts w:ascii="Palatino Linotype" w:hAnsi="Palatino Linotype" w:cs="Times New Roman Tj"/>
          <w:color w:val="000000"/>
          <w:sz w:val="28"/>
          <w:szCs w:val="28"/>
          <w:lang w:val="tt-RU"/>
        </w:rPr>
        <w:t>омоти идораи бонк иштирок намоянд ё зиёда аз пан</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 xml:space="preserve"> фоизи са</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мия</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 xml:space="preserve">ои дорои </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у</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у</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и овозди</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иро со</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иб</w:t>
      </w:r>
      <w:r w:rsidRPr="00784F69">
        <w:rPr>
          <w:rFonts w:ascii="Palatino Linotype" w:eastAsia="MS Mincho" w:hAnsi="Palatino Linotype" w:cs="MS Mincho"/>
          <w:color w:val="000000"/>
          <w:sz w:val="28"/>
          <w:szCs w:val="28"/>
          <w:lang w:val="tt-RU"/>
        </w:rPr>
        <w:t>ӣ</w:t>
      </w:r>
      <w:r w:rsidRPr="00784F69">
        <w:rPr>
          <w:rFonts w:ascii="Palatino Linotype" w:hAnsi="Palatino Linotype" w:cs="Times New Roman Tj"/>
          <w:color w:val="000000"/>
          <w:sz w:val="28"/>
          <w:szCs w:val="28"/>
          <w:lang w:val="tt-RU"/>
        </w:rPr>
        <w:t xml:space="preserve"> ё назорат кунанд</w:t>
      </w:r>
      <w:r w:rsidRPr="00784F69">
        <w:rPr>
          <w:rFonts w:ascii="Palatino Linotype" w:hAnsi="Palatino Linotype"/>
          <w:color w:val="000000"/>
          <w:sz w:val="28"/>
          <w:szCs w:val="28"/>
          <w:lang w:val="tg-Cyrl-TJ"/>
        </w:rPr>
        <w:t>;</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$C) </w:t>
      </w:r>
      <w:r w:rsidRPr="00784F69">
        <w:rPr>
          <w:rFonts w:ascii="Palatino Linotype" w:hAnsi="Palatino Linotype"/>
          <w:color w:val="000000"/>
          <w:sz w:val="28"/>
          <w:szCs w:val="28"/>
          <w:lang w:val="tt-RU"/>
        </w:rPr>
        <w:t>Шахсони мансабдори корхона ва идораи амвол метавонанд дар мақ</w:t>
      </w:r>
      <w:r w:rsidRPr="00784F69">
        <w:rPr>
          <w:rFonts w:ascii="Palatino Linotype" w:hAnsi="Palatino Linotype" w:cs="Times New Roman Tj"/>
          <w:color w:val="000000"/>
          <w:sz w:val="28"/>
          <w:szCs w:val="28"/>
          <w:lang w:val="tt-RU"/>
        </w:rPr>
        <w:t>омоти идо</w:t>
      </w:r>
      <w:r w:rsidRPr="00784F69">
        <w:rPr>
          <w:rFonts w:ascii="Palatino Linotype" w:hAnsi="Palatino Linotype"/>
          <w:color w:val="000000"/>
          <w:sz w:val="28"/>
          <w:szCs w:val="28"/>
          <w:lang w:val="tt-RU"/>
        </w:rPr>
        <w:t>раи бонк иштирок намоянд ё зиёда аз пан</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 xml:space="preserve"> фоизи са</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мия</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 xml:space="preserve">ои дорои </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у</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у</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и овозди</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иро со</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иб</w:t>
      </w:r>
      <w:r w:rsidRPr="00784F69">
        <w:rPr>
          <w:rFonts w:ascii="Palatino Linotype" w:eastAsia="MS Mincho" w:hAnsi="Palatino Linotype" w:cs="MS Mincho"/>
          <w:color w:val="000000"/>
          <w:sz w:val="28"/>
          <w:szCs w:val="28"/>
          <w:lang w:val="tt-RU"/>
        </w:rPr>
        <w:t>ӣ</w:t>
      </w:r>
      <w:r w:rsidRPr="00784F69">
        <w:rPr>
          <w:rFonts w:ascii="Palatino Linotype" w:hAnsi="Palatino Linotype" w:cs="Times New Roman Tj"/>
          <w:color w:val="000000"/>
          <w:sz w:val="28"/>
          <w:szCs w:val="28"/>
          <w:lang w:val="tt-RU"/>
        </w:rPr>
        <w:t xml:space="preserve"> ё назорат кунанд</w:t>
      </w:r>
      <w:r w:rsidRPr="00784F69">
        <w:rPr>
          <w:rFonts w:ascii="Palatino Linotype" w:hAnsi="Palatino Linotype"/>
          <w:color w:val="000000"/>
          <w:sz w:val="28"/>
          <w:szCs w:val="28"/>
          <w:lang w:val="tt-RU"/>
        </w:rPr>
        <w:t xml:space="preserve"> агар и</w:t>
      </w:r>
      <w:r w:rsidRPr="00784F69">
        <w:rPr>
          <w:rFonts w:ascii="Palatino Linotype" w:eastAsia="MS Mincho" w:hAnsi="Palatino Linotype" w:cs="MS Mincho"/>
          <w:color w:val="000000"/>
          <w:sz w:val="28"/>
          <w:szCs w:val="28"/>
          <w:lang w:val="tt-RU"/>
        </w:rPr>
        <w:t>ҷ</w:t>
      </w:r>
      <w:r w:rsidRPr="00784F69">
        <w:rPr>
          <w:rFonts w:ascii="Palatino Linotype" w:hAnsi="Palatino Linotype"/>
          <w:color w:val="000000"/>
          <w:sz w:val="28"/>
          <w:szCs w:val="28"/>
          <w:lang w:val="tt-RU"/>
        </w:rPr>
        <w:t xml:space="preserve">озатномаи Вазорати молияи </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ум</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урии То</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икистон</w:t>
      </w:r>
      <w:r w:rsidRPr="00784F69">
        <w:rPr>
          <w:rFonts w:ascii="Palatino Linotype" w:hAnsi="Palatino Linotype"/>
          <w:color w:val="000000"/>
          <w:sz w:val="28"/>
          <w:szCs w:val="28"/>
          <w:lang w:val="tt-RU"/>
        </w:rPr>
        <w:t>ро дошта бошанд;</w:t>
      </w:r>
    </w:p>
    <w:p w:rsidR="00B65CA5" w:rsidRPr="00784F69" w:rsidRDefault="00B65CA5" w:rsidP="00C84BB2">
      <w:pPr>
        <w:spacing w:after="0" w:line="240" w:lineRule="auto"/>
        <w:jc w:val="both"/>
        <w:rPr>
          <w:rFonts w:ascii="Palatino Linotype" w:hAnsi="Palatino Linotype"/>
          <w:b/>
          <w:color w:val="000000"/>
          <w:sz w:val="28"/>
          <w:szCs w:val="28"/>
          <w:u w:val="single"/>
          <w:lang w:val="tg-Cyrl-TJ"/>
        </w:rPr>
      </w:pPr>
      <w:r w:rsidRPr="00784F69">
        <w:rPr>
          <w:rFonts w:ascii="Palatino Linotype" w:hAnsi="Palatino Linotype"/>
          <w:b/>
          <w:color w:val="000000"/>
          <w:sz w:val="28"/>
          <w:szCs w:val="28"/>
          <w:lang w:val="tg-Cyrl-TJ"/>
        </w:rPr>
        <w:t xml:space="preserve">$D) </w:t>
      </w:r>
      <w:r w:rsidRPr="00784F69">
        <w:rPr>
          <w:rFonts w:ascii="Palatino Linotype" w:hAnsi="Palatino Linotype"/>
          <w:color w:val="000000"/>
          <w:sz w:val="28"/>
          <w:szCs w:val="28"/>
          <w:lang w:val="tt-RU"/>
        </w:rPr>
        <w:t>Шахсони мансабдори корхонадар идораи он иштирок намоянд</w:t>
      </w:r>
      <w:r w:rsidRPr="00784F69">
        <w:rPr>
          <w:rFonts w:ascii="Palatino Linotype" w:hAnsi="Palatino Linotype"/>
          <w:color w:val="000000"/>
          <w:sz w:val="28"/>
          <w:szCs w:val="28"/>
          <w:lang w:val="tg-Cyrl-TJ"/>
        </w:rPr>
        <w:t>;</w:t>
      </w:r>
    </w:p>
    <w:p w:rsidR="00B65CA5" w:rsidRPr="00784F69" w:rsidRDefault="00B65CA5" w:rsidP="00C84BB2">
      <w:pPr>
        <w:spacing w:after="0" w:line="240" w:lineRule="auto"/>
        <w:jc w:val="both"/>
        <w:rPr>
          <w:rFonts w:ascii="Palatino Linotype" w:hAnsi="Palatino Linotype"/>
          <w:b/>
          <w:color w:val="000000"/>
          <w:sz w:val="28"/>
          <w:szCs w:val="28"/>
          <w:u w:val="single"/>
          <w:lang w:val="tg-Cyrl-TJ"/>
        </w:rPr>
      </w:pPr>
      <w:r w:rsidRPr="00784F69">
        <w:rPr>
          <w:rFonts w:ascii="Palatino Linotype" w:hAnsi="Palatino Linotype"/>
          <w:b/>
          <w:color w:val="000000"/>
          <w:sz w:val="28"/>
          <w:szCs w:val="28"/>
          <w:lang w:val="tg-Cyrl-TJ"/>
        </w:rPr>
        <w:t xml:space="preserve">$E) </w:t>
      </w:r>
      <w:r w:rsidRPr="00784F69">
        <w:rPr>
          <w:rFonts w:ascii="Palatino Linotype" w:hAnsi="Palatino Linotype"/>
          <w:color w:val="000000"/>
          <w:sz w:val="28"/>
          <w:szCs w:val="28"/>
          <w:lang w:val="tt-RU"/>
        </w:rPr>
        <w:t>Шахсони мансабдори идораи амвол, ки муфлис шудаанд</w:t>
      </w:r>
      <w:r w:rsidRPr="00784F69">
        <w:rPr>
          <w:rFonts w:ascii="Palatino Linotype" w:hAnsi="Palatino Linotype"/>
          <w:color w:val="000000"/>
          <w:sz w:val="28"/>
          <w:szCs w:val="28"/>
          <w:lang w:val="tg-Cyrl-TJ"/>
        </w:rPr>
        <w:t>;</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 xml:space="preserve">@154. </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t-RU"/>
        </w:rPr>
        <w:t>Шахсони ҳ</w:t>
      </w:r>
      <w:r w:rsidRPr="00784F69">
        <w:rPr>
          <w:rFonts w:ascii="Palatino Linotype" w:hAnsi="Palatino Linotype" w:cs="Times New Roman Tj"/>
          <w:b/>
          <w:color w:val="000000"/>
          <w:sz w:val="28"/>
          <w:szCs w:val="28"/>
          <w:lang w:val="tt-RU"/>
        </w:rPr>
        <w:t>уку</w:t>
      </w:r>
      <w:r w:rsidRPr="00784F69">
        <w:rPr>
          <w:rFonts w:ascii="Palatino Linotype" w:hAnsi="Palatino Linotype"/>
          <w:b/>
          <w:color w:val="000000"/>
          <w:sz w:val="28"/>
          <w:szCs w:val="28"/>
          <w:lang w:val="tt-RU"/>
        </w:rPr>
        <w:t>қ</w:t>
      </w:r>
      <w:r w:rsidRPr="00784F69">
        <w:rPr>
          <w:rFonts w:ascii="Palatino Linotype" w:hAnsi="Palatino Linotype" w:cs="Times New Roman Tj"/>
          <w:b/>
          <w:color w:val="000000"/>
          <w:sz w:val="28"/>
          <w:szCs w:val="28"/>
          <w:lang w:val="tt-RU"/>
        </w:rPr>
        <w:t>ию во</w:t>
      </w:r>
      <w:r w:rsidRPr="00784F69">
        <w:rPr>
          <w:rFonts w:ascii="Palatino Linotype" w:hAnsi="Palatino Linotype"/>
          <w:b/>
          <w:color w:val="000000"/>
          <w:sz w:val="28"/>
          <w:szCs w:val="28"/>
          <w:lang w:val="tt-RU"/>
        </w:rPr>
        <w:t>қ</w:t>
      </w:r>
      <w:r w:rsidRPr="00784F69">
        <w:rPr>
          <w:rFonts w:ascii="Palatino Linotype" w:hAnsi="Palatino Linotype" w:cs="Times New Roman Tj"/>
          <w:b/>
          <w:color w:val="000000"/>
          <w:sz w:val="28"/>
          <w:szCs w:val="28"/>
          <w:lang w:val="tt-RU"/>
        </w:rPr>
        <w:t>еъ</w:t>
      </w:r>
      <w:r w:rsidRPr="00784F69">
        <w:rPr>
          <w:rFonts w:ascii="Palatino Linotype" w:eastAsia="MS Mincho" w:hAnsi="Palatino Linotype" w:cs="MS Mincho"/>
          <w:b/>
          <w:color w:val="000000"/>
          <w:sz w:val="28"/>
          <w:szCs w:val="28"/>
          <w:lang w:val="tt-RU"/>
        </w:rPr>
        <w:t>ӣ</w:t>
      </w:r>
      <w:r w:rsidRPr="00784F69">
        <w:rPr>
          <w:rFonts w:ascii="Palatino Linotype" w:hAnsi="Palatino Linotype" w:cs="Times New Roman Tj"/>
          <w:b/>
          <w:color w:val="000000"/>
          <w:sz w:val="28"/>
          <w:szCs w:val="28"/>
          <w:lang w:val="tt-RU"/>
        </w:rPr>
        <w:t xml:space="preserve"> - резидент</w:t>
      </w:r>
      <w:r w:rsidRPr="00784F69">
        <w:rPr>
          <w:rFonts w:ascii="Palatino Linotype" w:hAnsi="Palatino Linotype"/>
          <w:b/>
          <w:color w:val="000000"/>
          <w:sz w:val="28"/>
          <w:szCs w:val="28"/>
          <w:lang w:val="tt-RU"/>
        </w:rPr>
        <w:t>ҳ</w:t>
      </w:r>
      <w:r w:rsidRPr="00784F69">
        <w:rPr>
          <w:rFonts w:ascii="Palatino Linotype" w:hAnsi="Palatino Linotype" w:cs="Times New Roman Tj"/>
          <w:b/>
          <w:color w:val="000000"/>
          <w:sz w:val="28"/>
          <w:szCs w:val="28"/>
          <w:lang w:val="tt-RU"/>
        </w:rPr>
        <w:t xml:space="preserve">о ва </w:t>
      </w:r>
      <w:r w:rsidRPr="00784F69">
        <w:rPr>
          <w:rFonts w:ascii="Palatino Linotype" w:hAnsi="Palatino Linotype"/>
          <w:b/>
          <w:color w:val="000000"/>
          <w:sz w:val="28"/>
          <w:szCs w:val="28"/>
          <w:lang w:val="tt-RU"/>
        </w:rPr>
        <w:t>ғ</w:t>
      </w:r>
      <w:r w:rsidRPr="00784F69">
        <w:rPr>
          <w:rFonts w:ascii="Palatino Linotype" w:hAnsi="Palatino Linotype" w:cs="Times New Roman Tj"/>
          <w:b/>
          <w:color w:val="000000"/>
          <w:sz w:val="28"/>
          <w:szCs w:val="28"/>
          <w:lang w:val="tt-RU"/>
        </w:rPr>
        <w:t>айрирезидент</w:t>
      </w:r>
      <w:r w:rsidRPr="00784F69">
        <w:rPr>
          <w:rFonts w:ascii="Palatino Linotype" w:hAnsi="Palatino Linotype"/>
          <w:b/>
          <w:color w:val="000000"/>
          <w:sz w:val="28"/>
          <w:szCs w:val="28"/>
          <w:lang w:val="tt-RU"/>
        </w:rPr>
        <w:t>ҳ</w:t>
      </w:r>
      <w:r w:rsidRPr="00784F69">
        <w:rPr>
          <w:rFonts w:ascii="Palatino Linotype" w:hAnsi="Palatino Linotype" w:cs="Times New Roman Tj"/>
          <w:b/>
          <w:color w:val="000000"/>
          <w:sz w:val="28"/>
          <w:szCs w:val="28"/>
          <w:lang w:val="tt-RU"/>
        </w:rPr>
        <w:t xml:space="preserve">ои </w:t>
      </w:r>
      <w:r w:rsidRPr="00784F69">
        <w:rPr>
          <w:rFonts w:ascii="Palatino Linotype" w:eastAsia="MS Mincho" w:hAnsi="Palatino Linotype" w:cs="MS Mincho"/>
          <w:b/>
          <w:color w:val="000000"/>
          <w:sz w:val="28"/>
          <w:szCs w:val="28"/>
          <w:lang w:val="tt-RU"/>
        </w:rPr>
        <w:t>Ҷ</w:t>
      </w:r>
      <w:r w:rsidRPr="00784F69">
        <w:rPr>
          <w:rFonts w:ascii="Palatino Linotype" w:hAnsi="Palatino Linotype" w:cs="Times New Roman Tj"/>
          <w:b/>
          <w:color w:val="000000"/>
          <w:sz w:val="28"/>
          <w:szCs w:val="28"/>
          <w:lang w:val="tt-RU"/>
        </w:rPr>
        <w:t>ум</w:t>
      </w:r>
      <w:r w:rsidRPr="00784F69">
        <w:rPr>
          <w:rFonts w:ascii="Palatino Linotype" w:hAnsi="Palatino Linotype"/>
          <w:b/>
          <w:color w:val="000000"/>
          <w:sz w:val="28"/>
          <w:szCs w:val="28"/>
          <w:lang w:val="tt-RU"/>
        </w:rPr>
        <w:t>ҳ</w:t>
      </w:r>
      <w:r w:rsidRPr="00784F69">
        <w:rPr>
          <w:rFonts w:ascii="Palatino Linotype" w:hAnsi="Palatino Linotype" w:cs="Times New Roman Tj"/>
          <w:b/>
          <w:color w:val="000000"/>
          <w:sz w:val="28"/>
          <w:szCs w:val="28"/>
          <w:lang w:val="tt-RU"/>
        </w:rPr>
        <w:t>урии То</w:t>
      </w:r>
      <w:r w:rsidRPr="00784F69">
        <w:rPr>
          <w:rFonts w:ascii="Palatino Linotype" w:eastAsia="MS Mincho" w:hAnsi="Palatino Linotype" w:cs="MS Mincho"/>
          <w:b/>
          <w:color w:val="000000"/>
          <w:sz w:val="28"/>
          <w:szCs w:val="28"/>
          <w:lang w:val="tt-RU"/>
        </w:rPr>
        <w:t>ҷ</w:t>
      </w:r>
      <w:r w:rsidRPr="00784F69">
        <w:rPr>
          <w:rFonts w:ascii="Palatino Linotype" w:hAnsi="Palatino Linotype" w:cs="Times New Roman Tj"/>
          <w:b/>
          <w:color w:val="000000"/>
          <w:sz w:val="28"/>
          <w:szCs w:val="28"/>
          <w:lang w:val="tt-RU"/>
        </w:rPr>
        <w:t>икистон, муассисони бонк шуда метавонанд ё не</w:t>
      </w:r>
      <w:r w:rsidRPr="00784F69">
        <w:rPr>
          <w:rFonts w:ascii="Palatino Linotype" w:hAnsi="Palatino Linotype"/>
          <w:b/>
          <w:color w:val="000000"/>
          <w:sz w:val="28"/>
          <w:szCs w:val="28"/>
          <w:lang w:val="tg-Cyrl-TJ"/>
        </w:rPr>
        <w:t>?</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$A) </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а</w:t>
      </w:r>
      <w:r w:rsidRPr="00784F69">
        <w:rPr>
          <w:rFonts w:ascii="Palatino Linotype" w:hAnsi="Palatino Linotype"/>
          <w:color w:val="000000"/>
          <w:sz w:val="28"/>
          <w:szCs w:val="28"/>
          <w:lang w:val="tg-Cyrl-TJ"/>
        </w:rPr>
        <w:t>, агар</w:t>
      </w:r>
      <w:r w:rsidRPr="00784F69">
        <w:rPr>
          <w:rFonts w:ascii="Palatino Linotype" w:hAnsi="Palatino Linotype"/>
          <w:color w:val="000000"/>
          <w:sz w:val="28"/>
          <w:szCs w:val="28"/>
          <w:lang w:val="tt-RU"/>
        </w:rPr>
        <w:t xml:space="preserve"> иштироки онҳ</w:t>
      </w:r>
      <w:r w:rsidRPr="00784F69">
        <w:rPr>
          <w:rFonts w:ascii="Palatino Linotype" w:hAnsi="Palatino Linotype" w:cs="Times New Roman Tj"/>
          <w:color w:val="000000"/>
          <w:sz w:val="28"/>
          <w:szCs w:val="28"/>
          <w:lang w:val="tt-RU"/>
        </w:rPr>
        <w:t xml:space="preserve">о дар таъсиси бонк бо </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 xml:space="preserve">онунгузории </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ор</w:t>
      </w:r>
      <w:r w:rsidRPr="00784F69">
        <w:rPr>
          <w:rFonts w:ascii="Palatino Linotype" w:eastAsia="MS Mincho" w:hAnsi="Palatino Linotype" w:cs="MS Mincho"/>
          <w:color w:val="000000"/>
          <w:sz w:val="28"/>
          <w:szCs w:val="28"/>
          <w:lang w:val="tt-RU"/>
        </w:rPr>
        <w:t>ӣ</w:t>
      </w:r>
      <w:r w:rsidRPr="00784F69">
        <w:rPr>
          <w:rFonts w:ascii="Palatino Linotype" w:hAnsi="Palatino Linotype" w:cs="Times New Roman Tj"/>
          <w:color w:val="000000"/>
          <w:sz w:val="28"/>
          <w:szCs w:val="28"/>
          <w:lang w:val="tt-RU"/>
        </w:rPr>
        <w:t xml:space="preserve"> манъ карда нашудааст, метавон</w:t>
      </w:r>
      <w:r w:rsidRPr="00784F69">
        <w:rPr>
          <w:rFonts w:ascii="Palatino Linotype" w:hAnsi="Palatino Linotype"/>
          <w:color w:val="000000"/>
          <w:sz w:val="28"/>
          <w:szCs w:val="28"/>
          <w:lang w:val="tt-RU"/>
        </w:rPr>
        <w:t>анд муассисони бонк бошанд</w:t>
      </w:r>
      <w:r w:rsidRPr="00784F69">
        <w:rPr>
          <w:rFonts w:ascii="Palatino Linotype" w:hAnsi="Palatino Linotype"/>
          <w:color w:val="000000"/>
          <w:sz w:val="28"/>
          <w:szCs w:val="28"/>
          <w:lang w:val="tg-Cyrl-TJ"/>
        </w:rPr>
        <w:t>;</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$B) </w:t>
      </w:r>
      <w:r w:rsidRPr="00784F69">
        <w:rPr>
          <w:rFonts w:ascii="Palatino Linotype" w:hAnsi="Palatino Linotype"/>
          <w:color w:val="000000"/>
          <w:sz w:val="28"/>
          <w:szCs w:val="28"/>
          <w:lang w:val="tg-Cyrl-TJ"/>
        </w:rPr>
        <w:t>Не;</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$C) </w:t>
      </w:r>
      <w:r w:rsidRPr="00784F69">
        <w:rPr>
          <w:rFonts w:ascii="Palatino Linotype" w:hAnsi="Palatino Linotype"/>
          <w:color w:val="000000"/>
          <w:sz w:val="28"/>
          <w:szCs w:val="28"/>
          <w:lang w:val="tt-RU"/>
        </w:rPr>
        <w:t>Фақ</w:t>
      </w:r>
      <w:r w:rsidRPr="00784F69">
        <w:rPr>
          <w:rFonts w:ascii="Palatino Linotype" w:hAnsi="Palatino Linotype" w:cs="Times New Roman Tj"/>
          <w:color w:val="000000"/>
          <w:sz w:val="28"/>
          <w:szCs w:val="28"/>
          <w:lang w:val="tt-RU"/>
        </w:rPr>
        <w:t>ат</w:t>
      </w:r>
      <w:r w:rsidRPr="00784F69">
        <w:rPr>
          <w:rFonts w:ascii="Palatino Linotype" w:hAnsi="Palatino Linotype"/>
          <w:color w:val="000000"/>
          <w:sz w:val="28"/>
          <w:szCs w:val="28"/>
          <w:lang w:val="tt-RU"/>
        </w:rPr>
        <w:t xml:space="preserve"> бо и</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о</w:t>
      </w:r>
      <w:r w:rsidRPr="00784F69">
        <w:rPr>
          <w:rFonts w:ascii="Palatino Linotype" w:hAnsi="Palatino Linotype"/>
          <w:color w:val="000000"/>
          <w:sz w:val="28"/>
          <w:szCs w:val="28"/>
          <w:lang w:val="tt-RU"/>
        </w:rPr>
        <w:t>зати Ҳ</w:t>
      </w:r>
      <w:r w:rsidRPr="00784F69">
        <w:rPr>
          <w:rFonts w:ascii="Palatino Linotype" w:hAnsi="Palatino Linotype" w:cs="Times New Roman Tj"/>
          <w:color w:val="000000"/>
          <w:sz w:val="28"/>
          <w:szCs w:val="28"/>
          <w:lang w:val="tt-RU"/>
        </w:rPr>
        <w:t>укумати</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ум</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урии То</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 xml:space="preserve">икистон дар шахси </w:t>
      </w:r>
      <w:r w:rsidRPr="00784F69">
        <w:rPr>
          <w:rFonts w:ascii="Palatino Linotype" w:hAnsi="Palatino Linotype"/>
          <w:color w:val="000000"/>
          <w:sz w:val="28"/>
          <w:szCs w:val="28"/>
          <w:lang w:val="tt-RU"/>
        </w:rPr>
        <w:t>Бонки миллии То</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икистон</w:t>
      </w:r>
      <w:r w:rsidRPr="00784F69">
        <w:rPr>
          <w:rFonts w:ascii="Palatino Linotype" w:hAnsi="Palatino Linotype"/>
          <w:color w:val="000000"/>
          <w:sz w:val="28"/>
          <w:szCs w:val="28"/>
          <w:lang w:val="tg-Cyrl-TJ"/>
        </w:rPr>
        <w:t>;</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$D) </w:t>
      </w:r>
      <w:r w:rsidRPr="00784F69">
        <w:rPr>
          <w:rFonts w:ascii="Palatino Linotype" w:hAnsi="Palatino Linotype"/>
          <w:color w:val="000000"/>
          <w:sz w:val="28"/>
          <w:szCs w:val="28"/>
          <w:lang w:val="tg-Cyrl-TJ"/>
        </w:rPr>
        <w:t>Танҳ</w:t>
      </w:r>
      <w:r w:rsidRPr="00784F69">
        <w:rPr>
          <w:rFonts w:ascii="Palatino Linotype" w:hAnsi="Palatino Linotype" w:cs="Times New Roman Tj"/>
          <w:color w:val="000000"/>
          <w:sz w:val="28"/>
          <w:szCs w:val="28"/>
          <w:lang w:val="tg-Cyrl-TJ"/>
        </w:rPr>
        <w:t xml:space="preserve">о </w:t>
      </w:r>
      <w:r w:rsidRPr="00784F69">
        <w:rPr>
          <w:rFonts w:ascii="Palatino Linotype" w:hAnsi="Palatino Linotype"/>
          <w:color w:val="000000"/>
          <w:sz w:val="28"/>
          <w:szCs w:val="28"/>
          <w:lang w:val="tt-RU"/>
        </w:rPr>
        <w:t>и</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о</w:t>
      </w:r>
      <w:r w:rsidRPr="00784F69">
        <w:rPr>
          <w:rFonts w:ascii="Palatino Linotype" w:hAnsi="Palatino Linotype"/>
          <w:color w:val="000000"/>
          <w:sz w:val="28"/>
          <w:szCs w:val="28"/>
          <w:lang w:val="tt-RU"/>
        </w:rPr>
        <w:t>зат ба</w:t>
      </w:r>
      <w:r w:rsidRPr="00784F69">
        <w:rPr>
          <w:rFonts w:ascii="Palatino Linotype" w:hAnsi="Palatino Linotype"/>
          <w:color w:val="000000"/>
          <w:sz w:val="28"/>
          <w:szCs w:val="28"/>
          <w:lang w:val="tg-Cyrl-TJ"/>
        </w:rPr>
        <w:t xml:space="preserve"> резидент ва ғ</w:t>
      </w:r>
      <w:r w:rsidRPr="00784F69">
        <w:rPr>
          <w:rFonts w:ascii="Palatino Linotype" w:hAnsi="Palatino Linotype" w:cs="Times New Roman Tj"/>
          <w:color w:val="000000"/>
          <w:sz w:val="28"/>
          <w:szCs w:val="28"/>
          <w:lang w:val="tg-Cyrl-TJ"/>
        </w:rPr>
        <w:t>айрирезидент</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 xml:space="preserve">ои </w:t>
      </w:r>
      <w:r w:rsidRPr="00784F69">
        <w:rPr>
          <w:rFonts w:ascii="Palatino Linotype" w:eastAsia="MS Mincho" w:hAnsi="Palatino Linotype" w:cs="MS Mincho"/>
          <w:color w:val="000000"/>
          <w:sz w:val="28"/>
          <w:szCs w:val="28"/>
          <w:lang w:val="tg-Cyrl-TJ"/>
        </w:rPr>
        <w:t>Ҷ</w:t>
      </w:r>
      <w:r w:rsidRPr="00784F69">
        <w:rPr>
          <w:rFonts w:ascii="Palatino Linotype" w:hAnsi="Palatino Linotype" w:cs="Times New Roman Tj"/>
          <w:color w:val="000000"/>
          <w:sz w:val="28"/>
          <w:szCs w:val="28"/>
          <w:lang w:val="tg-Cyrl-TJ"/>
        </w:rPr>
        <w:t>ум</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урии То</w:t>
      </w:r>
      <w:r w:rsidRPr="00784F69">
        <w:rPr>
          <w:rFonts w:ascii="Palatino Linotype" w:eastAsia="MS Mincho" w:hAnsi="Palatino Linotype" w:cs="MS Mincho"/>
          <w:color w:val="000000"/>
          <w:sz w:val="28"/>
          <w:szCs w:val="28"/>
          <w:lang w:val="tg-Cyrl-TJ"/>
        </w:rPr>
        <w:t>ҷ</w:t>
      </w:r>
      <w:r w:rsidRPr="00784F69">
        <w:rPr>
          <w:rFonts w:ascii="Palatino Linotype" w:hAnsi="Palatino Linotype" w:cs="Times New Roman Tj"/>
          <w:color w:val="000000"/>
          <w:sz w:val="28"/>
          <w:szCs w:val="28"/>
          <w:lang w:val="tg-Cyrl-TJ"/>
        </w:rPr>
        <w:t>икистон, ки ба сифати ташаббускори таъсиси бонк ва ташкилди</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андаи сармо</w:t>
      </w:r>
      <w:r w:rsidRPr="00784F69">
        <w:rPr>
          <w:rFonts w:ascii="Palatino Linotype" w:hAnsi="Palatino Linotype"/>
          <w:color w:val="000000"/>
          <w:sz w:val="28"/>
          <w:szCs w:val="28"/>
          <w:lang w:val="tg-Cyrl-TJ"/>
        </w:rPr>
        <w:t>яи танзимшавандаи бонк баромад мекунанд;</w:t>
      </w:r>
    </w:p>
    <w:p w:rsidR="00B65CA5" w:rsidRPr="00784F69" w:rsidRDefault="00B65CA5" w:rsidP="00C84BB2">
      <w:pPr>
        <w:spacing w:after="0" w:line="240" w:lineRule="auto"/>
        <w:jc w:val="both"/>
        <w:rPr>
          <w:rFonts w:ascii="Palatino Linotype" w:hAnsi="Palatino Linotype"/>
          <w:b/>
          <w:color w:val="000000"/>
          <w:sz w:val="28"/>
          <w:szCs w:val="28"/>
          <w:u w:val="single"/>
          <w:lang w:val="tg-Cyrl-TJ"/>
        </w:rPr>
      </w:pPr>
      <w:r w:rsidRPr="00784F69">
        <w:rPr>
          <w:rFonts w:ascii="Palatino Linotype" w:hAnsi="Palatino Linotype"/>
          <w:b/>
          <w:color w:val="000000"/>
          <w:sz w:val="28"/>
          <w:szCs w:val="28"/>
          <w:lang w:val="tg-Cyrl-TJ"/>
        </w:rPr>
        <w:t xml:space="preserve">$E) </w:t>
      </w:r>
      <w:r w:rsidRPr="00784F69">
        <w:rPr>
          <w:rFonts w:ascii="Palatino Linotype" w:hAnsi="Palatino Linotype"/>
          <w:color w:val="000000"/>
          <w:sz w:val="28"/>
          <w:szCs w:val="28"/>
          <w:lang w:val="tt-RU"/>
        </w:rPr>
        <w:t>Фақ</w:t>
      </w:r>
      <w:r w:rsidRPr="00784F69">
        <w:rPr>
          <w:rFonts w:ascii="Palatino Linotype" w:hAnsi="Palatino Linotype" w:cs="Times New Roman Tj"/>
          <w:color w:val="000000"/>
          <w:sz w:val="28"/>
          <w:szCs w:val="28"/>
          <w:lang w:val="tt-RU"/>
        </w:rPr>
        <w:t>ат</w:t>
      </w:r>
      <w:r w:rsidRPr="00784F69">
        <w:rPr>
          <w:rFonts w:ascii="Palatino Linotype" w:hAnsi="Palatino Linotype"/>
          <w:color w:val="000000"/>
          <w:sz w:val="28"/>
          <w:szCs w:val="28"/>
          <w:lang w:val="tt-RU"/>
        </w:rPr>
        <w:t xml:space="preserve"> бо и</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о</w:t>
      </w:r>
      <w:r w:rsidRPr="00784F69">
        <w:rPr>
          <w:rFonts w:ascii="Palatino Linotype" w:hAnsi="Palatino Linotype"/>
          <w:color w:val="000000"/>
          <w:sz w:val="28"/>
          <w:szCs w:val="28"/>
          <w:lang w:val="tt-RU"/>
        </w:rPr>
        <w:t>зати шахси ҳуқуқи;</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 xml:space="preserve">@155. </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t-RU"/>
        </w:rPr>
        <w:t>Муассисон - шахсони ҳ</w:t>
      </w:r>
      <w:r w:rsidRPr="00784F69">
        <w:rPr>
          <w:rFonts w:ascii="Palatino Linotype" w:hAnsi="Palatino Linotype" w:cs="Times New Roman Tj"/>
          <w:b/>
          <w:color w:val="000000"/>
          <w:sz w:val="28"/>
          <w:szCs w:val="28"/>
          <w:lang w:val="tt-RU"/>
        </w:rPr>
        <w:t>у</w:t>
      </w:r>
      <w:r w:rsidRPr="00784F69">
        <w:rPr>
          <w:rFonts w:ascii="Palatino Linotype" w:hAnsi="Palatino Linotype"/>
          <w:b/>
          <w:color w:val="000000"/>
          <w:sz w:val="28"/>
          <w:szCs w:val="28"/>
          <w:lang w:val="tt-RU"/>
        </w:rPr>
        <w:t>қ</w:t>
      </w:r>
      <w:r w:rsidRPr="00784F69">
        <w:rPr>
          <w:rFonts w:ascii="Palatino Linotype" w:hAnsi="Palatino Linotype" w:cs="Times New Roman Tj"/>
          <w:b/>
          <w:color w:val="000000"/>
          <w:sz w:val="28"/>
          <w:szCs w:val="28"/>
          <w:lang w:val="tt-RU"/>
        </w:rPr>
        <w:t>у</w:t>
      </w:r>
      <w:r w:rsidRPr="00784F69">
        <w:rPr>
          <w:rFonts w:ascii="Palatino Linotype" w:hAnsi="Palatino Linotype"/>
          <w:b/>
          <w:color w:val="000000"/>
          <w:sz w:val="28"/>
          <w:szCs w:val="28"/>
          <w:lang w:val="tt-RU"/>
        </w:rPr>
        <w:t>қ</w:t>
      </w:r>
      <w:r w:rsidRPr="00784F69">
        <w:rPr>
          <w:rFonts w:ascii="Palatino Linotype" w:eastAsia="MS Mincho" w:hAnsi="Palatino Linotype" w:cs="MS Mincho"/>
          <w:b/>
          <w:color w:val="000000"/>
          <w:sz w:val="28"/>
          <w:szCs w:val="28"/>
          <w:lang w:val="tt-RU"/>
        </w:rPr>
        <w:t>ӣ</w:t>
      </w:r>
      <w:r w:rsidRPr="00784F69">
        <w:rPr>
          <w:rFonts w:ascii="Palatino Linotype" w:hAnsi="Palatino Linotype" w:cs="Times New Roman Tj"/>
          <w:b/>
          <w:color w:val="000000"/>
          <w:sz w:val="28"/>
          <w:szCs w:val="28"/>
          <w:lang w:val="tt-RU"/>
        </w:rPr>
        <w:t xml:space="preserve"> чи </w:t>
      </w:r>
      <w:r w:rsidRPr="00784F69">
        <w:rPr>
          <w:rFonts w:ascii="Palatino Linotype" w:eastAsia="MS Mincho" w:hAnsi="Palatino Linotype" w:cs="MS Mincho"/>
          <w:b/>
          <w:color w:val="000000"/>
          <w:sz w:val="28"/>
          <w:szCs w:val="28"/>
          <w:lang w:val="tt-RU"/>
        </w:rPr>
        <w:t>ӯҳ</w:t>
      </w:r>
      <w:r w:rsidRPr="00784F69">
        <w:rPr>
          <w:rFonts w:ascii="Palatino Linotype" w:hAnsi="Palatino Linotype" w:cs="Times New Roman Tj"/>
          <w:b/>
          <w:color w:val="000000"/>
          <w:sz w:val="28"/>
          <w:szCs w:val="28"/>
          <w:lang w:val="tt-RU"/>
        </w:rPr>
        <w:t>дадори</w:t>
      </w:r>
      <w:r w:rsidRPr="00784F69">
        <w:rPr>
          <w:rFonts w:ascii="Palatino Linotype" w:hAnsi="Palatino Linotype"/>
          <w:b/>
          <w:color w:val="000000"/>
          <w:sz w:val="28"/>
          <w:szCs w:val="28"/>
          <w:lang w:val="tt-RU"/>
        </w:rPr>
        <w:t>ҳ</w:t>
      </w:r>
      <w:r w:rsidRPr="00784F69">
        <w:rPr>
          <w:rFonts w:ascii="Palatino Linotype" w:hAnsi="Palatino Linotype" w:cs="Times New Roman Tj"/>
          <w:b/>
          <w:color w:val="000000"/>
          <w:sz w:val="28"/>
          <w:szCs w:val="28"/>
          <w:lang w:val="tt-RU"/>
        </w:rPr>
        <w:t>о доранд</w:t>
      </w:r>
      <w:r w:rsidRPr="00784F69">
        <w:rPr>
          <w:rFonts w:ascii="Palatino Linotype" w:hAnsi="Palatino Linotype"/>
          <w:b/>
          <w:color w:val="000000"/>
          <w:sz w:val="28"/>
          <w:szCs w:val="28"/>
          <w:lang w:val="tg-Cyrl-TJ"/>
        </w:rPr>
        <w:t>?</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$A) </w:t>
      </w:r>
      <w:r w:rsidRPr="00784F69">
        <w:rPr>
          <w:rFonts w:ascii="Palatino Linotype" w:hAnsi="Palatino Linotype"/>
          <w:color w:val="000000"/>
          <w:sz w:val="28"/>
          <w:szCs w:val="28"/>
          <w:lang w:val="tt-RU"/>
        </w:rPr>
        <w:t>Муассисон - шахсони ҳ</w:t>
      </w:r>
      <w:r w:rsidRPr="00784F69">
        <w:rPr>
          <w:rFonts w:ascii="Palatino Linotype" w:hAnsi="Palatino Linotype" w:cs="Times New Roman Tj"/>
          <w:color w:val="000000"/>
          <w:sz w:val="28"/>
          <w:szCs w:val="28"/>
          <w:lang w:val="tt-RU"/>
        </w:rPr>
        <w:t>у</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у</w:t>
      </w:r>
      <w:r w:rsidRPr="00784F69">
        <w:rPr>
          <w:rFonts w:ascii="Palatino Linotype" w:hAnsi="Palatino Linotype"/>
          <w:color w:val="000000"/>
          <w:sz w:val="28"/>
          <w:szCs w:val="28"/>
          <w:lang w:val="tt-RU"/>
        </w:rPr>
        <w:t>қ</w:t>
      </w:r>
      <w:r w:rsidRPr="00784F69">
        <w:rPr>
          <w:rFonts w:ascii="Palatino Linotype" w:eastAsia="MS Mincho" w:hAnsi="Palatino Linotype" w:cs="MS Mincho"/>
          <w:color w:val="000000"/>
          <w:sz w:val="28"/>
          <w:szCs w:val="28"/>
          <w:lang w:val="tt-RU"/>
        </w:rPr>
        <w:t>ӣ</w:t>
      </w:r>
      <w:r w:rsidRPr="00784F69">
        <w:rPr>
          <w:rFonts w:ascii="Palatino Linotype" w:hAnsi="Palatino Linotype" w:cs="Times New Roman Tj"/>
          <w:color w:val="000000"/>
          <w:sz w:val="28"/>
          <w:szCs w:val="28"/>
          <w:lang w:val="tt-RU"/>
        </w:rPr>
        <w:t xml:space="preserve"> бояд ба тартиби дар </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 xml:space="preserve">онунгузории </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ор</w:t>
      </w:r>
      <w:r w:rsidRPr="00784F69">
        <w:rPr>
          <w:rFonts w:ascii="Palatino Linotype" w:eastAsia="MS Mincho" w:hAnsi="Palatino Linotype" w:cs="MS Mincho"/>
          <w:color w:val="000000"/>
          <w:sz w:val="28"/>
          <w:szCs w:val="28"/>
          <w:lang w:val="tt-RU"/>
        </w:rPr>
        <w:t>ӣ</w:t>
      </w:r>
      <w:r w:rsidRPr="00784F69">
        <w:rPr>
          <w:rFonts w:ascii="Palatino Linotype" w:hAnsi="Palatino Linotype" w:cs="Times New Roman Tj"/>
          <w:color w:val="000000"/>
          <w:sz w:val="28"/>
          <w:szCs w:val="28"/>
          <w:lang w:val="tt-RU"/>
        </w:rPr>
        <w:t xml:space="preserve"> му</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 xml:space="preserve">арраршуда ба </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айд гирифта шуда бошанд, вазъи устув</w:t>
      </w:r>
      <w:r w:rsidRPr="00784F69">
        <w:rPr>
          <w:rFonts w:ascii="Palatino Linotype" w:hAnsi="Palatino Linotype"/>
          <w:color w:val="000000"/>
          <w:sz w:val="28"/>
          <w:szCs w:val="28"/>
          <w:lang w:val="tt-RU"/>
        </w:rPr>
        <w:t>ори молияв</w:t>
      </w:r>
      <w:r w:rsidRPr="00784F69">
        <w:rPr>
          <w:rFonts w:ascii="Palatino Linotype" w:eastAsia="MS Mincho" w:hAnsi="Palatino Linotype" w:cs="MS Mincho"/>
          <w:color w:val="000000"/>
          <w:sz w:val="28"/>
          <w:szCs w:val="28"/>
          <w:lang w:val="tt-RU"/>
        </w:rPr>
        <w:t>ӣ</w:t>
      </w:r>
      <w:r w:rsidRPr="00784F69">
        <w:rPr>
          <w:rFonts w:ascii="Palatino Linotype" w:hAnsi="Palatino Linotype" w:cs="Times New Roman Tj"/>
          <w:color w:val="000000"/>
          <w:sz w:val="28"/>
          <w:szCs w:val="28"/>
          <w:lang w:val="tt-RU"/>
        </w:rPr>
        <w:t xml:space="preserve"> дошта бошанд ва </w:t>
      </w:r>
      <w:r w:rsidRPr="00784F69">
        <w:rPr>
          <w:rFonts w:ascii="Palatino Linotype" w:eastAsia="MS Mincho" w:hAnsi="Palatino Linotype" w:cs="MS Mincho"/>
          <w:color w:val="000000"/>
          <w:sz w:val="28"/>
          <w:szCs w:val="28"/>
          <w:lang w:val="tt-RU"/>
        </w:rPr>
        <w:t>ӯҳ</w:t>
      </w:r>
      <w:r w:rsidRPr="00784F69">
        <w:rPr>
          <w:rFonts w:ascii="Palatino Linotype" w:hAnsi="Palatino Linotype" w:cs="Times New Roman Tj"/>
          <w:color w:val="000000"/>
          <w:sz w:val="28"/>
          <w:szCs w:val="28"/>
          <w:lang w:val="tt-RU"/>
        </w:rPr>
        <w:t>дадори</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ои худро дар назди бу</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 xml:space="preserve">ети </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ум</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ур</w:t>
      </w:r>
      <w:r w:rsidRPr="00784F69">
        <w:rPr>
          <w:rFonts w:ascii="Palatino Linotype" w:eastAsia="MS Mincho" w:hAnsi="Palatino Linotype" w:cs="MS Mincho"/>
          <w:color w:val="000000"/>
          <w:sz w:val="28"/>
          <w:szCs w:val="28"/>
          <w:lang w:val="tt-RU"/>
        </w:rPr>
        <w:t>ӣ</w:t>
      </w:r>
      <w:r w:rsidRPr="00784F69">
        <w:rPr>
          <w:rFonts w:ascii="Palatino Linotype" w:hAnsi="Palatino Linotype" w:cs="Times New Roman Tj"/>
          <w:color w:val="000000"/>
          <w:sz w:val="28"/>
          <w:szCs w:val="28"/>
          <w:lang w:val="tt-RU"/>
        </w:rPr>
        <w:t xml:space="preserve"> дар се соли охир доир ба пардохти андоз ва пардохт</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ои ба он баробар и</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ро намоянд</w:t>
      </w:r>
      <w:r w:rsidRPr="00784F69">
        <w:rPr>
          <w:rFonts w:ascii="Palatino Linotype" w:hAnsi="Palatino Linotype"/>
          <w:color w:val="000000"/>
          <w:sz w:val="28"/>
          <w:szCs w:val="28"/>
          <w:lang w:val="tg-Cyrl-TJ"/>
        </w:rPr>
        <w:t>;</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$B) </w:t>
      </w:r>
      <w:r w:rsidRPr="00784F69">
        <w:rPr>
          <w:rFonts w:ascii="Palatino Linotype" w:hAnsi="Palatino Linotype"/>
          <w:color w:val="000000"/>
          <w:sz w:val="28"/>
          <w:szCs w:val="28"/>
          <w:lang w:val="tt-RU"/>
        </w:rPr>
        <w:t>Муассисон - шахсони ҳ</w:t>
      </w:r>
      <w:r w:rsidRPr="00784F69">
        <w:rPr>
          <w:rFonts w:ascii="Palatino Linotype" w:hAnsi="Palatino Linotype" w:cs="Times New Roman Tj"/>
          <w:color w:val="000000"/>
          <w:sz w:val="28"/>
          <w:szCs w:val="28"/>
          <w:lang w:val="tt-RU"/>
        </w:rPr>
        <w:t>у</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у</w:t>
      </w:r>
      <w:r w:rsidRPr="00784F69">
        <w:rPr>
          <w:rFonts w:ascii="Palatino Linotype" w:hAnsi="Palatino Linotype"/>
          <w:color w:val="000000"/>
          <w:sz w:val="28"/>
          <w:szCs w:val="28"/>
          <w:lang w:val="tt-RU"/>
        </w:rPr>
        <w:t>қ</w:t>
      </w:r>
      <w:r w:rsidRPr="00784F69">
        <w:rPr>
          <w:rFonts w:ascii="Palatino Linotype" w:eastAsia="MS Mincho" w:hAnsi="Palatino Linotype" w:cs="MS Mincho"/>
          <w:color w:val="000000"/>
          <w:sz w:val="28"/>
          <w:szCs w:val="28"/>
          <w:lang w:val="tt-RU"/>
        </w:rPr>
        <w:t>ӣ</w:t>
      </w:r>
      <w:r w:rsidRPr="00784F69">
        <w:rPr>
          <w:rFonts w:ascii="Palatino Linotype" w:hAnsi="Palatino Linotype" w:cs="Times New Roman Tj"/>
          <w:color w:val="000000"/>
          <w:sz w:val="28"/>
          <w:szCs w:val="28"/>
          <w:lang w:val="tt-RU"/>
        </w:rPr>
        <w:t xml:space="preserve"> бояд пардохти андоз ва пардохт</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ои ба он баробар и</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ро намоянд</w:t>
      </w:r>
      <w:r w:rsidRPr="00784F69">
        <w:rPr>
          <w:rFonts w:ascii="Palatino Linotype" w:hAnsi="Palatino Linotype"/>
          <w:color w:val="000000"/>
          <w:sz w:val="28"/>
          <w:szCs w:val="28"/>
          <w:lang w:val="tg-Cyrl-TJ"/>
        </w:rPr>
        <w:t>;</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$C) </w:t>
      </w:r>
      <w:r w:rsidRPr="00784F69">
        <w:rPr>
          <w:rFonts w:ascii="Palatino Linotype" w:hAnsi="Palatino Linotype"/>
          <w:color w:val="000000"/>
          <w:sz w:val="28"/>
          <w:szCs w:val="28"/>
          <w:lang w:val="tt-RU"/>
        </w:rPr>
        <w:t>Муассисон - шахсони воқе</w:t>
      </w:r>
      <w:r w:rsidRPr="00784F69">
        <w:rPr>
          <w:rFonts w:ascii="Palatino Linotype" w:eastAsia="MS Mincho" w:hAnsi="Palatino Linotype" w:cs="MS Mincho"/>
          <w:color w:val="000000"/>
          <w:sz w:val="28"/>
          <w:szCs w:val="28"/>
          <w:lang w:val="tt-RU"/>
        </w:rPr>
        <w:t>ӣ</w:t>
      </w:r>
      <w:r w:rsidRPr="00784F69">
        <w:rPr>
          <w:rFonts w:ascii="Palatino Linotype" w:hAnsi="Palatino Linotype"/>
          <w:color w:val="000000"/>
          <w:sz w:val="28"/>
          <w:szCs w:val="28"/>
          <w:lang w:val="tt-RU"/>
        </w:rPr>
        <w:t xml:space="preserve"> бояд пардохти андоз ва пардохтҳ</w:t>
      </w:r>
      <w:r w:rsidRPr="00784F69">
        <w:rPr>
          <w:rFonts w:ascii="Palatino Linotype" w:hAnsi="Palatino Linotype" w:cs="Times New Roman Tj"/>
          <w:color w:val="000000"/>
          <w:sz w:val="28"/>
          <w:szCs w:val="28"/>
          <w:lang w:val="tt-RU"/>
        </w:rPr>
        <w:t>ои ба он баробар и</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ро намоянд</w:t>
      </w:r>
      <w:r w:rsidRPr="00784F69">
        <w:rPr>
          <w:rFonts w:ascii="Palatino Linotype" w:hAnsi="Palatino Linotype"/>
          <w:color w:val="000000"/>
          <w:sz w:val="28"/>
          <w:szCs w:val="28"/>
          <w:lang w:val="tg-Cyrl-TJ"/>
        </w:rPr>
        <w:t>;</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$D) </w:t>
      </w:r>
      <w:r w:rsidRPr="00784F69">
        <w:rPr>
          <w:rFonts w:ascii="Palatino Linotype" w:hAnsi="Palatino Linotype"/>
          <w:color w:val="000000"/>
          <w:sz w:val="28"/>
          <w:szCs w:val="28"/>
          <w:lang w:val="tt-RU"/>
        </w:rPr>
        <w:t xml:space="preserve">Муассисон - бояд </w:t>
      </w:r>
      <w:r w:rsidRPr="00784F69">
        <w:rPr>
          <w:rFonts w:ascii="Palatino Linotype" w:eastAsia="MS Mincho" w:hAnsi="Palatino Linotype" w:cs="MS Mincho"/>
          <w:color w:val="000000"/>
          <w:sz w:val="28"/>
          <w:szCs w:val="28"/>
          <w:lang w:val="tt-RU"/>
        </w:rPr>
        <w:t>ӯҳ</w:t>
      </w:r>
      <w:r w:rsidRPr="00784F69">
        <w:rPr>
          <w:rFonts w:ascii="Palatino Linotype" w:hAnsi="Palatino Linotype" w:cs="Times New Roman Tj"/>
          <w:color w:val="000000"/>
          <w:sz w:val="28"/>
          <w:szCs w:val="28"/>
          <w:lang w:val="tt-RU"/>
        </w:rPr>
        <w:t>дадори</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ои худро дар назди бу</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 xml:space="preserve">ети </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ум</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ур</w:t>
      </w:r>
      <w:r w:rsidRPr="00784F69">
        <w:rPr>
          <w:rFonts w:ascii="Palatino Linotype" w:eastAsia="MS Mincho" w:hAnsi="Palatino Linotype" w:cs="MS Mincho"/>
          <w:color w:val="000000"/>
          <w:sz w:val="28"/>
          <w:szCs w:val="28"/>
          <w:lang w:val="tt-RU"/>
        </w:rPr>
        <w:t>ӣ</w:t>
      </w:r>
      <w:r w:rsidRPr="00784F69">
        <w:rPr>
          <w:rFonts w:ascii="Palatino Linotype" w:hAnsi="Palatino Linotype" w:cs="Times New Roman Tj"/>
          <w:color w:val="000000"/>
          <w:sz w:val="28"/>
          <w:szCs w:val="28"/>
          <w:lang w:val="tt-RU"/>
        </w:rPr>
        <w:t xml:space="preserve"> дар </w:t>
      </w:r>
      <w:r w:rsidRPr="00784F69">
        <w:rPr>
          <w:rFonts w:ascii="Palatino Linotype" w:hAnsi="Palatino Linotype"/>
          <w:color w:val="000000"/>
          <w:sz w:val="28"/>
          <w:szCs w:val="28"/>
          <w:lang w:val="tt-RU"/>
        </w:rPr>
        <w:t>чор соли охир доир ба пардохти андоз ва пардохтҳ</w:t>
      </w:r>
      <w:r w:rsidRPr="00784F69">
        <w:rPr>
          <w:rFonts w:ascii="Palatino Linotype" w:hAnsi="Palatino Linotype" w:cs="Times New Roman Tj"/>
          <w:color w:val="000000"/>
          <w:sz w:val="28"/>
          <w:szCs w:val="28"/>
          <w:lang w:val="tt-RU"/>
        </w:rPr>
        <w:t>ои ба он баробар и</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ро намоянд</w:t>
      </w:r>
      <w:r w:rsidRPr="00784F69">
        <w:rPr>
          <w:rFonts w:ascii="Palatino Linotype" w:hAnsi="Palatino Linotype"/>
          <w:color w:val="000000"/>
          <w:sz w:val="28"/>
          <w:szCs w:val="28"/>
          <w:lang w:val="tg-Cyrl-TJ"/>
        </w:rPr>
        <w:t>;</w:t>
      </w:r>
    </w:p>
    <w:p w:rsidR="00B65CA5" w:rsidRPr="00784F69" w:rsidRDefault="00B65CA5" w:rsidP="00C84BB2">
      <w:pPr>
        <w:spacing w:after="0" w:line="240" w:lineRule="auto"/>
        <w:jc w:val="both"/>
        <w:rPr>
          <w:rFonts w:ascii="Palatino Linotype" w:hAnsi="Palatino Linotype"/>
          <w:b/>
          <w:color w:val="000000"/>
          <w:sz w:val="28"/>
          <w:szCs w:val="28"/>
          <w:u w:val="single"/>
          <w:lang w:val="tg-Cyrl-TJ"/>
        </w:rPr>
      </w:pPr>
      <w:r w:rsidRPr="00784F69">
        <w:rPr>
          <w:rFonts w:ascii="Palatino Linotype" w:hAnsi="Palatino Linotype"/>
          <w:b/>
          <w:color w:val="000000"/>
          <w:sz w:val="28"/>
          <w:szCs w:val="28"/>
          <w:lang w:val="tg-Cyrl-TJ"/>
        </w:rPr>
        <w:t xml:space="preserve">$E) </w:t>
      </w:r>
      <w:r w:rsidRPr="00784F69">
        <w:rPr>
          <w:rFonts w:ascii="Palatino Linotype" w:hAnsi="Palatino Linotype"/>
          <w:color w:val="000000"/>
          <w:sz w:val="28"/>
          <w:szCs w:val="28"/>
          <w:lang w:val="tt-RU"/>
        </w:rPr>
        <w:t>Муассисон - бояд озод бошанд</w:t>
      </w:r>
      <w:r w:rsidRPr="00784F69">
        <w:rPr>
          <w:rFonts w:ascii="Palatino Linotype" w:hAnsi="Palatino Linotype"/>
          <w:color w:val="000000"/>
          <w:sz w:val="28"/>
          <w:szCs w:val="28"/>
          <w:lang w:val="tg-Cyrl-TJ"/>
        </w:rPr>
        <w:t>;</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 xml:space="preserve">@156. </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t-RU"/>
        </w:rPr>
        <w:t>Қ</w:t>
      </w:r>
      <w:r w:rsidRPr="00784F69">
        <w:rPr>
          <w:rFonts w:ascii="Palatino Linotype" w:hAnsi="Palatino Linotype" w:cs="Times New Roman Tj"/>
          <w:b/>
          <w:color w:val="000000"/>
          <w:sz w:val="28"/>
          <w:szCs w:val="28"/>
          <w:lang w:val="tt-RU"/>
        </w:rPr>
        <w:t xml:space="preserve">арздории шахси </w:t>
      </w:r>
      <w:r w:rsidRPr="00784F69">
        <w:rPr>
          <w:rFonts w:ascii="Palatino Linotype" w:hAnsi="Palatino Linotype"/>
          <w:b/>
          <w:color w:val="000000"/>
          <w:sz w:val="28"/>
          <w:szCs w:val="28"/>
          <w:lang w:val="tt-RU"/>
        </w:rPr>
        <w:t>ҳ</w:t>
      </w:r>
      <w:r w:rsidRPr="00784F69">
        <w:rPr>
          <w:rFonts w:ascii="Palatino Linotype" w:hAnsi="Palatino Linotype" w:cs="Times New Roman Tj"/>
          <w:b/>
          <w:color w:val="000000"/>
          <w:sz w:val="28"/>
          <w:szCs w:val="28"/>
          <w:lang w:val="tt-RU"/>
        </w:rPr>
        <w:t>у</w:t>
      </w:r>
      <w:r w:rsidRPr="00784F69">
        <w:rPr>
          <w:rFonts w:ascii="Palatino Linotype" w:hAnsi="Palatino Linotype"/>
          <w:b/>
          <w:color w:val="000000"/>
          <w:sz w:val="28"/>
          <w:szCs w:val="28"/>
          <w:lang w:val="tt-RU"/>
        </w:rPr>
        <w:t>қ</w:t>
      </w:r>
      <w:r w:rsidRPr="00784F69">
        <w:rPr>
          <w:rFonts w:ascii="Palatino Linotype" w:hAnsi="Palatino Linotype" w:cs="Times New Roman Tj"/>
          <w:b/>
          <w:color w:val="000000"/>
          <w:sz w:val="28"/>
          <w:szCs w:val="28"/>
          <w:lang w:val="tt-RU"/>
        </w:rPr>
        <w:t>у</w:t>
      </w:r>
      <w:r w:rsidRPr="00784F69">
        <w:rPr>
          <w:rFonts w:ascii="Palatino Linotype" w:hAnsi="Palatino Linotype"/>
          <w:b/>
          <w:color w:val="000000"/>
          <w:sz w:val="28"/>
          <w:szCs w:val="28"/>
          <w:lang w:val="tt-RU"/>
        </w:rPr>
        <w:t>қ</w:t>
      </w:r>
      <w:r w:rsidRPr="00784F69">
        <w:rPr>
          <w:rFonts w:ascii="Palatino Linotype" w:eastAsia="MS Mincho" w:hAnsi="Palatino Linotype" w:cs="MS Mincho"/>
          <w:b/>
          <w:color w:val="000000"/>
          <w:sz w:val="28"/>
          <w:szCs w:val="28"/>
          <w:lang w:val="tt-RU"/>
        </w:rPr>
        <w:t>ӣ</w:t>
      </w:r>
      <w:r w:rsidRPr="00784F69">
        <w:rPr>
          <w:rFonts w:ascii="Palatino Linotype" w:hAnsi="Palatino Linotype" w:cs="Times New Roman Tj"/>
          <w:b/>
          <w:color w:val="000000"/>
          <w:sz w:val="28"/>
          <w:szCs w:val="28"/>
          <w:lang w:val="tt-RU"/>
        </w:rPr>
        <w:t xml:space="preserve"> дар назди бу</w:t>
      </w:r>
      <w:r w:rsidRPr="00784F69">
        <w:rPr>
          <w:rFonts w:ascii="Palatino Linotype" w:eastAsia="MS Mincho" w:hAnsi="Palatino Linotype" w:cs="MS Mincho"/>
          <w:b/>
          <w:color w:val="000000"/>
          <w:sz w:val="28"/>
          <w:szCs w:val="28"/>
          <w:lang w:val="tt-RU"/>
        </w:rPr>
        <w:t>ҷ</w:t>
      </w:r>
      <w:r w:rsidRPr="00784F69">
        <w:rPr>
          <w:rFonts w:ascii="Palatino Linotype" w:hAnsi="Palatino Linotype" w:cs="Times New Roman Tj"/>
          <w:b/>
          <w:color w:val="000000"/>
          <w:sz w:val="28"/>
          <w:szCs w:val="28"/>
          <w:lang w:val="tt-RU"/>
        </w:rPr>
        <w:t>ет, новобаста аз мав</w:t>
      </w:r>
      <w:r w:rsidRPr="00784F69">
        <w:rPr>
          <w:rFonts w:ascii="Palatino Linotype" w:eastAsia="MS Mincho" w:hAnsi="Palatino Linotype" w:cs="MS Mincho"/>
          <w:b/>
          <w:color w:val="000000"/>
          <w:sz w:val="28"/>
          <w:szCs w:val="28"/>
          <w:lang w:val="tt-RU"/>
        </w:rPr>
        <w:t>ҷ</w:t>
      </w:r>
      <w:r w:rsidRPr="00784F69">
        <w:rPr>
          <w:rFonts w:ascii="Palatino Linotype" w:hAnsi="Palatino Linotype" w:cs="Times New Roman Tj"/>
          <w:b/>
          <w:color w:val="000000"/>
          <w:sz w:val="28"/>
          <w:szCs w:val="28"/>
          <w:lang w:val="tt-RU"/>
        </w:rPr>
        <w:t xml:space="preserve">удияти тамдиди пардохти он, барои ба </w:t>
      </w:r>
      <w:r w:rsidRPr="00784F69">
        <w:rPr>
          <w:rFonts w:ascii="Palatino Linotype" w:hAnsi="Palatino Linotype"/>
          <w:b/>
          <w:color w:val="000000"/>
          <w:sz w:val="28"/>
          <w:szCs w:val="28"/>
          <w:lang w:val="tt-RU"/>
        </w:rPr>
        <w:t>ҳ</w:t>
      </w:r>
      <w:r w:rsidRPr="00784F69">
        <w:rPr>
          <w:rFonts w:ascii="Palatino Linotype" w:hAnsi="Palatino Linotype" w:cs="Times New Roman Tj"/>
          <w:b/>
          <w:color w:val="000000"/>
          <w:sz w:val="28"/>
          <w:szCs w:val="28"/>
          <w:lang w:val="tt-RU"/>
        </w:rPr>
        <w:t xml:space="preserve">айати муассисони бонк </w:t>
      </w:r>
      <w:r w:rsidRPr="00784F69">
        <w:rPr>
          <w:rFonts w:ascii="Palatino Linotype" w:hAnsi="Palatino Linotype"/>
          <w:b/>
          <w:color w:val="000000"/>
          <w:sz w:val="28"/>
          <w:szCs w:val="28"/>
          <w:lang w:val="tt-RU"/>
        </w:rPr>
        <w:t>қ</w:t>
      </w:r>
      <w:r w:rsidRPr="00784F69">
        <w:rPr>
          <w:rFonts w:ascii="Palatino Linotype" w:hAnsi="Palatino Linotype" w:cs="Times New Roman Tj"/>
          <w:b/>
          <w:color w:val="000000"/>
          <w:sz w:val="28"/>
          <w:szCs w:val="28"/>
          <w:lang w:val="tt-RU"/>
        </w:rPr>
        <w:t>абул накардани он асос мебошад</w:t>
      </w:r>
      <w:r w:rsidRPr="00784F69">
        <w:rPr>
          <w:rFonts w:ascii="Palatino Linotype" w:hAnsi="Palatino Linotype"/>
          <w:b/>
          <w:color w:val="000000"/>
          <w:sz w:val="28"/>
          <w:szCs w:val="28"/>
          <w:lang w:val="tt-RU"/>
        </w:rPr>
        <w:t xml:space="preserve"> ё не</w:t>
      </w:r>
      <w:r w:rsidRPr="00784F69">
        <w:rPr>
          <w:rFonts w:ascii="Palatino Linotype" w:hAnsi="Palatino Linotype"/>
          <w:b/>
          <w:color w:val="000000"/>
          <w:sz w:val="28"/>
          <w:szCs w:val="28"/>
          <w:lang w:val="tg-Cyrl-TJ"/>
        </w:rPr>
        <w:t>?</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$A) </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а</w:t>
      </w:r>
      <w:r w:rsidRPr="00784F69">
        <w:rPr>
          <w:rFonts w:ascii="Palatino Linotype" w:hAnsi="Palatino Linotype"/>
          <w:color w:val="000000"/>
          <w:sz w:val="28"/>
          <w:szCs w:val="28"/>
          <w:lang w:val="tg-Cyrl-TJ"/>
        </w:rPr>
        <w:t>;</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$B) </w:t>
      </w:r>
      <w:r w:rsidRPr="00784F69">
        <w:rPr>
          <w:rFonts w:ascii="Palatino Linotype" w:hAnsi="Palatino Linotype"/>
          <w:color w:val="000000"/>
          <w:sz w:val="28"/>
          <w:szCs w:val="28"/>
          <w:lang w:val="tg-Cyrl-TJ"/>
        </w:rPr>
        <w:t>Не;</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$C) </w:t>
      </w:r>
      <w:r w:rsidRPr="00784F69">
        <w:rPr>
          <w:rFonts w:ascii="Palatino Linotype" w:hAnsi="Palatino Linotype"/>
          <w:color w:val="000000"/>
          <w:sz w:val="28"/>
          <w:szCs w:val="28"/>
          <w:lang w:val="tt-RU"/>
        </w:rPr>
        <w:t>Фақ</w:t>
      </w:r>
      <w:r w:rsidRPr="00784F69">
        <w:rPr>
          <w:rFonts w:ascii="Palatino Linotype" w:hAnsi="Palatino Linotype" w:cs="Times New Roman Tj"/>
          <w:color w:val="000000"/>
          <w:sz w:val="28"/>
          <w:szCs w:val="28"/>
          <w:lang w:val="tt-RU"/>
        </w:rPr>
        <w:t>ат</w:t>
      </w:r>
      <w:r w:rsidRPr="00784F69">
        <w:rPr>
          <w:rFonts w:ascii="Palatino Linotype" w:hAnsi="Palatino Linotype"/>
          <w:color w:val="000000"/>
          <w:sz w:val="28"/>
          <w:szCs w:val="28"/>
          <w:lang w:val="tt-RU"/>
        </w:rPr>
        <w:t xml:space="preserve"> бо и</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о</w:t>
      </w:r>
      <w:r w:rsidRPr="00784F69">
        <w:rPr>
          <w:rFonts w:ascii="Palatino Linotype" w:hAnsi="Palatino Linotype"/>
          <w:color w:val="000000"/>
          <w:sz w:val="28"/>
          <w:szCs w:val="28"/>
          <w:lang w:val="tt-RU"/>
        </w:rPr>
        <w:t>зати Ҳ</w:t>
      </w:r>
      <w:r w:rsidRPr="00784F69">
        <w:rPr>
          <w:rFonts w:ascii="Palatino Linotype" w:hAnsi="Palatino Linotype" w:cs="Times New Roman Tj"/>
          <w:color w:val="000000"/>
          <w:sz w:val="28"/>
          <w:szCs w:val="28"/>
          <w:lang w:val="tt-RU"/>
        </w:rPr>
        <w:t>укумати</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ум</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урии То</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 xml:space="preserve">икистон дар шахси </w:t>
      </w:r>
      <w:r w:rsidRPr="00784F69">
        <w:rPr>
          <w:rFonts w:ascii="Palatino Linotype" w:hAnsi="Palatino Linotype"/>
          <w:color w:val="000000"/>
          <w:sz w:val="28"/>
          <w:szCs w:val="28"/>
          <w:lang w:val="tt-RU"/>
        </w:rPr>
        <w:t>Бонки миллии То</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икистон</w:t>
      </w:r>
      <w:r w:rsidRPr="00784F69">
        <w:rPr>
          <w:rFonts w:ascii="Palatino Linotype" w:hAnsi="Palatino Linotype"/>
          <w:color w:val="000000"/>
          <w:sz w:val="28"/>
          <w:szCs w:val="28"/>
          <w:lang w:val="tg-Cyrl-TJ"/>
        </w:rPr>
        <w:t>;</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$D) </w:t>
      </w:r>
      <w:r w:rsidRPr="00784F69">
        <w:rPr>
          <w:rFonts w:ascii="Palatino Linotype" w:hAnsi="Palatino Linotype"/>
          <w:color w:val="000000"/>
          <w:sz w:val="28"/>
          <w:szCs w:val="28"/>
          <w:lang w:val="tg-Cyrl-TJ"/>
        </w:rPr>
        <w:t>Танҳ</w:t>
      </w:r>
      <w:r w:rsidRPr="00784F69">
        <w:rPr>
          <w:rFonts w:ascii="Palatino Linotype" w:hAnsi="Palatino Linotype" w:cs="Times New Roman Tj"/>
          <w:color w:val="000000"/>
          <w:sz w:val="28"/>
          <w:szCs w:val="28"/>
          <w:lang w:val="tg-Cyrl-TJ"/>
        </w:rPr>
        <w:t xml:space="preserve">о </w:t>
      </w:r>
      <w:r w:rsidRPr="00784F69">
        <w:rPr>
          <w:rFonts w:ascii="Palatino Linotype" w:hAnsi="Palatino Linotype"/>
          <w:color w:val="000000"/>
          <w:sz w:val="28"/>
          <w:szCs w:val="28"/>
          <w:lang w:val="tt-RU"/>
        </w:rPr>
        <w:t>и</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о</w:t>
      </w:r>
      <w:r w:rsidRPr="00784F69">
        <w:rPr>
          <w:rFonts w:ascii="Palatino Linotype" w:hAnsi="Palatino Linotype"/>
          <w:color w:val="000000"/>
          <w:sz w:val="28"/>
          <w:szCs w:val="28"/>
          <w:lang w:val="tt-RU"/>
        </w:rPr>
        <w:t>зат ба</w:t>
      </w:r>
      <w:r w:rsidRPr="00784F69">
        <w:rPr>
          <w:rFonts w:ascii="Palatino Linotype" w:hAnsi="Palatino Linotype"/>
          <w:color w:val="000000"/>
          <w:sz w:val="28"/>
          <w:szCs w:val="28"/>
          <w:lang w:val="tg-Cyrl-TJ"/>
        </w:rPr>
        <w:t xml:space="preserve"> резидент ва ғ</w:t>
      </w:r>
      <w:r w:rsidRPr="00784F69">
        <w:rPr>
          <w:rFonts w:ascii="Palatino Linotype" w:hAnsi="Palatino Linotype" w:cs="Times New Roman Tj"/>
          <w:color w:val="000000"/>
          <w:sz w:val="28"/>
          <w:szCs w:val="28"/>
          <w:lang w:val="tg-Cyrl-TJ"/>
        </w:rPr>
        <w:t>айрирезидент</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 xml:space="preserve">ои </w:t>
      </w:r>
      <w:r w:rsidRPr="00784F69">
        <w:rPr>
          <w:rFonts w:ascii="Palatino Linotype" w:eastAsia="MS Mincho" w:hAnsi="Palatino Linotype" w:cs="MS Mincho"/>
          <w:color w:val="000000"/>
          <w:sz w:val="28"/>
          <w:szCs w:val="28"/>
          <w:lang w:val="tg-Cyrl-TJ"/>
        </w:rPr>
        <w:t>Ҷ</w:t>
      </w:r>
      <w:r w:rsidRPr="00784F69">
        <w:rPr>
          <w:rFonts w:ascii="Palatino Linotype" w:hAnsi="Palatino Linotype" w:cs="Times New Roman Tj"/>
          <w:color w:val="000000"/>
          <w:sz w:val="28"/>
          <w:szCs w:val="28"/>
          <w:lang w:val="tg-Cyrl-TJ"/>
        </w:rPr>
        <w:t>ум</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урии То</w:t>
      </w:r>
      <w:r w:rsidRPr="00784F69">
        <w:rPr>
          <w:rFonts w:ascii="Palatino Linotype" w:eastAsia="MS Mincho" w:hAnsi="Palatino Linotype" w:cs="MS Mincho"/>
          <w:color w:val="000000"/>
          <w:sz w:val="28"/>
          <w:szCs w:val="28"/>
          <w:lang w:val="tg-Cyrl-TJ"/>
        </w:rPr>
        <w:t>ҷ</w:t>
      </w:r>
      <w:r w:rsidRPr="00784F69">
        <w:rPr>
          <w:rFonts w:ascii="Palatino Linotype" w:hAnsi="Palatino Linotype" w:cs="Times New Roman Tj"/>
          <w:color w:val="000000"/>
          <w:sz w:val="28"/>
          <w:szCs w:val="28"/>
          <w:lang w:val="tg-Cyrl-TJ"/>
        </w:rPr>
        <w:t>икистон, ки ба сифати ташаббускори таъсиси бонк ва ташкилди</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андаи сармояи танзимшавандаи бонк баромад мекунанд;</w:t>
      </w:r>
    </w:p>
    <w:p w:rsidR="00B65CA5" w:rsidRPr="00784F69" w:rsidRDefault="00B65CA5" w:rsidP="00C84BB2">
      <w:pPr>
        <w:spacing w:after="0" w:line="240" w:lineRule="auto"/>
        <w:jc w:val="both"/>
        <w:rPr>
          <w:rFonts w:ascii="Palatino Linotype" w:hAnsi="Palatino Linotype"/>
          <w:b/>
          <w:color w:val="000000"/>
          <w:sz w:val="28"/>
          <w:szCs w:val="28"/>
          <w:u w:val="single"/>
          <w:lang w:val="tg-Cyrl-TJ"/>
        </w:rPr>
      </w:pPr>
      <w:r w:rsidRPr="00784F69">
        <w:rPr>
          <w:rFonts w:ascii="Palatino Linotype" w:hAnsi="Palatino Linotype"/>
          <w:b/>
          <w:color w:val="000000"/>
          <w:sz w:val="28"/>
          <w:szCs w:val="28"/>
          <w:lang w:val="tg-Cyrl-TJ"/>
        </w:rPr>
        <w:t xml:space="preserve">$E) </w:t>
      </w:r>
      <w:r w:rsidRPr="00784F69">
        <w:rPr>
          <w:rFonts w:ascii="Palatino Linotype" w:hAnsi="Palatino Linotype"/>
          <w:color w:val="000000"/>
          <w:sz w:val="28"/>
          <w:szCs w:val="28"/>
          <w:lang w:val="tg-Cyrl-TJ"/>
        </w:rPr>
        <w:t>Варианти дуруст вуҷуд надорад;</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 xml:space="preserve">@157. </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t-RU"/>
        </w:rPr>
        <w:t>Додани и</w:t>
      </w:r>
      <w:r w:rsidRPr="00784F69">
        <w:rPr>
          <w:rFonts w:ascii="Palatino Linotype" w:eastAsia="MS Mincho" w:hAnsi="Palatino Linotype" w:cs="MS Mincho"/>
          <w:b/>
          <w:color w:val="000000"/>
          <w:sz w:val="28"/>
          <w:szCs w:val="28"/>
          <w:lang w:val="tt-RU"/>
        </w:rPr>
        <w:t>ҷ</w:t>
      </w:r>
      <w:r w:rsidRPr="00784F69">
        <w:rPr>
          <w:rFonts w:ascii="Palatino Linotype" w:hAnsi="Palatino Linotype" w:cs="Times New Roman Tj"/>
          <w:b/>
          <w:color w:val="000000"/>
          <w:sz w:val="28"/>
          <w:szCs w:val="28"/>
          <w:lang w:val="tt-RU"/>
        </w:rPr>
        <w:t>озатнома б</w:t>
      </w:r>
      <w:r w:rsidRPr="00784F69">
        <w:rPr>
          <w:rFonts w:ascii="Palatino Linotype" w:hAnsi="Palatino Linotype"/>
          <w:b/>
          <w:color w:val="000000"/>
          <w:sz w:val="28"/>
          <w:szCs w:val="28"/>
          <w:lang w:val="tt-RU"/>
        </w:rPr>
        <w:t>а бонкҳ</w:t>
      </w:r>
      <w:r w:rsidRPr="00784F69">
        <w:rPr>
          <w:rFonts w:ascii="Palatino Linotype" w:hAnsi="Palatino Linotype" w:cs="Times New Roman Tj"/>
          <w:b/>
          <w:color w:val="000000"/>
          <w:sz w:val="28"/>
          <w:szCs w:val="28"/>
          <w:lang w:val="tt-RU"/>
        </w:rPr>
        <w:t>о мутоби</w:t>
      </w:r>
      <w:r w:rsidRPr="00784F69">
        <w:rPr>
          <w:rFonts w:ascii="Palatino Linotype" w:hAnsi="Palatino Linotype"/>
          <w:b/>
          <w:color w:val="000000"/>
          <w:sz w:val="28"/>
          <w:szCs w:val="28"/>
          <w:lang w:val="tt-RU"/>
        </w:rPr>
        <w:t>қ</w:t>
      </w:r>
      <w:r w:rsidRPr="00784F69">
        <w:rPr>
          <w:rFonts w:ascii="Palatino Linotype" w:hAnsi="Palatino Linotype" w:cs="Times New Roman Tj"/>
          <w:b/>
          <w:color w:val="000000"/>
          <w:sz w:val="28"/>
          <w:szCs w:val="28"/>
          <w:lang w:val="tt-RU"/>
        </w:rPr>
        <w:t>и кадом</w:t>
      </w:r>
      <w:r w:rsidRPr="00784F69">
        <w:rPr>
          <w:rFonts w:ascii="Palatino Linotype" w:hAnsi="Palatino Linotype"/>
          <w:b/>
          <w:color w:val="000000"/>
          <w:sz w:val="28"/>
          <w:szCs w:val="28"/>
          <w:lang w:val="tt-RU"/>
        </w:rPr>
        <w:t xml:space="preserve"> низомнома ан</w:t>
      </w:r>
      <w:r w:rsidRPr="00784F69">
        <w:rPr>
          <w:rFonts w:ascii="Palatino Linotype" w:eastAsia="MS Mincho" w:hAnsi="Palatino Linotype" w:cs="MS Mincho"/>
          <w:b/>
          <w:color w:val="000000"/>
          <w:sz w:val="28"/>
          <w:szCs w:val="28"/>
          <w:lang w:val="tt-RU"/>
        </w:rPr>
        <w:t>ҷ</w:t>
      </w:r>
      <w:r w:rsidRPr="00784F69">
        <w:rPr>
          <w:rFonts w:ascii="Palatino Linotype" w:hAnsi="Palatino Linotype" w:cs="Times New Roman Tj"/>
          <w:b/>
          <w:color w:val="000000"/>
          <w:sz w:val="28"/>
          <w:szCs w:val="28"/>
          <w:lang w:val="tt-RU"/>
        </w:rPr>
        <w:t>ом дода мешавад</w:t>
      </w:r>
      <w:r w:rsidRPr="00784F69">
        <w:rPr>
          <w:rFonts w:ascii="Palatino Linotype" w:hAnsi="Palatino Linotype"/>
          <w:b/>
          <w:color w:val="000000"/>
          <w:sz w:val="28"/>
          <w:szCs w:val="28"/>
          <w:lang w:val="tg-Cyrl-TJ"/>
        </w:rPr>
        <w:t>?</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$A) </w:t>
      </w:r>
      <w:r w:rsidRPr="00784F69">
        <w:rPr>
          <w:rFonts w:ascii="Palatino Linotype" w:hAnsi="Palatino Linotype"/>
          <w:color w:val="000000"/>
          <w:sz w:val="28"/>
          <w:szCs w:val="28"/>
          <w:lang w:val="tt-RU"/>
        </w:rPr>
        <w:t>Додани и</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озатнома ба бонк</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о мутоби</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 xml:space="preserve">и Низомномаи </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 xml:space="preserve">укумати </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ум</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урии То</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икистон «Дар бораи хусусият</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ои и</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озатномади</w:t>
      </w:r>
      <w:r w:rsidRPr="00784F69">
        <w:rPr>
          <w:rFonts w:ascii="Palatino Linotype" w:hAnsi="Palatino Linotype"/>
          <w:color w:val="000000"/>
          <w:sz w:val="28"/>
          <w:szCs w:val="28"/>
          <w:lang w:val="tt-RU"/>
        </w:rPr>
        <w:t>ҳ</w:t>
      </w:r>
      <w:r w:rsidRPr="00784F69">
        <w:rPr>
          <w:rFonts w:ascii="Palatino Linotype" w:eastAsia="MS Mincho" w:hAnsi="Palatino Linotype" w:cs="MS Mincho"/>
          <w:color w:val="000000"/>
          <w:sz w:val="28"/>
          <w:szCs w:val="28"/>
          <w:lang w:val="tt-RU"/>
        </w:rPr>
        <w:t>ӣ</w:t>
      </w:r>
      <w:r w:rsidRPr="00784F69">
        <w:rPr>
          <w:rFonts w:ascii="Palatino Linotype" w:hAnsi="Palatino Linotype" w:cs="Times New Roman Tj"/>
          <w:color w:val="000000"/>
          <w:sz w:val="28"/>
          <w:szCs w:val="28"/>
          <w:lang w:val="tt-RU"/>
        </w:rPr>
        <w:t xml:space="preserve"> ба баъзе намуд</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ои фаъолият» ан</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ом дода мешавад</w:t>
      </w:r>
      <w:r w:rsidRPr="00784F69">
        <w:rPr>
          <w:rFonts w:ascii="Palatino Linotype" w:hAnsi="Palatino Linotype"/>
          <w:color w:val="000000"/>
          <w:sz w:val="28"/>
          <w:szCs w:val="28"/>
          <w:lang w:val="tg-Cyrl-TJ"/>
        </w:rPr>
        <w:t>;</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$B) </w:t>
      </w:r>
      <w:r w:rsidRPr="00784F69">
        <w:rPr>
          <w:rFonts w:ascii="Palatino Linotype" w:hAnsi="Palatino Linotype"/>
          <w:color w:val="000000"/>
          <w:sz w:val="28"/>
          <w:szCs w:val="28"/>
          <w:lang w:val="tt-RU"/>
        </w:rPr>
        <w:t>Додани и</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 xml:space="preserve">озатнома ба </w:t>
      </w:r>
      <w:r w:rsidRPr="00784F69">
        <w:rPr>
          <w:rFonts w:ascii="Palatino Linotype" w:hAnsi="Palatino Linotype"/>
          <w:color w:val="000000"/>
          <w:sz w:val="28"/>
          <w:szCs w:val="28"/>
          <w:lang w:val="tt-RU"/>
        </w:rPr>
        <w:t>ташкилотҳо мутобиқ</w:t>
      </w:r>
      <w:r w:rsidRPr="00784F69">
        <w:rPr>
          <w:rFonts w:ascii="Palatino Linotype" w:hAnsi="Palatino Linotype" w:cs="Times New Roman Tj"/>
          <w:color w:val="000000"/>
          <w:sz w:val="28"/>
          <w:szCs w:val="28"/>
          <w:lang w:val="tt-RU"/>
        </w:rPr>
        <w:t xml:space="preserve">и </w:t>
      </w:r>
      <w:r w:rsidRPr="00784F69">
        <w:rPr>
          <w:rFonts w:ascii="Palatino Linotype" w:hAnsi="Palatino Linotype"/>
          <w:color w:val="000000"/>
          <w:sz w:val="28"/>
          <w:szCs w:val="28"/>
          <w:lang w:val="tt-RU"/>
        </w:rPr>
        <w:t>Дастурамали Бонки исломии рушд «Дар бораи реклама» ан</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ом дода мешавад</w:t>
      </w:r>
      <w:r w:rsidRPr="00784F69">
        <w:rPr>
          <w:rFonts w:ascii="Palatino Linotype" w:hAnsi="Palatino Linotype"/>
          <w:color w:val="000000"/>
          <w:sz w:val="28"/>
          <w:szCs w:val="28"/>
          <w:lang w:val="tg-Cyrl-TJ"/>
        </w:rPr>
        <w:t>;</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$C) </w:t>
      </w:r>
      <w:r w:rsidRPr="00784F69">
        <w:rPr>
          <w:rFonts w:ascii="Palatino Linotype" w:hAnsi="Palatino Linotype"/>
          <w:color w:val="000000"/>
          <w:sz w:val="28"/>
          <w:szCs w:val="28"/>
          <w:lang w:val="tt-RU"/>
        </w:rPr>
        <w:t>Додани и</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 xml:space="preserve">озатнома ба </w:t>
      </w:r>
      <w:r w:rsidRPr="00784F69">
        <w:rPr>
          <w:rFonts w:ascii="Palatino Linotype" w:hAnsi="Palatino Linotype"/>
          <w:color w:val="000000"/>
          <w:sz w:val="28"/>
          <w:szCs w:val="28"/>
          <w:lang w:val="tt-RU"/>
        </w:rPr>
        <w:t>беморхонаҳо мутобиқ</w:t>
      </w:r>
      <w:r w:rsidRPr="00784F69">
        <w:rPr>
          <w:rFonts w:ascii="Palatino Linotype" w:hAnsi="Palatino Linotype" w:cs="Times New Roman Tj"/>
          <w:color w:val="000000"/>
          <w:sz w:val="28"/>
          <w:szCs w:val="28"/>
          <w:lang w:val="tt-RU"/>
        </w:rPr>
        <w:t xml:space="preserve">и </w:t>
      </w:r>
      <w:r w:rsidRPr="00784F69">
        <w:rPr>
          <w:rFonts w:ascii="Palatino Linotype" w:hAnsi="Palatino Linotype"/>
          <w:color w:val="000000"/>
          <w:sz w:val="28"/>
          <w:szCs w:val="28"/>
          <w:lang w:val="tt-RU"/>
        </w:rPr>
        <w:t xml:space="preserve">Оинномаи Вазорати тандурустии </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ум</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урии То</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икистон</w:t>
      </w:r>
      <w:r w:rsidRPr="00784F69">
        <w:rPr>
          <w:rFonts w:ascii="Palatino Linotype" w:hAnsi="Palatino Linotype"/>
          <w:color w:val="000000"/>
          <w:sz w:val="28"/>
          <w:szCs w:val="28"/>
          <w:lang w:val="tt-RU"/>
        </w:rPr>
        <w:t xml:space="preserve"> «Дар бораи тиббӣ оилавӣ» ан</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ом дода мешавад</w:t>
      </w:r>
      <w:r w:rsidRPr="00784F69">
        <w:rPr>
          <w:rFonts w:ascii="Palatino Linotype" w:hAnsi="Palatino Linotype"/>
          <w:color w:val="000000"/>
          <w:sz w:val="28"/>
          <w:szCs w:val="28"/>
          <w:lang w:val="tg-Cyrl-TJ"/>
        </w:rPr>
        <w:t>;</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$D) </w:t>
      </w:r>
      <w:r w:rsidRPr="00784F69">
        <w:rPr>
          <w:rFonts w:ascii="Palatino Linotype" w:hAnsi="Palatino Linotype"/>
          <w:color w:val="000000"/>
          <w:sz w:val="28"/>
          <w:szCs w:val="28"/>
          <w:lang w:val="tt-RU"/>
        </w:rPr>
        <w:t>Додани и</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 xml:space="preserve">озатнома ба </w:t>
      </w:r>
      <w:r w:rsidRPr="00784F69">
        <w:rPr>
          <w:rFonts w:ascii="Palatino Linotype" w:hAnsi="Palatino Linotype"/>
          <w:color w:val="000000"/>
          <w:sz w:val="28"/>
          <w:szCs w:val="28"/>
          <w:lang w:val="tt-RU"/>
        </w:rPr>
        <w:t>муассисаҳои ислоҳӣ мутобиқ</w:t>
      </w:r>
      <w:r w:rsidRPr="00784F69">
        <w:rPr>
          <w:rFonts w:ascii="Palatino Linotype" w:hAnsi="Palatino Linotype" w:cs="Times New Roman Tj"/>
          <w:color w:val="000000"/>
          <w:sz w:val="28"/>
          <w:szCs w:val="28"/>
          <w:lang w:val="tt-RU"/>
        </w:rPr>
        <w:t xml:space="preserve">и </w:t>
      </w:r>
      <w:r w:rsidRPr="00784F69">
        <w:rPr>
          <w:rFonts w:ascii="Palatino Linotype" w:hAnsi="Palatino Linotype"/>
          <w:color w:val="000000"/>
          <w:sz w:val="28"/>
          <w:szCs w:val="28"/>
          <w:lang w:val="tt-RU"/>
        </w:rPr>
        <w:t xml:space="preserve">Қоидаҳои Вазорати Адлияи </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ум</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урии То</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икистон</w:t>
      </w:r>
      <w:r w:rsidRPr="00784F69">
        <w:rPr>
          <w:rFonts w:ascii="Palatino Linotype" w:hAnsi="Palatino Linotype"/>
          <w:color w:val="000000"/>
          <w:sz w:val="28"/>
          <w:szCs w:val="28"/>
          <w:lang w:val="tt-RU"/>
        </w:rPr>
        <w:t xml:space="preserve"> «Дар бораи истеҳсолоти иҷро» ан</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ом дода мешавад</w:t>
      </w:r>
      <w:r w:rsidRPr="00784F69">
        <w:rPr>
          <w:rFonts w:ascii="Palatino Linotype" w:hAnsi="Palatino Linotype"/>
          <w:color w:val="000000"/>
          <w:sz w:val="28"/>
          <w:szCs w:val="28"/>
          <w:lang w:val="tg-Cyrl-TJ"/>
        </w:rPr>
        <w:t>;</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$E) </w:t>
      </w:r>
      <w:r w:rsidRPr="00784F69">
        <w:rPr>
          <w:rFonts w:ascii="Palatino Linotype" w:hAnsi="Palatino Linotype"/>
          <w:color w:val="000000"/>
          <w:sz w:val="28"/>
          <w:szCs w:val="28"/>
          <w:lang w:val="tt-RU"/>
        </w:rPr>
        <w:t>Додани и</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 xml:space="preserve">озатнома ба </w:t>
      </w:r>
      <w:r w:rsidRPr="00784F69">
        <w:rPr>
          <w:rFonts w:ascii="Palatino Linotype" w:hAnsi="Palatino Linotype"/>
          <w:color w:val="000000"/>
          <w:sz w:val="28"/>
          <w:szCs w:val="28"/>
          <w:lang w:val="tt-RU"/>
        </w:rPr>
        <w:t>қисмҳои ҳарбӣ мутобиқ</w:t>
      </w:r>
      <w:r w:rsidRPr="00784F69">
        <w:rPr>
          <w:rFonts w:ascii="Palatino Linotype" w:hAnsi="Palatino Linotype" w:cs="Times New Roman Tj"/>
          <w:color w:val="000000"/>
          <w:sz w:val="28"/>
          <w:szCs w:val="28"/>
          <w:lang w:val="tt-RU"/>
        </w:rPr>
        <w:t xml:space="preserve">и Низомномаи </w:t>
      </w:r>
      <w:r w:rsidRPr="00784F69">
        <w:rPr>
          <w:rFonts w:ascii="Palatino Linotype" w:hAnsi="Palatino Linotype"/>
          <w:color w:val="000000"/>
          <w:sz w:val="28"/>
          <w:szCs w:val="28"/>
          <w:lang w:val="tt-RU"/>
        </w:rPr>
        <w:t>Вазорати мудофиа «Дар бораи разведкаи ҳарбӣ» ан</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ом дода мешавад</w:t>
      </w:r>
      <w:r w:rsidRPr="00784F69">
        <w:rPr>
          <w:rFonts w:ascii="Palatino Linotype" w:hAnsi="Palatino Linotype"/>
          <w:b/>
          <w:color w:val="000000"/>
          <w:sz w:val="28"/>
          <w:szCs w:val="28"/>
          <w:lang w:val="tg-Cyrl-TJ"/>
        </w:rPr>
        <w:t>;</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 xml:space="preserve">@158. </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Вазифаи асосии эмиссион</w:t>
      </w:r>
      <w:r w:rsidRPr="00784F69">
        <w:rPr>
          <w:rFonts w:ascii="Palatino Linotype" w:eastAsia="MS Mincho" w:hAnsi="Palatino Linotype" w:cs="MS Mincho"/>
          <w:b/>
          <w:color w:val="000000"/>
          <w:sz w:val="28"/>
          <w:szCs w:val="28"/>
          <w:lang w:val="tt-RU"/>
        </w:rPr>
        <w:t>ӣ</w:t>
      </w:r>
      <w:r w:rsidRPr="00784F69">
        <w:rPr>
          <w:rFonts w:ascii="Palatino Linotype" w:hAnsi="Palatino Linotype"/>
          <w:b/>
          <w:color w:val="000000"/>
          <w:sz w:val="28"/>
          <w:szCs w:val="28"/>
          <w:lang w:val="tg-Cyrl-TJ"/>
        </w:rPr>
        <w:t xml:space="preserve"> чист?</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$A) </w:t>
      </w:r>
      <w:r w:rsidRPr="00784F69">
        <w:rPr>
          <w:rFonts w:ascii="Palatino Linotype" w:hAnsi="Palatino Linotype"/>
          <w:color w:val="000000"/>
          <w:sz w:val="28"/>
          <w:szCs w:val="28"/>
          <w:lang w:val="tg-Cyrl-TJ"/>
        </w:rPr>
        <w:t>Вазифаи асосии ин бонкҳ</w:t>
      </w:r>
      <w:r w:rsidRPr="00784F69">
        <w:rPr>
          <w:rFonts w:ascii="Palatino Linotype" w:hAnsi="Palatino Linotype" w:cs="Times New Roman Tj"/>
          <w:color w:val="000000"/>
          <w:sz w:val="28"/>
          <w:szCs w:val="28"/>
          <w:lang w:val="tg-Cyrl-TJ"/>
        </w:rPr>
        <w:t>о барориши пул ва назорат аз болои амалиёт</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ои тамоми дигар бонк</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о мебошад;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$B) </w:t>
      </w:r>
      <w:r w:rsidRPr="00784F69">
        <w:rPr>
          <w:rFonts w:ascii="Palatino Linotype" w:hAnsi="Palatino Linotype"/>
          <w:color w:val="000000"/>
          <w:sz w:val="28"/>
          <w:szCs w:val="28"/>
          <w:lang w:val="tg-Cyrl-TJ"/>
        </w:rPr>
        <w:t>Вазифаи асосии ин бонкҳ</w:t>
      </w:r>
      <w:r w:rsidRPr="00784F69">
        <w:rPr>
          <w:rFonts w:ascii="Palatino Linotype" w:hAnsi="Palatino Linotype" w:cs="Times New Roman Tj"/>
          <w:color w:val="000000"/>
          <w:sz w:val="28"/>
          <w:szCs w:val="28"/>
          <w:lang w:val="tg-Cyrl-TJ"/>
        </w:rPr>
        <w:t xml:space="preserve">о </w:t>
      </w:r>
      <w:r w:rsidRPr="00784F69">
        <w:rPr>
          <w:rFonts w:ascii="Palatino Linotype" w:hAnsi="Palatino Linotype"/>
          <w:color w:val="000000"/>
          <w:sz w:val="28"/>
          <w:szCs w:val="28"/>
          <w:lang w:val="tg-Cyrl-TJ"/>
        </w:rPr>
        <w:t>қабули қоғазҳои қимматнок</w:t>
      </w:r>
      <w:r w:rsidRPr="00784F69">
        <w:rPr>
          <w:rFonts w:ascii="Palatino Linotype" w:hAnsi="Palatino Linotype"/>
          <w:color w:val="000000"/>
          <w:sz w:val="28"/>
          <w:szCs w:val="28"/>
          <w:lang w:val="tt-RU"/>
        </w:rPr>
        <w:t>бе</w:t>
      </w:r>
      <w:r w:rsidRPr="00784F69">
        <w:rPr>
          <w:rFonts w:ascii="Palatino Linotype" w:hAnsi="Palatino Linotype"/>
          <w:color w:val="000000"/>
          <w:sz w:val="28"/>
          <w:szCs w:val="28"/>
          <w:lang w:val="tg-Cyrl-TJ"/>
        </w:rPr>
        <w:t xml:space="preserve"> дигар бонкҳ</w:t>
      </w:r>
      <w:r w:rsidRPr="00784F69">
        <w:rPr>
          <w:rFonts w:ascii="Palatino Linotype" w:hAnsi="Palatino Linotype" w:cs="Times New Roman Tj"/>
          <w:color w:val="000000"/>
          <w:sz w:val="28"/>
          <w:szCs w:val="28"/>
          <w:lang w:val="tg-Cyrl-TJ"/>
        </w:rPr>
        <w:t>о мебошад;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$C) </w:t>
      </w:r>
      <w:r w:rsidRPr="00784F69">
        <w:rPr>
          <w:rFonts w:ascii="Palatino Linotype" w:hAnsi="Palatino Linotype"/>
          <w:color w:val="000000"/>
          <w:sz w:val="28"/>
          <w:szCs w:val="28"/>
          <w:lang w:val="tg-Cyrl-TJ"/>
        </w:rPr>
        <w:t>Вазифаи асосии ин бонкҳ</w:t>
      </w:r>
      <w:r w:rsidRPr="00784F69">
        <w:rPr>
          <w:rFonts w:ascii="Palatino Linotype" w:hAnsi="Palatino Linotype" w:cs="Times New Roman Tj"/>
          <w:color w:val="000000"/>
          <w:sz w:val="28"/>
          <w:szCs w:val="28"/>
          <w:lang w:val="tg-Cyrl-TJ"/>
        </w:rPr>
        <w:t>о инти</w:t>
      </w:r>
      <w:r w:rsidRPr="00784F69">
        <w:rPr>
          <w:rFonts w:ascii="Palatino Linotype" w:hAnsi="Palatino Linotype"/>
          <w:color w:val="000000"/>
          <w:sz w:val="28"/>
          <w:szCs w:val="28"/>
          <w:lang w:val="tt-RU"/>
        </w:rPr>
        <w:t>қол</w:t>
      </w:r>
      <w:r w:rsidRPr="00784F69">
        <w:rPr>
          <w:rFonts w:ascii="Palatino Linotype" w:hAnsi="Palatino Linotype"/>
          <w:color w:val="000000"/>
          <w:sz w:val="28"/>
          <w:szCs w:val="28"/>
          <w:lang w:val="tg-Cyrl-TJ"/>
        </w:rPr>
        <w:t>и пул ва и</w:t>
      </w:r>
      <w:r w:rsidRPr="00784F69">
        <w:rPr>
          <w:rFonts w:ascii="Palatino Linotype" w:eastAsia="MS Mincho" w:hAnsi="Palatino Linotype" w:cs="MS Mincho"/>
          <w:color w:val="000000"/>
          <w:sz w:val="28"/>
          <w:szCs w:val="28"/>
          <w:lang w:val="tt-RU"/>
        </w:rPr>
        <w:t>ҷ</w:t>
      </w:r>
      <w:r w:rsidRPr="00784F69">
        <w:rPr>
          <w:rFonts w:ascii="Palatino Linotype" w:hAnsi="Palatino Linotype"/>
          <w:color w:val="000000"/>
          <w:sz w:val="28"/>
          <w:szCs w:val="28"/>
          <w:lang w:val="tt-RU"/>
        </w:rPr>
        <w:t>ро</w:t>
      </w:r>
      <w:r w:rsidRPr="00784F69">
        <w:rPr>
          <w:rFonts w:ascii="Palatino Linotype" w:hAnsi="Palatino Linotype"/>
          <w:color w:val="000000"/>
          <w:sz w:val="28"/>
          <w:szCs w:val="28"/>
          <w:lang w:val="tg-Cyrl-TJ"/>
        </w:rPr>
        <w:t>и амалиётҳ</w:t>
      </w:r>
      <w:r w:rsidRPr="00784F69">
        <w:rPr>
          <w:rFonts w:ascii="Palatino Linotype" w:hAnsi="Palatino Linotype" w:cs="Times New Roman Tj"/>
          <w:color w:val="000000"/>
          <w:sz w:val="28"/>
          <w:szCs w:val="28"/>
          <w:lang w:val="tg-Cyrl-TJ"/>
        </w:rPr>
        <w:t xml:space="preserve">ои тамоми дигар </w:t>
      </w:r>
      <w:r w:rsidRPr="00784F69">
        <w:rPr>
          <w:rFonts w:ascii="Palatino Linotype" w:hAnsi="Palatino Linotype"/>
          <w:color w:val="000000"/>
          <w:sz w:val="28"/>
          <w:szCs w:val="28"/>
          <w:lang w:val="tg-Cyrl-TJ"/>
        </w:rPr>
        <w:t>корхонаҳо намебошад;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$D) </w:t>
      </w:r>
      <w:r w:rsidRPr="00784F69">
        <w:rPr>
          <w:rFonts w:ascii="Palatino Linotype" w:hAnsi="Palatino Linotype"/>
          <w:color w:val="000000"/>
          <w:sz w:val="28"/>
          <w:szCs w:val="28"/>
          <w:lang w:val="tg-Cyrl-TJ"/>
        </w:rPr>
        <w:t>Вазифаи асосии ин бонкҳ</w:t>
      </w:r>
      <w:r w:rsidRPr="00784F69">
        <w:rPr>
          <w:rFonts w:ascii="Palatino Linotype" w:hAnsi="Palatino Linotype" w:cs="Times New Roman Tj"/>
          <w:color w:val="000000"/>
          <w:sz w:val="28"/>
          <w:szCs w:val="28"/>
          <w:lang w:val="tg-Cyrl-TJ"/>
        </w:rPr>
        <w:t xml:space="preserve">о мубодилаи </w:t>
      </w:r>
      <w:r w:rsidRPr="00784F69">
        <w:rPr>
          <w:rFonts w:ascii="Palatino Linotype" w:hAnsi="Palatino Linotype"/>
          <w:color w:val="000000"/>
          <w:sz w:val="28"/>
          <w:szCs w:val="28"/>
          <w:lang w:val="tg-Cyrl-TJ"/>
        </w:rPr>
        <w:t>мол аз болои ин фаъолият мебошад;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$E) </w:t>
      </w:r>
      <w:r w:rsidRPr="00784F69">
        <w:rPr>
          <w:rFonts w:ascii="Palatino Linotype" w:hAnsi="Palatino Linotype"/>
          <w:color w:val="000000"/>
          <w:sz w:val="28"/>
          <w:szCs w:val="28"/>
          <w:lang w:val="tg-Cyrl-TJ"/>
        </w:rPr>
        <w:t>Вазифаи асосии ин мақомотҳо танзими анъана ва ҷашну маросимҳо мебошад</w:t>
      </w:r>
      <w:r w:rsidRPr="00784F69">
        <w:rPr>
          <w:rFonts w:ascii="Palatino Linotype" w:hAnsi="Palatino Linotype"/>
          <w:b/>
          <w:color w:val="000000"/>
          <w:sz w:val="28"/>
          <w:szCs w:val="28"/>
          <w:lang w:val="tg-Cyrl-TJ"/>
        </w:rPr>
        <w:t>;</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 xml:space="preserve">@159. </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t-RU"/>
        </w:rPr>
        <w:t>Ҳ</w:t>
      </w:r>
      <w:r w:rsidRPr="00784F69">
        <w:rPr>
          <w:rFonts w:ascii="Palatino Linotype" w:hAnsi="Palatino Linotype" w:cs="Times New Roman Tj"/>
          <w:b/>
          <w:color w:val="000000"/>
          <w:sz w:val="28"/>
          <w:szCs w:val="28"/>
          <w:lang w:val="tt-RU"/>
        </w:rPr>
        <w:t xml:space="preserve">ангоми, омода намудани </w:t>
      </w:r>
      <w:r w:rsidRPr="00784F69">
        <w:rPr>
          <w:rFonts w:ascii="Palatino Linotype" w:hAnsi="Palatino Linotype"/>
          <w:b/>
          <w:color w:val="000000"/>
          <w:sz w:val="28"/>
          <w:szCs w:val="28"/>
          <w:lang w:val="tt-RU"/>
        </w:rPr>
        <w:t>ҳ</w:t>
      </w:r>
      <w:r w:rsidRPr="00784F69">
        <w:rPr>
          <w:rFonts w:ascii="Palatino Linotype" w:hAnsi="Palatino Linotype" w:cs="Times New Roman Tj"/>
          <w:b/>
          <w:color w:val="000000"/>
          <w:sz w:val="28"/>
          <w:szCs w:val="28"/>
          <w:lang w:val="tt-RU"/>
        </w:rPr>
        <w:t>у</w:t>
      </w:r>
      <w:r w:rsidRPr="00784F69">
        <w:rPr>
          <w:rFonts w:ascii="Palatino Linotype" w:eastAsia="MS Mincho" w:hAnsi="Palatino Linotype" w:cs="MS Mincho"/>
          <w:b/>
          <w:color w:val="000000"/>
          <w:sz w:val="28"/>
          <w:szCs w:val="28"/>
          <w:lang w:val="tt-RU"/>
        </w:rPr>
        <w:t>ҷҷ</w:t>
      </w:r>
      <w:r w:rsidRPr="00784F69">
        <w:rPr>
          <w:rFonts w:ascii="Palatino Linotype" w:hAnsi="Palatino Linotype" w:cs="Times New Roman Tj"/>
          <w:b/>
          <w:color w:val="000000"/>
          <w:sz w:val="28"/>
          <w:szCs w:val="28"/>
          <w:lang w:val="tt-RU"/>
        </w:rPr>
        <w:t>ат</w:t>
      </w:r>
      <w:r w:rsidRPr="00784F69">
        <w:rPr>
          <w:rFonts w:ascii="Palatino Linotype" w:hAnsi="Palatino Linotype"/>
          <w:b/>
          <w:color w:val="000000"/>
          <w:sz w:val="28"/>
          <w:szCs w:val="28"/>
          <w:lang w:val="tt-RU"/>
        </w:rPr>
        <w:t>ҳ</w:t>
      </w:r>
      <w:r w:rsidRPr="00784F69">
        <w:rPr>
          <w:rFonts w:ascii="Palatino Linotype" w:hAnsi="Palatino Linotype" w:cs="Times New Roman Tj"/>
          <w:b/>
          <w:color w:val="000000"/>
          <w:sz w:val="28"/>
          <w:szCs w:val="28"/>
          <w:lang w:val="tt-RU"/>
        </w:rPr>
        <w:t>ои зарур</w:t>
      </w:r>
      <w:r w:rsidRPr="00784F69">
        <w:rPr>
          <w:rFonts w:ascii="Palatino Linotype" w:eastAsia="MS Mincho" w:hAnsi="Palatino Linotype" w:cs="MS Mincho"/>
          <w:b/>
          <w:color w:val="000000"/>
          <w:sz w:val="28"/>
          <w:szCs w:val="28"/>
          <w:lang w:val="tt-RU"/>
        </w:rPr>
        <w:t>ӣ</w:t>
      </w:r>
      <w:r w:rsidRPr="00784F69">
        <w:rPr>
          <w:rFonts w:ascii="Palatino Linotype" w:hAnsi="Palatino Linotype" w:cs="Times New Roman Tj"/>
          <w:b/>
          <w:color w:val="000000"/>
          <w:sz w:val="28"/>
          <w:szCs w:val="28"/>
          <w:lang w:val="tt-RU"/>
        </w:rPr>
        <w:t xml:space="preserve"> барои г</w:t>
      </w:r>
      <w:r w:rsidRPr="00784F69">
        <w:rPr>
          <w:rFonts w:ascii="Palatino Linotype" w:hAnsi="Palatino Linotype"/>
          <w:b/>
          <w:color w:val="000000"/>
          <w:sz w:val="28"/>
          <w:szCs w:val="28"/>
          <w:lang w:val="tt-RU"/>
        </w:rPr>
        <w:t>ирифтани и</w:t>
      </w:r>
      <w:r w:rsidRPr="00784F69">
        <w:rPr>
          <w:rFonts w:ascii="Palatino Linotype" w:eastAsia="MS Mincho" w:hAnsi="Palatino Linotype" w:cs="MS Mincho"/>
          <w:b/>
          <w:color w:val="000000"/>
          <w:sz w:val="28"/>
          <w:szCs w:val="28"/>
          <w:lang w:val="tt-RU"/>
        </w:rPr>
        <w:t>ҷ</w:t>
      </w:r>
      <w:r w:rsidRPr="00784F69">
        <w:rPr>
          <w:rFonts w:ascii="Palatino Linotype" w:hAnsi="Palatino Linotype" w:cs="Times New Roman Tj"/>
          <w:b/>
          <w:color w:val="000000"/>
          <w:sz w:val="28"/>
          <w:szCs w:val="28"/>
          <w:lang w:val="tt-RU"/>
        </w:rPr>
        <w:t>озатнома, муассисон бояд чи кор кард</w:t>
      </w:r>
      <w:r w:rsidRPr="00784F69">
        <w:rPr>
          <w:rFonts w:ascii="Palatino Linotype" w:hAnsi="Palatino Linotype"/>
          <w:b/>
          <w:color w:val="000000"/>
          <w:sz w:val="28"/>
          <w:szCs w:val="28"/>
          <w:lang w:val="tg-Cyrl-TJ"/>
        </w:rPr>
        <w:t>?</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$A) </w:t>
      </w:r>
      <w:r w:rsidRPr="00784F69">
        <w:rPr>
          <w:rFonts w:ascii="Palatino Linotype" w:hAnsi="Palatino Linotype"/>
          <w:color w:val="000000"/>
          <w:sz w:val="28"/>
          <w:szCs w:val="28"/>
          <w:lang w:val="tt-RU"/>
        </w:rPr>
        <w:t>Муассисон бояд гур</w:t>
      </w:r>
      <w:r w:rsidRPr="00784F69">
        <w:rPr>
          <w:rFonts w:ascii="Palatino Linotype" w:eastAsia="MS Mincho" w:hAnsi="Palatino Linotype" w:cs="MS Mincho"/>
          <w:color w:val="000000"/>
          <w:sz w:val="28"/>
          <w:szCs w:val="28"/>
          <w:lang w:val="tt-RU"/>
        </w:rPr>
        <w:t>ӯҳ</w:t>
      </w:r>
      <w:r w:rsidRPr="00784F69">
        <w:rPr>
          <w:rFonts w:ascii="Palatino Linotype" w:hAnsi="Palatino Linotype" w:cs="Times New Roman Tj"/>
          <w:color w:val="000000"/>
          <w:sz w:val="28"/>
          <w:szCs w:val="28"/>
          <w:lang w:val="tt-RU"/>
        </w:rPr>
        <w:t>и ташкил</w:t>
      </w:r>
      <w:r w:rsidRPr="00784F69">
        <w:rPr>
          <w:rFonts w:ascii="Palatino Linotype" w:eastAsia="MS Mincho" w:hAnsi="Palatino Linotype" w:cs="MS Mincho"/>
          <w:color w:val="000000"/>
          <w:sz w:val="28"/>
          <w:szCs w:val="28"/>
          <w:lang w:val="tt-RU"/>
        </w:rPr>
        <w:t>ӣ</w:t>
      </w:r>
      <w:r w:rsidRPr="00784F69">
        <w:rPr>
          <w:rFonts w:ascii="Palatino Linotype" w:hAnsi="Palatino Linotype" w:cs="Times New Roman Tj"/>
          <w:color w:val="000000"/>
          <w:sz w:val="28"/>
          <w:szCs w:val="28"/>
          <w:lang w:val="tt-RU"/>
        </w:rPr>
        <w:t xml:space="preserve"> таъсис ди</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анд ва як шахси ваколатдорро барои дар тамос будан бо Бонки миллии То</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 xml:space="preserve">икистон </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и</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ати баррасии масъала</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 xml:space="preserve">ои </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у</w:t>
      </w:r>
      <w:r w:rsidRPr="00784F69">
        <w:rPr>
          <w:rFonts w:ascii="Palatino Linotype" w:eastAsia="MS Mincho" w:hAnsi="Palatino Linotype" w:cs="MS Mincho"/>
          <w:color w:val="000000"/>
          <w:sz w:val="28"/>
          <w:szCs w:val="28"/>
          <w:lang w:val="tt-RU"/>
        </w:rPr>
        <w:t>ҷҷ</w:t>
      </w:r>
      <w:r w:rsidRPr="00784F69">
        <w:rPr>
          <w:rFonts w:ascii="Palatino Linotype" w:hAnsi="Palatino Linotype" w:cs="Times New Roman Tj"/>
          <w:color w:val="000000"/>
          <w:sz w:val="28"/>
          <w:szCs w:val="28"/>
          <w:lang w:val="tt-RU"/>
        </w:rPr>
        <w:t>ат</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о вобаста карда шавад</w:t>
      </w:r>
      <w:r w:rsidRPr="00784F69">
        <w:rPr>
          <w:rFonts w:ascii="Palatino Linotype" w:hAnsi="Palatino Linotype"/>
          <w:color w:val="000000"/>
          <w:sz w:val="28"/>
          <w:szCs w:val="28"/>
          <w:lang w:val="tg-Cyrl-TJ"/>
        </w:rPr>
        <w:t>;</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$B) </w:t>
      </w:r>
      <w:r w:rsidRPr="00784F69">
        <w:rPr>
          <w:rFonts w:ascii="Palatino Linotype" w:hAnsi="Palatino Linotype"/>
          <w:color w:val="000000"/>
          <w:sz w:val="28"/>
          <w:szCs w:val="28"/>
          <w:lang w:val="tg-Cyrl-TJ"/>
        </w:rPr>
        <w:t>тарзи ташкилии муносибатҳои асъории ҷамъият, ки таърихан ба вуҷуд омада ҳуқуқи байналхалқӣ муқаррар шудааст;</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$C) </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ангоми</w:t>
      </w:r>
      <w:r w:rsidRPr="00784F69">
        <w:rPr>
          <w:rFonts w:ascii="Palatino Linotype" w:hAnsi="Palatino Linotype"/>
          <w:color w:val="000000"/>
          <w:sz w:val="28"/>
          <w:szCs w:val="28"/>
          <w:lang w:val="tt-RU"/>
        </w:rPr>
        <w:t>, омода намудани ҳ</w:t>
      </w:r>
      <w:r w:rsidRPr="00784F69">
        <w:rPr>
          <w:rFonts w:ascii="Palatino Linotype" w:hAnsi="Palatino Linotype" w:cs="Times New Roman Tj"/>
          <w:color w:val="000000"/>
          <w:sz w:val="28"/>
          <w:szCs w:val="28"/>
          <w:lang w:val="tt-RU"/>
        </w:rPr>
        <w:t>у</w:t>
      </w:r>
      <w:r w:rsidRPr="00784F69">
        <w:rPr>
          <w:rFonts w:ascii="Palatino Linotype" w:eastAsia="MS Mincho" w:hAnsi="Palatino Linotype" w:cs="MS Mincho"/>
          <w:color w:val="000000"/>
          <w:sz w:val="28"/>
          <w:szCs w:val="28"/>
          <w:lang w:val="tt-RU"/>
        </w:rPr>
        <w:t>ҷҷ</w:t>
      </w:r>
      <w:r w:rsidRPr="00784F69">
        <w:rPr>
          <w:rFonts w:ascii="Palatino Linotype" w:hAnsi="Palatino Linotype" w:cs="Times New Roman Tj"/>
          <w:color w:val="000000"/>
          <w:sz w:val="28"/>
          <w:szCs w:val="28"/>
          <w:lang w:val="tt-RU"/>
        </w:rPr>
        <w:t>ат</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ои зарур</w:t>
      </w:r>
      <w:r w:rsidRPr="00784F69">
        <w:rPr>
          <w:rFonts w:ascii="Palatino Linotype" w:eastAsia="MS Mincho" w:hAnsi="Palatino Linotype" w:cs="MS Mincho"/>
          <w:color w:val="000000"/>
          <w:sz w:val="28"/>
          <w:szCs w:val="28"/>
          <w:lang w:val="tt-RU"/>
        </w:rPr>
        <w:t>ӣ</w:t>
      </w:r>
      <w:r w:rsidRPr="00784F69">
        <w:rPr>
          <w:rFonts w:ascii="Palatino Linotype" w:hAnsi="Palatino Linotype" w:cs="Times New Roman Tj"/>
          <w:color w:val="000000"/>
          <w:sz w:val="28"/>
          <w:szCs w:val="28"/>
          <w:lang w:val="tt-RU"/>
        </w:rPr>
        <w:t xml:space="preserve"> барои гирифтани и</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 xml:space="preserve">озатнома </w:t>
      </w:r>
      <w:r w:rsidRPr="00784F69">
        <w:rPr>
          <w:rFonts w:ascii="Palatino Linotype" w:hAnsi="Palatino Linotype"/>
          <w:color w:val="000000"/>
          <w:sz w:val="28"/>
          <w:szCs w:val="28"/>
          <w:lang w:val="tt-RU"/>
        </w:rPr>
        <w:t>баррасии масъалаҳ</w:t>
      </w:r>
      <w:r w:rsidRPr="00784F69">
        <w:rPr>
          <w:rFonts w:ascii="Palatino Linotype" w:hAnsi="Palatino Linotype" w:cs="Times New Roman Tj"/>
          <w:color w:val="000000"/>
          <w:sz w:val="28"/>
          <w:szCs w:val="28"/>
          <w:lang w:val="tt-RU"/>
        </w:rPr>
        <w:t xml:space="preserve">ои </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у</w:t>
      </w:r>
      <w:r w:rsidRPr="00784F69">
        <w:rPr>
          <w:rFonts w:ascii="Palatino Linotype" w:eastAsia="MS Mincho" w:hAnsi="Palatino Linotype" w:cs="MS Mincho"/>
          <w:color w:val="000000"/>
          <w:sz w:val="28"/>
          <w:szCs w:val="28"/>
          <w:lang w:val="tt-RU"/>
        </w:rPr>
        <w:t>ҷҷ</w:t>
      </w:r>
      <w:r w:rsidRPr="00784F69">
        <w:rPr>
          <w:rFonts w:ascii="Palatino Linotype" w:hAnsi="Palatino Linotype" w:cs="Times New Roman Tj"/>
          <w:color w:val="000000"/>
          <w:sz w:val="28"/>
          <w:szCs w:val="28"/>
          <w:lang w:val="tt-RU"/>
        </w:rPr>
        <w:t>ат</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о вобаста накунан</w:t>
      </w:r>
      <w:r w:rsidRPr="00784F69">
        <w:rPr>
          <w:rFonts w:ascii="Palatino Linotype" w:hAnsi="Palatino Linotype"/>
          <w:color w:val="000000"/>
          <w:sz w:val="28"/>
          <w:szCs w:val="28"/>
          <w:lang w:val="tt-RU"/>
        </w:rPr>
        <w:t>д</w:t>
      </w:r>
      <w:r w:rsidRPr="00784F69">
        <w:rPr>
          <w:rFonts w:ascii="Palatino Linotype" w:hAnsi="Palatino Linotype"/>
          <w:color w:val="000000"/>
          <w:sz w:val="28"/>
          <w:szCs w:val="28"/>
          <w:lang w:val="tg-Cyrl-TJ"/>
        </w:rPr>
        <w:t>;</w:t>
      </w:r>
    </w:p>
    <w:p w:rsidR="00B65CA5" w:rsidRPr="00784F69" w:rsidRDefault="00B65CA5" w:rsidP="00C84BB2">
      <w:pPr>
        <w:spacing w:after="0" w:line="240" w:lineRule="auto"/>
        <w:jc w:val="both"/>
        <w:rPr>
          <w:rFonts w:ascii="Palatino Linotype" w:hAnsi="Palatino Linotype"/>
          <w:b/>
          <w:color w:val="000000"/>
          <w:sz w:val="28"/>
          <w:szCs w:val="28"/>
          <w:u w:val="single"/>
          <w:lang w:val="tg-Cyrl-TJ"/>
        </w:rPr>
      </w:pPr>
      <w:r w:rsidRPr="00784F69">
        <w:rPr>
          <w:rFonts w:ascii="Palatino Linotype" w:hAnsi="Palatino Linotype"/>
          <w:b/>
          <w:color w:val="000000"/>
          <w:sz w:val="28"/>
          <w:szCs w:val="28"/>
          <w:lang w:val="tg-Cyrl-TJ"/>
        </w:rPr>
        <w:t xml:space="preserve">$D) </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амаи</w:t>
      </w:r>
      <w:r w:rsidRPr="00784F69">
        <w:rPr>
          <w:rFonts w:ascii="Palatino Linotype" w:eastAsia="MS Mincho" w:hAnsi="Palatino Linotype" w:cs="MS Mincho"/>
          <w:color w:val="000000"/>
          <w:sz w:val="28"/>
          <w:szCs w:val="28"/>
          <w:lang w:val="tg-Cyrl-TJ"/>
        </w:rPr>
        <w:t>ҷ</w:t>
      </w:r>
      <w:r w:rsidRPr="00784F69">
        <w:rPr>
          <w:rFonts w:ascii="Palatino Linotype" w:hAnsi="Palatino Linotype" w:cs="Times New Roman Tj"/>
          <w:color w:val="000000"/>
          <w:sz w:val="28"/>
          <w:szCs w:val="28"/>
          <w:lang w:val="tg-Cyrl-TJ"/>
        </w:rPr>
        <w:t>авоб</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о нодурустанд;</w:t>
      </w:r>
    </w:p>
    <w:p w:rsidR="00B65CA5" w:rsidRPr="00784F69" w:rsidRDefault="00B65CA5" w:rsidP="00C84BB2">
      <w:pPr>
        <w:spacing w:after="0" w:line="240" w:lineRule="auto"/>
        <w:jc w:val="both"/>
        <w:rPr>
          <w:rFonts w:ascii="Palatino Linotype" w:hAnsi="Palatino Linotype"/>
          <w:b/>
          <w:color w:val="000000"/>
          <w:sz w:val="28"/>
          <w:szCs w:val="28"/>
          <w:u w:val="single"/>
          <w:lang w:val="tg-Cyrl-TJ"/>
        </w:rPr>
      </w:pPr>
      <w:r w:rsidRPr="00784F69">
        <w:rPr>
          <w:rFonts w:ascii="Palatino Linotype" w:hAnsi="Palatino Linotype"/>
          <w:b/>
          <w:color w:val="000000"/>
          <w:sz w:val="28"/>
          <w:szCs w:val="28"/>
          <w:lang w:val="tg-Cyrl-TJ"/>
        </w:rPr>
        <w:t xml:space="preserve">$E) </w:t>
      </w:r>
      <w:r w:rsidRPr="00784F69">
        <w:rPr>
          <w:rFonts w:ascii="Palatino Linotype" w:hAnsi="Palatino Linotype"/>
          <w:color w:val="000000"/>
          <w:sz w:val="28"/>
          <w:szCs w:val="28"/>
          <w:lang w:val="tg-Cyrl-TJ"/>
        </w:rPr>
        <w:t>шакли ташкилии муносибатҳои асъории давлат, ки таърихан ба вуҷуд омада, дар қонунгузории давлат ва одатҳои ҳуқуқи байналхалқӣ муқаррар шудааст;</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 xml:space="preserve">@160. </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Барои гирифтани и</w:t>
      </w:r>
      <w:r w:rsidRPr="00784F69">
        <w:rPr>
          <w:rFonts w:ascii="Palatino Linotype" w:eastAsia="MS Mincho" w:hAnsi="Palatino Linotype" w:cs="MS Mincho"/>
          <w:b/>
          <w:color w:val="000000"/>
          <w:sz w:val="28"/>
          <w:szCs w:val="28"/>
          <w:lang w:val="tg-Cyrl-TJ"/>
        </w:rPr>
        <w:t>ҷ</w:t>
      </w:r>
      <w:r w:rsidRPr="00784F69">
        <w:rPr>
          <w:rFonts w:ascii="Palatino Linotype" w:hAnsi="Palatino Linotype" w:cs="Times New Roman Tj"/>
          <w:b/>
          <w:color w:val="000000"/>
          <w:sz w:val="28"/>
          <w:szCs w:val="28"/>
          <w:lang w:val="tg-Cyrl-TJ"/>
        </w:rPr>
        <w:t>озатнома барои и</w:t>
      </w:r>
      <w:r w:rsidRPr="00784F69">
        <w:rPr>
          <w:rFonts w:ascii="Palatino Linotype" w:eastAsia="MS Mincho" w:hAnsi="Palatino Linotype" w:cs="MS Mincho"/>
          <w:b/>
          <w:color w:val="000000"/>
          <w:sz w:val="28"/>
          <w:szCs w:val="28"/>
          <w:lang w:val="tg-Cyrl-TJ"/>
        </w:rPr>
        <w:t>ҷ</w:t>
      </w:r>
      <w:r w:rsidRPr="00784F69">
        <w:rPr>
          <w:rFonts w:ascii="Palatino Linotype" w:hAnsi="Palatino Linotype" w:cs="Times New Roman Tj"/>
          <w:b/>
          <w:color w:val="000000"/>
          <w:sz w:val="28"/>
          <w:szCs w:val="28"/>
          <w:lang w:val="tg-Cyrl-TJ"/>
        </w:rPr>
        <w:t>рои амалиёти бонк</w:t>
      </w:r>
      <w:r w:rsidRPr="00784F69">
        <w:rPr>
          <w:rFonts w:ascii="Palatino Linotype" w:eastAsia="MS Mincho" w:hAnsi="Palatino Linotype" w:cs="MS Mincho"/>
          <w:b/>
          <w:color w:val="000000"/>
          <w:sz w:val="28"/>
          <w:szCs w:val="28"/>
          <w:lang w:val="tg-Cyrl-TJ"/>
        </w:rPr>
        <w:t>ӣ</w:t>
      </w:r>
      <w:r w:rsidRPr="00784F69">
        <w:rPr>
          <w:rFonts w:ascii="Palatino Linotype" w:hAnsi="Palatino Linotype" w:cs="Times New Roman Tj"/>
          <w:b/>
          <w:color w:val="000000"/>
          <w:sz w:val="28"/>
          <w:szCs w:val="28"/>
          <w:lang w:val="tg-Cyrl-TJ"/>
        </w:rPr>
        <w:t>, муа</w:t>
      </w:r>
      <w:r w:rsidRPr="00784F69">
        <w:rPr>
          <w:rFonts w:ascii="Palatino Linotype" w:hAnsi="Palatino Linotype"/>
          <w:b/>
          <w:color w:val="000000"/>
          <w:sz w:val="28"/>
          <w:szCs w:val="28"/>
          <w:lang w:val="tg-Cyrl-TJ"/>
        </w:rPr>
        <w:t>ссисон на дертар аз як моҳ</w:t>
      </w:r>
      <w:r w:rsidRPr="00784F69">
        <w:rPr>
          <w:rFonts w:ascii="Palatino Linotype" w:hAnsi="Palatino Linotype" w:cs="Times New Roman Tj"/>
          <w:b/>
          <w:color w:val="000000"/>
          <w:sz w:val="28"/>
          <w:szCs w:val="28"/>
          <w:lang w:val="tg-Cyrl-TJ"/>
        </w:rPr>
        <w:t xml:space="preserve">и баъди имзои шартномаи таъсиси дар бораи ташкили </w:t>
      </w:r>
      <w:r w:rsidRPr="00784F69">
        <w:rPr>
          <w:rFonts w:ascii="Palatino Linotype" w:eastAsia="MS Mincho" w:hAnsi="Palatino Linotype" w:cs="MS Mincho"/>
          <w:b/>
          <w:color w:val="000000"/>
          <w:sz w:val="28"/>
          <w:szCs w:val="28"/>
          <w:lang w:val="tg-Cyrl-TJ"/>
        </w:rPr>
        <w:t>ҷ</w:t>
      </w:r>
      <w:r w:rsidRPr="00784F69">
        <w:rPr>
          <w:rFonts w:ascii="Palatino Linotype" w:hAnsi="Palatino Linotype" w:cs="Times New Roman Tj"/>
          <w:b/>
          <w:color w:val="000000"/>
          <w:sz w:val="28"/>
          <w:szCs w:val="28"/>
          <w:lang w:val="tg-Cyrl-TJ"/>
        </w:rPr>
        <w:t>амъияти са</w:t>
      </w:r>
      <w:r w:rsidRPr="00784F69">
        <w:rPr>
          <w:rFonts w:ascii="Palatino Linotype" w:hAnsi="Palatino Linotype"/>
          <w:b/>
          <w:color w:val="000000"/>
          <w:sz w:val="28"/>
          <w:szCs w:val="28"/>
          <w:lang w:val="tg-Cyrl-TJ"/>
        </w:rPr>
        <w:t>ҳ</w:t>
      </w:r>
      <w:r w:rsidRPr="00784F69">
        <w:rPr>
          <w:rFonts w:ascii="Palatino Linotype" w:hAnsi="Palatino Linotype" w:cs="Times New Roman Tj"/>
          <w:b/>
          <w:color w:val="000000"/>
          <w:sz w:val="28"/>
          <w:szCs w:val="28"/>
          <w:lang w:val="tg-Cyrl-TJ"/>
        </w:rPr>
        <w:t>ом</w:t>
      </w:r>
      <w:r w:rsidRPr="00784F69">
        <w:rPr>
          <w:rFonts w:ascii="Palatino Linotype" w:eastAsia="MS Mincho" w:hAnsi="Palatino Linotype" w:cs="MS Mincho"/>
          <w:b/>
          <w:color w:val="000000"/>
          <w:sz w:val="28"/>
          <w:szCs w:val="28"/>
          <w:lang w:val="tg-Cyrl-TJ"/>
        </w:rPr>
        <w:t>ӣ</w:t>
      </w:r>
      <w:r w:rsidRPr="00784F69">
        <w:rPr>
          <w:rFonts w:ascii="Palatino Linotype" w:hAnsi="Palatino Linotype" w:cs="Times New Roman Tj"/>
          <w:b/>
          <w:color w:val="000000"/>
          <w:sz w:val="28"/>
          <w:szCs w:val="28"/>
          <w:lang w:val="tg-Cyrl-TJ"/>
        </w:rPr>
        <w:t xml:space="preserve"> ба Бонки миллии То</w:t>
      </w:r>
      <w:r w:rsidRPr="00784F69">
        <w:rPr>
          <w:rFonts w:ascii="Palatino Linotype" w:eastAsia="MS Mincho" w:hAnsi="Palatino Linotype" w:cs="MS Mincho"/>
          <w:b/>
          <w:color w:val="000000"/>
          <w:sz w:val="28"/>
          <w:szCs w:val="28"/>
          <w:lang w:val="tg-Cyrl-TJ"/>
        </w:rPr>
        <w:t>ҷ</w:t>
      </w:r>
      <w:r w:rsidRPr="00784F69">
        <w:rPr>
          <w:rFonts w:ascii="Palatino Linotype" w:hAnsi="Palatino Linotype" w:cs="Times New Roman Tj"/>
          <w:b/>
          <w:color w:val="000000"/>
          <w:sz w:val="28"/>
          <w:szCs w:val="28"/>
          <w:lang w:val="tg-Cyrl-TJ"/>
        </w:rPr>
        <w:t>икистон кадом санад</w:t>
      </w:r>
      <w:r w:rsidRPr="00784F69">
        <w:rPr>
          <w:rFonts w:ascii="Palatino Linotype" w:hAnsi="Palatino Linotype"/>
          <w:b/>
          <w:color w:val="000000"/>
          <w:sz w:val="28"/>
          <w:szCs w:val="28"/>
          <w:lang w:val="tg-Cyrl-TJ"/>
        </w:rPr>
        <w:t>ҳ</w:t>
      </w:r>
      <w:r w:rsidRPr="00784F69">
        <w:rPr>
          <w:rFonts w:ascii="Palatino Linotype" w:hAnsi="Palatino Linotype" w:cs="Times New Roman Tj"/>
          <w:b/>
          <w:color w:val="000000"/>
          <w:sz w:val="28"/>
          <w:szCs w:val="28"/>
          <w:lang w:val="tg-Cyrl-TJ"/>
        </w:rPr>
        <w:t>ои аслии зеринро пешни</w:t>
      </w:r>
      <w:r w:rsidRPr="00784F69">
        <w:rPr>
          <w:rFonts w:ascii="Palatino Linotype" w:hAnsi="Palatino Linotype"/>
          <w:b/>
          <w:color w:val="000000"/>
          <w:sz w:val="28"/>
          <w:szCs w:val="28"/>
          <w:lang w:val="tg-Cyrl-TJ"/>
        </w:rPr>
        <w:t>ҳ</w:t>
      </w:r>
      <w:r w:rsidRPr="00784F69">
        <w:rPr>
          <w:rFonts w:ascii="Palatino Linotype" w:hAnsi="Palatino Linotype" w:cs="Times New Roman Tj"/>
          <w:b/>
          <w:color w:val="000000"/>
          <w:sz w:val="28"/>
          <w:szCs w:val="28"/>
          <w:lang w:val="tg-Cyrl-TJ"/>
        </w:rPr>
        <w:t>од менамояд?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$A) </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амаи</w:t>
      </w:r>
      <w:r w:rsidRPr="00784F69">
        <w:rPr>
          <w:rFonts w:ascii="Palatino Linotype" w:eastAsia="MS Mincho" w:hAnsi="Palatino Linotype" w:cs="MS Mincho"/>
          <w:color w:val="000000"/>
          <w:sz w:val="28"/>
          <w:szCs w:val="28"/>
          <w:lang w:val="tg-Cyrl-TJ"/>
        </w:rPr>
        <w:t>ҷ</w:t>
      </w:r>
      <w:r w:rsidRPr="00784F69">
        <w:rPr>
          <w:rFonts w:ascii="Palatino Linotype" w:hAnsi="Palatino Linotype" w:cs="Times New Roman Tj"/>
          <w:color w:val="000000"/>
          <w:sz w:val="28"/>
          <w:szCs w:val="28"/>
          <w:lang w:val="tg-Cyrl-TJ"/>
        </w:rPr>
        <w:t>авоб</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о дурустанд;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$B) </w:t>
      </w:r>
      <w:r w:rsidRPr="00784F69">
        <w:rPr>
          <w:rFonts w:ascii="Palatino Linotype" w:hAnsi="Palatino Linotype"/>
          <w:color w:val="000000"/>
          <w:sz w:val="28"/>
          <w:szCs w:val="28"/>
          <w:lang w:val="tg-Cyrl-TJ"/>
        </w:rPr>
        <w:t>Оинномаи бонк, нақ</w:t>
      </w:r>
      <w:r w:rsidRPr="00784F69">
        <w:rPr>
          <w:rFonts w:ascii="Palatino Linotype" w:hAnsi="Palatino Linotype" w:cs="Times New Roman Tj"/>
          <w:color w:val="000000"/>
          <w:sz w:val="28"/>
          <w:szCs w:val="28"/>
          <w:lang w:val="tg-Cyrl-TJ"/>
        </w:rPr>
        <w:t>шаи кор</w:t>
      </w:r>
      <w:r w:rsidRPr="00784F69">
        <w:rPr>
          <w:rFonts w:ascii="Palatino Linotype" w:eastAsia="MS Mincho" w:hAnsi="Palatino Linotype" w:cs="MS Mincho"/>
          <w:color w:val="000000"/>
          <w:sz w:val="28"/>
          <w:szCs w:val="28"/>
          <w:lang w:val="tg-Cyrl-TJ"/>
        </w:rPr>
        <w:t>ӣ</w:t>
      </w:r>
      <w:r w:rsidRPr="00784F69">
        <w:rPr>
          <w:rFonts w:ascii="Palatino Linotype" w:hAnsi="Palatino Linotype"/>
          <w:color w:val="000000"/>
          <w:sz w:val="28"/>
          <w:szCs w:val="28"/>
          <w:lang w:val="tt-RU"/>
        </w:rPr>
        <w:t>“</w:t>
      </w:r>
      <w:r w:rsidRPr="00784F69">
        <w:rPr>
          <w:rFonts w:ascii="Palatino Linotype" w:hAnsi="Palatino Linotype"/>
          <w:color w:val="000000"/>
          <w:sz w:val="28"/>
          <w:szCs w:val="28"/>
          <w:lang w:val="tg-Cyrl-TJ"/>
        </w:rPr>
        <w:t>бизнес-план</w:t>
      </w:r>
      <w:r w:rsidRPr="00784F69">
        <w:rPr>
          <w:rFonts w:ascii="Palatino Linotype" w:hAnsi="Palatino Linotype"/>
          <w:color w:val="000000"/>
          <w:sz w:val="28"/>
          <w:szCs w:val="28"/>
          <w:lang w:val="tt-RU"/>
        </w:rPr>
        <w:t>”</w:t>
      </w:r>
      <w:r w:rsidRPr="00784F69">
        <w:rPr>
          <w:rFonts w:ascii="Palatino Linotype" w:hAnsi="Palatino Linotype"/>
          <w:color w:val="000000"/>
          <w:sz w:val="28"/>
          <w:szCs w:val="28"/>
          <w:lang w:val="tg-Cyrl-TJ"/>
        </w:rPr>
        <w:t>, ҳ</w:t>
      </w:r>
      <w:r w:rsidRPr="00784F69">
        <w:rPr>
          <w:rFonts w:ascii="Palatino Linotype" w:hAnsi="Palatino Linotype" w:cs="Times New Roman Tj"/>
          <w:color w:val="000000"/>
          <w:sz w:val="28"/>
          <w:szCs w:val="28"/>
          <w:lang w:val="tg-Cyrl-TJ"/>
        </w:rPr>
        <w:t>исобот дар бораи чорабини</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ои му</w:t>
      </w:r>
      <w:r w:rsidRPr="00784F69">
        <w:rPr>
          <w:rFonts w:ascii="Palatino Linotype" w:hAnsi="Palatino Linotype"/>
          <w:color w:val="000000"/>
          <w:sz w:val="28"/>
          <w:szCs w:val="28"/>
          <w:lang w:val="tg-Cyrl-TJ"/>
        </w:rPr>
        <w:t>қ</w:t>
      </w:r>
      <w:r w:rsidRPr="00784F69">
        <w:rPr>
          <w:rFonts w:ascii="Palatino Linotype" w:hAnsi="Palatino Linotype" w:cs="Times New Roman Tj"/>
          <w:color w:val="000000"/>
          <w:sz w:val="28"/>
          <w:szCs w:val="28"/>
          <w:lang w:val="tg-Cyrl-TJ"/>
        </w:rPr>
        <w:t>аддамотие, ки аз тарафи муассисон мутоби</w:t>
      </w:r>
      <w:r w:rsidRPr="00784F69">
        <w:rPr>
          <w:rFonts w:ascii="Palatino Linotype" w:hAnsi="Palatino Linotype"/>
          <w:color w:val="000000"/>
          <w:sz w:val="28"/>
          <w:szCs w:val="28"/>
          <w:lang w:val="tg-Cyrl-TJ"/>
        </w:rPr>
        <w:t>қ</w:t>
      </w:r>
      <w:r w:rsidRPr="00784F69">
        <w:rPr>
          <w:rFonts w:ascii="Palatino Linotype" w:hAnsi="Palatino Linotype" w:cs="Times New Roman Tj"/>
          <w:color w:val="000000"/>
          <w:sz w:val="28"/>
          <w:szCs w:val="28"/>
          <w:lang w:val="tg-Cyrl-TJ"/>
        </w:rPr>
        <w:t>и на</w:t>
      </w:r>
      <w:r w:rsidRPr="00784F69">
        <w:rPr>
          <w:rFonts w:ascii="Palatino Linotype" w:hAnsi="Palatino Linotype"/>
          <w:color w:val="000000"/>
          <w:sz w:val="28"/>
          <w:szCs w:val="28"/>
          <w:lang w:val="tg-Cyrl-TJ"/>
        </w:rPr>
        <w:t>қ</w:t>
      </w:r>
      <w:r w:rsidRPr="00784F69">
        <w:rPr>
          <w:rFonts w:ascii="Palatino Linotype" w:hAnsi="Palatino Linotype" w:cs="Times New Roman Tj"/>
          <w:color w:val="000000"/>
          <w:sz w:val="28"/>
          <w:szCs w:val="28"/>
          <w:lang w:val="tg-Cyrl-TJ"/>
        </w:rPr>
        <w:t>шаи кори (бизнес-плани) гузаронида шудааст;</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$C) </w:t>
      </w:r>
      <w:r w:rsidRPr="00784F69">
        <w:rPr>
          <w:rFonts w:ascii="Palatino Linotype" w:hAnsi="Palatino Linotype"/>
          <w:color w:val="000000"/>
          <w:sz w:val="28"/>
          <w:szCs w:val="28"/>
          <w:lang w:val="tg-Cyrl-TJ"/>
        </w:rPr>
        <w:t>Р</w:t>
      </w:r>
      <w:r w:rsidRPr="00784F69">
        <w:rPr>
          <w:rFonts w:ascii="Palatino Linotype" w:eastAsia="MS Mincho" w:hAnsi="Palatino Linotype" w:cs="MS Mincho"/>
          <w:color w:val="000000"/>
          <w:sz w:val="28"/>
          <w:szCs w:val="28"/>
          <w:lang w:val="tg-Cyrl-TJ"/>
        </w:rPr>
        <w:t>ӯ</w:t>
      </w:r>
      <w:r w:rsidRPr="00784F69">
        <w:rPr>
          <w:rFonts w:ascii="Palatino Linotype" w:hAnsi="Palatino Linotype" w:cs="Times New Roman Tj"/>
          <w:color w:val="000000"/>
          <w:sz w:val="28"/>
          <w:szCs w:val="28"/>
          <w:lang w:val="tg-Cyrl-TJ"/>
        </w:rPr>
        <w:t>йхати муассисони бонк, р</w:t>
      </w:r>
      <w:r w:rsidRPr="00784F69">
        <w:rPr>
          <w:rFonts w:ascii="Palatino Linotype" w:eastAsia="MS Mincho" w:hAnsi="Palatino Linotype" w:cs="MS Mincho"/>
          <w:color w:val="000000"/>
          <w:sz w:val="28"/>
          <w:szCs w:val="28"/>
          <w:lang w:val="tg-Cyrl-TJ"/>
        </w:rPr>
        <w:t>ӯ</w:t>
      </w:r>
      <w:r w:rsidRPr="00784F69">
        <w:rPr>
          <w:rFonts w:ascii="Palatino Linotype" w:hAnsi="Palatino Linotype" w:cs="Times New Roman Tj"/>
          <w:color w:val="000000"/>
          <w:sz w:val="28"/>
          <w:szCs w:val="28"/>
          <w:lang w:val="tg-Cyrl-TJ"/>
        </w:rPr>
        <w:t>йхати аъзои ш</w:t>
      </w:r>
      <w:r w:rsidRPr="00784F69">
        <w:rPr>
          <w:rFonts w:ascii="Palatino Linotype" w:eastAsia="MS Mincho" w:hAnsi="Palatino Linotype" w:cs="MS Mincho"/>
          <w:color w:val="000000"/>
          <w:sz w:val="28"/>
          <w:szCs w:val="28"/>
          <w:lang w:val="tg-Cyrl-TJ"/>
        </w:rPr>
        <w:t>ӯ</w:t>
      </w:r>
      <w:r w:rsidRPr="00784F69">
        <w:rPr>
          <w:rFonts w:ascii="Palatino Linotype" w:hAnsi="Palatino Linotype" w:cs="Times New Roman Tj"/>
          <w:color w:val="000000"/>
          <w:sz w:val="28"/>
          <w:szCs w:val="28"/>
          <w:lang w:val="tg-Cyrl-TJ"/>
        </w:rPr>
        <w:t>рои бонк ва р</w:t>
      </w:r>
      <w:r w:rsidRPr="00784F69">
        <w:rPr>
          <w:rFonts w:ascii="Palatino Linotype" w:eastAsia="MS Mincho" w:hAnsi="Palatino Linotype" w:cs="MS Mincho"/>
          <w:color w:val="000000"/>
          <w:sz w:val="28"/>
          <w:szCs w:val="28"/>
          <w:lang w:val="tg-Cyrl-TJ"/>
        </w:rPr>
        <w:t>ӯ</w:t>
      </w:r>
      <w:r w:rsidRPr="00784F69">
        <w:rPr>
          <w:rFonts w:ascii="Palatino Linotype" w:hAnsi="Palatino Linotype" w:cs="Times New Roman Tj"/>
          <w:color w:val="000000"/>
          <w:sz w:val="28"/>
          <w:szCs w:val="28"/>
          <w:lang w:val="tg-Cyrl-TJ"/>
        </w:rPr>
        <w:t xml:space="preserve">йхати аъзои раёсати бонк, нусхаи аз тарафи </w:t>
      </w:r>
      <w:r w:rsidRPr="00784F69">
        <w:rPr>
          <w:rFonts w:ascii="Palatino Linotype" w:hAnsi="Palatino Linotype"/>
          <w:color w:val="000000"/>
          <w:sz w:val="28"/>
          <w:szCs w:val="28"/>
          <w:lang w:val="tg-Cyrl-TJ"/>
        </w:rPr>
        <w:t>идораи нотариал</w:t>
      </w:r>
      <w:r w:rsidRPr="00784F69">
        <w:rPr>
          <w:rFonts w:ascii="Palatino Linotype" w:eastAsia="MS Mincho" w:hAnsi="Palatino Linotype" w:cs="MS Mincho"/>
          <w:color w:val="000000"/>
          <w:sz w:val="28"/>
          <w:szCs w:val="28"/>
          <w:lang w:val="tg-Cyrl-TJ"/>
        </w:rPr>
        <w:t>ӣ</w:t>
      </w:r>
      <w:r w:rsidRPr="00784F69">
        <w:rPr>
          <w:rFonts w:ascii="Palatino Linotype" w:hAnsi="Palatino Linotype" w:cs="Times New Roman Tj"/>
          <w:color w:val="000000"/>
          <w:sz w:val="28"/>
          <w:szCs w:val="28"/>
          <w:lang w:val="tg-Cyrl-TJ"/>
        </w:rPr>
        <w:t xml:space="preserve"> тасди</w:t>
      </w:r>
      <w:r w:rsidRPr="00784F69">
        <w:rPr>
          <w:rFonts w:ascii="Palatino Linotype" w:hAnsi="Palatino Linotype"/>
          <w:color w:val="000000"/>
          <w:sz w:val="28"/>
          <w:szCs w:val="28"/>
          <w:lang w:val="tg-Cyrl-TJ"/>
        </w:rPr>
        <w:t>қ</w:t>
      </w:r>
      <w:r w:rsidRPr="00784F69">
        <w:rPr>
          <w:rFonts w:ascii="Palatino Linotype" w:hAnsi="Palatino Linotype" w:cs="Times New Roman Tj"/>
          <w:color w:val="000000"/>
          <w:sz w:val="28"/>
          <w:szCs w:val="28"/>
          <w:lang w:val="tg-Cyrl-TJ"/>
        </w:rPr>
        <w:t>шудаи ша</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одатнома дар бораи ба</w:t>
      </w:r>
      <w:r w:rsidRPr="00784F69">
        <w:rPr>
          <w:rFonts w:ascii="Palatino Linotype" w:hAnsi="Palatino Linotype"/>
          <w:color w:val="000000"/>
          <w:sz w:val="28"/>
          <w:szCs w:val="28"/>
          <w:lang w:val="tg-Cyrl-TJ"/>
        </w:rPr>
        <w:t>қ</w:t>
      </w:r>
      <w:r w:rsidRPr="00784F69">
        <w:rPr>
          <w:rFonts w:ascii="Palatino Linotype" w:hAnsi="Palatino Linotype" w:cs="Times New Roman Tj"/>
          <w:color w:val="000000"/>
          <w:sz w:val="28"/>
          <w:szCs w:val="28"/>
          <w:lang w:val="tg-Cyrl-TJ"/>
        </w:rPr>
        <w:t xml:space="preserve">айдгирии давлатии муассисон-шахсони </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у</w:t>
      </w:r>
      <w:r w:rsidRPr="00784F69">
        <w:rPr>
          <w:rFonts w:ascii="Palatino Linotype" w:hAnsi="Palatino Linotype"/>
          <w:color w:val="000000"/>
          <w:sz w:val="28"/>
          <w:szCs w:val="28"/>
          <w:lang w:val="tg-Cyrl-TJ"/>
        </w:rPr>
        <w:t>қ</w:t>
      </w:r>
      <w:r w:rsidRPr="00784F69">
        <w:rPr>
          <w:rFonts w:ascii="Palatino Linotype" w:hAnsi="Palatino Linotype" w:cs="Times New Roman Tj"/>
          <w:color w:val="000000"/>
          <w:sz w:val="28"/>
          <w:szCs w:val="28"/>
          <w:lang w:val="tg-Cyrl-TJ"/>
        </w:rPr>
        <w:t>у</w:t>
      </w:r>
      <w:r w:rsidRPr="00784F69">
        <w:rPr>
          <w:rFonts w:ascii="Palatino Linotype" w:hAnsi="Palatino Linotype"/>
          <w:color w:val="000000"/>
          <w:sz w:val="28"/>
          <w:szCs w:val="28"/>
          <w:lang w:val="tg-Cyrl-TJ"/>
        </w:rPr>
        <w:t>қ</w:t>
      </w:r>
      <w:r w:rsidRPr="00784F69">
        <w:rPr>
          <w:rFonts w:ascii="Palatino Linotype" w:eastAsia="MS Mincho" w:hAnsi="Palatino Linotype" w:cs="MS Mincho"/>
          <w:color w:val="000000"/>
          <w:sz w:val="28"/>
          <w:szCs w:val="28"/>
          <w:lang w:val="tg-Cyrl-TJ"/>
        </w:rPr>
        <w:t>ӣ</w:t>
      </w:r>
      <w:r w:rsidRPr="00784F69">
        <w:rPr>
          <w:rFonts w:ascii="Palatino Linotype" w:hAnsi="Palatino Linotype" w:cs="Times New Roman Tj"/>
          <w:color w:val="000000"/>
          <w:sz w:val="28"/>
          <w:szCs w:val="28"/>
          <w:lang w:val="tg-Cyrl-TJ"/>
        </w:rPr>
        <w:t>, хулосаи аудитор</w:t>
      </w:r>
      <w:r w:rsidRPr="00784F69">
        <w:rPr>
          <w:rFonts w:ascii="Palatino Linotype" w:eastAsia="MS Mincho" w:hAnsi="Palatino Linotype" w:cs="MS Mincho"/>
          <w:color w:val="000000"/>
          <w:sz w:val="28"/>
          <w:szCs w:val="28"/>
          <w:lang w:val="tg-Cyrl-TJ"/>
        </w:rPr>
        <w:t>ӣ</w:t>
      </w:r>
      <w:r w:rsidRPr="00784F69">
        <w:rPr>
          <w:rFonts w:ascii="Palatino Linotype" w:hAnsi="Palatino Linotype" w:cs="Times New Roman Tj"/>
          <w:color w:val="000000"/>
          <w:sz w:val="28"/>
          <w:szCs w:val="28"/>
          <w:lang w:val="tg-Cyrl-TJ"/>
        </w:rPr>
        <w:t xml:space="preserve"> дар хусуси дурустии </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исоботи молиявии он</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о, из</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орнома дар бораи даромади муассисон-шахсони во</w:t>
      </w:r>
      <w:r w:rsidRPr="00784F69">
        <w:rPr>
          <w:rFonts w:ascii="Palatino Linotype" w:hAnsi="Palatino Linotype"/>
          <w:color w:val="000000"/>
          <w:sz w:val="28"/>
          <w:szCs w:val="28"/>
          <w:lang w:val="tg-Cyrl-TJ"/>
        </w:rPr>
        <w:t>қ</w:t>
      </w:r>
      <w:r w:rsidRPr="00784F69">
        <w:rPr>
          <w:rFonts w:ascii="Palatino Linotype" w:hAnsi="Palatino Linotype" w:cs="Times New Roman Tj"/>
          <w:color w:val="000000"/>
          <w:sz w:val="28"/>
          <w:szCs w:val="28"/>
          <w:lang w:val="tg-Cyrl-TJ"/>
        </w:rPr>
        <w:t>еъ</w:t>
      </w:r>
      <w:r w:rsidRPr="00784F69">
        <w:rPr>
          <w:rFonts w:ascii="Palatino Linotype" w:eastAsia="MS Mincho" w:hAnsi="Palatino Linotype" w:cs="MS Mincho"/>
          <w:color w:val="000000"/>
          <w:sz w:val="28"/>
          <w:szCs w:val="28"/>
          <w:lang w:val="tg-Cyrl-TJ"/>
        </w:rPr>
        <w:t>ӣ</w:t>
      </w:r>
      <w:r w:rsidRPr="00784F69">
        <w:rPr>
          <w:rFonts w:ascii="Palatino Linotype" w:hAnsi="Palatino Linotype" w:cs="Times New Roman Tj"/>
          <w:color w:val="000000"/>
          <w:sz w:val="28"/>
          <w:szCs w:val="28"/>
          <w:lang w:val="tg-Cyrl-TJ"/>
        </w:rPr>
        <w:t>;</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$D) </w:t>
      </w:r>
      <w:r w:rsidRPr="00784F69">
        <w:rPr>
          <w:rFonts w:ascii="Palatino Linotype" w:hAnsi="Palatino Linotype"/>
          <w:color w:val="000000"/>
          <w:sz w:val="28"/>
          <w:szCs w:val="28"/>
          <w:lang w:val="tg-Cyrl-TJ"/>
        </w:rPr>
        <w:t>маълумот дар бораи номзадҳ</w:t>
      </w:r>
      <w:r w:rsidRPr="00784F69">
        <w:rPr>
          <w:rFonts w:ascii="Palatino Linotype" w:hAnsi="Palatino Linotype" w:cs="Times New Roman Tj"/>
          <w:color w:val="000000"/>
          <w:sz w:val="28"/>
          <w:szCs w:val="28"/>
          <w:lang w:val="tg-Cyrl-TJ"/>
        </w:rPr>
        <w:t>о ба вазифа</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ои</w:t>
      </w:r>
      <w:r w:rsidRPr="00784F69">
        <w:rPr>
          <w:rFonts w:ascii="Palatino Linotype" w:hAnsi="Palatino Linotype"/>
          <w:color w:val="000000"/>
          <w:sz w:val="28"/>
          <w:szCs w:val="28"/>
          <w:lang w:val="tg-Cyrl-TJ"/>
        </w:rPr>
        <w:t xml:space="preserve"> роҳ</w:t>
      </w:r>
      <w:r w:rsidRPr="00784F69">
        <w:rPr>
          <w:rFonts w:ascii="Palatino Linotype" w:hAnsi="Palatino Linotype" w:cs="Times New Roman Tj"/>
          <w:color w:val="000000"/>
          <w:sz w:val="28"/>
          <w:szCs w:val="28"/>
          <w:lang w:val="tg-Cyrl-TJ"/>
        </w:rPr>
        <w:t>бар ва сарму</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осиби бонк ва муовинони он</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 xml:space="preserve">о, </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у</w:t>
      </w:r>
      <w:r w:rsidRPr="00784F69">
        <w:rPr>
          <w:rFonts w:ascii="Palatino Linotype" w:eastAsia="MS Mincho" w:hAnsi="Palatino Linotype" w:cs="MS Mincho"/>
          <w:color w:val="000000"/>
          <w:sz w:val="28"/>
          <w:szCs w:val="28"/>
          <w:lang w:val="tg-Cyrl-TJ"/>
        </w:rPr>
        <w:t>ҷҷ</w:t>
      </w:r>
      <w:r w:rsidRPr="00784F69">
        <w:rPr>
          <w:rFonts w:ascii="Palatino Linotype" w:hAnsi="Palatino Linotype" w:cs="Times New Roman Tj"/>
          <w:color w:val="000000"/>
          <w:sz w:val="28"/>
          <w:szCs w:val="28"/>
          <w:lang w:val="tg-Cyrl-TJ"/>
        </w:rPr>
        <w:t>ати аз тарафи идораи нотариал</w:t>
      </w:r>
      <w:r w:rsidRPr="00784F69">
        <w:rPr>
          <w:rFonts w:ascii="Palatino Linotype" w:eastAsia="MS Mincho" w:hAnsi="Palatino Linotype" w:cs="MS Mincho"/>
          <w:color w:val="000000"/>
          <w:sz w:val="28"/>
          <w:szCs w:val="28"/>
          <w:lang w:val="tg-Cyrl-TJ"/>
        </w:rPr>
        <w:t>ӣ</w:t>
      </w:r>
      <w:r w:rsidRPr="00784F69">
        <w:rPr>
          <w:rFonts w:ascii="Palatino Linotype" w:hAnsi="Palatino Linotype" w:cs="Times New Roman Tj"/>
          <w:color w:val="000000"/>
          <w:sz w:val="28"/>
          <w:szCs w:val="28"/>
          <w:lang w:val="tg-Cyrl-TJ"/>
        </w:rPr>
        <w:t xml:space="preserve"> ё ба таври дигари </w:t>
      </w:r>
      <w:r w:rsidRPr="00784F69">
        <w:rPr>
          <w:rFonts w:ascii="Palatino Linotype" w:hAnsi="Palatino Linotype"/>
          <w:color w:val="000000"/>
          <w:sz w:val="28"/>
          <w:szCs w:val="28"/>
          <w:lang w:val="tg-Cyrl-TJ"/>
        </w:rPr>
        <w:t>қ</w:t>
      </w:r>
      <w:r w:rsidRPr="00784F69">
        <w:rPr>
          <w:rFonts w:ascii="Palatino Linotype" w:hAnsi="Palatino Linotype" w:cs="Times New Roman Tj"/>
          <w:color w:val="000000"/>
          <w:sz w:val="28"/>
          <w:szCs w:val="28"/>
          <w:lang w:val="tg-Cyrl-TJ"/>
        </w:rPr>
        <w:t>онун</w:t>
      </w:r>
      <w:r w:rsidRPr="00784F69">
        <w:rPr>
          <w:rFonts w:ascii="Palatino Linotype" w:eastAsia="MS Mincho" w:hAnsi="Palatino Linotype" w:cs="MS Mincho"/>
          <w:color w:val="000000"/>
          <w:sz w:val="28"/>
          <w:szCs w:val="28"/>
          <w:lang w:val="tg-Cyrl-TJ"/>
        </w:rPr>
        <w:t>ӣ</w:t>
      </w:r>
      <w:r w:rsidRPr="00784F69">
        <w:rPr>
          <w:rFonts w:ascii="Palatino Linotype" w:hAnsi="Palatino Linotype" w:cs="Times New Roman Tj"/>
          <w:color w:val="000000"/>
          <w:sz w:val="28"/>
          <w:szCs w:val="28"/>
          <w:lang w:val="tg-Cyrl-TJ"/>
        </w:rPr>
        <w:t xml:space="preserve"> тасди</w:t>
      </w:r>
      <w:r w:rsidRPr="00784F69">
        <w:rPr>
          <w:rFonts w:ascii="Palatino Linotype" w:hAnsi="Palatino Linotype"/>
          <w:color w:val="000000"/>
          <w:sz w:val="28"/>
          <w:szCs w:val="28"/>
          <w:lang w:val="tg-Cyrl-TJ"/>
        </w:rPr>
        <w:t>қ</w:t>
      </w:r>
      <w:r w:rsidRPr="00784F69">
        <w:rPr>
          <w:rFonts w:ascii="Palatino Linotype" w:hAnsi="Palatino Linotype" w:cs="Times New Roman Tj"/>
          <w:color w:val="000000"/>
          <w:sz w:val="28"/>
          <w:szCs w:val="28"/>
          <w:lang w:val="tg-Cyrl-TJ"/>
        </w:rPr>
        <w:t>шуда, ки ваколати аризади</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анда дар бобати аз номи муассисон додани дархостномаро тасди</w:t>
      </w:r>
      <w:r w:rsidRPr="00784F69">
        <w:rPr>
          <w:rFonts w:ascii="Palatino Linotype" w:hAnsi="Palatino Linotype"/>
          <w:color w:val="000000"/>
          <w:sz w:val="28"/>
          <w:szCs w:val="28"/>
          <w:lang w:val="tg-Cyrl-TJ"/>
        </w:rPr>
        <w:t>қ</w:t>
      </w:r>
      <w:r w:rsidRPr="00784F69">
        <w:rPr>
          <w:rFonts w:ascii="Palatino Linotype" w:hAnsi="Palatino Linotype" w:cs="Times New Roman Tj"/>
          <w:color w:val="000000"/>
          <w:sz w:val="28"/>
          <w:szCs w:val="28"/>
          <w:lang w:val="tg-Cyrl-TJ"/>
        </w:rPr>
        <w:t xml:space="preserve"> менамояд;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$E) </w:t>
      </w:r>
      <w:r w:rsidRPr="00784F69">
        <w:rPr>
          <w:rFonts w:ascii="Palatino Linotype" w:hAnsi="Palatino Linotype"/>
          <w:color w:val="000000"/>
          <w:sz w:val="28"/>
          <w:szCs w:val="28"/>
          <w:lang w:val="tg-Cyrl-TJ"/>
        </w:rPr>
        <w:t xml:space="preserve">Ариза бо дархост, </w:t>
      </w:r>
      <w:r w:rsidRPr="00784F69">
        <w:rPr>
          <w:rFonts w:ascii="Palatino Linotype" w:hAnsi="Palatino Linotype"/>
          <w:color w:val="000000"/>
          <w:sz w:val="28"/>
          <w:szCs w:val="28"/>
          <w:lang w:val="tt-RU"/>
        </w:rPr>
        <w:t>пайнавишти ма</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лиси муассисон</w:t>
      </w:r>
      <w:r w:rsidRPr="00784F69">
        <w:rPr>
          <w:rFonts w:ascii="Palatino Linotype" w:hAnsi="Palatino Linotype"/>
          <w:color w:val="000000"/>
          <w:sz w:val="28"/>
          <w:szCs w:val="28"/>
          <w:lang w:val="tt-RU"/>
        </w:rPr>
        <w:t>, шартномаи таъсис</w:t>
      </w:r>
      <w:r w:rsidRPr="00784F69">
        <w:rPr>
          <w:rFonts w:ascii="Palatino Linotype" w:eastAsia="MS Mincho" w:hAnsi="Palatino Linotype" w:cs="MS Mincho"/>
          <w:color w:val="000000"/>
          <w:sz w:val="28"/>
          <w:szCs w:val="28"/>
          <w:lang w:val="tt-RU"/>
        </w:rPr>
        <w:t>ӣ</w:t>
      </w:r>
      <w:r w:rsidRPr="00784F69">
        <w:rPr>
          <w:rFonts w:ascii="Palatino Linotype" w:hAnsi="Palatino Linotype"/>
          <w:color w:val="000000"/>
          <w:sz w:val="28"/>
          <w:szCs w:val="28"/>
          <w:lang w:val="tg-Cyrl-TJ"/>
        </w:rPr>
        <w:t>;</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 xml:space="preserve">@161. </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Барои гирифтани и</w:t>
      </w:r>
      <w:r w:rsidRPr="00784F69">
        <w:rPr>
          <w:rFonts w:ascii="Palatino Linotype" w:eastAsia="MS Mincho" w:hAnsi="Palatino Linotype" w:cs="MS Mincho"/>
          <w:b/>
          <w:color w:val="000000"/>
          <w:sz w:val="28"/>
          <w:szCs w:val="28"/>
          <w:lang w:val="tg-Cyrl-TJ"/>
        </w:rPr>
        <w:t>ҷ</w:t>
      </w:r>
      <w:r w:rsidRPr="00784F69">
        <w:rPr>
          <w:rFonts w:ascii="Palatino Linotype" w:hAnsi="Palatino Linotype" w:cs="Times New Roman Tj"/>
          <w:b/>
          <w:color w:val="000000"/>
          <w:sz w:val="28"/>
          <w:szCs w:val="28"/>
          <w:lang w:val="tg-Cyrl-TJ"/>
        </w:rPr>
        <w:t>озатнома барои и</w:t>
      </w:r>
      <w:r w:rsidRPr="00784F69">
        <w:rPr>
          <w:rFonts w:ascii="Palatino Linotype" w:eastAsia="MS Mincho" w:hAnsi="Palatino Linotype" w:cs="MS Mincho"/>
          <w:b/>
          <w:color w:val="000000"/>
          <w:sz w:val="28"/>
          <w:szCs w:val="28"/>
          <w:lang w:val="tg-Cyrl-TJ"/>
        </w:rPr>
        <w:t>ҷ</w:t>
      </w:r>
      <w:r w:rsidRPr="00784F69">
        <w:rPr>
          <w:rFonts w:ascii="Palatino Linotype" w:hAnsi="Palatino Linotype" w:cs="Times New Roman Tj"/>
          <w:b/>
          <w:color w:val="000000"/>
          <w:sz w:val="28"/>
          <w:szCs w:val="28"/>
          <w:lang w:val="tg-Cyrl-TJ"/>
        </w:rPr>
        <w:t>рои амалиёти бонк</w:t>
      </w:r>
      <w:r w:rsidRPr="00784F69">
        <w:rPr>
          <w:rFonts w:ascii="Palatino Linotype" w:eastAsia="MS Mincho" w:hAnsi="Palatino Linotype" w:cs="MS Mincho"/>
          <w:b/>
          <w:color w:val="000000"/>
          <w:sz w:val="28"/>
          <w:szCs w:val="28"/>
          <w:lang w:val="tg-Cyrl-TJ"/>
        </w:rPr>
        <w:t>ӣ</w:t>
      </w:r>
      <w:r w:rsidRPr="00784F69">
        <w:rPr>
          <w:rFonts w:ascii="Palatino Linotype" w:hAnsi="Palatino Linotype" w:cs="Times New Roman Tj"/>
          <w:b/>
          <w:color w:val="000000"/>
          <w:sz w:val="28"/>
          <w:szCs w:val="28"/>
          <w:lang w:val="tg-Cyrl-TJ"/>
        </w:rPr>
        <w:t>, муассисон на дертар ба кадом му</w:t>
      </w:r>
      <w:r w:rsidRPr="00784F69">
        <w:rPr>
          <w:rFonts w:ascii="Palatino Linotype" w:hAnsi="Palatino Linotype"/>
          <w:b/>
          <w:color w:val="000000"/>
          <w:sz w:val="28"/>
          <w:szCs w:val="28"/>
          <w:lang w:val="tg-Cyrl-TJ"/>
        </w:rPr>
        <w:t>ҳ</w:t>
      </w:r>
      <w:r w:rsidRPr="00784F69">
        <w:rPr>
          <w:rFonts w:ascii="Palatino Linotype" w:hAnsi="Palatino Linotype" w:cs="Times New Roman Tj"/>
          <w:b/>
          <w:color w:val="000000"/>
          <w:sz w:val="28"/>
          <w:szCs w:val="28"/>
          <w:lang w:val="tg-Cyrl-TJ"/>
        </w:rPr>
        <w:t xml:space="preserve">лат баъди имзои шартномаи таъсиси дар бораи ташкили </w:t>
      </w:r>
      <w:r w:rsidRPr="00784F69">
        <w:rPr>
          <w:rFonts w:ascii="Palatino Linotype" w:eastAsia="MS Mincho" w:hAnsi="Palatino Linotype" w:cs="MS Mincho"/>
          <w:b/>
          <w:color w:val="000000"/>
          <w:sz w:val="28"/>
          <w:szCs w:val="28"/>
          <w:lang w:val="tg-Cyrl-TJ"/>
        </w:rPr>
        <w:t>ҷ</w:t>
      </w:r>
      <w:r w:rsidRPr="00784F69">
        <w:rPr>
          <w:rFonts w:ascii="Palatino Linotype" w:hAnsi="Palatino Linotype" w:cs="Times New Roman Tj"/>
          <w:b/>
          <w:color w:val="000000"/>
          <w:sz w:val="28"/>
          <w:szCs w:val="28"/>
          <w:lang w:val="tg-Cyrl-TJ"/>
        </w:rPr>
        <w:t>амъияти са</w:t>
      </w:r>
      <w:r w:rsidRPr="00784F69">
        <w:rPr>
          <w:rFonts w:ascii="Palatino Linotype" w:hAnsi="Palatino Linotype"/>
          <w:b/>
          <w:color w:val="000000"/>
          <w:sz w:val="28"/>
          <w:szCs w:val="28"/>
          <w:lang w:val="tg-Cyrl-TJ"/>
        </w:rPr>
        <w:t>ҳ</w:t>
      </w:r>
      <w:r w:rsidRPr="00784F69">
        <w:rPr>
          <w:rFonts w:ascii="Palatino Linotype" w:hAnsi="Palatino Linotype" w:cs="Times New Roman Tj"/>
          <w:b/>
          <w:color w:val="000000"/>
          <w:sz w:val="28"/>
          <w:szCs w:val="28"/>
          <w:lang w:val="tg-Cyrl-TJ"/>
        </w:rPr>
        <w:t>ом</w:t>
      </w:r>
      <w:r w:rsidRPr="00784F69">
        <w:rPr>
          <w:rFonts w:ascii="Palatino Linotype" w:eastAsia="MS Mincho" w:hAnsi="Palatino Linotype" w:cs="MS Mincho"/>
          <w:b/>
          <w:color w:val="000000"/>
          <w:sz w:val="28"/>
          <w:szCs w:val="28"/>
          <w:lang w:val="tg-Cyrl-TJ"/>
        </w:rPr>
        <w:t>ӣ</w:t>
      </w:r>
      <w:r w:rsidRPr="00784F69">
        <w:rPr>
          <w:rFonts w:ascii="Palatino Linotype" w:hAnsi="Palatino Linotype" w:cs="Times New Roman Tj"/>
          <w:b/>
          <w:color w:val="000000"/>
          <w:sz w:val="28"/>
          <w:szCs w:val="28"/>
          <w:lang w:val="tg-Cyrl-TJ"/>
        </w:rPr>
        <w:t xml:space="preserve"> ба Бонки миллии То</w:t>
      </w:r>
      <w:r w:rsidRPr="00784F69">
        <w:rPr>
          <w:rFonts w:ascii="Palatino Linotype" w:eastAsia="MS Mincho" w:hAnsi="Palatino Linotype" w:cs="MS Mincho"/>
          <w:b/>
          <w:color w:val="000000"/>
          <w:sz w:val="28"/>
          <w:szCs w:val="28"/>
          <w:lang w:val="tg-Cyrl-TJ"/>
        </w:rPr>
        <w:t>ҷ</w:t>
      </w:r>
      <w:r w:rsidRPr="00784F69">
        <w:rPr>
          <w:rFonts w:ascii="Palatino Linotype" w:hAnsi="Palatino Linotype" w:cs="Times New Roman Tj"/>
          <w:b/>
          <w:color w:val="000000"/>
          <w:sz w:val="28"/>
          <w:szCs w:val="28"/>
          <w:lang w:val="tg-Cyrl-TJ"/>
        </w:rPr>
        <w:t>икистон санад</w:t>
      </w:r>
      <w:r w:rsidRPr="00784F69">
        <w:rPr>
          <w:rFonts w:ascii="Palatino Linotype" w:hAnsi="Palatino Linotype"/>
          <w:b/>
          <w:color w:val="000000"/>
          <w:sz w:val="28"/>
          <w:szCs w:val="28"/>
          <w:lang w:val="tg-Cyrl-TJ"/>
        </w:rPr>
        <w:t>ҳ</w:t>
      </w:r>
      <w:r w:rsidRPr="00784F69">
        <w:rPr>
          <w:rFonts w:ascii="Palatino Linotype" w:hAnsi="Palatino Linotype" w:cs="Times New Roman Tj"/>
          <w:b/>
          <w:color w:val="000000"/>
          <w:sz w:val="28"/>
          <w:szCs w:val="28"/>
          <w:lang w:val="tg-Cyrl-TJ"/>
        </w:rPr>
        <w:t>ои аслии зеринро пешни</w:t>
      </w:r>
      <w:r w:rsidRPr="00784F69">
        <w:rPr>
          <w:rFonts w:ascii="Palatino Linotype" w:hAnsi="Palatino Linotype"/>
          <w:b/>
          <w:color w:val="000000"/>
          <w:sz w:val="28"/>
          <w:szCs w:val="28"/>
          <w:lang w:val="tg-Cyrl-TJ"/>
        </w:rPr>
        <w:t>ҳ</w:t>
      </w:r>
      <w:r w:rsidRPr="00784F69">
        <w:rPr>
          <w:rFonts w:ascii="Palatino Linotype" w:hAnsi="Palatino Linotype" w:cs="Times New Roman Tj"/>
          <w:b/>
          <w:color w:val="000000"/>
          <w:sz w:val="28"/>
          <w:szCs w:val="28"/>
          <w:lang w:val="tg-Cyrl-TJ"/>
        </w:rPr>
        <w:t>од менамояд?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$A) </w:t>
      </w:r>
      <w:r w:rsidRPr="00784F69">
        <w:rPr>
          <w:rFonts w:ascii="Palatino Linotype" w:hAnsi="Palatino Linotype"/>
          <w:color w:val="000000"/>
          <w:sz w:val="28"/>
          <w:szCs w:val="28"/>
          <w:lang w:val="tg-Cyrl-TJ"/>
        </w:rPr>
        <w:t>На дертар аз як моҳ</w:t>
      </w:r>
      <w:r w:rsidRPr="00784F69">
        <w:rPr>
          <w:rFonts w:ascii="Palatino Linotype" w:hAnsi="Palatino Linotype" w:cs="Times New Roman Tj"/>
          <w:color w:val="000000"/>
          <w:sz w:val="28"/>
          <w:szCs w:val="28"/>
          <w:lang w:val="tg-Cyrl-TJ"/>
        </w:rPr>
        <w:t>и баъди имзои шартномаи таъсиси;</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$B) </w:t>
      </w:r>
      <w:r w:rsidRPr="00784F69">
        <w:rPr>
          <w:rFonts w:ascii="Palatino Linotype" w:hAnsi="Palatino Linotype"/>
          <w:color w:val="000000"/>
          <w:sz w:val="28"/>
          <w:szCs w:val="28"/>
          <w:lang w:val="tg-Cyrl-TJ"/>
        </w:rPr>
        <w:t>На дертар аз ду моҳ</w:t>
      </w:r>
      <w:r w:rsidRPr="00784F69">
        <w:rPr>
          <w:rFonts w:ascii="Palatino Linotype" w:hAnsi="Palatino Linotype" w:cs="Times New Roman Tj"/>
          <w:color w:val="000000"/>
          <w:sz w:val="28"/>
          <w:szCs w:val="28"/>
          <w:lang w:val="tg-Cyrl-TJ"/>
        </w:rPr>
        <w:t xml:space="preserve">и </w:t>
      </w:r>
      <w:r w:rsidRPr="00784F69">
        <w:rPr>
          <w:rFonts w:ascii="Palatino Linotype" w:hAnsi="Palatino Linotype"/>
          <w:color w:val="000000"/>
          <w:sz w:val="28"/>
          <w:szCs w:val="28"/>
          <w:lang w:val="tg-Cyrl-TJ"/>
        </w:rPr>
        <w:t>баъди имзои шартномаи таъсиси;</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$C) </w:t>
      </w:r>
      <w:r w:rsidRPr="00784F69">
        <w:rPr>
          <w:rFonts w:ascii="Palatino Linotype" w:hAnsi="Palatino Linotype"/>
          <w:color w:val="000000"/>
          <w:sz w:val="28"/>
          <w:szCs w:val="28"/>
        </w:rPr>
        <w:t>На дертар аз се моҳ</w:t>
      </w:r>
      <w:r w:rsidRPr="00784F69">
        <w:rPr>
          <w:rFonts w:ascii="Palatino Linotype" w:hAnsi="Palatino Linotype" w:cs="Times New Roman Tj"/>
          <w:color w:val="000000"/>
          <w:sz w:val="28"/>
          <w:szCs w:val="28"/>
        </w:rPr>
        <w:t>и баъди имзои шартномаи таъсиси</w:t>
      </w:r>
      <w:r w:rsidRPr="00784F69">
        <w:rPr>
          <w:rFonts w:ascii="Palatino Linotype" w:hAnsi="Palatino Linotype"/>
          <w:color w:val="000000"/>
          <w:sz w:val="28"/>
          <w:szCs w:val="28"/>
        </w:rPr>
        <w:t>;</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$D) </w:t>
      </w:r>
      <w:r w:rsidRPr="00784F69">
        <w:rPr>
          <w:rFonts w:ascii="Palatino Linotype" w:hAnsi="Palatino Linotype"/>
          <w:color w:val="000000"/>
          <w:sz w:val="28"/>
          <w:szCs w:val="28"/>
        </w:rPr>
        <w:t>На дертар аз шаш моҳ</w:t>
      </w:r>
      <w:r w:rsidRPr="00784F69">
        <w:rPr>
          <w:rFonts w:ascii="Palatino Linotype" w:hAnsi="Palatino Linotype" w:cs="Times New Roman Tj"/>
          <w:color w:val="000000"/>
          <w:sz w:val="28"/>
          <w:szCs w:val="28"/>
        </w:rPr>
        <w:t>и баъди имзои шартномаи таъсиси</w:t>
      </w:r>
      <w:r w:rsidRPr="00784F69">
        <w:rPr>
          <w:rFonts w:ascii="Palatino Linotype" w:hAnsi="Palatino Linotype"/>
          <w:color w:val="000000"/>
          <w:sz w:val="28"/>
          <w:szCs w:val="28"/>
        </w:rPr>
        <w:t>;</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$E) </w:t>
      </w:r>
      <w:r w:rsidRPr="00784F69">
        <w:rPr>
          <w:rFonts w:ascii="Palatino Linotype" w:hAnsi="Palatino Linotype"/>
          <w:color w:val="000000"/>
          <w:sz w:val="28"/>
          <w:szCs w:val="28"/>
        </w:rPr>
        <w:t>На дертар аз як сол баъди имзои шартномаи таъсиси</w:t>
      </w:r>
      <w:r w:rsidRPr="00784F69">
        <w:rPr>
          <w:rFonts w:ascii="Palatino Linotype" w:hAnsi="Palatino Linotype"/>
          <w:b/>
          <w:color w:val="000000"/>
          <w:sz w:val="28"/>
          <w:szCs w:val="28"/>
        </w:rPr>
        <w:t>;</w:t>
      </w:r>
    </w:p>
    <w:p w:rsidR="00B65CA5" w:rsidRPr="00784F69" w:rsidRDefault="00B65CA5" w:rsidP="00C84BB2">
      <w:pPr>
        <w:spacing w:after="0" w:line="240" w:lineRule="auto"/>
        <w:jc w:val="both"/>
        <w:rPr>
          <w:rFonts w:ascii="Palatino Linotype" w:hAnsi="Palatino Linotype"/>
          <w:b/>
          <w:color w:val="000000"/>
          <w:sz w:val="28"/>
          <w:szCs w:val="28"/>
        </w:rPr>
      </w:pPr>
      <w:r w:rsidRPr="00784F69">
        <w:rPr>
          <w:rFonts w:ascii="Palatino Linotype" w:hAnsi="Palatino Linotype"/>
          <w:b/>
          <w:color w:val="000000"/>
          <w:sz w:val="28"/>
          <w:szCs w:val="28"/>
        </w:rPr>
        <w:t xml:space="preserve">@162. </w:t>
      </w:r>
    </w:p>
    <w:p w:rsidR="00B65CA5" w:rsidRPr="00784F69" w:rsidRDefault="00B65CA5" w:rsidP="00C84BB2">
      <w:pPr>
        <w:spacing w:after="0" w:line="240" w:lineRule="auto"/>
        <w:jc w:val="both"/>
        <w:rPr>
          <w:rFonts w:ascii="Palatino Linotype" w:hAnsi="Palatino Linotype"/>
          <w:b/>
          <w:color w:val="000000"/>
          <w:sz w:val="28"/>
          <w:szCs w:val="28"/>
        </w:rPr>
      </w:pPr>
      <w:r w:rsidRPr="00784F69">
        <w:rPr>
          <w:rFonts w:ascii="Palatino Linotype" w:hAnsi="Palatino Linotype"/>
          <w:b/>
          <w:color w:val="000000"/>
          <w:sz w:val="28"/>
          <w:szCs w:val="28"/>
        </w:rPr>
        <w:t xml:space="preserve">Ба дархостнома дар хусуси </w:t>
      </w:r>
      <w:r w:rsidRPr="00784F69">
        <w:rPr>
          <w:rFonts w:ascii="Palatino Linotype" w:hAnsi="Palatino Linotype"/>
          <w:b/>
          <w:color w:val="000000"/>
          <w:sz w:val="28"/>
          <w:szCs w:val="28"/>
          <w:lang w:val="tt-RU"/>
        </w:rPr>
        <w:t>додани</w:t>
      </w:r>
      <w:r w:rsidRPr="00784F69">
        <w:rPr>
          <w:rFonts w:ascii="Palatino Linotype" w:hAnsi="Palatino Linotype"/>
          <w:b/>
          <w:color w:val="000000"/>
          <w:sz w:val="28"/>
          <w:szCs w:val="28"/>
        </w:rPr>
        <w:t xml:space="preserve"> и</w:t>
      </w:r>
      <w:r w:rsidRPr="00784F69">
        <w:rPr>
          <w:rFonts w:ascii="Palatino Linotype" w:eastAsia="MS Mincho" w:hAnsi="Palatino Linotype" w:cs="MS Mincho"/>
          <w:b/>
          <w:color w:val="000000"/>
          <w:sz w:val="28"/>
          <w:szCs w:val="28"/>
        </w:rPr>
        <w:t>ҷ</w:t>
      </w:r>
      <w:r w:rsidRPr="00784F69">
        <w:rPr>
          <w:rFonts w:ascii="Palatino Linotype" w:hAnsi="Palatino Linotype" w:cs="Times New Roman Tj"/>
          <w:b/>
          <w:color w:val="000000"/>
          <w:sz w:val="28"/>
          <w:szCs w:val="28"/>
        </w:rPr>
        <w:t>озатнома барои и</w:t>
      </w:r>
      <w:r w:rsidRPr="00784F69">
        <w:rPr>
          <w:rFonts w:ascii="Palatino Linotype" w:eastAsia="MS Mincho" w:hAnsi="Palatino Linotype" w:cs="MS Mincho"/>
          <w:b/>
          <w:color w:val="000000"/>
          <w:sz w:val="28"/>
          <w:szCs w:val="28"/>
        </w:rPr>
        <w:t>ҷ</w:t>
      </w:r>
      <w:r w:rsidRPr="00784F69">
        <w:rPr>
          <w:rFonts w:ascii="Palatino Linotype" w:hAnsi="Palatino Linotype" w:cs="Times New Roman Tj"/>
          <w:b/>
          <w:color w:val="000000"/>
          <w:sz w:val="28"/>
          <w:szCs w:val="28"/>
        </w:rPr>
        <w:t>рои амалиёти бонк</w:t>
      </w:r>
      <w:r w:rsidRPr="00784F69">
        <w:rPr>
          <w:rFonts w:ascii="Palatino Linotype" w:eastAsia="MS Mincho" w:hAnsi="Palatino Linotype" w:cs="MS Mincho"/>
          <w:b/>
          <w:color w:val="000000"/>
          <w:sz w:val="28"/>
          <w:szCs w:val="28"/>
        </w:rPr>
        <w:t>ӣ</w:t>
      </w:r>
      <w:r w:rsidRPr="00784F69">
        <w:rPr>
          <w:rFonts w:ascii="Palatino Linotype" w:hAnsi="Palatino Linotype"/>
          <w:b/>
          <w:color w:val="000000"/>
          <w:sz w:val="28"/>
          <w:szCs w:val="28"/>
        </w:rPr>
        <w:t>ҳ</w:t>
      </w:r>
      <w:r w:rsidRPr="00784F69">
        <w:rPr>
          <w:rFonts w:ascii="Palatino Linotype" w:hAnsi="Palatino Linotype" w:cs="Times New Roman Tj"/>
          <w:b/>
          <w:color w:val="000000"/>
          <w:sz w:val="28"/>
          <w:szCs w:val="28"/>
        </w:rPr>
        <w:t>амчунин замима мегарданд?</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$A) </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амаи</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авоб</w:t>
      </w:r>
      <w:r w:rsidRPr="00784F69">
        <w:rPr>
          <w:rFonts w:ascii="Palatino Linotype" w:hAnsi="Palatino Linotype"/>
          <w:color w:val="000000"/>
          <w:sz w:val="28"/>
          <w:szCs w:val="28"/>
          <w:lang w:val="tt-RU"/>
        </w:rPr>
        <w:t>ҳо дурустанд;</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$B) </w:t>
      </w:r>
      <w:r w:rsidRPr="00784F69">
        <w:rPr>
          <w:rFonts w:ascii="Palatino Linotype" w:hAnsi="Palatino Linotype"/>
          <w:color w:val="000000"/>
          <w:sz w:val="28"/>
          <w:szCs w:val="28"/>
        </w:rPr>
        <w:t>Асосмандии иқ</w:t>
      </w:r>
      <w:r w:rsidRPr="00784F69">
        <w:rPr>
          <w:rFonts w:ascii="Palatino Linotype" w:hAnsi="Palatino Linotype" w:cs="Times New Roman Tj"/>
          <w:color w:val="000000"/>
          <w:sz w:val="28"/>
          <w:szCs w:val="28"/>
        </w:rPr>
        <w:t>тисодии таъсиси бонк, ки боя</w:t>
      </w:r>
      <w:r w:rsidRPr="00784F69">
        <w:rPr>
          <w:rFonts w:ascii="Palatino Linotype" w:hAnsi="Palatino Linotype"/>
          <w:color w:val="000000"/>
          <w:sz w:val="28"/>
          <w:szCs w:val="28"/>
        </w:rPr>
        <w:t>д феҳ</w:t>
      </w:r>
      <w:r w:rsidRPr="00784F69">
        <w:rPr>
          <w:rFonts w:ascii="Palatino Linotype" w:hAnsi="Palatino Linotype" w:cs="Times New Roman Tj"/>
          <w:color w:val="000000"/>
          <w:sz w:val="28"/>
          <w:szCs w:val="28"/>
        </w:rPr>
        <w:t>расти масъала</w:t>
      </w:r>
      <w:r w:rsidRPr="00784F69">
        <w:rPr>
          <w:rFonts w:ascii="Palatino Linotype" w:hAnsi="Palatino Linotype"/>
          <w:color w:val="000000"/>
          <w:sz w:val="28"/>
          <w:szCs w:val="28"/>
        </w:rPr>
        <w:t>ҳ</w:t>
      </w:r>
      <w:r w:rsidRPr="00784F69">
        <w:rPr>
          <w:rFonts w:ascii="Palatino Linotype" w:hAnsi="Palatino Linotype" w:cs="Times New Roman Tj"/>
          <w:color w:val="000000"/>
          <w:sz w:val="28"/>
          <w:szCs w:val="28"/>
        </w:rPr>
        <w:t xml:space="preserve">ои асосиро </w:t>
      </w:r>
      <w:r w:rsidRPr="00784F69">
        <w:rPr>
          <w:rFonts w:ascii="Palatino Linotype" w:hAnsi="Palatino Linotype"/>
          <w:color w:val="000000"/>
          <w:sz w:val="28"/>
          <w:szCs w:val="28"/>
          <w:lang w:val="tt-RU"/>
        </w:rPr>
        <w:t>дар бар гирад</w:t>
      </w:r>
      <w:r w:rsidRPr="00784F69">
        <w:rPr>
          <w:rFonts w:ascii="Palatino Linotype" w:hAnsi="Palatino Linotype"/>
          <w:color w:val="000000"/>
          <w:sz w:val="28"/>
          <w:szCs w:val="28"/>
        </w:rPr>
        <w:t>;</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$C) </w:t>
      </w:r>
      <w:r w:rsidRPr="00784F69">
        <w:rPr>
          <w:rFonts w:ascii="Palatino Linotype" w:hAnsi="Palatino Linotype"/>
          <w:color w:val="000000"/>
          <w:sz w:val="28"/>
          <w:szCs w:val="28"/>
        </w:rPr>
        <w:t xml:space="preserve">Сохтори пурраи ташкилии бонк, аз </w:t>
      </w:r>
      <w:r w:rsidRPr="00784F69">
        <w:rPr>
          <w:rFonts w:ascii="Palatino Linotype" w:eastAsia="MS Mincho" w:hAnsi="Palatino Linotype" w:cs="MS Mincho"/>
          <w:color w:val="000000"/>
          <w:sz w:val="28"/>
          <w:szCs w:val="28"/>
        </w:rPr>
        <w:t>ҷ</w:t>
      </w:r>
      <w:r w:rsidRPr="00784F69">
        <w:rPr>
          <w:rFonts w:ascii="Palatino Linotype" w:hAnsi="Palatino Linotype" w:cs="Times New Roman Tj"/>
          <w:color w:val="000000"/>
          <w:sz w:val="28"/>
          <w:szCs w:val="28"/>
        </w:rPr>
        <w:t>умла хадамоти назорати дохил</w:t>
      </w:r>
      <w:r w:rsidRPr="00784F69">
        <w:rPr>
          <w:rFonts w:ascii="Palatino Linotype" w:eastAsia="MS Mincho" w:hAnsi="Palatino Linotype" w:cs="MS Mincho"/>
          <w:color w:val="000000"/>
          <w:sz w:val="28"/>
          <w:szCs w:val="28"/>
        </w:rPr>
        <w:t>ӣ</w:t>
      </w:r>
      <w:r w:rsidRPr="00784F69">
        <w:rPr>
          <w:rFonts w:ascii="Palatino Linotype" w:hAnsi="Palatino Linotype"/>
          <w:color w:val="000000"/>
          <w:sz w:val="28"/>
          <w:szCs w:val="28"/>
        </w:rPr>
        <w:t xml:space="preserve">, </w:t>
      </w:r>
      <w:r w:rsidRPr="00784F69">
        <w:rPr>
          <w:rFonts w:ascii="Palatino Linotype" w:hAnsi="Palatino Linotype"/>
          <w:color w:val="000000"/>
          <w:sz w:val="28"/>
          <w:szCs w:val="28"/>
          <w:lang w:val="tt-RU"/>
        </w:rPr>
        <w:t>маълумот доир ба мав</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уд будани низоми пардохт</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ои электрон</w:t>
      </w:r>
      <w:r w:rsidRPr="00784F69">
        <w:rPr>
          <w:rFonts w:ascii="Palatino Linotype" w:eastAsia="MS Mincho" w:hAnsi="Palatino Linotype" w:cs="MS Mincho"/>
          <w:color w:val="000000"/>
          <w:sz w:val="28"/>
          <w:szCs w:val="28"/>
          <w:lang w:val="tt-RU"/>
        </w:rPr>
        <w:t>ӣ</w:t>
      </w:r>
      <w:r w:rsidRPr="00784F69">
        <w:rPr>
          <w:rFonts w:ascii="Palatino Linotype" w:hAnsi="Palatino Linotype" w:cs="Times New Roman Tj"/>
          <w:color w:val="000000"/>
          <w:sz w:val="28"/>
          <w:szCs w:val="28"/>
          <w:lang w:val="tt-RU"/>
        </w:rPr>
        <w:t xml:space="preserve"> ва автоматикунонии </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исобдор</w:t>
      </w:r>
      <w:r w:rsidRPr="00784F69">
        <w:rPr>
          <w:rFonts w:ascii="Palatino Linotype" w:eastAsia="MS Mincho" w:hAnsi="Palatino Linotype" w:cs="MS Mincho"/>
          <w:color w:val="000000"/>
          <w:sz w:val="28"/>
          <w:szCs w:val="28"/>
          <w:lang w:val="tt-RU"/>
        </w:rPr>
        <w:t>ӣ</w:t>
      </w:r>
      <w:r w:rsidRPr="00784F69">
        <w:rPr>
          <w:rFonts w:ascii="Palatino Linotype" w:hAnsi="Palatino Linotype" w:cs="Times New Roman Tj"/>
          <w:color w:val="000000"/>
          <w:sz w:val="28"/>
          <w:szCs w:val="28"/>
          <w:lang w:val="tt-RU"/>
        </w:rPr>
        <w:t xml:space="preserve"> ва омодасозии </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исоботи молияв</w:t>
      </w:r>
      <w:r w:rsidRPr="00784F69">
        <w:rPr>
          <w:rFonts w:ascii="Palatino Linotype" w:eastAsia="MS Mincho" w:hAnsi="Palatino Linotype" w:cs="MS Mincho"/>
          <w:color w:val="000000"/>
          <w:sz w:val="28"/>
          <w:szCs w:val="28"/>
          <w:lang w:val="tt-RU"/>
        </w:rPr>
        <w:t>ӣ</w:t>
      </w:r>
      <w:r w:rsidRPr="00784F69">
        <w:rPr>
          <w:rFonts w:ascii="Palatino Linotype" w:hAnsi="Palatino Linotype"/>
          <w:color w:val="000000"/>
          <w:sz w:val="28"/>
          <w:szCs w:val="28"/>
        </w:rPr>
        <w:t>;</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b/>
          <w:color w:val="000000"/>
          <w:sz w:val="28"/>
          <w:szCs w:val="28"/>
        </w:rPr>
        <w:t xml:space="preserve">$D) </w:t>
      </w:r>
      <w:r w:rsidRPr="00784F69">
        <w:rPr>
          <w:rFonts w:ascii="Palatino Linotype" w:hAnsi="Palatino Linotype"/>
          <w:color w:val="000000"/>
          <w:sz w:val="28"/>
          <w:szCs w:val="28"/>
          <w:lang w:val="tt-RU"/>
        </w:rPr>
        <w:t>Маълумот дар бораи бинои бонк ва та</w:t>
      </w:r>
      <w:r w:rsidRPr="00784F69">
        <w:rPr>
          <w:rFonts w:ascii="Palatino Linotype" w:eastAsia="MS Mincho" w:hAnsi="Palatino Linotype" w:cs="MS Mincho"/>
          <w:color w:val="000000"/>
          <w:sz w:val="28"/>
          <w:szCs w:val="28"/>
          <w:lang w:val="tt-RU"/>
        </w:rPr>
        <w:t>ҷҳ</w:t>
      </w:r>
      <w:r w:rsidRPr="00784F69">
        <w:rPr>
          <w:rFonts w:ascii="Palatino Linotype" w:hAnsi="Palatino Linotype" w:cs="Times New Roman Tj"/>
          <w:color w:val="000000"/>
          <w:sz w:val="28"/>
          <w:szCs w:val="28"/>
          <w:lang w:val="tt-RU"/>
        </w:rPr>
        <w:t>изоти техникии он, (бинои бонк бояд та</w:t>
      </w:r>
      <w:r w:rsidRPr="00784F69">
        <w:rPr>
          <w:rFonts w:ascii="Palatino Linotype" w:eastAsia="MS Mincho" w:hAnsi="Palatino Linotype" w:cs="MS Mincho"/>
          <w:color w:val="000000"/>
          <w:sz w:val="28"/>
          <w:szCs w:val="28"/>
          <w:lang w:val="tt-RU"/>
        </w:rPr>
        <w:t>ҷҳ</w:t>
      </w:r>
      <w:r w:rsidRPr="00784F69">
        <w:rPr>
          <w:rFonts w:ascii="Palatino Linotype" w:hAnsi="Palatino Linotype" w:cs="Times New Roman Tj"/>
          <w:color w:val="000000"/>
          <w:sz w:val="28"/>
          <w:szCs w:val="28"/>
          <w:lang w:val="tt-RU"/>
        </w:rPr>
        <w:t>изот, сигнализатсияи посбониву зидди с</w:t>
      </w:r>
      <w:r w:rsidRPr="00784F69">
        <w:rPr>
          <w:rFonts w:ascii="Palatino Linotype" w:eastAsia="MS Mincho" w:hAnsi="Palatino Linotype" w:cs="MS Mincho"/>
          <w:color w:val="000000"/>
          <w:sz w:val="28"/>
          <w:szCs w:val="28"/>
          <w:lang w:val="tt-RU"/>
        </w:rPr>
        <w:t>ӯ</w:t>
      </w:r>
      <w:r w:rsidRPr="00784F69">
        <w:rPr>
          <w:rFonts w:ascii="Palatino Linotype" w:hAnsi="Palatino Linotype" w:cs="Times New Roman Tj"/>
          <w:color w:val="000000"/>
          <w:sz w:val="28"/>
          <w:szCs w:val="28"/>
          <w:lang w:val="tt-RU"/>
        </w:rPr>
        <w:t>хтору хатар ва барои и</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рои амалиёти бонк</w:t>
      </w:r>
      <w:r w:rsidRPr="00784F69">
        <w:rPr>
          <w:rFonts w:ascii="Palatino Linotype" w:eastAsia="MS Mincho" w:hAnsi="Palatino Linotype" w:cs="MS Mincho"/>
          <w:color w:val="000000"/>
          <w:sz w:val="28"/>
          <w:szCs w:val="28"/>
          <w:lang w:val="tt-RU"/>
        </w:rPr>
        <w:t>ӣ</w:t>
      </w:r>
      <w:r w:rsidRPr="00784F69">
        <w:rPr>
          <w:rFonts w:ascii="Palatino Linotype" w:hAnsi="Palatino Linotype" w:cs="Times New Roman Tj"/>
          <w:color w:val="000000"/>
          <w:sz w:val="28"/>
          <w:szCs w:val="28"/>
          <w:lang w:val="tt-RU"/>
        </w:rPr>
        <w:t xml:space="preserve"> мутоби</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и талаботи Низомномаи «Талаботи техник</w:t>
      </w:r>
      <w:r w:rsidRPr="00784F69">
        <w:rPr>
          <w:rFonts w:ascii="Palatino Linotype" w:eastAsia="MS Mincho" w:hAnsi="Palatino Linotype" w:cs="MS Mincho"/>
          <w:color w:val="000000"/>
          <w:sz w:val="28"/>
          <w:szCs w:val="28"/>
          <w:lang w:val="tt-RU"/>
        </w:rPr>
        <w:t>ӣ</w:t>
      </w:r>
      <w:r w:rsidRPr="00784F69">
        <w:rPr>
          <w:rFonts w:ascii="Palatino Linotype" w:hAnsi="Palatino Linotype" w:cs="Times New Roman Tj"/>
          <w:color w:val="000000"/>
          <w:sz w:val="28"/>
          <w:szCs w:val="28"/>
          <w:lang w:val="tt-RU"/>
        </w:rPr>
        <w:t xml:space="preserve"> барои тар</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рез</w:t>
      </w:r>
      <w:r w:rsidRPr="00784F69">
        <w:rPr>
          <w:rFonts w:ascii="Palatino Linotype" w:eastAsia="MS Mincho" w:hAnsi="Palatino Linotype" w:cs="MS Mincho"/>
          <w:color w:val="000000"/>
          <w:sz w:val="28"/>
          <w:szCs w:val="28"/>
          <w:lang w:val="tt-RU"/>
        </w:rPr>
        <w:t>ӣ</w:t>
      </w:r>
      <w:r w:rsidRPr="00784F69">
        <w:rPr>
          <w:rFonts w:ascii="Palatino Linotype" w:hAnsi="Palatino Linotype" w:cs="Times New Roman Tj"/>
          <w:color w:val="000000"/>
          <w:sz w:val="28"/>
          <w:szCs w:val="28"/>
          <w:lang w:val="tt-RU"/>
        </w:rPr>
        <w:t xml:space="preserve"> ва дуруст кардани маркази (узели) кассав</w:t>
      </w:r>
      <w:r w:rsidRPr="00784F69">
        <w:rPr>
          <w:rFonts w:ascii="Palatino Linotype" w:eastAsia="MS Mincho" w:hAnsi="Palatino Linotype" w:cs="MS Mincho"/>
          <w:color w:val="000000"/>
          <w:sz w:val="28"/>
          <w:szCs w:val="28"/>
          <w:lang w:val="tt-RU"/>
        </w:rPr>
        <w:t>ӣ</w:t>
      </w:r>
      <w:r w:rsidRPr="00784F69">
        <w:rPr>
          <w:rFonts w:ascii="Palatino Linotype" w:hAnsi="Palatino Linotype" w:cs="Times New Roman Tj"/>
          <w:color w:val="000000"/>
          <w:sz w:val="28"/>
          <w:szCs w:val="28"/>
          <w:lang w:val="tt-RU"/>
        </w:rPr>
        <w:t xml:space="preserve"> дар бинои </w:t>
      </w:r>
      <w:r w:rsidRPr="00784F69">
        <w:rPr>
          <w:rFonts w:ascii="Palatino Linotype" w:hAnsi="Palatino Linotype"/>
          <w:color w:val="000000"/>
          <w:sz w:val="28"/>
          <w:szCs w:val="28"/>
          <w:lang w:val="tt-RU"/>
        </w:rPr>
        <w:t>муассисаҳ</w:t>
      </w:r>
      <w:r w:rsidRPr="00784F69">
        <w:rPr>
          <w:rFonts w:ascii="Palatino Linotype" w:hAnsi="Palatino Linotype" w:cs="Times New Roman Tj"/>
          <w:color w:val="000000"/>
          <w:sz w:val="28"/>
          <w:szCs w:val="28"/>
          <w:lang w:val="tt-RU"/>
        </w:rPr>
        <w:t xml:space="preserve">ои бонкии </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ум</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урии То</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икистон», маркази кассав</w:t>
      </w:r>
      <w:r w:rsidRPr="00784F69">
        <w:rPr>
          <w:rFonts w:ascii="Palatino Linotype" w:eastAsia="MS Mincho" w:hAnsi="Palatino Linotype" w:cs="MS Mincho"/>
          <w:color w:val="000000"/>
          <w:sz w:val="28"/>
          <w:szCs w:val="28"/>
          <w:lang w:val="tt-RU"/>
        </w:rPr>
        <w:t>ӣ</w:t>
      </w:r>
      <w:r w:rsidRPr="00784F69">
        <w:rPr>
          <w:rFonts w:ascii="Palatino Linotype" w:hAnsi="Palatino Linotype"/>
          <w:color w:val="000000"/>
          <w:sz w:val="28"/>
          <w:szCs w:val="28"/>
          <w:lang w:val="tt-RU"/>
        </w:rPr>
        <w:t xml:space="preserve"> аз </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и</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ати техник</w:t>
      </w:r>
      <w:r w:rsidRPr="00784F69">
        <w:rPr>
          <w:rFonts w:ascii="Palatino Linotype" w:eastAsia="MS Mincho" w:hAnsi="Palatino Linotype" w:cs="MS Mincho"/>
          <w:color w:val="000000"/>
          <w:sz w:val="28"/>
          <w:szCs w:val="28"/>
          <w:lang w:val="tt-RU"/>
        </w:rPr>
        <w:t>ӣ</w:t>
      </w:r>
      <w:r w:rsidRPr="00784F69">
        <w:rPr>
          <w:rFonts w:ascii="Palatino Linotype" w:hAnsi="Palatino Linotype" w:cs="Times New Roman Tj"/>
          <w:color w:val="000000"/>
          <w:sz w:val="28"/>
          <w:szCs w:val="28"/>
          <w:lang w:val="tt-RU"/>
        </w:rPr>
        <w:t xml:space="preserve"> муста</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кам бошад);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b/>
          <w:color w:val="000000"/>
          <w:sz w:val="28"/>
          <w:szCs w:val="28"/>
          <w:lang w:val="tt-RU"/>
        </w:rPr>
        <w:t xml:space="preserve">$E) </w:t>
      </w:r>
      <w:r w:rsidRPr="00784F69">
        <w:rPr>
          <w:rFonts w:ascii="Palatino Linotype" w:hAnsi="Palatino Linotype"/>
          <w:color w:val="000000"/>
          <w:sz w:val="28"/>
          <w:szCs w:val="28"/>
          <w:lang w:val="tt-RU"/>
        </w:rPr>
        <w:t>Маълумот дар бораи муассисони бонк, соҳ</w:t>
      </w:r>
      <w:r w:rsidRPr="00784F69">
        <w:rPr>
          <w:rFonts w:ascii="Palatino Linotype" w:hAnsi="Palatino Linotype" w:cs="Times New Roman Tj"/>
          <w:color w:val="000000"/>
          <w:sz w:val="28"/>
          <w:szCs w:val="28"/>
          <w:lang w:val="tt-RU"/>
        </w:rPr>
        <w:t>аи фаъолияти он</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о, вазъи молияв</w:t>
      </w:r>
      <w:r w:rsidRPr="00784F69">
        <w:rPr>
          <w:rFonts w:ascii="Palatino Linotype" w:eastAsia="MS Mincho" w:hAnsi="Palatino Linotype" w:cs="MS Mincho"/>
          <w:color w:val="000000"/>
          <w:sz w:val="28"/>
          <w:szCs w:val="28"/>
          <w:lang w:val="tt-RU"/>
        </w:rPr>
        <w:t>ӣ</w:t>
      </w:r>
      <w:r w:rsidRPr="00784F69">
        <w:rPr>
          <w:rFonts w:ascii="Palatino Linotype" w:hAnsi="Palatino Linotype" w:cs="Times New Roman Tj"/>
          <w:color w:val="000000"/>
          <w:sz w:val="28"/>
          <w:szCs w:val="28"/>
          <w:lang w:val="tt-RU"/>
        </w:rPr>
        <w:t>, дурнамои инкишофи он</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о</w:t>
      </w:r>
      <w:r w:rsidRPr="00784F69">
        <w:rPr>
          <w:rFonts w:ascii="Palatino Linotype" w:hAnsi="Palatino Linotype"/>
          <w:color w:val="000000"/>
          <w:sz w:val="28"/>
          <w:szCs w:val="28"/>
          <w:lang w:val="tt-RU"/>
        </w:rPr>
        <w:t>;</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 xml:space="preserve">@163. </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t-RU"/>
        </w:rPr>
        <w:t>Пайнавишти ма</w:t>
      </w:r>
      <w:r w:rsidRPr="00784F69">
        <w:rPr>
          <w:rFonts w:ascii="Palatino Linotype" w:eastAsia="MS Mincho" w:hAnsi="Palatino Linotype" w:cs="MS Mincho"/>
          <w:b/>
          <w:color w:val="000000"/>
          <w:sz w:val="28"/>
          <w:szCs w:val="28"/>
          <w:lang w:val="tt-RU"/>
        </w:rPr>
        <w:t>ҷ</w:t>
      </w:r>
      <w:r w:rsidRPr="00784F69">
        <w:rPr>
          <w:rFonts w:ascii="Palatino Linotype" w:hAnsi="Palatino Linotype" w:cs="Times New Roman Tj"/>
          <w:b/>
          <w:color w:val="000000"/>
          <w:sz w:val="28"/>
          <w:szCs w:val="28"/>
          <w:lang w:val="tt-RU"/>
        </w:rPr>
        <w:t>лиси муассисон чиро бояд дар бар гирад</w:t>
      </w:r>
      <w:r w:rsidRPr="00784F69">
        <w:rPr>
          <w:rFonts w:ascii="Palatino Linotype" w:hAnsi="Palatino Linotype"/>
          <w:b/>
          <w:color w:val="000000"/>
          <w:sz w:val="28"/>
          <w:szCs w:val="28"/>
          <w:lang w:val="tg-Cyrl-TJ"/>
        </w:rPr>
        <w:t>?</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$A) </w:t>
      </w:r>
      <w:r w:rsidRPr="00784F69">
        <w:rPr>
          <w:rFonts w:ascii="Palatino Linotype" w:hAnsi="Palatino Linotype"/>
          <w:color w:val="000000"/>
          <w:sz w:val="28"/>
          <w:szCs w:val="28"/>
          <w:lang w:val="tt-RU"/>
        </w:rPr>
        <w:t>Пайнавишти ма</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 xml:space="preserve">лиси муассисон, </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арорро дар бораи таъсиси бонк, тасди</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и номи он, интихоби ш</w:t>
      </w:r>
      <w:r w:rsidRPr="00784F69">
        <w:rPr>
          <w:rFonts w:ascii="Palatino Linotype" w:eastAsia="MS Mincho" w:hAnsi="Palatino Linotype" w:cs="MS Mincho"/>
          <w:color w:val="000000"/>
          <w:sz w:val="28"/>
          <w:szCs w:val="28"/>
          <w:lang w:val="tt-RU"/>
        </w:rPr>
        <w:t>ӯ</w:t>
      </w:r>
      <w:r w:rsidRPr="00784F69">
        <w:rPr>
          <w:rFonts w:ascii="Palatino Linotype" w:hAnsi="Palatino Linotype" w:cs="Times New Roman Tj"/>
          <w:color w:val="000000"/>
          <w:sz w:val="28"/>
          <w:szCs w:val="28"/>
          <w:lang w:val="tt-RU"/>
        </w:rPr>
        <w:t>рои бонк, тасди</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и оиннома, тасди</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и</w:t>
      </w:r>
      <w:r w:rsidRPr="00784F69">
        <w:rPr>
          <w:rFonts w:ascii="Palatino Linotype" w:hAnsi="Palatino Linotype"/>
          <w:color w:val="000000"/>
          <w:sz w:val="28"/>
          <w:szCs w:val="28"/>
          <w:lang w:val="tt-RU"/>
        </w:rPr>
        <w:t xml:space="preserve"> номзадҳ</w:t>
      </w:r>
      <w:r w:rsidRPr="00784F69">
        <w:rPr>
          <w:rFonts w:ascii="Palatino Linotype" w:hAnsi="Palatino Linotype" w:cs="Times New Roman Tj"/>
          <w:color w:val="000000"/>
          <w:sz w:val="28"/>
          <w:szCs w:val="28"/>
          <w:lang w:val="tt-RU"/>
        </w:rPr>
        <w:t>о барои ба вазифа</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ои ро</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бар</w:t>
      </w:r>
      <w:r w:rsidRPr="00784F69">
        <w:rPr>
          <w:rFonts w:ascii="Palatino Linotype" w:eastAsia="MS Mincho" w:hAnsi="Palatino Linotype" w:cs="MS Mincho"/>
          <w:color w:val="000000"/>
          <w:sz w:val="28"/>
          <w:szCs w:val="28"/>
          <w:lang w:val="tt-RU"/>
        </w:rPr>
        <w:t>ӣ</w:t>
      </w:r>
      <w:r w:rsidRPr="00784F69">
        <w:rPr>
          <w:rFonts w:ascii="Palatino Linotype" w:hAnsi="Palatino Linotype" w:cs="Times New Roman Tj"/>
          <w:color w:val="000000"/>
          <w:sz w:val="28"/>
          <w:szCs w:val="28"/>
          <w:lang w:val="tt-RU"/>
        </w:rPr>
        <w:t xml:space="preserve"> (раиси бонк ва муовинони вай, сарму</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осиб ва муовинони вай) таъин намудан, тасди</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и дурнамои даромад, харо</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 xml:space="preserve">от ва фоидаи се соли аввали фаъолияти бонк (барои </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 xml:space="preserve">ар сол </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удогона) дар бар мегирад</w:t>
      </w:r>
      <w:r w:rsidRPr="00784F69">
        <w:rPr>
          <w:rFonts w:ascii="Palatino Linotype" w:hAnsi="Palatino Linotype"/>
          <w:color w:val="000000"/>
          <w:sz w:val="28"/>
          <w:szCs w:val="28"/>
          <w:lang w:val="tg-Cyrl-TJ"/>
        </w:rPr>
        <w:t>;</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$B) </w:t>
      </w:r>
      <w:r w:rsidRPr="00784F69">
        <w:rPr>
          <w:rFonts w:ascii="Palatino Linotype" w:hAnsi="Palatino Linotype"/>
          <w:color w:val="000000"/>
          <w:sz w:val="28"/>
          <w:szCs w:val="28"/>
          <w:lang w:val="tt-RU"/>
        </w:rPr>
        <w:t>Пайнавишти ма</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 xml:space="preserve">лиси муассисон, </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арор</w:t>
      </w:r>
      <w:r w:rsidRPr="00784F69">
        <w:rPr>
          <w:rFonts w:ascii="Palatino Linotype" w:hAnsi="Palatino Linotype"/>
          <w:color w:val="000000"/>
          <w:sz w:val="28"/>
          <w:szCs w:val="28"/>
          <w:lang w:val="tt-RU"/>
        </w:rPr>
        <w:t>ро дар бораи таъсиси бонкро дар бар мегирад</w:t>
      </w:r>
      <w:r w:rsidRPr="00784F69">
        <w:rPr>
          <w:rFonts w:ascii="Palatino Linotype" w:hAnsi="Palatino Linotype"/>
          <w:color w:val="000000"/>
          <w:sz w:val="28"/>
          <w:szCs w:val="28"/>
          <w:lang w:val="tg-Cyrl-TJ"/>
        </w:rPr>
        <w:t>;</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$C) </w:t>
      </w:r>
      <w:r w:rsidRPr="00784F69">
        <w:rPr>
          <w:rFonts w:ascii="Palatino Linotype" w:hAnsi="Palatino Linotype"/>
          <w:color w:val="000000"/>
          <w:sz w:val="28"/>
          <w:szCs w:val="28"/>
          <w:lang w:val="tt-RU"/>
        </w:rPr>
        <w:t>Ма</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 xml:space="preserve">лиси муассисон, </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арор</w:t>
      </w:r>
      <w:r w:rsidRPr="00784F69">
        <w:rPr>
          <w:rFonts w:ascii="Palatino Linotype" w:hAnsi="Palatino Linotype"/>
          <w:color w:val="000000"/>
          <w:sz w:val="28"/>
          <w:szCs w:val="28"/>
          <w:lang w:val="tt-RU"/>
        </w:rPr>
        <w:t>ро дар бораи таъсиси бонк, мегирад</w:t>
      </w:r>
      <w:r w:rsidRPr="00784F69">
        <w:rPr>
          <w:rFonts w:ascii="Palatino Linotype" w:hAnsi="Palatino Linotype"/>
          <w:color w:val="000000"/>
          <w:sz w:val="28"/>
          <w:szCs w:val="28"/>
          <w:lang w:val="tg-Cyrl-TJ"/>
        </w:rPr>
        <w:t>;</w:t>
      </w:r>
    </w:p>
    <w:p w:rsidR="00B65CA5" w:rsidRPr="00784F69" w:rsidRDefault="00B65CA5" w:rsidP="00C84BB2">
      <w:pPr>
        <w:spacing w:after="0" w:line="240" w:lineRule="auto"/>
        <w:jc w:val="both"/>
        <w:rPr>
          <w:rFonts w:ascii="Palatino Linotype" w:hAnsi="Palatino Linotype"/>
          <w:b/>
          <w:color w:val="000000"/>
          <w:sz w:val="28"/>
          <w:szCs w:val="28"/>
          <w:u w:val="single"/>
          <w:lang w:val="tg-Cyrl-TJ"/>
        </w:rPr>
      </w:pPr>
      <w:r w:rsidRPr="00784F69">
        <w:rPr>
          <w:rFonts w:ascii="Palatino Linotype" w:hAnsi="Palatino Linotype"/>
          <w:b/>
          <w:color w:val="000000"/>
          <w:sz w:val="28"/>
          <w:szCs w:val="28"/>
          <w:lang w:val="tg-Cyrl-TJ"/>
        </w:rPr>
        <w:t xml:space="preserve">$D) </w:t>
      </w:r>
      <w:r w:rsidRPr="00784F69">
        <w:rPr>
          <w:rFonts w:ascii="Palatino Linotype" w:hAnsi="Palatino Linotype"/>
          <w:color w:val="000000"/>
          <w:sz w:val="28"/>
          <w:szCs w:val="28"/>
          <w:lang w:val="tt-RU"/>
        </w:rPr>
        <w:t>Харо</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 xml:space="preserve">от ва фоидаи се соли аввали фаъолияти бонк (барои </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 xml:space="preserve">ар сол </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удогона) дар бар мегирад</w:t>
      </w:r>
      <w:r w:rsidRPr="00784F69">
        <w:rPr>
          <w:rFonts w:ascii="Palatino Linotype" w:hAnsi="Palatino Linotype"/>
          <w:color w:val="000000"/>
          <w:sz w:val="28"/>
          <w:szCs w:val="28"/>
          <w:lang w:val="tg-Cyrl-TJ"/>
        </w:rPr>
        <w:t>;</w:t>
      </w:r>
      <w:r w:rsidRPr="00784F69">
        <w:rPr>
          <w:rFonts w:ascii="Palatino Linotype" w:hAnsi="Palatino Linotype"/>
          <w:b/>
          <w:color w:val="000000"/>
          <w:sz w:val="28"/>
          <w:szCs w:val="28"/>
          <w:u w:val="single"/>
          <w:lang w:val="tg-Cyrl-TJ"/>
        </w:rPr>
        <w:t>;</w:t>
      </w:r>
    </w:p>
    <w:p w:rsidR="00B65CA5" w:rsidRPr="00784F69" w:rsidRDefault="00B65CA5" w:rsidP="00C84BB2">
      <w:pPr>
        <w:spacing w:after="0" w:line="240" w:lineRule="auto"/>
        <w:jc w:val="both"/>
        <w:rPr>
          <w:rFonts w:ascii="Palatino Linotype" w:hAnsi="Palatino Linotype"/>
          <w:b/>
          <w:color w:val="000000"/>
          <w:sz w:val="28"/>
          <w:szCs w:val="28"/>
          <w:u w:val="single"/>
          <w:lang w:val="tg-Cyrl-TJ"/>
        </w:rPr>
      </w:pPr>
      <w:r w:rsidRPr="00784F69">
        <w:rPr>
          <w:rFonts w:ascii="Palatino Linotype" w:hAnsi="Palatino Linotype"/>
          <w:b/>
          <w:color w:val="000000"/>
          <w:sz w:val="28"/>
          <w:szCs w:val="28"/>
          <w:lang w:val="tg-Cyrl-TJ"/>
        </w:rPr>
        <w:t xml:space="preserve">$E) </w:t>
      </w:r>
      <w:r w:rsidRPr="00784F69">
        <w:rPr>
          <w:rFonts w:ascii="Palatino Linotype" w:hAnsi="Palatino Linotype"/>
          <w:color w:val="000000"/>
          <w:sz w:val="28"/>
          <w:szCs w:val="28"/>
          <w:lang w:val="tg-Cyrl-TJ"/>
        </w:rPr>
        <w:t>тарзи ташкилотии муносибатҳои асъории як қатор бонкҳо, ки дар шартномаҳои байнидавлатӣ мустаҳкам шудаанд;</w:t>
      </w:r>
    </w:p>
    <w:p w:rsidR="00B65CA5" w:rsidRPr="00784F69" w:rsidRDefault="00B65CA5" w:rsidP="00C84BB2">
      <w:pPr>
        <w:pStyle w:val="NoSpacing"/>
        <w:jc w:val="both"/>
        <w:rPr>
          <w:rFonts w:ascii="Palatino Linotype" w:hAnsi="Palatino Linotype"/>
          <w:b/>
          <w:color w:val="000000"/>
          <w:sz w:val="28"/>
          <w:szCs w:val="28"/>
          <w:lang w:val="ru-RU"/>
        </w:rPr>
      </w:pPr>
      <w:r w:rsidRPr="00784F69">
        <w:rPr>
          <w:rFonts w:ascii="Palatino Linotype" w:hAnsi="Palatino Linotype"/>
          <w:b/>
          <w:color w:val="000000"/>
          <w:sz w:val="28"/>
          <w:szCs w:val="28"/>
          <w:lang w:val="ru-RU"/>
        </w:rPr>
        <w:t xml:space="preserve">@164. </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t-RU"/>
        </w:rPr>
        <w:t>Шартномаи таъсис</w:t>
      </w:r>
      <w:r w:rsidRPr="00784F69">
        <w:rPr>
          <w:rFonts w:ascii="Palatino Linotype" w:eastAsia="MS Mincho" w:hAnsi="Palatino Linotype" w:cs="MS Mincho"/>
          <w:b/>
          <w:color w:val="000000"/>
          <w:sz w:val="28"/>
          <w:szCs w:val="28"/>
          <w:lang w:val="tt-RU"/>
        </w:rPr>
        <w:t>ӣ</w:t>
      </w:r>
      <w:r w:rsidRPr="00784F69">
        <w:rPr>
          <w:rFonts w:ascii="Palatino Linotype" w:hAnsi="Palatino Linotype" w:cs="Times New Roman Tj"/>
          <w:b/>
          <w:color w:val="000000"/>
          <w:sz w:val="28"/>
          <w:szCs w:val="28"/>
          <w:lang w:val="tt-RU"/>
        </w:rPr>
        <w:t xml:space="preserve"> аз бонк, бояд чиро дар бар гирад</w:t>
      </w:r>
      <w:r w:rsidRPr="00784F69">
        <w:rPr>
          <w:rFonts w:ascii="Palatino Linotype" w:hAnsi="Palatino Linotype"/>
          <w:b/>
          <w:color w:val="000000"/>
          <w:sz w:val="28"/>
          <w:szCs w:val="28"/>
          <w:lang w:val="tg-Cyrl-TJ"/>
        </w:rPr>
        <w:t>?</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b/>
          <w:color w:val="000000"/>
          <w:sz w:val="28"/>
          <w:szCs w:val="28"/>
          <w:lang w:val="tg-Cyrl-TJ"/>
        </w:rPr>
        <w:t xml:space="preserve">$A) </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амаи</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авоб</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о дурустанд;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b/>
          <w:color w:val="000000"/>
          <w:sz w:val="28"/>
          <w:szCs w:val="28"/>
          <w:lang w:val="tt-RU"/>
        </w:rPr>
        <w:t xml:space="preserve">$B) </w:t>
      </w:r>
      <w:r w:rsidRPr="00784F69">
        <w:rPr>
          <w:rFonts w:ascii="Palatino Linotype" w:hAnsi="Palatino Linotype"/>
          <w:color w:val="000000"/>
          <w:sz w:val="28"/>
          <w:szCs w:val="28"/>
          <w:lang w:val="tt-RU"/>
        </w:rPr>
        <w:t>Мақ</w:t>
      </w:r>
      <w:r w:rsidRPr="00784F69">
        <w:rPr>
          <w:rFonts w:ascii="Palatino Linotype" w:hAnsi="Palatino Linotype" w:cs="Times New Roman Tj"/>
          <w:color w:val="000000"/>
          <w:sz w:val="28"/>
          <w:szCs w:val="28"/>
          <w:lang w:val="tt-RU"/>
        </w:rPr>
        <w:t>сади таъсис</w:t>
      </w:r>
      <w:r w:rsidRPr="00784F69">
        <w:rPr>
          <w:rFonts w:ascii="Palatino Linotype" w:hAnsi="Palatino Linotype"/>
          <w:color w:val="000000"/>
          <w:sz w:val="28"/>
          <w:szCs w:val="28"/>
          <w:lang w:val="tt-RU"/>
        </w:rPr>
        <w:t>диҳии бонк, андозаи сармояи оинномавии бонк, ҳ</w:t>
      </w:r>
      <w:r w:rsidRPr="00784F69">
        <w:rPr>
          <w:rFonts w:ascii="Palatino Linotype" w:hAnsi="Palatino Linotype" w:cs="Times New Roman Tj"/>
          <w:color w:val="000000"/>
          <w:sz w:val="28"/>
          <w:szCs w:val="28"/>
          <w:lang w:val="tt-RU"/>
        </w:rPr>
        <w:t xml:space="preserve">иссаи </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ар як муассис дар сармояи оинномавии бонк</w:t>
      </w:r>
      <w:r w:rsidRPr="00784F69">
        <w:rPr>
          <w:rFonts w:ascii="Palatino Linotype" w:hAnsi="Palatino Linotype"/>
          <w:color w:val="000000"/>
          <w:sz w:val="28"/>
          <w:szCs w:val="28"/>
          <w:lang w:val="tt-RU"/>
        </w:rPr>
        <w:t>;</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b/>
          <w:color w:val="000000"/>
          <w:sz w:val="28"/>
          <w:szCs w:val="28"/>
          <w:lang w:val="tt-RU"/>
        </w:rPr>
        <w:t xml:space="preserve">$C) </w:t>
      </w:r>
      <w:r w:rsidRPr="00784F69">
        <w:rPr>
          <w:rFonts w:ascii="Palatino Linotype" w:hAnsi="Palatino Linotype"/>
          <w:color w:val="000000"/>
          <w:sz w:val="28"/>
          <w:szCs w:val="28"/>
          <w:lang w:val="tt-RU"/>
        </w:rPr>
        <w:t>Шартҳ</w:t>
      </w:r>
      <w:r w:rsidRPr="00784F69">
        <w:rPr>
          <w:rFonts w:ascii="Palatino Linotype" w:hAnsi="Palatino Linotype" w:cs="Times New Roman Tj"/>
          <w:color w:val="000000"/>
          <w:sz w:val="28"/>
          <w:szCs w:val="28"/>
          <w:lang w:val="tt-RU"/>
        </w:rPr>
        <w:t>о ва тартиби байни иштирокдорон та</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 xml:space="preserve">сим намудани фоида ва </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уброни зарар, масъулият</w:t>
      </w:r>
      <w:r w:rsidRPr="00784F69">
        <w:rPr>
          <w:rFonts w:ascii="Palatino Linotype" w:hAnsi="Palatino Linotype"/>
          <w:color w:val="000000"/>
          <w:sz w:val="28"/>
          <w:szCs w:val="28"/>
          <w:lang w:val="tt-RU"/>
        </w:rPr>
        <w:t>и иштирокдорон барои риоя накардани вазифаҳ</w:t>
      </w:r>
      <w:r w:rsidRPr="00784F69">
        <w:rPr>
          <w:rFonts w:ascii="Palatino Linotype" w:hAnsi="Palatino Linotype" w:cs="Times New Roman Tj"/>
          <w:color w:val="000000"/>
          <w:sz w:val="28"/>
          <w:szCs w:val="28"/>
          <w:lang w:val="tt-RU"/>
        </w:rPr>
        <w:t xml:space="preserve">о оид ба </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исса</w:t>
      </w:r>
      <w:r w:rsidRPr="00784F69">
        <w:rPr>
          <w:rFonts w:ascii="Palatino Linotype" w:hAnsi="Palatino Linotype"/>
          <w:color w:val="000000"/>
          <w:sz w:val="28"/>
          <w:szCs w:val="28"/>
          <w:lang w:val="tt-RU"/>
        </w:rPr>
        <w:t>гузор</w:t>
      </w:r>
      <w:r w:rsidRPr="00784F69">
        <w:rPr>
          <w:rFonts w:ascii="Palatino Linotype" w:eastAsia="MS Mincho" w:hAnsi="Palatino Linotype" w:cs="MS Mincho"/>
          <w:color w:val="000000"/>
          <w:sz w:val="28"/>
          <w:szCs w:val="28"/>
          <w:lang w:val="tt-RU"/>
        </w:rPr>
        <w:t>ӣ</w:t>
      </w:r>
      <w:r w:rsidRPr="00784F69">
        <w:rPr>
          <w:rFonts w:ascii="Palatino Linotype" w:hAnsi="Palatino Linotype"/>
          <w:color w:val="000000"/>
          <w:sz w:val="28"/>
          <w:szCs w:val="28"/>
          <w:lang w:val="tt-RU"/>
        </w:rPr>
        <w:t>;</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b/>
          <w:color w:val="000000"/>
          <w:sz w:val="28"/>
          <w:szCs w:val="28"/>
          <w:lang w:val="tt-RU"/>
        </w:rPr>
        <w:t xml:space="preserve">$D) </w:t>
      </w:r>
      <w:r w:rsidRPr="00784F69">
        <w:rPr>
          <w:rFonts w:ascii="Palatino Linotype" w:hAnsi="Palatino Linotype"/>
          <w:color w:val="000000"/>
          <w:sz w:val="28"/>
          <w:szCs w:val="28"/>
          <w:lang w:val="tt-RU"/>
        </w:rPr>
        <w:t>Маълумот дар бораи ҳ</w:t>
      </w:r>
      <w:r w:rsidRPr="00784F69">
        <w:rPr>
          <w:rFonts w:ascii="Palatino Linotype" w:hAnsi="Palatino Linotype" w:cs="Times New Roman Tj"/>
          <w:color w:val="000000"/>
          <w:sz w:val="28"/>
          <w:szCs w:val="28"/>
          <w:lang w:val="tt-RU"/>
        </w:rPr>
        <w:t>айат ва сало</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ияти ма</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омоти идора</w:t>
      </w:r>
      <w:r w:rsidRPr="00784F69">
        <w:rPr>
          <w:rFonts w:ascii="Palatino Linotype" w:hAnsi="Palatino Linotype"/>
          <w:color w:val="000000"/>
          <w:sz w:val="28"/>
          <w:szCs w:val="28"/>
          <w:lang w:val="tt-RU"/>
        </w:rPr>
        <w:t xml:space="preserve">кунии бонк ва тартиби аз </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ониби он</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 xml:space="preserve">о </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 xml:space="preserve">абул намудани </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арор</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о;</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b/>
          <w:color w:val="000000"/>
          <w:sz w:val="28"/>
          <w:szCs w:val="28"/>
          <w:lang w:val="tt-RU"/>
        </w:rPr>
        <w:t xml:space="preserve">$E) </w:t>
      </w:r>
      <w:r w:rsidRPr="00784F69">
        <w:rPr>
          <w:rFonts w:ascii="Palatino Linotype" w:hAnsi="Palatino Linotype"/>
          <w:color w:val="000000"/>
          <w:sz w:val="28"/>
          <w:szCs w:val="28"/>
          <w:lang w:val="tg-Cyrl-TJ"/>
        </w:rPr>
        <w:t>Вазифаи муассисон дар масъалаи таъсиси бонк</w:t>
      </w:r>
      <w:r w:rsidRPr="00784F69">
        <w:rPr>
          <w:rFonts w:ascii="Palatino Linotype" w:hAnsi="Palatino Linotype"/>
          <w:color w:val="000000"/>
          <w:sz w:val="28"/>
          <w:szCs w:val="28"/>
          <w:lang w:val="tt-RU"/>
        </w:rPr>
        <w:t xml:space="preserve">, </w:t>
      </w:r>
      <w:r w:rsidRPr="00784F69">
        <w:rPr>
          <w:rFonts w:ascii="Palatino Linotype" w:hAnsi="Palatino Linotype"/>
          <w:color w:val="000000"/>
          <w:sz w:val="28"/>
          <w:szCs w:val="28"/>
          <w:lang w:val="tg-Cyrl-TJ"/>
        </w:rPr>
        <w:t>тартиби фаъолияти муштарак доир ба таъсиси он, нишондод</w:t>
      </w:r>
      <w:r w:rsidRPr="00784F69">
        <w:rPr>
          <w:rFonts w:ascii="Palatino Linotype" w:hAnsi="Palatino Linotype"/>
          <w:color w:val="000000"/>
          <w:sz w:val="28"/>
          <w:szCs w:val="28"/>
          <w:lang w:val="tt-RU"/>
        </w:rPr>
        <w:t>доир ба</w:t>
      </w:r>
      <w:r w:rsidRPr="00784F69">
        <w:rPr>
          <w:rFonts w:ascii="Palatino Linotype" w:hAnsi="Palatino Linotype"/>
          <w:color w:val="000000"/>
          <w:sz w:val="28"/>
          <w:szCs w:val="28"/>
          <w:lang w:val="tg-Cyrl-TJ"/>
        </w:rPr>
        <w:t xml:space="preserve"> шакли ташкиливу ҳ</w:t>
      </w:r>
      <w:r w:rsidRPr="00784F69">
        <w:rPr>
          <w:rFonts w:ascii="Palatino Linotype" w:hAnsi="Palatino Linotype" w:cs="Times New Roman Tj"/>
          <w:color w:val="000000"/>
          <w:sz w:val="28"/>
          <w:szCs w:val="28"/>
          <w:lang w:val="tg-Cyrl-TJ"/>
        </w:rPr>
        <w:t>у</w:t>
      </w:r>
      <w:r w:rsidRPr="00784F69">
        <w:rPr>
          <w:rFonts w:ascii="Palatino Linotype" w:hAnsi="Palatino Linotype"/>
          <w:color w:val="000000"/>
          <w:sz w:val="28"/>
          <w:szCs w:val="28"/>
          <w:lang w:val="tg-Cyrl-TJ"/>
        </w:rPr>
        <w:t>қ</w:t>
      </w:r>
      <w:r w:rsidRPr="00784F69">
        <w:rPr>
          <w:rFonts w:ascii="Palatino Linotype" w:hAnsi="Palatino Linotype" w:cs="Times New Roman Tj"/>
          <w:color w:val="000000"/>
          <w:sz w:val="28"/>
          <w:szCs w:val="28"/>
          <w:lang w:val="tg-Cyrl-TJ"/>
        </w:rPr>
        <w:t>у</w:t>
      </w:r>
      <w:r w:rsidRPr="00784F69">
        <w:rPr>
          <w:rFonts w:ascii="Palatino Linotype" w:hAnsi="Palatino Linotype"/>
          <w:color w:val="000000"/>
          <w:sz w:val="28"/>
          <w:szCs w:val="28"/>
          <w:lang w:val="tg-Cyrl-TJ"/>
        </w:rPr>
        <w:t>қ</w:t>
      </w:r>
      <w:r w:rsidRPr="00784F69">
        <w:rPr>
          <w:rFonts w:ascii="Palatino Linotype" w:hAnsi="Palatino Linotype" w:cs="Times New Roman Tj"/>
          <w:color w:val="000000"/>
          <w:sz w:val="28"/>
          <w:szCs w:val="28"/>
          <w:lang w:val="tg-Cyrl-TJ"/>
        </w:rPr>
        <w:t>ии бонк, шарт</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ои ба бонк с</w:t>
      </w:r>
      <w:r w:rsidRPr="00784F69">
        <w:rPr>
          <w:rFonts w:ascii="Palatino Linotype" w:hAnsi="Palatino Linotype"/>
          <w:color w:val="000000"/>
          <w:sz w:val="28"/>
          <w:szCs w:val="28"/>
          <w:lang w:val="tg-Cyrl-TJ"/>
        </w:rPr>
        <w:t>упоридани амволи худ ва иштирок дар фаъолияти он</w:t>
      </w:r>
      <w:r w:rsidRPr="00784F69">
        <w:rPr>
          <w:rFonts w:ascii="Palatino Linotype" w:hAnsi="Palatino Linotype"/>
          <w:color w:val="000000"/>
          <w:sz w:val="28"/>
          <w:szCs w:val="28"/>
          <w:lang w:val="tt-RU"/>
        </w:rPr>
        <w:t>;</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 xml:space="preserve">@165. </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Оинномаи бонк бояд чиро дар бар гирад?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b/>
          <w:color w:val="000000"/>
          <w:sz w:val="28"/>
          <w:szCs w:val="28"/>
          <w:lang w:val="tt-RU"/>
        </w:rPr>
        <w:t xml:space="preserve">$A) </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амаи</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авоб</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о дурустанд;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b/>
          <w:color w:val="000000"/>
          <w:sz w:val="28"/>
          <w:szCs w:val="28"/>
          <w:lang w:val="tt-RU"/>
        </w:rPr>
        <w:t xml:space="preserve">$B) </w:t>
      </w:r>
      <w:r w:rsidRPr="00784F69">
        <w:rPr>
          <w:rFonts w:ascii="Palatino Linotype" w:eastAsia="MS Mincho" w:hAnsi="Palatino Linotype" w:cs="MS Mincho"/>
          <w:color w:val="000000"/>
          <w:sz w:val="28"/>
          <w:szCs w:val="28"/>
          <w:lang w:val="tt-RU"/>
        </w:rPr>
        <w:t>Ҷ</w:t>
      </w:r>
      <w:r w:rsidRPr="00784F69">
        <w:rPr>
          <w:rFonts w:ascii="Palatino Linotype" w:hAnsi="Palatino Linotype"/>
          <w:color w:val="000000"/>
          <w:sz w:val="28"/>
          <w:szCs w:val="28"/>
          <w:lang w:val="tt-RU"/>
        </w:rPr>
        <w:t>ойи воқ</w:t>
      </w:r>
      <w:r w:rsidRPr="00784F69">
        <w:rPr>
          <w:rFonts w:ascii="Palatino Linotype" w:hAnsi="Palatino Linotype" w:cs="Times New Roman Tj"/>
          <w:color w:val="000000"/>
          <w:sz w:val="28"/>
          <w:szCs w:val="28"/>
          <w:lang w:val="tt-RU"/>
        </w:rPr>
        <w:t>еъгардии (нишонии почтавии) бонк</w:t>
      </w:r>
      <w:r w:rsidRPr="00784F69">
        <w:rPr>
          <w:rFonts w:ascii="Palatino Linotype" w:hAnsi="Palatino Linotype"/>
          <w:color w:val="000000"/>
          <w:sz w:val="28"/>
          <w:szCs w:val="28"/>
          <w:lang w:val="tt-RU"/>
        </w:rPr>
        <w:t>; феҳ</w:t>
      </w:r>
      <w:r w:rsidRPr="00784F69">
        <w:rPr>
          <w:rFonts w:ascii="Palatino Linotype" w:hAnsi="Palatino Linotype" w:cs="Times New Roman Tj"/>
          <w:color w:val="000000"/>
          <w:sz w:val="28"/>
          <w:szCs w:val="28"/>
          <w:lang w:val="tt-RU"/>
        </w:rPr>
        <w:t>ристи амалиёт ва муомилоти бонк</w:t>
      </w:r>
      <w:r w:rsidRPr="00784F69">
        <w:rPr>
          <w:rFonts w:ascii="Palatino Linotype" w:eastAsia="MS Mincho" w:hAnsi="Palatino Linotype" w:cs="MS Mincho"/>
          <w:color w:val="000000"/>
          <w:sz w:val="28"/>
          <w:szCs w:val="28"/>
          <w:lang w:val="tt-RU"/>
        </w:rPr>
        <w:t>ӣ</w:t>
      </w:r>
      <w:r w:rsidRPr="00784F69">
        <w:rPr>
          <w:rFonts w:ascii="Palatino Linotype" w:hAnsi="Palatino Linotype" w:cs="Times New Roman Tj"/>
          <w:color w:val="000000"/>
          <w:sz w:val="28"/>
          <w:szCs w:val="28"/>
          <w:lang w:val="tt-RU"/>
        </w:rPr>
        <w:t>, ки бонк мутоби</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 xml:space="preserve">и моддаи 2-и </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 xml:space="preserve">онуни </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ум</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урии То</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икистон «Дар бораи бонк</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о ва фаъолияти бонк</w:t>
      </w:r>
      <w:r w:rsidRPr="00784F69">
        <w:rPr>
          <w:rFonts w:ascii="Palatino Linotype" w:eastAsia="MS Mincho" w:hAnsi="Palatino Linotype" w:cs="MS Mincho"/>
          <w:color w:val="000000"/>
          <w:sz w:val="28"/>
          <w:szCs w:val="28"/>
          <w:lang w:val="tt-RU"/>
        </w:rPr>
        <w:t>ӣ</w:t>
      </w:r>
      <w:r w:rsidRPr="00784F69">
        <w:rPr>
          <w:rFonts w:ascii="Palatino Linotype" w:hAnsi="Palatino Linotype" w:cs="Times New Roman Tj"/>
          <w:color w:val="000000"/>
          <w:sz w:val="28"/>
          <w:szCs w:val="28"/>
          <w:lang w:val="tt-RU"/>
        </w:rPr>
        <w:t>» ан</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ом додан</w:t>
      </w:r>
      <w:r w:rsidRPr="00784F69">
        <w:rPr>
          <w:rFonts w:ascii="Palatino Linotype" w:eastAsia="MS Mincho" w:hAnsi="Palatino Linotype" w:cs="MS Mincho"/>
          <w:color w:val="000000"/>
          <w:sz w:val="28"/>
          <w:szCs w:val="28"/>
          <w:lang w:val="tt-RU"/>
        </w:rPr>
        <w:t>ӣ</w:t>
      </w:r>
      <w:r w:rsidRPr="00784F69">
        <w:rPr>
          <w:rFonts w:ascii="Palatino Linotype" w:hAnsi="Palatino Linotype" w:cs="Times New Roman Tj"/>
          <w:color w:val="000000"/>
          <w:sz w:val="28"/>
          <w:szCs w:val="28"/>
          <w:lang w:val="tt-RU"/>
        </w:rPr>
        <w:t xml:space="preserve"> аст</w:t>
      </w:r>
      <w:r w:rsidRPr="00784F69">
        <w:rPr>
          <w:rFonts w:ascii="Palatino Linotype" w:hAnsi="Palatino Linotype"/>
          <w:color w:val="000000"/>
          <w:sz w:val="28"/>
          <w:szCs w:val="28"/>
          <w:lang w:val="tt-RU"/>
        </w:rPr>
        <w:t>; маълумот дар бораи андозаи сармояи оинномав</w:t>
      </w:r>
      <w:r w:rsidRPr="00784F69">
        <w:rPr>
          <w:rFonts w:ascii="Palatino Linotype" w:eastAsia="MS Mincho" w:hAnsi="Palatino Linotype" w:cs="MS Mincho"/>
          <w:color w:val="000000"/>
          <w:sz w:val="28"/>
          <w:szCs w:val="28"/>
          <w:lang w:val="tt-RU"/>
        </w:rPr>
        <w:t>ӣ</w:t>
      </w:r>
      <w:r w:rsidRPr="00784F69">
        <w:rPr>
          <w:rFonts w:ascii="Palatino Linotype" w:hAnsi="Palatino Linotype" w:cs="Times New Roman Tj"/>
          <w:color w:val="000000"/>
          <w:sz w:val="28"/>
          <w:szCs w:val="28"/>
          <w:lang w:val="tt-RU"/>
        </w:rPr>
        <w:t xml:space="preserve"> ва андозаи фонди захирав</w:t>
      </w:r>
      <w:r w:rsidRPr="00784F69">
        <w:rPr>
          <w:rFonts w:ascii="Palatino Linotype" w:eastAsia="MS Mincho" w:hAnsi="Palatino Linotype" w:cs="MS Mincho"/>
          <w:color w:val="000000"/>
          <w:sz w:val="28"/>
          <w:szCs w:val="28"/>
          <w:lang w:val="tt-RU"/>
        </w:rPr>
        <w:t>ӣ</w:t>
      </w:r>
      <w:r w:rsidRPr="00784F69">
        <w:rPr>
          <w:rFonts w:ascii="Palatino Linotype" w:hAnsi="Palatino Linotype" w:cs="Times New Roman Tj"/>
          <w:color w:val="000000"/>
          <w:sz w:val="28"/>
          <w:szCs w:val="28"/>
          <w:lang w:val="tt-RU"/>
        </w:rPr>
        <w:t xml:space="preserve"> (бо фоиз нисбат ба сармояи оинномав</w:t>
      </w:r>
      <w:r w:rsidRPr="00784F69">
        <w:rPr>
          <w:rFonts w:ascii="Palatino Linotype" w:eastAsia="MS Mincho" w:hAnsi="Palatino Linotype" w:cs="MS Mincho"/>
          <w:color w:val="000000"/>
          <w:sz w:val="28"/>
          <w:szCs w:val="28"/>
          <w:lang w:val="tt-RU"/>
        </w:rPr>
        <w:t>ӣ</w:t>
      </w:r>
      <w:r w:rsidRPr="00784F69">
        <w:rPr>
          <w:rFonts w:ascii="Palatino Linotype" w:hAnsi="Palatino Linotype" w:cs="Times New Roman Tj"/>
          <w:color w:val="000000"/>
          <w:sz w:val="28"/>
          <w:szCs w:val="28"/>
          <w:lang w:val="tt-RU"/>
        </w:rPr>
        <w:t>);</w:t>
      </w:r>
      <w:r w:rsidRPr="00784F69">
        <w:rPr>
          <w:rFonts w:ascii="Palatino Linotype" w:hAnsi="Palatino Linotype"/>
          <w:color w:val="000000"/>
          <w:sz w:val="28"/>
          <w:szCs w:val="28"/>
          <w:lang w:val="tt-RU"/>
        </w:rPr>
        <w:t>тақ</w:t>
      </w:r>
      <w:r w:rsidRPr="00784F69">
        <w:rPr>
          <w:rFonts w:ascii="Palatino Linotype" w:hAnsi="Palatino Linotype" w:cs="Times New Roman Tj"/>
          <w:color w:val="000000"/>
          <w:sz w:val="28"/>
          <w:szCs w:val="28"/>
          <w:lang w:val="tt-RU"/>
        </w:rPr>
        <w:t>сими фоидаи бонк;</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b/>
          <w:color w:val="000000"/>
          <w:sz w:val="28"/>
          <w:szCs w:val="28"/>
          <w:lang w:val="tt-RU"/>
        </w:rPr>
        <w:t xml:space="preserve">$C) </w:t>
      </w:r>
      <w:r w:rsidRPr="00784F69">
        <w:rPr>
          <w:rFonts w:ascii="Palatino Linotype" w:hAnsi="Palatino Linotype"/>
          <w:color w:val="000000"/>
          <w:sz w:val="28"/>
          <w:szCs w:val="28"/>
          <w:lang w:val="tt-RU"/>
        </w:rPr>
        <w:t>Тартиби идораи фаъолияти бонк: ҳ</w:t>
      </w:r>
      <w:r w:rsidRPr="00784F69">
        <w:rPr>
          <w:rFonts w:ascii="Palatino Linotype" w:hAnsi="Palatino Linotype" w:cs="Times New Roman Tj"/>
          <w:color w:val="000000"/>
          <w:sz w:val="28"/>
          <w:szCs w:val="28"/>
          <w:lang w:val="tt-RU"/>
        </w:rPr>
        <w:t>айат ва сало</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ияти ма</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 xml:space="preserve">омоти идоракунии он, аз </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умла ма</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омоти и</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роия, тартиби ташкили он</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 xml:space="preserve">о ва аз </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ониб</w:t>
      </w:r>
      <w:r w:rsidRPr="00784F69">
        <w:rPr>
          <w:rFonts w:ascii="Palatino Linotype" w:hAnsi="Palatino Linotype"/>
          <w:color w:val="000000"/>
          <w:sz w:val="28"/>
          <w:szCs w:val="28"/>
          <w:lang w:val="tt-RU"/>
        </w:rPr>
        <w:t>и онҳ</w:t>
      </w:r>
      <w:r w:rsidRPr="00784F69">
        <w:rPr>
          <w:rFonts w:ascii="Palatino Linotype" w:hAnsi="Palatino Linotype" w:cs="Times New Roman Tj"/>
          <w:color w:val="000000"/>
          <w:sz w:val="28"/>
          <w:szCs w:val="28"/>
          <w:lang w:val="tt-RU"/>
        </w:rPr>
        <w:t xml:space="preserve">о </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 xml:space="preserve">абул гардидани </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арор</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 xml:space="preserve">о, аз </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умла доир ба масъала</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ое, ки аз р</w:t>
      </w:r>
      <w:r w:rsidRPr="00784F69">
        <w:rPr>
          <w:rFonts w:ascii="Palatino Linotype" w:eastAsia="MS Mincho" w:hAnsi="Palatino Linotype" w:cs="MS Mincho"/>
          <w:color w:val="000000"/>
          <w:sz w:val="28"/>
          <w:szCs w:val="28"/>
          <w:lang w:val="tt-RU"/>
        </w:rPr>
        <w:t>ӯ</w:t>
      </w:r>
      <w:r w:rsidRPr="00784F69">
        <w:rPr>
          <w:rFonts w:ascii="Palatino Linotype" w:hAnsi="Palatino Linotype" w:cs="Times New Roman Tj"/>
          <w:color w:val="000000"/>
          <w:sz w:val="28"/>
          <w:szCs w:val="28"/>
          <w:lang w:val="tt-RU"/>
        </w:rPr>
        <w:t>и он</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 xml:space="preserve">о якдилона ё бо аксарияти овози муайяншуда </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 xml:space="preserve">арор </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абул карда мешавад</w:t>
      </w:r>
      <w:r w:rsidRPr="00784F69">
        <w:rPr>
          <w:rFonts w:ascii="Palatino Linotype" w:hAnsi="Palatino Linotype"/>
          <w:color w:val="000000"/>
          <w:sz w:val="28"/>
          <w:szCs w:val="28"/>
          <w:lang w:val="tt-RU"/>
        </w:rPr>
        <w:t>; андозаи маблағ</w:t>
      </w:r>
      <w:r w:rsidRPr="00784F69">
        <w:rPr>
          <w:rFonts w:ascii="Palatino Linotype" w:hAnsi="Palatino Linotype" w:cs="Times New Roman Tj"/>
          <w:color w:val="000000"/>
          <w:sz w:val="28"/>
          <w:szCs w:val="28"/>
          <w:lang w:val="tt-RU"/>
        </w:rPr>
        <w:t>, ки дар ма</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 xml:space="preserve">лиси иштирокдорони бонк </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у</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у</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и як овозро меди</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b/>
          <w:color w:val="000000"/>
          <w:sz w:val="28"/>
          <w:szCs w:val="28"/>
          <w:lang w:val="tt-RU"/>
        </w:rPr>
        <w:t xml:space="preserve">$D) </w:t>
      </w:r>
      <w:r w:rsidRPr="00784F69">
        <w:rPr>
          <w:rFonts w:ascii="Palatino Linotype" w:hAnsi="Palatino Linotype"/>
          <w:color w:val="000000"/>
          <w:sz w:val="28"/>
          <w:szCs w:val="28"/>
          <w:lang w:val="tt-RU"/>
        </w:rPr>
        <w:t>Муқ</w:t>
      </w:r>
      <w:r w:rsidRPr="00784F69">
        <w:rPr>
          <w:rFonts w:ascii="Palatino Linotype" w:hAnsi="Palatino Linotype" w:cs="Times New Roman Tj"/>
          <w:color w:val="000000"/>
          <w:sz w:val="28"/>
          <w:szCs w:val="28"/>
          <w:lang w:val="tt-RU"/>
        </w:rPr>
        <w:t xml:space="preserve">аррароти вобаста ба таъмини </w:t>
      </w:r>
      <w:r w:rsidRPr="00784F69">
        <w:rPr>
          <w:rFonts w:ascii="Palatino Linotype" w:hAnsi="Palatino Linotype"/>
          <w:color w:val="000000"/>
          <w:sz w:val="28"/>
          <w:szCs w:val="28"/>
          <w:lang w:val="tt-RU"/>
        </w:rPr>
        <w:t>баҳ</w:t>
      </w:r>
      <w:r w:rsidRPr="00784F69">
        <w:rPr>
          <w:rFonts w:ascii="Palatino Linotype" w:hAnsi="Palatino Linotype" w:cs="Times New Roman Tj"/>
          <w:color w:val="000000"/>
          <w:sz w:val="28"/>
          <w:szCs w:val="28"/>
          <w:lang w:val="tt-RU"/>
        </w:rPr>
        <w:t>исобгир</w:t>
      </w:r>
      <w:r w:rsidRPr="00784F69">
        <w:rPr>
          <w:rFonts w:ascii="Palatino Linotype" w:eastAsia="MS Mincho" w:hAnsi="Palatino Linotype" w:cs="MS Mincho"/>
          <w:color w:val="000000"/>
          <w:sz w:val="28"/>
          <w:szCs w:val="28"/>
          <w:lang w:val="tt-RU"/>
        </w:rPr>
        <w:t>ӣ</w:t>
      </w:r>
      <w:r w:rsidRPr="00784F69">
        <w:rPr>
          <w:rFonts w:ascii="Palatino Linotype" w:hAnsi="Palatino Linotype"/>
          <w:color w:val="000000"/>
          <w:sz w:val="28"/>
          <w:szCs w:val="28"/>
          <w:lang w:val="tt-RU"/>
        </w:rPr>
        <w:t xml:space="preserve"> ва беосеб нигоҳ</w:t>
      </w:r>
      <w:r w:rsidRPr="00784F69">
        <w:rPr>
          <w:rFonts w:ascii="Palatino Linotype" w:hAnsi="Palatino Linotype" w:cs="Times New Roman Tj"/>
          <w:color w:val="000000"/>
          <w:sz w:val="28"/>
          <w:szCs w:val="28"/>
          <w:lang w:val="tt-RU"/>
        </w:rPr>
        <w:t xml:space="preserve"> доштани </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у</w:t>
      </w:r>
      <w:r w:rsidRPr="00784F69">
        <w:rPr>
          <w:rFonts w:ascii="Palatino Linotype" w:eastAsia="MS Mincho" w:hAnsi="Palatino Linotype" w:cs="MS Mincho"/>
          <w:color w:val="000000"/>
          <w:sz w:val="28"/>
          <w:szCs w:val="28"/>
          <w:lang w:val="tt-RU"/>
        </w:rPr>
        <w:t>ҷҷ</w:t>
      </w:r>
      <w:r w:rsidRPr="00784F69">
        <w:rPr>
          <w:rFonts w:ascii="Palatino Linotype" w:hAnsi="Palatino Linotype" w:cs="Times New Roman Tj"/>
          <w:color w:val="000000"/>
          <w:sz w:val="28"/>
          <w:szCs w:val="28"/>
          <w:lang w:val="tt-RU"/>
        </w:rPr>
        <w:t>ат</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 xml:space="preserve">о, </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 xml:space="preserve">амчунин дар </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олати аз нав ташкил намудан ё бар</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ам додани бонк ба тартиби му</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аррарнамудаи Бойгонии давлат</w:t>
      </w:r>
      <w:r w:rsidRPr="00784F69">
        <w:rPr>
          <w:rFonts w:ascii="Palatino Linotype" w:eastAsia="MS Mincho" w:hAnsi="Palatino Linotype" w:cs="MS Mincho"/>
          <w:color w:val="000000"/>
          <w:sz w:val="28"/>
          <w:szCs w:val="28"/>
          <w:lang w:val="tt-RU"/>
        </w:rPr>
        <w:t>ӣ</w:t>
      </w:r>
      <w:r w:rsidRPr="00784F69">
        <w:rPr>
          <w:rFonts w:ascii="Palatino Linotype" w:hAnsi="Palatino Linotype" w:cs="Times New Roman Tj"/>
          <w:color w:val="000000"/>
          <w:sz w:val="28"/>
          <w:szCs w:val="28"/>
          <w:lang w:val="tt-RU"/>
        </w:rPr>
        <w:t>, сарива</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т ба ниго</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дории давлат</w:t>
      </w:r>
      <w:r w:rsidRPr="00784F69">
        <w:rPr>
          <w:rFonts w:ascii="Palatino Linotype" w:eastAsia="MS Mincho" w:hAnsi="Palatino Linotype" w:cs="MS Mincho"/>
          <w:color w:val="000000"/>
          <w:sz w:val="28"/>
          <w:szCs w:val="28"/>
          <w:lang w:val="tt-RU"/>
        </w:rPr>
        <w:t>ӣ</w:t>
      </w:r>
      <w:r w:rsidRPr="00784F69">
        <w:rPr>
          <w:rFonts w:ascii="Palatino Linotype" w:hAnsi="Palatino Linotype" w:cs="Times New Roman Tj"/>
          <w:color w:val="000000"/>
          <w:sz w:val="28"/>
          <w:szCs w:val="28"/>
          <w:lang w:val="tt-RU"/>
        </w:rPr>
        <w:t xml:space="preserve"> супоридани он</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о</w:t>
      </w:r>
      <w:r w:rsidRPr="00784F69">
        <w:rPr>
          <w:rFonts w:ascii="Palatino Linotype" w:hAnsi="Palatino Linotype"/>
          <w:color w:val="000000"/>
          <w:sz w:val="28"/>
          <w:szCs w:val="28"/>
          <w:lang w:val="tt-RU"/>
        </w:rPr>
        <w:t>; назорат аз р</w:t>
      </w:r>
      <w:r w:rsidRPr="00784F69">
        <w:rPr>
          <w:rFonts w:ascii="Palatino Linotype" w:eastAsia="MS Mincho" w:hAnsi="Palatino Linotype" w:cs="MS Mincho"/>
          <w:color w:val="000000"/>
          <w:sz w:val="28"/>
          <w:szCs w:val="28"/>
          <w:lang w:val="tt-RU"/>
        </w:rPr>
        <w:t>ӯ</w:t>
      </w:r>
      <w:r w:rsidRPr="00784F69">
        <w:rPr>
          <w:rFonts w:ascii="Palatino Linotype" w:hAnsi="Palatino Linotype" w:cs="Times New Roman Tj"/>
          <w:color w:val="000000"/>
          <w:sz w:val="28"/>
          <w:szCs w:val="28"/>
          <w:lang w:val="tt-RU"/>
        </w:rPr>
        <w:t>и фаъолияти молиявию хо</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агидории бонк</w:t>
      </w:r>
      <w:r w:rsidRPr="00784F69">
        <w:rPr>
          <w:rFonts w:ascii="Palatino Linotype" w:hAnsi="Palatino Linotype"/>
          <w:color w:val="000000"/>
          <w:sz w:val="28"/>
          <w:szCs w:val="28"/>
          <w:lang w:val="tt-RU"/>
        </w:rPr>
        <w:t>; тартиби барҳ</w:t>
      </w:r>
      <w:r w:rsidRPr="00784F69">
        <w:rPr>
          <w:rFonts w:ascii="Palatino Linotype" w:hAnsi="Palatino Linotype" w:cs="Times New Roman Tj"/>
          <w:color w:val="000000"/>
          <w:sz w:val="28"/>
          <w:szCs w:val="28"/>
          <w:lang w:val="tt-RU"/>
        </w:rPr>
        <w:t>ам додан ва аз нав ташкил намудани бонк</w:t>
      </w:r>
      <w:r w:rsidRPr="00784F69">
        <w:rPr>
          <w:rFonts w:ascii="Palatino Linotype" w:hAnsi="Palatino Linotype"/>
          <w:color w:val="000000"/>
          <w:sz w:val="28"/>
          <w:szCs w:val="28"/>
          <w:lang w:val="tt-RU"/>
        </w:rPr>
        <w:t>; муқ</w:t>
      </w:r>
      <w:r w:rsidRPr="00784F69">
        <w:rPr>
          <w:rFonts w:ascii="Palatino Linotype" w:hAnsi="Palatino Linotype" w:cs="Times New Roman Tj"/>
          <w:color w:val="000000"/>
          <w:sz w:val="28"/>
          <w:szCs w:val="28"/>
          <w:lang w:val="tt-RU"/>
        </w:rPr>
        <w:t xml:space="preserve">аррароти дигаре, ки хилофи </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 xml:space="preserve">онунгузории </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ор</w:t>
      </w:r>
      <w:r w:rsidRPr="00784F69">
        <w:rPr>
          <w:rFonts w:ascii="Palatino Linotype" w:eastAsia="MS Mincho" w:hAnsi="Palatino Linotype" w:cs="MS Mincho"/>
          <w:color w:val="000000"/>
          <w:sz w:val="28"/>
          <w:szCs w:val="28"/>
          <w:lang w:val="tt-RU"/>
        </w:rPr>
        <w:t>ӣ</w:t>
      </w:r>
      <w:r w:rsidRPr="00784F69">
        <w:rPr>
          <w:rFonts w:ascii="Palatino Linotype" w:hAnsi="Palatino Linotype" w:cs="Times New Roman Tj"/>
          <w:color w:val="000000"/>
          <w:sz w:val="28"/>
          <w:szCs w:val="28"/>
          <w:lang w:val="tt-RU"/>
        </w:rPr>
        <w:t xml:space="preserve"> нестанд;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b/>
          <w:color w:val="000000"/>
          <w:sz w:val="28"/>
          <w:szCs w:val="28"/>
          <w:lang w:val="tt-RU"/>
        </w:rPr>
        <w:t xml:space="preserve">$E) </w:t>
      </w:r>
      <w:r w:rsidRPr="00784F69">
        <w:rPr>
          <w:rFonts w:ascii="Palatino Linotype" w:hAnsi="Palatino Linotype"/>
          <w:color w:val="000000"/>
          <w:sz w:val="28"/>
          <w:szCs w:val="28"/>
          <w:lang w:val="tt-RU"/>
        </w:rPr>
        <w:t>Номи пурраи фирмавии бонк, бо ишора ба шакли ташкилию ҳ</w:t>
      </w:r>
      <w:r w:rsidRPr="00784F69">
        <w:rPr>
          <w:rFonts w:ascii="Palatino Linotype" w:hAnsi="Palatino Linotype" w:cs="Times New Roman Tj"/>
          <w:color w:val="000000"/>
          <w:sz w:val="28"/>
          <w:szCs w:val="28"/>
          <w:lang w:val="tt-RU"/>
        </w:rPr>
        <w:t>у</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у</w:t>
      </w:r>
      <w:r w:rsidRPr="00784F69">
        <w:rPr>
          <w:rFonts w:ascii="Palatino Linotype" w:hAnsi="Palatino Linotype"/>
          <w:color w:val="000000"/>
          <w:sz w:val="28"/>
          <w:szCs w:val="28"/>
          <w:lang w:val="tt-RU"/>
        </w:rPr>
        <w:t>қ</w:t>
      </w:r>
      <w:r w:rsidRPr="00784F69">
        <w:rPr>
          <w:rFonts w:ascii="Palatino Linotype" w:eastAsia="MS Mincho" w:hAnsi="Palatino Linotype" w:cs="MS Mincho"/>
          <w:color w:val="000000"/>
          <w:sz w:val="28"/>
          <w:szCs w:val="28"/>
          <w:lang w:val="tt-RU"/>
        </w:rPr>
        <w:t>ӣ</w:t>
      </w:r>
      <w:r w:rsidRPr="00784F69">
        <w:rPr>
          <w:rFonts w:ascii="Palatino Linotype" w:hAnsi="Palatino Linotype" w:cs="Times New Roman Tj"/>
          <w:color w:val="000000"/>
          <w:sz w:val="28"/>
          <w:szCs w:val="28"/>
          <w:lang w:val="tt-RU"/>
        </w:rPr>
        <w:t xml:space="preserve"> ва номи к</w:t>
      </w:r>
      <w:r w:rsidRPr="00784F69">
        <w:rPr>
          <w:rFonts w:ascii="Palatino Linotype" w:eastAsia="MS Mincho" w:hAnsi="Palatino Linotype" w:cs="MS Mincho"/>
          <w:color w:val="000000"/>
          <w:sz w:val="28"/>
          <w:szCs w:val="28"/>
          <w:lang w:val="tt-RU"/>
        </w:rPr>
        <w:t>ӯ</w:t>
      </w:r>
      <w:r w:rsidRPr="00784F69">
        <w:rPr>
          <w:rFonts w:ascii="Palatino Linotype" w:hAnsi="Palatino Linotype" w:cs="Times New Roman Tj"/>
          <w:color w:val="000000"/>
          <w:sz w:val="28"/>
          <w:szCs w:val="28"/>
          <w:lang w:val="tt-RU"/>
        </w:rPr>
        <w:t>то</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кардашудаи он, барои истифода дар санад</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ои пардохт бо забон</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ои давлат</w:t>
      </w:r>
      <w:r w:rsidRPr="00784F69">
        <w:rPr>
          <w:rFonts w:ascii="Palatino Linotype" w:eastAsia="MS Mincho" w:hAnsi="Palatino Linotype" w:cs="MS Mincho"/>
          <w:color w:val="000000"/>
          <w:sz w:val="28"/>
          <w:szCs w:val="28"/>
          <w:lang w:val="tt-RU"/>
        </w:rPr>
        <w:t>ӣ</w:t>
      </w:r>
      <w:r w:rsidRPr="00784F69">
        <w:rPr>
          <w:rFonts w:ascii="Palatino Linotype" w:hAnsi="Palatino Linotype" w:cs="Times New Roman Tj"/>
          <w:color w:val="000000"/>
          <w:sz w:val="28"/>
          <w:szCs w:val="28"/>
          <w:lang w:val="tt-RU"/>
        </w:rPr>
        <w:t xml:space="preserve"> ва хори</w:t>
      </w:r>
      <w:r w:rsidRPr="00784F69">
        <w:rPr>
          <w:rFonts w:ascii="Palatino Linotype" w:eastAsia="MS Mincho" w:hAnsi="Palatino Linotype" w:cs="MS Mincho"/>
          <w:color w:val="000000"/>
          <w:sz w:val="28"/>
          <w:szCs w:val="28"/>
          <w:lang w:val="tt-RU"/>
        </w:rPr>
        <w:t>ҷӣ</w:t>
      </w:r>
      <w:r w:rsidRPr="00784F69">
        <w:rPr>
          <w:rFonts w:ascii="Palatino Linotype" w:hAnsi="Palatino Linotype" w:cs="Times New Roman Tj"/>
          <w:color w:val="000000"/>
          <w:sz w:val="28"/>
          <w:szCs w:val="28"/>
          <w:lang w:val="tt-RU"/>
        </w:rPr>
        <w:t>. Номи фирмав</w:t>
      </w:r>
      <w:r w:rsidRPr="00784F69">
        <w:rPr>
          <w:rFonts w:ascii="Palatino Linotype" w:eastAsia="MS Mincho" w:hAnsi="Palatino Linotype" w:cs="MS Mincho"/>
          <w:color w:val="000000"/>
          <w:sz w:val="28"/>
          <w:szCs w:val="28"/>
          <w:lang w:val="tt-RU"/>
        </w:rPr>
        <w:t>ӣ</w:t>
      </w:r>
      <w:r w:rsidRPr="00784F69">
        <w:rPr>
          <w:rFonts w:ascii="Palatino Linotype" w:hAnsi="Palatino Linotype" w:cs="Times New Roman Tj"/>
          <w:color w:val="000000"/>
          <w:sz w:val="28"/>
          <w:szCs w:val="28"/>
          <w:lang w:val="tt-RU"/>
        </w:rPr>
        <w:t xml:space="preserve"> дар таркибаш калимаи «бонк» дорад. Ном</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ои пурра ва к</w:t>
      </w:r>
      <w:r w:rsidRPr="00784F69">
        <w:rPr>
          <w:rFonts w:ascii="Palatino Linotype" w:eastAsia="MS Mincho" w:hAnsi="Palatino Linotype" w:cs="MS Mincho"/>
          <w:color w:val="000000"/>
          <w:sz w:val="28"/>
          <w:szCs w:val="28"/>
          <w:lang w:val="tt-RU"/>
        </w:rPr>
        <w:t>ӯ</w:t>
      </w:r>
      <w:r w:rsidRPr="00784F69">
        <w:rPr>
          <w:rFonts w:ascii="Palatino Linotype" w:hAnsi="Palatino Linotype" w:cs="Times New Roman Tj"/>
          <w:color w:val="000000"/>
          <w:sz w:val="28"/>
          <w:szCs w:val="28"/>
          <w:lang w:val="tt-RU"/>
        </w:rPr>
        <w:t>то</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кардашуда бояд дар вара</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аи</w:t>
      </w:r>
      <w:r w:rsidRPr="00784F69">
        <w:rPr>
          <w:rFonts w:ascii="Palatino Linotype" w:hAnsi="Palatino Linotype"/>
          <w:color w:val="000000"/>
          <w:sz w:val="28"/>
          <w:szCs w:val="28"/>
          <w:lang w:val="tt-RU"/>
        </w:rPr>
        <w:t xml:space="preserve"> унвони оиннома ва м</w:t>
      </w:r>
      <w:r w:rsidRPr="00784F69">
        <w:rPr>
          <w:rFonts w:ascii="Palatino Linotype" w:eastAsia="MS Mincho" w:hAnsi="Palatino Linotype" w:cs="MS Mincho"/>
          <w:color w:val="000000"/>
          <w:sz w:val="28"/>
          <w:szCs w:val="28"/>
          <w:lang w:val="tt-RU"/>
        </w:rPr>
        <w:t>ӯҳ</w:t>
      </w:r>
      <w:r w:rsidRPr="00784F69">
        <w:rPr>
          <w:rFonts w:ascii="Palatino Linotype" w:hAnsi="Palatino Linotype" w:cs="Times New Roman Tj"/>
          <w:color w:val="000000"/>
          <w:sz w:val="28"/>
          <w:szCs w:val="28"/>
          <w:lang w:val="tt-RU"/>
        </w:rPr>
        <w:t>ри бонк инъикос гарданд;</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 xml:space="preserve">@166. </w:t>
      </w:r>
    </w:p>
    <w:p w:rsidR="00B65CA5" w:rsidRPr="00784F69" w:rsidRDefault="00B65CA5" w:rsidP="00C84BB2">
      <w:pPr>
        <w:spacing w:after="0" w:line="240" w:lineRule="auto"/>
        <w:jc w:val="both"/>
        <w:rPr>
          <w:rFonts w:ascii="Palatino Linotype" w:hAnsi="Palatino Linotype"/>
          <w:b/>
          <w:color w:val="000000"/>
          <w:sz w:val="28"/>
          <w:szCs w:val="28"/>
          <w:lang w:val="tt-RU"/>
        </w:rPr>
      </w:pPr>
      <w:r w:rsidRPr="00784F69">
        <w:rPr>
          <w:rFonts w:ascii="Palatino Linotype" w:hAnsi="Palatino Linotype"/>
          <w:b/>
          <w:color w:val="000000"/>
          <w:sz w:val="28"/>
          <w:szCs w:val="28"/>
          <w:lang w:val="tt-RU"/>
        </w:rPr>
        <w:t xml:space="preserve">Оинномаи бонке, ки дар шакли </w:t>
      </w:r>
      <w:r w:rsidRPr="00784F69">
        <w:rPr>
          <w:rFonts w:ascii="Palatino Linotype" w:eastAsia="MS Mincho" w:hAnsi="Palatino Linotype" w:cs="MS Mincho"/>
          <w:b/>
          <w:color w:val="000000"/>
          <w:sz w:val="28"/>
          <w:szCs w:val="28"/>
          <w:lang w:val="tt-RU"/>
        </w:rPr>
        <w:t>ҷ</w:t>
      </w:r>
      <w:r w:rsidRPr="00784F69">
        <w:rPr>
          <w:rFonts w:ascii="Palatino Linotype" w:hAnsi="Palatino Linotype" w:cs="Times New Roman Tj"/>
          <w:b/>
          <w:color w:val="000000"/>
          <w:sz w:val="28"/>
          <w:szCs w:val="28"/>
          <w:lang w:val="tt-RU"/>
        </w:rPr>
        <w:t>амъияти са</w:t>
      </w:r>
      <w:r w:rsidRPr="00784F69">
        <w:rPr>
          <w:rFonts w:ascii="Palatino Linotype" w:hAnsi="Palatino Linotype"/>
          <w:b/>
          <w:color w:val="000000"/>
          <w:sz w:val="28"/>
          <w:szCs w:val="28"/>
          <w:lang w:val="tt-RU"/>
        </w:rPr>
        <w:t>ҳ</w:t>
      </w:r>
      <w:r w:rsidRPr="00784F69">
        <w:rPr>
          <w:rFonts w:ascii="Palatino Linotype" w:hAnsi="Palatino Linotype" w:cs="Times New Roman Tj"/>
          <w:b/>
          <w:color w:val="000000"/>
          <w:sz w:val="28"/>
          <w:szCs w:val="28"/>
          <w:lang w:val="tt-RU"/>
        </w:rPr>
        <w:t>ом</w:t>
      </w:r>
      <w:r w:rsidRPr="00784F69">
        <w:rPr>
          <w:rFonts w:ascii="Palatino Linotype" w:eastAsia="MS Mincho" w:hAnsi="Palatino Linotype" w:cs="MS Mincho"/>
          <w:b/>
          <w:color w:val="000000"/>
          <w:sz w:val="28"/>
          <w:szCs w:val="28"/>
          <w:lang w:val="tt-RU"/>
        </w:rPr>
        <w:t>ӣ</w:t>
      </w:r>
      <w:r w:rsidRPr="00784F69">
        <w:rPr>
          <w:rFonts w:ascii="Palatino Linotype" w:hAnsi="Palatino Linotype" w:cs="Times New Roman Tj"/>
          <w:b/>
          <w:color w:val="000000"/>
          <w:sz w:val="28"/>
          <w:szCs w:val="28"/>
          <w:lang w:val="tt-RU"/>
        </w:rPr>
        <w:t xml:space="preserve"> ташкил карда мешавад, бояд маълумоти зеринро дар</w:t>
      </w:r>
      <w:r w:rsidRPr="00784F69">
        <w:rPr>
          <w:rFonts w:ascii="Palatino Linotype" w:hAnsi="Palatino Linotype"/>
          <w:b/>
          <w:color w:val="000000"/>
          <w:sz w:val="28"/>
          <w:szCs w:val="28"/>
          <w:lang w:val="tt-RU"/>
        </w:rPr>
        <w:t xml:space="preserve"> бар гирад?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b/>
          <w:color w:val="000000"/>
          <w:sz w:val="28"/>
          <w:szCs w:val="28"/>
          <w:lang w:val="tt-RU"/>
        </w:rPr>
        <w:t xml:space="preserve">$A) </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амаи</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авоб</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о дурустанд;</w:t>
      </w:r>
    </w:p>
    <w:p w:rsidR="00B65CA5" w:rsidRPr="00784F69" w:rsidRDefault="00B65CA5" w:rsidP="00C84BB2">
      <w:pPr>
        <w:spacing w:after="0" w:line="240" w:lineRule="auto"/>
        <w:rPr>
          <w:rFonts w:ascii="Palatino Linotype" w:hAnsi="Palatino Linotype"/>
          <w:color w:val="000000"/>
          <w:sz w:val="28"/>
          <w:szCs w:val="28"/>
          <w:lang w:val="tt-RU"/>
        </w:rPr>
      </w:pPr>
      <w:r w:rsidRPr="00784F69">
        <w:rPr>
          <w:rFonts w:ascii="Palatino Linotype" w:hAnsi="Palatino Linotype"/>
          <w:b/>
          <w:color w:val="000000"/>
          <w:sz w:val="28"/>
          <w:szCs w:val="28"/>
          <w:lang w:val="tt-RU"/>
        </w:rPr>
        <w:t xml:space="preserve">$B) </w:t>
      </w:r>
      <w:r w:rsidRPr="00784F69">
        <w:rPr>
          <w:rFonts w:ascii="Palatino Linotype" w:hAnsi="Palatino Linotype"/>
          <w:color w:val="000000"/>
          <w:sz w:val="28"/>
          <w:szCs w:val="28"/>
          <w:lang w:val="tt-RU"/>
        </w:rPr>
        <w:t>Миқ</w:t>
      </w:r>
      <w:r w:rsidRPr="00784F69">
        <w:rPr>
          <w:rFonts w:ascii="Palatino Linotype" w:hAnsi="Palatino Linotype" w:cs="Times New Roman Tj"/>
          <w:color w:val="000000"/>
          <w:sz w:val="28"/>
          <w:szCs w:val="28"/>
          <w:lang w:val="tt-RU"/>
        </w:rPr>
        <w:t>дор, арзиши исм</w:t>
      </w:r>
      <w:r w:rsidRPr="00784F69">
        <w:rPr>
          <w:rFonts w:ascii="Palatino Linotype" w:eastAsia="MS Mincho" w:hAnsi="Palatino Linotype" w:cs="MS Mincho"/>
          <w:color w:val="000000"/>
          <w:sz w:val="28"/>
          <w:szCs w:val="28"/>
          <w:lang w:val="tt-RU"/>
        </w:rPr>
        <w:t>ӣ</w:t>
      </w:r>
      <w:r w:rsidRPr="00784F69">
        <w:rPr>
          <w:rFonts w:ascii="Palatino Linotype" w:hAnsi="Palatino Linotype" w:cs="Times New Roman Tj"/>
          <w:color w:val="000000"/>
          <w:sz w:val="28"/>
          <w:szCs w:val="28"/>
          <w:lang w:val="tt-RU"/>
        </w:rPr>
        <w:t>, категория</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ои (му</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аррар</w:t>
      </w:r>
      <w:r w:rsidRPr="00784F69">
        <w:rPr>
          <w:rFonts w:ascii="Palatino Linotype" w:eastAsia="MS Mincho" w:hAnsi="Palatino Linotype" w:cs="MS Mincho"/>
          <w:color w:val="000000"/>
          <w:sz w:val="28"/>
          <w:szCs w:val="28"/>
          <w:lang w:val="tt-RU"/>
        </w:rPr>
        <w:t>ӣ</w:t>
      </w:r>
      <w:r w:rsidRPr="00784F69">
        <w:rPr>
          <w:rFonts w:ascii="Palatino Linotype" w:hAnsi="Palatino Linotype" w:cs="Times New Roman Tj"/>
          <w:color w:val="000000"/>
          <w:sz w:val="28"/>
          <w:szCs w:val="28"/>
          <w:lang w:val="tt-RU"/>
        </w:rPr>
        <w:t>, боном, имтиёзнок) са</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мия</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о ва навъ</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ои са</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мия</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 xml:space="preserve">ои имтиёздор, ки аз тарафи </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амъият па</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н карда мешаванд;</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$C) </w:t>
      </w:r>
      <w:r w:rsidRPr="00784F69">
        <w:rPr>
          <w:rFonts w:ascii="Palatino Linotype" w:hAnsi="Palatino Linotype"/>
          <w:color w:val="000000"/>
          <w:sz w:val="28"/>
          <w:szCs w:val="28"/>
        </w:rPr>
        <w:t>Ҳуқ</w:t>
      </w:r>
      <w:r w:rsidRPr="00784F69">
        <w:rPr>
          <w:rFonts w:ascii="Palatino Linotype" w:hAnsi="Palatino Linotype" w:cs="Times New Roman Tj"/>
          <w:color w:val="000000"/>
          <w:sz w:val="28"/>
          <w:szCs w:val="28"/>
        </w:rPr>
        <w:t>у</w:t>
      </w:r>
      <w:r w:rsidRPr="00784F69">
        <w:rPr>
          <w:rFonts w:ascii="Palatino Linotype" w:hAnsi="Palatino Linotype"/>
          <w:color w:val="000000"/>
          <w:sz w:val="28"/>
          <w:szCs w:val="28"/>
        </w:rPr>
        <w:t>қ</w:t>
      </w:r>
      <w:r w:rsidRPr="00784F69">
        <w:rPr>
          <w:rFonts w:ascii="Palatino Linotype" w:hAnsi="Palatino Linotype" w:cs="Times New Roman Tj"/>
          <w:color w:val="000000"/>
          <w:sz w:val="28"/>
          <w:szCs w:val="28"/>
        </w:rPr>
        <w:t>и са</w:t>
      </w:r>
      <w:r w:rsidRPr="00784F69">
        <w:rPr>
          <w:rFonts w:ascii="Palatino Linotype" w:hAnsi="Palatino Linotype"/>
          <w:color w:val="000000"/>
          <w:sz w:val="28"/>
          <w:szCs w:val="28"/>
        </w:rPr>
        <w:t>ҳ</w:t>
      </w:r>
      <w:r w:rsidRPr="00784F69">
        <w:rPr>
          <w:rFonts w:ascii="Palatino Linotype" w:hAnsi="Palatino Linotype" w:cs="Times New Roman Tj"/>
          <w:color w:val="000000"/>
          <w:sz w:val="28"/>
          <w:szCs w:val="28"/>
        </w:rPr>
        <w:t>мдорон - со</w:t>
      </w:r>
      <w:r w:rsidRPr="00784F69">
        <w:rPr>
          <w:rFonts w:ascii="Palatino Linotype" w:hAnsi="Palatino Linotype"/>
          <w:color w:val="000000"/>
          <w:sz w:val="28"/>
          <w:szCs w:val="28"/>
        </w:rPr>
        <w:t>ҳ</w:t>
      </w:r>
      <w:r w:rsidRPr="00784F69">
        <w:rPr>
          <w:rFonts w:ascii="Palatino Linotype" w:hAnsi="Palatino Linotype" w:cs="Times New Roman Tj"/>
          <w:color w:val="000000"/>
          <w:sz w:val="28"/>
          <w:szCs w:val="28"/>
        </w:rPr>
        <w:t>ибони са</w:t>
      </w:r>
      <w:r w:rsidRPr="00784F69">
        <w:rPr>
          <w:rFonts w:ascii="Palatino Linotype" w:hAnsi="Palatino Linotype"/>
          <w:color w:val="000000"/>
          <w:sz w:val="28"/>
          <w:szCs w:val="28"/>
        </w:rPr>
        <w:t>ҳ</w:t>
      </w:r>
      <w:r w:rsidRPr="00784F69">
        <w:rPr>
          <w:rFonts w:ascii="Palatino Linotype" w:hAnsi="Palatino Linotype" w:cs="Times New Roman Tj"/>
          <w:color w:val="000000"/>
          <w:sz w:val="28"/>
          <w:szCs w:val="28"/>
        </w:rPr>
        <w:t>мия</w:t>
      </w:r>
      <w:r w:rsidRPr="00784F69">
        <w:rPr>
          <w:rFonts w:ascii="Palatino Linotype" w:hAnsi="Palatino Linotype"/>
          <w:color w:val="000000"/>
          <w:sz w:val="28"/>
          <w:szCs w:val="28"/>
        </w:rPr>
        <w:t>ҳ</w:t>
      </w:r>
      <w:r w:rsidRPr="00784F69">
        <w:rPr>
          <w:rFonts w:ascii="Palatino Linotype" w:hAnsi="Palatino Linotype" w:cs="Times New Roman Tj"/>
          <w:color w:val="000000"/>
          <w:sz w:val="28"/>
          <w:szCs w:val="28"/>
        </w:rPr>
        <w:t xml:space="preserve">ои </w:t>
      </w:r>
      <w:r w:rsidRPr="00784F69">
        <w:rPr>
          <w:rFonts w:ascii="Palatino Linotype" w:hAnsi="Palatino Linotype"/>
          <w:color w:val="000000"/>
          <w:sz w:val="28"/>
          <w:szCs w:val="28"/>
        </w:rPr>
        <w:t>ҳ</w:t>
      </w:r>
      <w:r w:rsidRPr="00784F69">
        <w:rPr>
          <w:rFonts w:ascii="Palatino Linotype" w:hAnsi="Palatino Linotype" w:cs="Times New Roman Tj"/>
          <w:color w:val="000000"/>
          <w:sz w:val="28"/>
          <w:szCs w:val="28"/>
        </w:rPr>
        <w:t>аркатегория (навъ);</w:t>
      </w:r>
    </w:p>
    <w:p w:rsidR="00B65CA5" w:rsidRPr="00784F69" w:rsidRDefault="00B65CA5" w:rsidP="00C84BB2">
      <w:pPr>
        <w:spacing w:after="0" w:line="240" w:lineRule="auto"/>
        <w:rPr>
          <w:rFonts w:ascii="Palatino Linotype" w:hAnsi="Palatino Linotype"/>
          <w:color w:val="000000"/>
          <w:sz w:val="28"/>
          <w:szCs w:val="28"/>
        </w:rPr>
      </w:pPr>
      <w:r w:rsidRPr="00784F69">
        <w:rPr>
          <w:rFonts w:ascii="Palatino Linotype" w:hAnsi="Palatino Linotype"/>
          <w:b/>
          <w:color w:val="000000"/>
          <w:sz w:val="28"/>
          <w:szCs w:val="28"/>
        </w:rPr>
        <w:t xml:space="preserve">$D) </w:t>
      </w:r>
      <w:r w:rsidRPr="00784F69">
        <w:rPr>
          <w:rFonts w:ascii="Palatino Linotype" w:hAnsi="Palatino Linotype"/>
          <w:color w:val="000000"/>
          <w:sz w:val="28"/>
          <w:szCs w:val="28"/>
        </w:rPr>
        <w:t>Муқ</w:t>
      </w:r>
      <w:r w:rsidRPr="00784F69">
        <w:rPr>
          <w:rFonts w:ascii="Palatino Linotype" w:hAnsi="Palatino Linotype" w:cs="Times New Roman Tj"/>
          <w:color w:val="000000"/>
          <w:sz w:val="28"/>
          <w:szCs w:val="28"/>
        </w:rPr>
        <w:t xml:space="preserve">аррароти дигаре, ки хилофи </w:t>
      </w:r>
      <w:r w:rsidRPr="00784F69">
        <w:rPr>
          <w:rFonts w:ascii="Palatino Linotype" w:hAnsi="Palatino Linotype"/>
          <w:color w:val="000000"/>
          <w:sz w:val="28"/>
          <w:szCs w:val="28"/>
        </w:rPr>
        <w:t>Қ</w:t>
      </w:r>
      <w:r w:rsidRPr="00784F69">
        <w:rPr>
          <w:rFonts w:ascii="Palatino Linotype" w:hAnsi="Palatino Linotype" w:cs="Times New Roman Tj"/>
          <w:color w:val="000000"/>
          <w:sz w:val="28"/>
          <w:szCs w:val="28"/>
        </w:rPr>
        <w:t xml:space="preserve">онуни </w:t>
      </w:r>
      <w:r w:rsidRPr="00784F69">
        <w:rPr>
          <w:rFonts w:ascii="Palatino Linotype" w:eastAsia="MS Mincho" w:hAnsi="Palatino Linotype" w:cs="MS Mincho"/>
          <w:color w:val="000000"/>
          <w:sz w:val="28"/>
          <w:szCs w:val="28"/>
        </w:rPr>
        <w:t>Ҷ</w:t>
      </w:r>
      <w:r w:rsidRPr="00784F69">
        <w:rPr>
          <w:rFonts w:ascii="Palatino Linotype" w:hAnsi="Palatino Linotype" w:cs="Times New Roman Tj"/>
          <w:color w:val="000000"/>
          <w:sz w:val="28"/>
          <w:szCs w:val="28"/>
        </w:rPr>
        <w:t>ум</w:t>
      </w:r>
      <w:r w:rsidRPr="00784F69">
        <w:rPr>
          <w:rFonts w:ascii="Palatino Linotype" w:hAnsi="Palatino Linotype"/>
          <w:color w:val="000000"/>
          <w:sz w:val="28"/>
          <w:szCs w:val="28"/>
        </w:rPr>
        <w:t>ҳ</w:t>
      </w:r>
      <w:r w:rsidRPr="00784F69">
        <w:rPr>
          <w:rFonts w:ascii="Palatino Linotype" w:hAnsi="Palatino Linotype" w:cs="Times New Roman Tj"/>
          <w:color w:val="000000"/>
          <w:sz w:val="28"/>
          <w:szCs w:val="28"/>
        </w:rPr>
        <w:t>урии То</w:t>
      </w:r>
      <w:r w:rsidRPr="00784F69">
        <w:rPr>
          <w:rFonts w:ascii="Palatino Linotype" w:eastAsia="MS Mincho" w:hAnsi="Palatino Linotype" w:cs="MS Mincho"/>
          <w:color w:val="000000"/>
          <w:sz w:val="28"/>
          <w:szCs w:val="28"/>
        </w:rPr>
        <w:t>ҷ</w:t>
      </w:r>
      <w:r w:rsidRPr="00784F69">
        <w:rPr>
          <w:rFonts w:ascii="Palatino Linotype" w:hAnsi="Palatino Linotype" w:cs="Times New Roman Tj"/>
          <w:color w:val="000000"/>
          <w:sz w:val="28"/>
          <w:szCs w:val="28"/>
        </w:rPr>
        <w:t xml:space="preserve">икистон «Дар бораи </w:t>
      </w:r>
      <w:r w:rsidRPr="00784F69">
        <w:rPr>
          <w:rFonts w:ascii="Palatino Linotype" w:eastAsia="MS Mincho" w:hAnsi="Palatino Linotype" w:cs="MS Mincho"/>
          <w:color w:val="000000"/>
          <w:sz w:val="28"/>
          <w:szCs w:val="28"/>
        </w:rPr>
        <w:t>ҷ</w:t>
      </w:r>
      <w:r w:rsidRPr="00784F69">
        <w:rPr>
          <w:rFonts w:ascii="Palatino Linotype" w:hAnsi="Palatino Linotype" w:cs="Times New Roman Tj"/>
          <w:color w:val="000000"/>
          <w:sz w:val="28"/>
          <w:szCs w:val="28"/>
        </w:rPr>
        <w:t>амъият</w:t>
      </w:r>
      <w:r w:rsidRPr="00784F69">
        <w:rPr>
          <w:rFonts w:ascii="Palatino Linotype" w:hAnsi="Palatino Linotype"/>
          <w:color w:val="000000"/>
          <w:sz w:val="28"/>
          <w:szCs w:val="28"/>
        </w:rPr>
        <w:t>ҳ</w:t>
      </w:r>
      <w:r w:rsidRPr="00784F69">
        <w:rPr>
          <w:rFonts w:ascii="Palatino Linotype" w:hAnsi="Palatino Linotype" w:cs="Times New Roman Tj"/>
          <w:color w:val="000000"/>
          <w:sz w:val="28"/>
          <w:szCs w:val="28"/>
        </w:rPr>
        <w:t>ои са</w:t>
      </w:r>
      <w:r w:rsidRPr="00784F69">
        <w:rPr>
          <w:rFonts w:ascii="Palatino Linotype" w:hAnsi="Palatino Linotype"/>
          <w:color w:val="000000"/>
          <w:sz w:val="28"/>
          <w:szCs w:val="28"/>
        </w:rPr>
        <w:t>ҳ</w:t>
      </w:r>
      <w:r w:rsidRPr="00784F69">
        <w:rPr>
          <w:rFonts w:ascii="Palatino Linotype" w:hAnsi="Palatino Linotype" w:cs="Times New Roman Tj"/>
          <w:color w:val="000000"/>
          <w:sz w:val="28"/>
          <w:szCs w:val="28"/>
        </w:rPr>
        <w:t>ом</w:t>
      </w:r>
      <w:r w:rsidRPr="00784F69">
        <w:rPr>
          <w:rFonts w:ascii="Palatino Linotype" w:eastAsia="MS Mincho" w:hAnsi="Palatino Linotype" w:cs="MS Mincho"/>
          <w:color w:val="000000"/>
          <w:sz w:val="28"/>
          <w:szCs w:val="28"/>
        </w:rPr>
        <w:t>ӣ</w:t>
      </w:r>
      <w:r w:rsidRPr="00784F69">
        <w:rPr>
          <w:rFonts w:ascii="Palatino Linotype" w:hAnsi="Palatino Linotype" w:cs="Times New Roman Tj"/>
          <w:color w:val="000000"/>
          <w:sz w:val="28"/>
          <w:szCs w:val="28"/>
        </w:rPr>
        <w:t>» намебошад</w:t>
      </w:r>
      <w:r w:rsidRPr="00784F69">
        <w:rPr>
          <w:rFonts w:ascii="Palatino Linotype" w:hAnsi="Palatino Linotype"/>
          <w:color w:val="000000"/>
          <w:sz w:val="28"/>
          <w:szCs w:val="28"/>
        </w:rPr>
        <w:t>;</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$E) </w:t>
      </w:r>
      <w:r w:rsidRPr="00784F69">
        <w:rPr>
          <w:rFonts w:ascii="Palatino Linotype" w:hAnsi="Palatino Linotype"/>
          <w:color w:val="000000"/>
          <w:sz w:val="28"/>
          <w:szCs w:val="28"/>
          <w:lang w:val="tt-RU"/>
        </w:rPr>
        <w:t xml:space="preserve">Шакли </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амъияти са</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ом</w:t>
      </w:r>
      <w:r w:rsidRPr="00784F69">
        <w:rPr>
          <w:rFonts w:ascii="Palatino Linotype" w:eastAsia="MS Mincho" w:hAnsi="Palatino Linotype" w:cs="MS Mincho"/>
          <w:color w:val="000000"/>
          <w:sz w:val="28"/>
          <w:szCs w:val="28"/>
          <w:lang w:val="tt-RU"/>
        </w:rPr>
        <w:t>ӣ</w:t>
      </w:r>
      <w:r w:rsidRPr="00784F69">
        <w:rPr>
          <w:rFonts w:ascii="Palatino Linotype" w:hAnsi="Palatino Linotype" w:cs="Times New Roman Tj"/>
          <w:color w:val="000000"/>
          <w:sz w:val="28"/>
          <w:szCs w:val="28"/>
          <w:lang w:val="tt-RU"/>
        </w:rPr>
        <w:t xml:space="preserve"> (кушода </w:t>
      </w:r>
      <w:r w:rsidRPr="00784F69">
        <w:rPr>
          <w:rFonts w:ascii="Palatino Linotype" w:hAnsi="Palatino Linotype"/>
          <w:color w:val="000000"/>
          <w:sz w:val="28"/>
          <w:szCs w:val="28"/>
          <w:lang w:val="tt-RU"/>
        </w:rPr>
        <w:t>ё п</w:t>
      </w:r>
      <w:r w:rsidRPr="00784F69">
        <w:rPr>
          <w:rFonts w:ascii="Palatino Linotype" w:eastAsia="MS Mincho" w:hAnsi="Palatino Linotype" w:cs="MS Mincho"/>
          <w:color w:val="000000"/>
          <w:sz w:val="28"/>
          <w:szCs w:val="28"/>
          <w:lang w:val="tt-RU"/>
        </w:rPr>
        <w:t>ӯ</w:t>
      </w:r>
      <w:r w:rsidRPr="00784F69">
        <w:rPr>
          <w:rFonts w:ascii="Palatino Linotype" w:hAnsi="Palatino Linotype" w:cs="Times New Roman Tj"/>
          <w:color w:val="000000"/>
          <w:sz w:val="28"/>
          <w:szCs w:val="28"/>
          <w:lang w:val="tt-RU"/>
        </w:rPr>
        <w:t>шида);</w:t>
      </w:r>
    </w:p>
    <w:p w:rsidR="00B65CA5" w:rsidRPr="00784F69" w:rsidRDefault="00B65CA5" w:rsidP="00C84BB2">
      <w:pPr>
        <w:spacing w:after="0" w:line="240" w:lineRule="auto"/>
        <w:jc w:val="both"/>
        <w:rPr>
          <w:rFonts w:ascii="Palatino Linotype" w:hAnsi="Palatino Linotype"/>
          <w:b/>
          <w:color w:val="000000"/>
          <w:sz w:val="28"/>
          <w:szCs w:val="28"/>
        </w:rPr>
      </w:pPr>
      <w:r w:rsidRPr="00784F69">
        <w:rPr>
          <w:rFonts w:ascii="Palatino Linotype" w:hAnsi="Palatino Linotype"/>
          <w:b/>
          <w:color w:val="000000"/>
          <w:sz w:val="28"/>
          <w:szCs w:val="28"/>
        </w:rPr>
        <w:t xml:space="preserve">@167. </w:t>
      </w:r>
    </w:p>
    <w:p w:rsidR="00B65CA5" w:rsidRPr="00784F69" w:rsidRDefault="00B65CA5" w:rsidP="00C84BB2">
      <w:pPr>
        <w:spacing w:after="0" w:line="240" w:lineRule="auto"/>
        <w:jc w:val="both"/>
        <w:rPr>
          <w:rFonts w:ascii="Palatino Linotype" w:hAnsi="Palatino Linotype"/>
          <w:b/>
          <w:color w:val="000000"/>
          <w:sz w:val="28"/>
          <w:szCs w:val="28"/>
        </w:rPr>
      </w:pPr>
      <w:r w:rsidRPr="00784F69">
        <w:rPr>
          <w:rFonts w:ascii="Palatino Linotype" w:hAnsi="Palatino Linotype"/>
          <w:b/>
          <w:color w:val="000000"/>
          <w:sz w:val="28"/>
          <w:szCs w:val="28"/>
          <w:lang w:val="tt-RU"/>
        </w:rPr>
        <w:t>Шартномаи таъсисии бонк аз тарафи кадом орган тасдиқ</w:t>
      </w:r>
      <w:r w:rsidRPr="00784F69">
        <w:rPr>
          <w:rFonts w:ascii="Palatino Linotype" w:hAnsi="Palatino Linotype" w:cs="Times New Roman Tj"/>
          <w:b/>
          <w:color w:val="000000"/>
          <w:sz w:val="28"/>
          <w:szCs w:val="28"/>
          <w:lang w:val="tt-RU"/>
        </w:rPr>
        <w:t xml:space="preserve"> шавад</w:t>
      </w:r>
      <w:r w:rsidRPr="00784F69">
        <w:rPr>
          <w:rFonts w:ascii="Palatino Linotype" w:hAnsi="Palatino Linotype"/>
          <w:b/>
          <w:color w:val="000000"/>
          <w:sz w:val="28"/>
          <w:szCs w:val="28"/>
        </w:rPr>
        <w:t>?</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$A) </w:t>
      </w:r>
      <w:r w:rsidRPr="00784F69">
        <w:rPr>
          <w:rFonts w:ascii="Palatino Linotype" w:hAnsi="Palatino Linotype"/>
          <w:color w:val="000000"/>
          <w:sz w:val="28"/>
          <w:szCs w:val="28"/>
          <w:lang w:val="tt-RU"/>
        </w:rPr>
        <w:t>Шартномаи таъсис</w:t>
      </w:r>
      <w:r w:rsidRPr="00784F69">
        <w:rPr>
          <w:rFonts w:ascii="Palatino Linotype" w:eastAsia="MS Mincho" w:hAnsi="Palatino Linotype" w:cs="MS Mincho"/>
          <w:color w:val="000000"/>
          <w:sz w:val="28"/>
          <w:szCs w:val="28"/>
          <w:lang w:val="tt-RU"/>
        </w:rPr>
        <w:t>ӣ</w:t>
      </w:r>
      <w:r w:rsidRPr="00784F69">
        <w:rPr>
          <w:rFonts w:ascii="Palatino Linotype" w:hAnsi="Palatino Linotype" w:cs="Times New Roman Tj"/>
          <w:color w:val="000000"/>
          <w:sz w:val="28"/>
          <w:szCs w:val="28"/>
          <w:lang w:val="tt-RU"/>
        </w:rPr>
        <w:t xml:space="preserve"> аз тарафи идораи нотариал</w:t>
      </w:r>
      <w:r w:rsidRPr="00784F69">
        <w:rPr>
          <w:rFonts w:ascii="Palatino Linotype" w:eastAsia="MS Mincho" w:hAnsi="Palatino Linotype" w:cs="MS Mincho"/>
          <w:color w:val="000000"/>
          <w:sz w:val="28"/>
          <w:szCs w:val="28"/>
          <w:lang w:val="tt-RU"/>
        </w:rPr>
        <w:t>ӣ</w:t>
      </w:r>
      <w:r w:rsidRPr="00784F69">
        <w:rPr>
          <w:rFonts w:ascii="Palatino Linotype" w:hAnsi="Palatino Linotype" w:cs="Times New Roman Tj"/>
          <w:color w:val="000000"/>
          <w:sz w:val="28"/>
          <w:szCs w:val="28"/>
          <w:lang w:val="tt-RU"/>
        </w:rPr>
        <w:t xml:space="preserve"> тасди</w:t>
      </w:r>
      <w:r w:rsidRPr="00784F69">
        <w:rPr>
          <w:rFonts w:ascii="Palatino Linotype" w:hAnsi="Palatino Linotype"/>
          <w:color w:val="000000"/>
          <w:sz w:val="28"/>
          <w:szCs w:val="28"/>
          <w:lang w:val="tt-RU"/>
        </w:rPr>
        <w:t>қшуда, бояд инҳ</w:t>
      </w:r>
      <w:r w:rsidRPr="00784F69">
        <w:rPr>
          <w:rFonts w:ascii="Palatino Linotype" w:hAnsi="Palatino Linotype" w:cs="Times New Roman Tj"/>
          <w:color w:val="000000"/>
          <w:sz w:val="28"/>
          <w:szCs w:val="28"/>
          <w:lang w:val="tt-RU"/>
        </w:rPr>
        <w:t>оро дар бар гирад;</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$B) </w:t>
      </w:r>
      <w:r w:rsidRPr="00784F69">
        <w:rPr>
          <w:rFonts w:ascii="Palatino Linotype" w:hAnsi="Palatino Linotype"/>
          <w:color w:val="000000"/>
          <w:sz w:val="28"/>
          <w:szCs w:val="28"/>
          <w:lang w:val="tt-RU"/>
        </w:rPr>
        <w:t>Шартномаи таъсис</w:t>
      </w:r>
      <w:r w:rsidRPr="00784F69">
        <w:rPr>
          <w:rFonts w:ascii="Palatino Linotype" w:eastAsia="MS Mincho" w:hAnsi="Palatino Linotype" w:cs="MS Mincho"/>
          <w:color w:val="000000"/>
          <w:sz w:val="28"/>
          <w:szCs w:val="28"/>
          <w:lang w:val="tt-RU"/>
        </w:rPr>
        <w:t>ӣ</w:t>
      </w:r>
      <w:r w:rsidRPr="00784F69">
        <w:rPr>
          <w:rFonts w:ascii="Palatino Linotype" w:hAnsi="Palatino Linotype" w:cs="Times New Roman Tj"/>
          <w:color w:val="000000"/>
          <w:sz w:val="28"/>
          <w:szCs w:val="28"/>
          <w:lang w:val="tt-RU"/>
        </w:rPr>
        <w:t xml:space="preserve"> аз тарафи </w:t>
      </w:r>
      <w:r w:rsidRPr="00784F69">
        <w:rPr>
          <w:rFonts w:ascii="Palatino Linotype" w:hAnsi="Palatino Linotype"/>
          <w:color w:val="000000"/>
          <w:sz w:val="28"/>
          <w:szCs w:val="28"/>
          <w:lang w:val="tt-RU"/>
        </w:rPr>
        <w:t>корхонаи фаръи тасдиқ мешавад</w:t>
      </w:r>
      <w:r w:rsidRPr="00784F69">
        <w:rPr>
          <w:rFonts w:ascii="Palatino Linotype" w:hAnsi="Palatino Linotype"/>
          <w:color w:val="000000"/>
          <w:sz w:val="28"/>
          <w:szCs w:val="28"/>
        </w:rPr>
        <w:t>;</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$C) </w:t>
      </w:r>
      <w:r w:rsidRPr="00784F69">
        <w:rPr>
          <w:rFonts w:ascii="Palatino Linotype" w:hAnsi="Palatino Linotype"/>
          <w:color w:val="000000"/>
          <w:sz w:val="28"/>
          <w:szCs w:val="28"/>
          <w:lang w:val="tt-RU"/>
        </w:rPr>
        <w:t>Шартномаи таъсис</w:t>
      </w:r>
      <w:r w:rsidRPr="00784F69">
        <w:rPr>
          <w:rFonts w:ascii="Palatino Linotype" w:eastAsia="MS Mincho" w:hAnsi="Palatino Linotype" w:cs="MS Mincho"/>
          <w:color w:val="000000"/>
          <w:sz w:val="28"/>
          <w:szCs w:val="28"/>
          <w:lang w:val="tt-RU"/>
        </w:rPr>
        <w:t>ӣ</w:t>
      </w:r>
      <w:r w:rsidRPr="00784F69">
        <w:rPr>
          <w:rFonts w:ascii="Palatino Linotype" w:hAnsi="Palatino Linotype" w:cs="Times New Roman Tj"/>
          <w:color w:val="000000"/>
          <w:sz w:val="28"/>
          <w:szCs w:val="28"/>
          <w:lang w:val="tt-RU"/>
        </w:rPr>
        <w:t xml:space="preserve"> аз тарафи </w:t>
      </w:r>
      <w:r w:rsidRPr="00784F69">
        <w:rPr>
          <w:rFonts w:ascii="Palatino Linotype" w:hAnsi="Palatino Linotype"/>
          <w:color w:val="000000"/>
          <w:sz w:val="28"/>
          <w:szCs w:val="28"/>
          <w:lang w:val="tt-RU"/>
        </w:rPr>
        <w:t>суд тасдиқ мешавад</w:t>
      </w:r>
      <w:r w:rsidRPr="00784F69">
        <w:rPr>
          <w:rFonts w:ascii="Palatino Linotype" w:hAnsi="Palatino Linotype"/>
          <w:color w:val="000000"/>
          <w:sz w:val="28"/>
          <w:szCs w:val="28"/>
        </w:rPr>
        <w:t>;</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$D) </w:t>
      </w:r>
      <w:r w:rsidRPr="00784F69">
        <w:rPr>
          <w:rFonts w:ascii="Palatino Linotype" w:hAnsi="Palatino Linotype"/>
          <w:color w:val="000000"/>
          <w:sz w:val="28"/>
          <w:szCs w:val="28"/>
          <w:lang w:val="tt-RU"/>
        </w:rPr>
        <w:t>Шартномаи таъсис</w:t>
      </w:r>
      <w:r w:rsidRPr="00784F69">
        <w:rPr>
          <w:rFonts w:ascii="Palatino Linotype" w:eastAsia="MS Mincho" w:hAnsi="Palatino Linotype" w:cs="MS Mincho"/>
          <w:color w:val="000000"/>
          <w:sz w:val="28"/>
          <w:szCs w:val="28"/>
          <w:lang w:val="tt-RU"/>
        </w:rPr>
        <w:t>ӣ</w:t>
      </w:r>
      <w:r w:rsidRPr="00784F69">
        <w:rPr>
          <w:rFonts w:ascii="Palatino Linotype" w:hAnsi="Palatino Linotype" w:cs="Times New Roman Tj"/>
          <w:color w:val="000000"/>
          <w:sz w:val="28"/>
          <w:szCs w:val="28"/>
          <w:lang w:val="tt-RU"/>
        </w:rPr>
        <w:t xml:space="preserve"> аз тарафи </w:t>
      </w:r>
      <w:r w:rsidRPr="00784F69">
        <w:rPr>
          <w:rFonts w:ascii="Palatino Linotype" w:hAnsi="Palatino Linotype"/>
          <w:color w:val="000000"/>
          <w:sz w:val="28"/>
          <w:szCs w:val="28"/>
          <w:lang w:val="tt-RU"/>
        </w:rPr>
        <w:t>САҲШ тасдиқ мешавад</w:t>
      </w:r>
      <w:r w:rsidRPr="00784F69">
        <w:rPr>
          <w:rFonts w:ascii="Palatino Linotype" w:hAnsi="Palatino Linotype"/>
          <w:color w:val="000000"/>
          <w:sz w:val="28"/>
          <w:szCs w:val="28"/>
        </w:rPr>
        <w:t>;</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$E) </w:t>
      </w:r>
      <w:r w:rsidRPr="00784F69">
        <w:rPr>
          <w:rFonts w:ascii="Palatino Linotype" w:hAnsi="Palatino Linotype"/>
          <w:color w:val="000000"/>
          <w:sz w:val="28"/>
          <w:szCs w:val="28"/>
          <w:lang w:val="tt-RU"/>
        </w:rPr>
        <w:t>Шартномаи таъсис</w:t>
      </w:r>
      <w:r w:rsidRPr="00784F69">
        <w:rPr>
          <w:rFonts w:ascii="Palatino Linotype" w:eastAsia="MS Mincho" w:hAnsi="Palatino Linotype" w:cs="MS Mincho"/>
          <w:color w:val="000000"/>
          <w:sz w:val="28"/>
          <w:szCs w:val="28"/>
          <w:lang w:val="tt-RU"/>
        </w:rPr>
        <w:t>ӣ</w:t>
      </w:r>
      <w:r w:rsidRPr="00784F69">
        <w:rPr>
          <w:rFonts w:ascii="Palatino Linotype" w:hAnsi="Palatino Linotype" w:cs="Times New Roman Tj"/>
          <w:color w:val="000000"/>
          <w:sz w:val="28"/>
          <w:szCs w:val="28"/>
          <w:lang w:val="tt-RU"/>
        </w:rPr>
        <w:t xml:space="preserve"> аз тарафи </w:t>
      </w:r>
      <w:r w:rsidRPr="00784F69">
        <w:rPr>
          <w:rFonts w:ascii="Palatino Linotype" w:hAnsi="Palatino Linotype"/>
          <w:color w:val="000000"/>
          <w:sz w:val="28"/>
          <w:szCs w:val="28"/>
          <w:lang w:val="tt-RU"/>
        </w:rPr>
        <w:t>прокуратура тасдиқ мешавад</w:t>
      </w:r>
      <w:r w:rsidRPr="00784F69">
        <w:rPr>
          <w:rFonts w:ascii="Palatino Linotype" w:hAnsi="Palatino Linotype"/>
          <w:color w:val="000000"/>
          <w:sz w:val="28"/>
          <w:szCs w:val="28"/>
        </w:rPr>
        <w:t>;</w:t>
      </w:r>
    </w:p>
    <w:p w:rsidR="00B65CA5" w:rsidRPr="00784F69" w:rsidRDefault="00B65CA5" w:rsidP="00C84BB2">
      <w:pPr>
        <w:spacing w:after="0" w:line="240" w:lineRule="auto"/>
        <w:jc w:val="both"/>
        <w:rPr>
          <w:rFonts w:ascii="Palatino Linotype" w:hAnsi="Palatino Linotype"/>
          <w:b/>
          <w:color w:val="000000"/>
          <w:sz w:val="28"/>
          <w:szCs w:val="28"/>
        </w:rPr>
      </w:pPr>
      <w:r w:rsidRPr="00784F69">
        <w:rPr>
          <w:rFonts w:ascii="Palatino Linotype" w:hAnsi="Palatino Linotype"/>
          <w:b/>
          <w:color w:val="000000"/>
          <w:sz w:val="28"/>
          <w:szCs w:val="28"/>
        </w:rPr>
        <w:t xml:space="preserve">@168. </w:t>
      </w:r>
    </w:p>
    <w:p w:rsidR="00B65CA5" w:rsidRPr="00784F69" w:rsidRDefault="00B65CA5" w:rsidP="00C84BB2">
      <w:pPr>
        <w:spacing w:after="0" w:line="240" w:lineRule="auto"/>
        <w:jc w:val="both"/>
        <w:rPr>
          <w:rFonts w:ascii="Palatino Linotype" w:hAnsi="Palatino Linotype"/>
          <w:b/>
          <w:color w:val="000000"/>
          <w:sz w:val="28"/>
          <w:szCs w:val="28"/>
        </w:rPr>
      </w:pPr>
      <w:r w:rsidRPr="00784F69">
        <w:rPr>
          <w:rFonts w:ascii="Palatino Linotype" w:hAnsi="Palatino Linotype"/>
          <w:b/>
          <w:color w:val="000000"/>
          <w:sz w:val="28"/>
          <w:szCs w:val="28"/>
        </w:rPr>
        <w:t>Бонки эмиссионии Британия Кабир ч</w:t>
      </w:r>
      <w:r w:rsidRPr="00784F69">
        <w:rPr>
          <w:rFonts w:ascii="Palatino Linotype" w:eastAsia="MS Mincho" w:hAnsi="Palatino Linotype" w:cs="MS Mincho"/>
          <w:b/>
          <w:color w:val="000000"/>
          <w:sz w:val="28"/>
          <w:szCs w:val="28"/>
          <w:lang w:val="tt-RU"/>
        </w:rPr>
        <w:t>ӣ</w:t>
      </w:r>
      <w:r w:rsidRPr="00784F69">
        <w:rPr>
          <w:rFonts w:ascii="Palatino Linotype" w:hAnsi="Palatino Linotype"/>
          <w:b/>
          <w:color w:val="000000"/>
          <w:sz w:val="28"/>
          <w:szCs w:val="28"/>
        </w:rPr>
        <w:t xml:space="preserve"> ном дорад?</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$A) </w:t>
      </w:r>
      <w:r w:rsidRPr="00784F69">
        <w:rPr>
          <w:rFonts w:ascii="Palatino Linotype" w:hAnsi="Palatino Linotype"/>
          <w:color w:val="000000"/>
          <w:sz w:val="28"/>
          <w:szCs w:val="28"/>
        </w:rPr>
        <w:t>«Бонки Лондон»;</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$B) </w:t>
      </w:r>
      <w:r w:rsidRPr="00784F69">
        <w:rPr>
          <w:rFonts w:ascii="Palatino Linotype" w:hAnsi="Palatino Linotype"/>
          <w:color w:val="000000"/>
          <w:sz w:val="28"/>
          <w:szCs w:val="28"/>
        </w:rPr>
        <w:t>«Бонки Велис»;</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$C) </w:t>
      </w:r>
      <w:r w:rsidRPr="00784F69">
        <w:rPr>
          <w:rFonts w:ascii="Palatino Linotype" w:hAnsi="Palatino Linotype"/>
          <w:color w:val="000000"/>
          <w:sz w:val="28"/>
          <w:szCs w:val="28"/>
        </w:rPr>
        <w:t>«Бонки Англия»;</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$D) </w:t>
      </w:r>
      <w:r w:rsidRPr="00784F69">
        <w:rPr>
          <w:rFonts w:ascii="Palatino Linotype" w:hAnsi="Palatino Linotype"/>
          <w:color w:val="000000"/>
          <w:sz w:val="28"/>
          <w:szCs w:val="28"/>
        </w:rPr>
        <w:t>«Бонки Шотландия»;</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$E) </w:t>
      </w:r>
      <w:r w:rsidRPr="00784F69">
        <w:rPr>
          <w:rFonts w:ascii="Palatino Linotype" w:hAnsi="Palatino Linotype"/>
          <w:color w:val="000000"/>
          <w:sz w:val="28"/>
          <w:szCs w:val="28"/>
        </w:rPr>
        <w:t>«Бонки Бритиш»;</w:t>
      </w:r>
    </w:p>
    <w:p w:rsidR="00B65CA5" w:rsidRPr="00784F69" w:rsidRDefault="00B65CA5" w:rsidP="00C84BB2">
      <w:pPr>
        <w:spacing w:after="0" w:line="240" w:lineRule="auto"/>
        <w:jc w:val="both"/>
        <w:rPr>
          <w:rFonts w:ascii="Palatino Linotype" w:hAnsi="Palatino Linotype"/>
          <w:b/>
          <w:color w:val="000000"/>
          <w:sz w:val="28"/>
          <w:szCs w:val="28"/>
        </w:rPr>
      </w:pPr>
      <w:r w:rsidRPr="00784F69">
        <w:rPr>
          <w:rFonts w:ascii="Palatino Linotype" w:hAnsi="Palatino Linotype"/>
          <w:b/>
          <w:color w:val="000000"/>
          <w:sz w:val="28"/>
          <w:szCs w:val="28"/>
        </w:rPr>
        <w:t xml:space="preserve">@169. </w:t>
      </w:r>
    </w:p>
    <w:p w:rsidR="00B65CA5" w:rsidRPr="00784F69" w:rsidRDefault="00B65CA5" w:rsidP="00C84BB2">
      <w:pPr>
        <w:spacing w:after="0" w:line="240" w:lineRule="auto"/>
        <w:jc w:val="both"/>
        <w:rPr>
          <w:rFonts w:ascii="Palatino Linotype" w:hAnsi="Palatino Linotype"/>
          <w:b/>
          <w:color w:val="000000"/>
          <w:sz w:val="28"/>
          <w:szCs w:val="28"/>
        </w:rPr>
      </w:pPr>
      <w:r w:rsidRPr="00784F69">
        <w:rPr>
          <w:rFonts w:ascii="Palatino Linotype" w:hAnsi="Palatino Linotype"/>
          <w:b/>
          <w:color w:val="000000"/>
          <w:sz w:val="28"/>
          <w:szCs w:val="28"/>
        </w:rPr>
        <w:t>Бонки эмиссионии ИМА ч</w:t>
      </w:r>
      <w:r w:rsidRPr="00784F69">
        <w:rPr>
          <w:rFonts w:ascii="Palatino Linotype" w:eastAsia="MS Mincho" w:hAnsi="Palatino Linotype" w:cs="MS Mincho"/>
          <w:b/>
          <w:color w:val="000000"/>
          <w:sz w:val="28"/>
          <w:szCs w:val="28"/>
          <w:lang w:val="tt-RU"/>
        </w:rPr>
        <w:t>ӣ</w:t>
      </w:r>
      <w:r w:rsidRPr="00784F69">
        <w:rPr>
          <w:rFonts w:ascii="Palatino Linotype" w:hAnsi="Palatino Linotype"/>
          <w:b/>
          <w:color w:val="000000"/>
          <w:sz w:val="28"/>
          <w:szCs w:val="28"/>
        </w:rPr>
        <w:t xml:space="preserve"> ном дорад?</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$A) </w:t>
      </w:r>
      <w:r w:rsidRPr="00784F69">
        <w:rPr>
          <w:rFonts w:ascii="Palatino Linotype" w:hAnsi="Palatino Linotype"/>
          <w:color w:val="000000"/>
          <w:sz w:val="28"/>
          <w:szCs w:val="28"/>
        </w:rPr>
        <w:t>«Низоми Федералии Захирав</w:t>
      </w:r>
      <w:r w:rsidRPr="00784F69">
        <w:rPr>
          <w:rFonts w:ascii="Palatino Linotype" w:eastAsia="MS Mincho" w:hAnsi="Palatino Linotype" w:cs="MS Mincho"/>
          <w:color w:val="000000"/>
          <w:sz w:val="28"/>
          <w:szCs w:val="28"/>
        </w:rPr>
        <w:t>ӣ</w:t>
      </w:r>
      <w:r w:rsidRPr="00784F69">
        <w:rPr>
          <w:rFonts w:ascii="Palatino Linotype" w:hAnsi="Palatino Linotype" w:cs="Times New Roman Tj"/>
          <w:color w:val="000000"/>
          <w:sz w:val="28"/>
          <w:szCs w:val="28"/>
        </w:rPr>
        <w:t>»;</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$B) </w:t>
      </w:r>
      <w:r w:rsidRPr="00784F69">
        <w:rPr>
          <w:rFonts w:ascii="Palatino Linotype" w:hAnsi="Palatino Linotype"/>
          <w:color w:val="000000"/>
          <w:sz w:val="28"/>
          <w:szCs w:val="28"/>
        </w:rPr>
        <w:t>«Филаделфия банк»;</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$C) </w:t>
      </w:r>
      <w:r w:rsidRPr="00784F69">
        <w:rPr>
          <w:rFonts w:ascii="Palatino Linotype" w:hAnsi="Palatino Linotype"/>
          <w:color w:val="000000"/>
          <w:sz w:val="28"/>
          <w:szCs w:val="28"/>
        </w:rPr>
        <w:t>«Вашингтон банкинг»;</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$D) </w:t>
      </w:r>
      <w:r w:rsidRPr="00784F69">
        <w:rPr>
          <w:rFonts w:ascii="Palatino Linotype" w:hAnsi="Palatino Linotype"/>
          <w:color w:val="000000"/>
          <w:sz w:val="28"/>
          <w:szCs w:val="28"/>
        </w:rPr>
        <w:t>«Бонки Ню Йорк»;</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$E) </w:t>
      </w:r>
      <w:r w:rsidRPr="00784F69">
        <w:rPr>
          <w:rFonts w:ascii="Palatino Linotype" w:hAnsi="Palatino Linotype"/>
          <w:color w:val="000000"/>
          <w:sz w:val="28"/>
          <w:szCs w:val="28"/>
        </w:rPr>
        <w:t xml:space="preserve">«Бонки хазинавии </w:t>
      </w:r>
      <w:r w:rsidRPr="00784F69">
        <w:rPr>
          <w:rFonts w:ascii="Palatino Linotype" w:eastAsia="MS Mincho" w:hAnsi="Palatino Linotype" w:cs="MS Mincho"/>
          <w:color w:val="000000"/>
          <w:sz w:val="28"/>
          <w:szCs w:val="28"/>
          <w:lang w:val="tt-RU"/>
        </w:rPr>
        <w:t>ҷ</w:t>
      </w:r>
      <w:r w:rsidRPr="00784F69">
        <w:rPr>
          <w:rFonts w:ascii="Palatino Linotype" w:hAnsi="Palatino Linotype"/>
          <w:color w:val="000000"/>
          <w:sz w:val="28"/>
          <w:szCs w:val="28"/>
          <w:lang w:val="tt-RU"/>
        </w:rPr>
        <w:t>а</w:t>
      </w:r>
      <w:r w:rsidRPr="00784F69">
        <w:rPr>
          <w:rFonts w:ascii="Palatino Linotype" w:hAnsi="Palatino Linotype"/>
          <w:color w:val="000000"/>
          <w:sz w:val="28"/>
          <w:szCs w:val="28"/>
        </w:rPr>
        <w:t>ҳон»;</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 xml:space="preserve">@170. </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 xml:space="preserve">Оинномаи бонке, ки дар шакли </w:t>
      </w:r>
      <w:r w:rsidRPr="00784F69">
        <w:rPr>
          <w:rFonts w:ascii="Palatino Linotype" w:eastAsia="MS Mincho" w:hAnsi="Palatino Linotype" w:cs="MS Mincho"/>
          <w:b/>
          <w:color w:val="000000"/>
          <w:sz w:val="28"/>
          <w:szCs w:val="28"/>
          <w:lang w:val="tg-Cyrl-TJ"/>
        </w:rPr>
        <w:t>ҷ</w:t>
      </w:r>
      <w:r w:rsidRPr="00784F69">
        <w:rPr>
          <w:rFonts w:ascii="Palatino Linotype" w:hAnsi="Palatino Linotype" w:cs="Times New Roman Tj"/>
          <w:b/>
          <w:color w:val="000000"/>
          <w:sz w:val="28"/>
          <w:szCs w:val="28"/>
          <w:lang w:val="tg-Cyrl-TJ"/>
        </w:rPr>
        <w:t>амъияти са</w:t>
      </w:r>
      <w:r w:rsidRPr="00784F69">
        <w:rPr>
          <w:rFonts w:ascii="Palatino Linotype" w:hAnsi="Palatino Linotype"/>
          <w:b/>
          <w:color w:val="000000"/>
          <w:sz w:val="28"/>
          <w:szCs w:val="28"/>
          <w:lang w:val="tg-Cyrl-TJ"/>
        </w:rPr>
        <w:t>ҳ</w:t>
      </w:r>
      <w:r w:rsidRPr="00784F69">
        <w:rPr>
          <w:rFonts w:ascii="Palatino Linotype" w:hAnsi="Palatino Linotype" w:cs="Times New Roman Tj"/>
          <w:b/>
          <w:color w:val="000000"/>
          <w:sz w:val="28"/>
          <w:szCs w:val="28"/>
          <w:lang w:val="tg-Cyrl-TJ"/>
        </w:rPr>
        <w:t>ом</w:t>
      </w:r>
      <w:r w:rsidRPr="00784F69">
        <w:rPr>
          <w:rFonts w:ascii="Palatino Linotype" w:eastAsia="MS Mincho" w:hAnsi="Palatino Linotype" w:cs="MS Mincho"/>
          <w:b/>
          <w:color w:val="000000"/>
          <w:sz w:val="28"/>
          <w:szCs w:val="28"/>
          <w:lang w:val="tg-Cyrl-TJ"/>
        </w:rPr>
        <w:t>ӣ</w:t>
      </w:r>
      <w:r w:rsidRPr="00784F69">
        <w:rPr>
          <w:rFonts w:ascii="Palatino Linotype" w:hAnsi="Palatino Linotype" w:cs="Times New Roman Tj"/>
          <w:b/>
          <w:color w:val="000000"/>
          <w:sz w:val="28"/>
          <w:szCs w:val="28"/>
          <w:lang w:val="tg-Cyrl-TJ"/>
        </w:rPr>
        <w:t xml:space="preserve"> ташкил мегардад, ч</w:t>
      </w:r>
      <w:r w:rsidRPr="00784F69">
        <w:rPr>
          <w:rFonts w:ascii="Palatino Linotype" w:hAnsi="Palatino Linotype"/>
          <w:b/>
          <w:color w:val="000000"/>
          <w:sz w:val="28"/>
          <w:szCs w:val="28"/>
          <w:lang w:val="tg-Cyrl-TJ"/>
        </w:rPr>
        <w:t>иро дар бар мегирад?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$A) </w:t>
      </w:r>
      <w:r w:rsidRPr="00784F69">
        <w:rPr>
          <w:rFonts w:ascii="Palatino Linotype" w:hAnsi="Palatino Linotype"/>
          <w:color w:val="000000"/>
          <w:sz w:val="28"/>
          <w:szCs w:val="28"/>
          <w:lang w:val="tg-Cyrl-TJ"/>
        </w:rPr>
        <w:t>Дар оиннома р</w:t>
      </w:r>
      <w:r w:rsidRPr="00784F69">
        <w:rPr>
          <w:rFonts w:ascii="Palatino Linotype" w:eastAsia="MS Mincho" w:hAnsi="Palatino Linotype" w:cs="MS Mincho"/>
          <w:color w:val="000000"/>
          <w:sz w:val="28"/>
          <w:szCs w:val="28"/>
          <w:lang w:val="tg-Cyrl-TJ"/>
        </w:rPr>
        <w:t>ӯ</w:t>
      </w:r>
      <w:r w:rsidRPr="00784F69">
        <w:rPr>
          <w:rFonts w:ascii="Palatino Linotype" w:hAnsi="Palatino Linotype" w:cs="Times New Roman Tj"/>
          <w:color w:val="000000"/>
          <w:sz w:val="28"/>
          <w:szCs w:val="28"/>
          <w:lang w:val="tg-Cyrl-TJ"/>
        </w:rPr>
        <w:t>йхати</w:t>
      </w:r>
      <w:r w:rsidRPr="00784F69">
        <w:rPr>
          <w:rFonts w:ascii="Palatino Linotype" w:hAnsi="Palatino Linotype"/>
          <w:color w:val="000000"/>
          <w:sz w:val="28"/>
          <w:szCs w:val="28"/>
          <w:lang w:val="tg-Cyrl-TJ"/>
        </w:rPr>
        <w:t xml:space="preserve"> саҳ</w:t>
      </w:r>
      <w:r w:rsidRPr="00784F69">
        <w:rPr>
          <w:rFonts w:ascii="Palatino Linotype" w:hAnsi="Palatino Linotype" w:cs="Times New Roman Tj"/>
          <w:color w:val="000000"/>
          <w:sz w:val="28"/>
          <w:szCs w:val="28"/>
          <w:lang w:val="tg-Cyrl-TJ"/>
        </w:rPr>
        <w:t>мдорон илова карда мешавад, ки имзо ва маълумоти шиносномаи са</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мдорон-шахсони во</w:t>
      </w:r>
      <w:r w:rsidRPr="00784F69">
        <w:rPr>
          <w:rFonts w:ascii="Palatino Linotype" w:hAnsi="Palatino Linotype"/>
          <w:color w:val="000000"/>
          <w:sz w:val="28"/>
          <w:szCs w:val="28"/>
          <w:lang w:val="tg-Cyrl-TJ"/>
        </w:rPr>
        <w:t>қ</w:t>
      </w:r>
      <w:r w:rsidRPr="00784F69">
        <w:rPr>
          <w:rFonts w:ascii="Palatino Linotype" w:hAnsi="Palatino Linotype" w:cs="Times New Roman Tj"/>
          <w:color w:val="000000"/>
          <w:sz w:val="28"/>
          <w:szCs w:val="28"/>
          <w:lang w:val="tg-Cyrl-TJ"/>
        </w:rPr>
        <w:t>еъ</w:t>
      </w:r>
      <w:r w:rsidRPr="00784F69">
        <w:rPr>
          <w:rFonts w:ascii="Palatino Linotype" w:eastAsia="MS Mincho" w:hAnsi="Palatino Linotype" w:cs="MS Mincho"/>
          <w:color w:val="000000"/>
          <w:sz w:val="28"/>
          <w:szCs w:val="28"/>
          <w:lang w:val="tg-Cyrl-TJ"/>
        </w:rPr>
        <w:t>ӣ</w:t>
      </w:r>
      <w:r w:rsidRPr="00784F69">
        <w:rPr>
          <w:rFonts w:ascii="Palatino Linotype" w:hAnsi="Palatino Linotype" w:cs="Times New Roman Tj"/>
          <w:color w:val="000000"/>
          <w:sz w:val="28"/>
          <w:szCs w:val="28"/>
          <w:lang w:val="tg-Cyrl-TJ"/>
        </w:rPr>
        <w:t xml:space="preserve">, </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амчунин имзои ро</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барони са</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 xml:space="preserve">мдорон-шахсони </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у</w:t>
      </w:r>
      <w:r w:rsidRPr="00784F69">
        <w:rPr>
          <w:rFonts w:ascii="Palatino Linotype" w:hAnsi="Palatino Linotype"/>
          <w:color w:val="000000"/>
          <w:sz w:val="28"/>
          <w:szCs w:val="28"/>
          <w:lang w:val="tg-Cyrl-TJ"/>
        </w:rPr>
        <w:t>қ</w:t>
      </w:r>
      <w:r w:rsidRPr="00784F69">
        <w:rPr>
          <w:rFonts w:ascii="Palatino Linotype" w:hAnsi="Palatino Linotype" w:cs="Times New Roman Tj"/>
          <w:color w:val="000000"/>
          <w:sz w:val="28"/>
          <w:szCs w:val="28"/>
          <w:lang w:val="tg-Cyrl-TJ"/>
        </w:rPr>
        <w:t>у</w:t>
      </w:r>
      <w:r w:rsidRPr="00784F69">
        <w:rPr>
          <w:rFonts w:ascii="Palatino Linotype" w:hAnsi="Palatino Linotype"/>
          <w:color w:val="000000"/>
          <w:sz w:val="28"/>
          <w:szCs w:val="28"/>
          <w:lang w:val="tg-Cyrl-TJ"/>
        </w:rPr>
        <w:t>қ</w:t>
      </w:r>
      <w:r w:rsidRPr="00784F69">
        <w:rPr>
          <w:rFonts w:ascii="Palatino Linotype" w:hAnsi="Palatino Linotype" w:cs="Times New Roman Tj"/>
          <w:color w:val="000000"/>
          <w:sz w:val="28"/>
          <w:szCs w:val="28"/>
          <w:lang w:val="tg-Cyrl-TJ"/>
        </w:rPr>
        <w:t>иро, ки бо м</w:t>
      </w:r>
      <w:r w:rsidRPr="00784F69">
        <w:rPr>
          <w:rFonts w:ascii="Palatino Linotype" w:eastAsia="MS Mincho" w:hAnsi="Palatino Linotype" w:cs="MS Mincho"/>
          <w:color w:val="000000"/>
          <w:sz w:val="28"/>
          <w:szCs w:val="28"/>
          <w:lang w:val="tg-Cyrl-TJ"/>
        </w:rPr>
        <w:t>ӯҳ</w:t>
      </w:r>
      <w:r w:rsidRPr="00784F69">
        <w:rPr>
          <w:rFonts w:ascii="Palatino Linotype" w:hAnsi="Palatino Linotype" w:cs="Times New Roman Tj"/>
          <w:color w:val="000000"/>
          <w:sz w:val="28"/>
          <w:szCs w:val="28"/>
          <w:lang w:val="tg-Cyrl-TJ"/>
        </w:rPr>
        <w:t>ри он</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о тасди</w:t>
      </w:r>
      <w:r w:rsidRPr="00784F69">
        <w:rPr>
          <w:rFonts w:ascii="Palatino Linotype" w:hAnsi="Palatino Linotype"/>
          <w:color w:val="000000"/>
          <w:sz w:val="28"/>
          <w:szCs w:val="28"/>
          <w:lang w:val="tg-Cyrl-TJ"/>
        </w:rPr>
        <w:t>қ</w:t>
      </w:r>
      <w:r w:rsidRPr="00784F69">
        <w:rPr>
          <w:rFonts w:ascii="Palatino Linotype" w:hAnsi="Palatino Linotype" w:cs="Times New Roman Tj"/>
          <w:color w:val="000000"/>
          <w:sz w:val="28"/>
          <w:szCs w:val="28"/>
          <w:lang w:val="tg-Cyrl-TJ"/>
        </w:rPr>
        <w:t xml:space="preserve"> шудааст, дар бар мегирад;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$B) </w:t>
      </w:r>
      <w:r w:rsidRPr="00784F69">
        <w:rPr>
          <w:rFonts w:ascii="Palatino Linotype" w:hAnsi="Palatino Linotype"/>
          <w:color w:val="000000"/>
          <w:sz w:val="28"/>
          <w:szCs w:val="28"/>
          <w:lang w:val="tg-Cyrl-TJ"/>
        </w:rPr>
        <w:t>Дар р</w:t>
      </w:r>
      <w:r w:rsidRPr="00784F69">
        <w:rPr>
          <w:rFonts w:ascii="Palatino Linotype" w:eastAsia="MS Mincho" w:hAnsi="Palatino Linotype" w:cs="MS Mincho"/>
          <w:color w:val="000000"/>
          <w:sz w:val="28"/>
          <w:szCs w:val="28"/>
          <w:lang w:val="tg-Cyrl-TJ"/>
        </w:rPr>
        <w:t>ӯ</w:t>
      </w:r>
      <w:r w:rsidRPr="00784F69">
        <w:rPr>
          <w:rFonts w:ascii="Palatino Linotype" w:hAnsi="Palatino Linotype" w:cs="Times New Roman Tj"/>
          <w:color w:val="000000"/>
          <w:sz w:val="28"/>
          <w:szCs w:val="28"/>
          <w:lang w:val="tg-Cyrl-TJ"/>
        </w:rPr>
        <w:t xml:space="preserve">йхати муассисон илова карда </w:t>
      </w:r>
      <w:r w:rsidRPr="00784F69">
        <w:rPr>
          <w:rFonts w:ascii="Palatino Linotype" w:hAnsi="Palatino Linotype"/>
          <w:color w:val="000000"/>
          <w:sz w:val="28"/>
          <w:szCs w:val="28"/>
          <w:lang w:val="tg-Cyrl-TJ"/>
        </w:rPr>
        <w:t>намешавад, ки имзо ва маълумоти шиносномаи саҳ</w:t>
      </w:r>
      <w:r w:rsidRPr="00784F69">
        <w:rPr>
          <w:rFonts w:ascii="Palatino Linotype" w:hAnsi="Palatino Linotype" w:cs="Times New Roman Tj"/>
          <w:color w:val="000000"/>
          <w:sz w:val="28"/>
          <w:szCs w:val="28"/>
          <w:lang w:val="tg-Cyrl-TJ"/>
        </w:rPr>
        <w:t xml:space="preserve">мдорон-шахсони </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у</w:t>
      </w:r>
      <w:r w:rsidRPr="00784F69">
        <w:rPr>
          <w:rFonts w:ascii="Palatino Linotype" w:hAnsi="Palatino Linotype"/>
          <w:color w:val="000000"/>
          <w:sz w:val="28"/>
          <w:szCs w:val="28"/>
          <w:lang w:val="tg-Cyrl-TJ"/>
        </w:rPr>
        <w:t>қ</w:t>
      </w:r>
      <w:r w:rsidRPr="00784F69">
        <w:rPr>
          <w:rFonts w:ascii="Palatino Linotype" w:hAnsi="Palatino Linotype" w:cs="Times New Roman Tj"/>
          <w:color w:val="000000"/>
          <w:sz w:val="28"/>
          <w:szCs w:val="28"/>
          <w:lang w:val="tg-Cyrl-TJ"/>
        </w:rPr>
        <w:t>у</w:t>
      </w:r>
      <w:r w:rsidRPr="00784F69">
        <w:rPr>
          <w:rFonts w:ascii="Palatino Linotype" w:hAnsi="Palatino Linotype"/>
          <w:color w:val="000000"/>
          <w:sz w:val="28"/>
          <w:szCs w:val="28"/>
          <w:lang w:val="tg-Cyrl-TJ"/>
        </w:rPr>
        <w:t>қ</w:t>
      </w:r>
      <w:r w:rsidRPr="00784F69">
        <w:rPr>
          <w:rFonts w:ascii="Palatino Linotype" w:eastAsia="MS Mincho" w:hAnsi="Palatino Linotype" w:cs="MS Mincho"/>
          <w:color w:val="000000"/>
          <w:sz w:val="28"/>
          <w:szCs w:val="28"/>
          <w:lang w:val="tg-Cyrl-TJ"/>
        </w:rPr>
        <w:t>ӣ</w:t>
      </w:r>
      <w:r w:rsidRPr="00784F69">
        <w:rPr>
          <w:rFonts w:ascii="Palatino Linotype" w:hAnsi="Palatino Linotype" w:cs="Times New Roman Tj"/>
          <w:color w:val="000000"/>
          <w:sz w:val="28"/>
          <w:szCs w:val="28"/>
          <w:lang w:val="tg-Cyrl-TJ"/>
        </w:rPr>
        <w:t xml:space="preserve">, </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амчунин имзои ро</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барони са</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 xml:space="preserve">мдорон-шахсони </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у</w:t>
      </w:r>
      <w:r w:rsidRPr="00784F69">
        <w:rPr>
          <w:rFonts w:ascii="Palatino Linotype" w:hAnsi="Palatino Linotype"/>
          <w:color w:val="000000"/>
          <w:sz w:val="28"/>
          <w:szCs w:val="28"/>
          <w:lang w:val="tg-Cyrl-TJ"/>
        </w:rPr>
        <w:t>қ</w:t>
      </w:r>
      <w:r w:rsidRPr="00784F69">
        <w:rPr>
          <w:rFonts w:ascii="Palatino Linotype" w:hAnsi="Palatino Linotype" w:cs="Times New Roman Tj"/>
          <w:color w:val="000000"/>
          <w:sz w:val="28"/>
          <w:szCs w:val="28"/>
          <w:lang w:val="tg-Cyrl-TJ"/>
        </w:rPr>
        <w:t>у</w:t>
      </w:r>
      <w:r w:rsidRPr="00784F69">
        <w:rPr>
          <w:rFonts w:ascii="Palatino Linotype" w:hAnsi="Palatino Linotype"/>
          <w:color w:val="000000"/>
          <w:sz w:val="28"/>
          <w:szCs w:val="28"/>
          <w:lang w:val="tg-Cyrl-TJ"/>
        </w:rPr>
        <w:t>қ</w:t>
      </w:r>
      <w:r w:rsidRPr="00784F69">
        <w:rPr>
          <w:rFonts w:ascii="Palatino Linotype" w:hAnsi="Palatino Linotype" w:cs="Times New Roman Tj"/>
          <w:color w:val="000000"/>
          <w:sz w:val="28"/>
          <w:szCs w:val="28"/>
          <w:lang w:val="tg-Cyrl-TJ"/>
        </w:rPr>
        <w:t>иро, ки бо м</w:t>
      </w:r>
      <w:r w:rsidRPr="00784F69">
        <w:rPr>
          <w:rFonts w:ascii="Palatino Linotype" w:eastAsia="MS Mincho" w:hAnsi="Palatino Linotype" w:cs="MS Mincho"/>
          <w:color w:val="000000"/>
          <w:sz w:val="28"/>
          <w:szCs w:val="28"/>
          <w:lang w:val="tg-Cyrl-TJ"/>
        </w:rPr>
        <w:t>ӯҳ</w:t>
      </w:r>
      <w:r w:rsidRPr="00784F69">
        <w:rPr>
          <w:rFonts w:ascii="Palatino Linotype" w:hAnsi="Palatino Linotype" w:cs="Times New Roman Tj"/>
          <w:color w:val="000000"/>
          <w:sz w:val="28"/>
          <w:szCs w:val="28"/>
          <w:lang w:val="tg-Cyrl-TJ"/>
        </w:rPr>
        <w:t>ри он</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о тасди</w:t>
      </w:r>
      <w:r w:rsidRPr="00784F69">
        <w:rPr>
          <w:rFonts w:ascii="Palatino Linotype" w:hAnsi="Palatino Linotype"/>
          <w:color w:val="000000"/>
          <w:sz w:val="28"/>
          <w:szCs w:val="28"/>
          <w:lang w:val="tg-Cyrl-TJ"/>
        </w:rPr>
        <w:t>қ</w:t>
      </w:r>
      <w:r w:rsidRPr="00784F69">
        <w:rPr>
          <w:rFonts w:ascii="Palatino Linotype" w:hAnsi="Palatino Linotype" w:cs="Times New Roman Tj"/>
          <w:color w:val="000000"/>
          <w:sz w:val="28"/>
          <w:szCs w:val="28"/>
          <w:lang w:val="tg-Cyrl-TJ"/>
        </w:rPr>
        <w:t xml:space="preserve"> шудааст, дар бар мегирад;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$C) </w:t>
      </w:r>
      <w:r w:rsidRPr="00784F69">
        <w:rPr>
          <w:rFonts w:ascii="Palatino Linotype" w:hAnsi="Palatino Linotype"/>
          <w:color w:val="000000"/>
          <w:sz w:val="28"/>
          <w:szCs w:val="28"/>
          <w:lang w:val="tg-Cyrl-TJ"/>
        </w:rPr>
        <w:t>Дарр</w:t>
      </w:r>
      <w:r w:rsidRPr="00784F69">
        <w:rPr>
          <w:rFonts w:ascii="Palatino Linotype" w:eastAsia="MS Mincho" w:hAnsi="Palatino Linotype" w:cs="MS Mincho"/>
          <w:color w:val="000000"/>
          <w:sz w:val="28"/>
          <w:szCs w:val="28"/>
          <w:lang w:val="tg-Cyrl-TJ"/>
        </w:rPr>
        <w:t>ӯ</w:t>
      </w:r>
      <w:r w:rsidRPr="00784F69">
        <w:rPr>
          <w:rFonts w:ascii="Palatino Linotype" w:hAnsi="Palatino Linotype" w:cs="Times New Roman Tj"/>
          <w:color w:val="000000"/>
          <w:sz w:val="28"/>
          <w:szCs w:val="28"/>
          <w:lang w:val="tg-Cyrl-TJ"/>
        </w:rPr>
        <w:t>йхати са</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 xml:space="preserve">мдорон илова </w:t>
      </w:r>
      <w:r w:rsidRPr="00784F69">
        <w:rPr>
          <w:rFonts w:ascii="Palatino Linotype" w:hAnsi="Palatino Linotype"/>
          <w:color w:val="000000"/>
          <w:sz w:val="28"/>
          <w:szCs w:val="28"/>
          <w:lang w:val="tg-Cyrl-TJ"/>
        </w:rPr>
        <w:t>накарда мешавад, ки имзо ва маълумоти шиносномаи саҳ</w:t>
      </w:r>
      <w:r w:rsidRPr="00784F69">
        <w:rPr>
          <w:rFonts w:ascii="Palatino Linotype" w:hAnsi="Palatino Linotype" w:cs="Times New Roman Tj"/>
          <w:color w:val="000000"/>
          <w:sz w:val="28"/>
          <w:szCs w:val="28"/>
          <w:lang w:val="tg-Cyrl-TJ"/>
        </w:rPr>
        <w:t>мдорон-шахсони во</w:t>
      </w:r>
      <w:r w:rsidRPr="00784F69">
        <w:rPr>
          <w:rFonts w:ascii="Palatino Linotype" w:hAnsi="Palatino Linotype"/>
          <w:color w:val="000000"/>
          <w:sz w:val="28"/>
          <w:szCs w:val="28"/>
          <w:lang w:val="tg-Cyrl-TJ"/>
        </w:rPr>
        <w:t>қ</w:t>
      </w:r>
      <w:r w:rsidRPr="00784F69">
        <w:rPr>
          <w:rFonts w:ascii="Palatino Linotype" w:hAnsi="Palatino Linotype" w:cs="Times New Roman Tj"/>
          <w:color w:val="000000"/>
          <w:sz w:val="28"/>
          <w:szCs w:val="28"/>
          <w:lang w:val="tg-Cyrl-TJ"/>
        </w:rPr>
        <w:t>еъ</w:t>
      </w:r>
      <w:r w:rsidRPr="00784F69">
        <w:rPr>
          <w:rFonts w:ascii="Palatino Linotype" w:eastAsia="MS Mincho" w:hAnsi="Palatino Linotype" w:cs="MS Mincho"/>
          <w:color w:val="000000"/>
          <w:sz w:val="28"/>
          <w:szCs w:val="28"/>
          <w:lang w:val="tg-Cyrl-TJ"/>
        </w:rPr>
        <w:t>ӣ</w:t>
      </w:r>
      <w:r w:rsidRPr="00784F69">
        <w:rPr>
          <w:rFonts w:ascii="Palatino Linotype" w:hAnsi="Palatino Linotype" w:cs="Times New Roman Tj"/>
          <w:color w:val="000000"/>
          <w:sz w:val="28"/>
          <w:szCs w:val="28"/>
          <w:lang w:val="tg-Cyrl-TJ"/>
        </w:rPr>
        <w:t xml:space="preserve">, </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амчунин имзои ро</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барони са</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 xml:space="preserve">мдорон-шахсони </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у</w:t>
      </w:r>
      <w:r w:rsidRPr="00784F69">
        <w:rPr>
          <w:rFonts w:ascii="Palatino Linotype" w:hAnsi="Palatino Linotype"/>
          <w:color w:val="000000"/>
          <w:sz w:val="28"/>
          <w:szCs w:val="28"/>
          <w:lang w:val="tg-Cyrl-TJ"/>
        </w:rPr>
        <w:t>қ</w:t>
      </w:r>
      <w:r w:rsidRPr="00784F69">
        <w:rPr>
          <w:rFonts w:ascii="Palatino Linotype" w:hAnsi="Palatino Linotype" w:cs="Times New Roman Tj"/>
          <w:color w:val="000000"/>
          <w:sz w:val="28"/>
          <w:szCs w:val="28"/>
          <w:lang w:val="tg-Cyrl-TJ"/>
        </w:rPr>
        <w:t>у</w:t>
      </w:r>
      <w:r w:rsidRPr="00784F69">
        <w:rPr>
          <w:rFonts w:ascii="Palatino Linotype" w:hAnsi="Palatino Linotype"/>
          <w:color w:val="000000"/>
          <w:sz w:val="28"/>
          <w:szCs w:val="28"/>
          <w:lang w:val="tg-Cyrl-TJ"/>
        </w:rPr>
        <w:t>қ</w:t>
      </w:r>
      <w:r w:rsidRPr="00784F69">
        <w:rPr>
          <w:rFonts w:ascii="Palatino Linotype" w:hAnsi="Palatino Linotype" w:cs="Times New Roman Tj"/>
          <w:color w:val="000000"/>
          <w:sz w:val="28"/>
          <w:szCs w:val="28"/>
          <w:lang w:val="tg-Cyrl-TJ"/>
        </w:rPr>
        <w:t>иро, ки бо м</w:t>
      </w:r>
      <w:r w:rsidRPr="00784F69">
        <w:rPr>
          <w:rFonts w:ascii="Palatino Linotype" w:eastAsia="MS Mincho" w:hAnsi="Palatino Linotype" w:cs="MS Mincho"/>
          <w:color w:val="000000"/>
          <w:sz w:val="28"/>
          <w:szCs w:val="28"/>
          <w:lang w:val="tg-Cyrl-TJ"/>
        </w:rPr>
        <w:t>ӯҳ</w:t>
      </w:r>
      <w:r w:rsidRPr="00784F69">
        <w:rPr>
          <w:rFonts w:ascii="Palatino Linotype" w:hAnsi="Palatino Linotype" w:cs="Times New Roman Tj"/>
          <w:color w:val="000000"/>
          <w:sz w:val="28"/>
          <w:szCs w:val="28"/>
          <w:lang w:val="tg-Cyrl-TJ"/>
        </w:rPr>
        <w:t>ри он</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о тасди</w:t>
      </w:r>
      <w:r w:rsidRPr="00784F69">
        <w:rPr>
          <w:rFonts w:ascii="Palatino Linotype" w:hAnsi="Palatino Linotype"/>
          <w:color w:val="000000"/>
          <w:sz w:val="28"/>
          <w:szCs w:val="28"/>
          <w:lang w:val="tg-Cyrl-TJ"/>
        </w:rPr>
        <w:t>қ</w:t>
      </w:r>
      <w:r w:rsidRPr="00784F69">
        <w:rPr>
          <w:rFonts w:ascii="Palatino Linotype" w:hAnsi="Palatino Linotype" w:cs="Times New Roman Tj"/>
          <w:color w:val="000000"/>
          <w:sz w:val="28"/>
          <w:szCs w:val="28"/>
          <w:lang w:val="tg-Cyrl-TJ"/>
        </w:rPr>
        <w:t xml:space="preserve"> шудааст, дар бар намегирад;</w:t>
      </w:r>
    </w:p>
    <w:p w:rsidR="00B65CA5" w:rsidRPr="00784F69" w:rsidRDefault="00B65CA5" w:rsidP="00C84BB2">
      <w:pPr>
        <w:spacing w:after="0" w:line="240" w:lineRule="auto"/>
        <w:jc w:val="both"/>
        <w:rPr>
          <w:rFonts w:ascii="Palatino Linotype" w:hAnsi="Palatino Linotype"/>
          <w:b/>
          <w:color w:val="000000"/>
          <w:sz w:val="28"/>
          <w:szCs w:val="28"/>
          <w:u w:val="single"/>
          <w:lang w:val="tg-Cyrl-TJ"/>
        </w:rPr>
      </w:pPr>
      <w:r w:rsidRPr="00784F69">
        <w:rPr>
          <w:rFonts w:ascii="Palatino Linotype" w:hAnsi="Palatino Linotype"/>
          <w:b/>
          <w:color w:val="000000"/>
          <w:sz w:val="28"/>
          <w:szCs w:val="28"/>
          <w:lang w:val="tg-Cyrl-TJ"/>
        </w:rPr>
        <w:t xml:space="preserve">$D) </w:t>
      </w:r>
      <w:r w:rsidRPr="00784F69">
        <w:rPr>
          <w:rFonts w:ascii="Palatino Linotype" w:hAnsi="Palatino Linotype"/>
          <w:color w:val="000000"/>
          <w:sz w:val="28"/>
          <w:szCs w:val="28"/>
          <w:lang w:val="tg-Cyrl-TJ"/>
        </w:rPr>
        <w:t>супориш ба ташкилоти тиҷоратӣ барои амалӣ намудани пардохтҳо аз ҳисоби маблағҳои буҷетӣҷудонашуда зидди ҳуҷҷатҳои пешбинишуда;</w:t>
      </w:r>
    </w:p>
    <w:p w:rsidR="00B65CA5" w:rsidRPr="00784F69" w:rsidRDefault="00B65CA5" w:rsidP="00C84BB2">
      <w:pPr>
        <w:spacing w:after="0" w:line="240" w:lineRule="auto"/>
        <w:jc w:val="both"/>
        <w:rPr>
          <w:rFonts w:ascii="Palatino Linotype" w:hAnsi="Palatino Linotype"/>
          <w:b/>
          <w:color w:val="000000"/>
          <w:sz w:val="28"/>
          <w:szCs w:val="28"/>
          <w:u w:val="single"/>
          <w:lang w:val="tg-Cyrl-TJ"/>
        </w:rPr>
      </w:pPr>
      <w:r w:rsidRPr="00784F69">
        <w:rPr>
          <w:rFonts w:ascii="Palatino Linotype" w:hAnsi="Palatino Linotype"/>
          <w:b/>
          <w:color w:val="000000"/>
          <w:sz w:val="28"/>
          <w:szCs w:val="28"/>
          <w:lang w:val="tg-Cyrl-TJ"/>
        </w:rPr>
        <w:t xml:space="preserve">$E) </w:t>
      </w:r>
      <w:r w:rsidRPr="00784F69">
        <w:rPr>
          <w:rFonts w:ascii="Palatino Linotype" w:hAnsi="Palatino Linotype"/>
          <w:color w:val="000000"/>
          <w:sz w:val="28"/>
          <w:szCs w:val="28"/>
          <w:lang w:val="tg-Cyrl-TJ"/>
        </w:rPr>
        <w:t>эътироз ба ташкилоти динӣ барои риоя накардани Қонунгузории ҶТ;</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 xml:space="preserve">@171. </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Оинномаи бонкро бояд к</w:t>
      </w:r>
      <w:r w:rsidRPr="00784F69">
        <w:rPr>
          <w:rFonts w:ascii="Palatino Linotype" w:eastAsia="MS Mincho" w:hAnsi="Palatino Linotype" w:cs="MS Mincho"/>
          <w:b/>
          <w:color w:val="000000"/>
          <w:sz w:val="28"/>
          <w:szCs w:val="28"/>
          <w:lang w:val="ru-RU"/>
        </w:rPr>
        <w:t>ӣ</w:t>
      </w:r>
      <w:r w:rsidRPr="00784F69">
        <w:rPr>
          <w:rFonts w:ascii="Palatino Linotype" w:hAnsi="Palatino Linotype"/>
          <w:b/>
          <w:color w:val="000000"/>
          <w:sz w:val="28"/>
          <w:szCs w:val="28"/>
          <w:lang w:val="tg-Cyrl-TJ"/>
        </w:rPr>
        <w:t xml:space="preserve"> тасдиқ</w:t>
      </w:r>
      <w:r w:rsidRPr="00784F69">
        <w:rPr>
          <w:rFonts w:ascii="Palatino Linotype" w:hAnsi="Palatino Linotype" w:cs="Times New Roman Tj"/>
          <w:b/>
          <w:color w:val="000000"/>
          <w:sz w:val="28"/>
          <w:szCs w:val="28"/>
          <w:lang w:val="tg-Cyrl-TJ"/>
        </w:rPr>
        <w:t xml:space="preserve"> намояд ва </w:t>
      </w:r>
      <w:r w:rsidRPr="00784F69">
        <w:rPr>
          <w:rFonts w:ascii="Palatino Linotype" w:hAnsi="Palatino Linotype"/>
          <w:b/>
          <w:color w:val="000000"/>
          <w:sz w:val="28"/>
          <w:szCs w:val="28"/>
          <w:lang w:val="tt-RU"/>
        </w:rPr>
        <w:t>к</w:t>
      </w:r>
      <w:r w:rsidRPr="00784F69">
        <w:rPr>
          <w:rFonts w:ascii="Palatino Linotype" w:eastAsia="MS Mincho" w:hAnsi="Palatino Linotype" w:cs="MS Mincho"/>
          <w:b/>
          <w:color w:val="000000"/>
          <w:sz w:val="28"/>
          <w:szCs w:val="28"/>
          <w:lang w:val="ru-RU"/>
        </w:rPr>
        <w:t>ӣ</w:t>
      </w:r>
      <w:r w:rsidRPr="00784F69">
        <w:rPr>
          <w:rFonts w:ascii="Palatino Linotype" w:hAnsi="Palatino Linotype"/>
          <w:b/>
          <w:color w:val="000000"/>
          <w:sz w:val="28"/>
          <w:szCs w:val="28"/>
          <w:lang w:val="tg-Cyrl-TJ"/>
        </w:rPr>
        <w:t xml:space="preserve"> ба имзо расонад?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$A) </w:t>
      </w:r>
      <w:r w:rsidRPr="00784F69">
        <w:rPr>
          <w:rFonts w:ascii="Palatino Linotype" w:hAnsi="Palatino Linotype"/>
          <w:color w:val="000000"/>
          <w:sz w:val="28"/>
          <w:szCs w:val="28"/>
          <w:lang w:val="tg-Cyrl-TJ"/>
        </w:rPr>
        <w:t>Оинномаро бояд ма</w:t>
      </w:r>
      <w:r w:rsidRPr="00784F69">
        <w:rPr>
          <w:rFonts w:ascii="Palatino Linotype" w:eastAsia="MS Mincho" w:hAnsi="Palatino Linotype" w:cs="MS Mincho"/>
          <w:color w:val="000000"/>
          <w:sz w:val="28"/>
          <w:szCs w:val="28"/>
          <w:lang w:val="tg-Cyrl-TJ"/>
        </w:rPr>
        <w:t>ҷ</w:t>
      </w:r>
      <w:r w:rsidRPr="00784F69">
        <w:rPr>
          <w:rFonts w:ascii="Palatino Linotype" w:hAnsi="Palatino Linotype" w:cs="Times New Roman Tj"/>
          <w:color w:val="000000"/>
          <w:sz w:val="28"/>
          <w:szCs w:val="28"/>
          <w:lang w:val="tg-Cyrl-TJ"/>
        </w:rPr>
        <w:t>лиси муассисон тасди</w:t>
      </w:r>
      <w:r w:rsidRPr="00784F69">
        <w:rPr>
          <w:rFonts w:ascii="Palatino Linotype" w:hAnsi="Palatino Linotype"/>
          <w:color w:val="000000"/>
          <w:sz w:val="28"/>
          <w:szCs w:val="28"/>
          <w:lang w:val="tg-Cyrl-TJ"/>
        </w:rPr>
        <w:t>қ</w:t>
      </w:r>
      <w:r w:rsidRPr="00784F69">
        <w:rPr>
          <w:rFonts w:ascii="Palatino Linotype" w:hAnsi="Palatino Linotype" w:cs="Times New Roman Tj"/>
          <w:color w:val="000000"/>
          <w:sz w:val="28"/>
          <w:szCs w:val="28"/>
          <w:lang w:val="tg-Cyrl-TJ"/>
        </w:rPr>
        <w:t xml:space="preserve"> намояд ва </w:t>
      </w:r>
      <w:r w:rsidRPr="00784F69">
        <w:rPr>
          <w:rFonts w:ascii="Palatino Linotype" w:hAnsi="Palatino Linotype"/>
          <w:color w:val="000000"/>
          <w:sz w:val="28"/>
          <w:szCs w:val="28"/>
          <w:lang w:val="tt-RU"/>
        </w:rPr>
        <w:t>Р</w:t>
      </w:r>
      <w:r w:rsidRPr="00784F69">
        <w:rPr>
          <w:rFonts w:ascii="Palatino Linotype" w:hAnsi="Palatino Linotype"/>
          <w:color w:val="000000"/>
          <w:sz w:val="28"/>
          <w:szCs w:val="28"/>
          <w:lang w:val="tg-Cyrl-TJ"/>
        </w:rPr>
        <w:t>аиси ш</w:t>
      </w:r>
      <w:r w:rsidRPr="00784F69">
        <w:rPr>
          <w:rFonts w:ascii="Palatino Linotype" w:eastAsia="MS Mincho" w:hAnsi="Palatino Linotype" w:cs="MS Mincho"/>
          <w:color w:val="000000"/>
          <w:sz w:val="28"/>
          <w:szCs w:val="28"/>
          <w:lang w:val="tg-Cyrl-TJ"/>
        </w:rPr>
        <w:t>ӯ</w:t>
      </w:r>
      <w:r w:rsidRPr="00784F69">
        <w:rPr>
          <w:rFonts w:ascii="Palatino Linotype" w:hAnsi="Palatino Linotype" w:cs="Times New Roman Tj"/>
          <w:color w:val="000000"/>
          <w:sz w:val="28"/>
          <w:szCs w:val="28"/>
          <w:lang w:val="tg-Cyrl-TJ"/>
        </w:rPr>
        <w:t>рои бонк ба имзо расонад;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$B) </w:t>
      </w:r>
      <w:r w:rsidRPr="00784F69">
        <w:rPr>
          <w:rFonts w:ascii="Palatino Linotype" w:hAnsi="Palatino Linotype"/>
          <w:color w:val="000000"/>
          <w:sz w:val="28"/>
          <w:szCs w:val="28"/>
          <w:lang w:val="tg-Cyrl-TJ"/>
        </w:rPr>
        <w:t>Дастурамалро бояд ҳ</w:t>
      </w:r>
      <w:r w:rsidRPr="00784F69">
        <w:rPr>
          <w:rFonts w:ascii="Palatino Linotype" w:hAnsi="Palatino Linotype" w:cs="Times New Roman Tj"/>
          <w:color w:val="000000"/>
          <w:sz w:val="28"/>
          <w:szCs w:val="28"/>
          <w:lang w:val="tg-Cyrl-TJ"/>
        </w:rPr>
        <w:t>иссагузорон тасди</w:t>
      </w:r>
      <w:r w:rsidRPr="00784F69">
        <w:rPr>
          <w:rFonts w:ascii="Palatino Linotype" w:hAnsi="Palatino Linotype"/>
          <w:color w:val="000000"/>
          <w:sz w:val="28"/>
          <w:szCs w:val="28"/>
          <w:lang w:val="tg-Cyrl-TJ"/>
        </w:rPr>
        <w:t>қ</w:t>
      </w:r>
      <w:r w:rsidRPr="00784F69">
        <w:rPr>
          <w:rFonts w:ascii="Palatino Linotype" w:hAnsi="Palatino Linotype" w:cs="Times New Roman Tj"/>
          <w:color w:val="000000"/>
          <w:sz w:val="28"/>
          <w:szCs w:val="28"/>
          <w:lang w:val="tg-Cyrl-TJ"/>
        </w:rPr>
        <w:t xml:space="preserve"> намояд ва </w:t>
      </w:r>
      <w:r w:rsidRPr="00784F69">
        <w:rPr>
          <w:rFonts w:ascii="Palatino Linotype" w:hAnsi="Palatino Linotype"/>
          <w:color w:val="000000"/>
          <w:sz w:val="28"/>
          <w:szCs w:val="28"/>
          <w:lang w:val="tt-RU"/>
        </w:rPr>
        <w:t>Р</w:t>
      </w:r>
      <w:r w:rsidRPr="00784F69">
        <w:rPr>
          <w:rFonts w:ascii="Palatino Linotype" w:hAnsi="Palatino Linotype"/>
          <w:color w:val="000000"/>
          <w:sz w:val="28"/>
          <w:szCs w:val="28"/>
          <w:lang w:val="tg-Cyrl-TJ"/>
        </w:rPr>
        <w:t>аиси бонк ба имзо нарасонад;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$C) </w:t>
      </w:r>
      <w:r w:rsidRPr="00784F69">
        <w:rPr>
          <w:rFonts w:ascii="Palatino Linotype" w:hAnsi="Palatino Linotype"/>
          <w:color w:val="000000"/>
          <w:sz w:val="28"/>
          <w:szCs w:val="28"/>
          <w:lang w:val="tg-Cyrl-TJ"/>
        </w:rPr>
        <w:t>Низомномаро бояд ма</w:t>
      </w:r>
      <w:r w:rsidRPr="00784F69">
        <w:rPr>
          <w:rFonts w:ascii="Palatino Linotype" w:eastAsia="MS Mincho" w:hAnsi="Palatino Linotype" w:cs="MS Mincho"/>
          <w:color w:val="000000"/>
          <w:sz w:val="28"/>
          <w:szCs w:val="28"/>
          <w:lang w:val="tg-Cyrl-TJ"/>
        </w:rPr>
        <w:t>ҷ</w:t>
      </w:r>
      <w:r w:rsidRPr="00784F69">
        <w:rPr>
          <w:rFonts w:ascii="Palatino Linotype" w:hAnsi="Palatino Linotype" w:cs="Times New Roman Tj"/>
          <w:color w:val="000000"/>
          <w:sz w:val="28"/>
          <w:szCs w:val="28"/>
          <w:lang w:val="tg-Cyrl-TJ"/>
        </w:rPr>
        <w:t>лиси са</w:t>
      </w:r>
      <w:r w:rsidRPr="00784F69">
        <w:rPr>
          <w:rFonts w:ascii="Palatino Linotype" w:hAnsi="Palatino Linotype"/>
          <w:color w:val="000000"/>
          <w:sz w:val="28"/>
          <w:szCs w:val="28"/>
          <w:lang w:val="tg-Cyrl-TJ"/>
        </w:rPr>
        <w:t>ҳҳ</w:t>
      </w:r>
      <w:r w:rsidRPr="00784F69">
        <w:rPr>
          <w:rFonts w:ascii="Palatino Linotype" w:hAnsi="Palatino Linotype" w:cs="Times New Roman Tj"/>
          <w:color w:val="000000"/>
          <w:sz w:val="28"/>
          <w:szCs w:val="28"/>
          <w:lang w:val="tg-Cyrl-TJ"/>
        </w:rPr>
        <w:t>омон тасди</w:t>
      </w:r>
      <w:r w:rsidRPr="00784F69">
        <w:rPr>
          <w:rFonts w:ascii="Palatino Linotype" w:hAnsi="Palatino Linotype"/>
          <w:color w:val="000000"/>
          <w:sz w:val="28"/>
          <w:szCs w:val="28"/>
          <w:lang w:val="tg-Cyrl-TJ"/>
        </w:rPr>
        <w:t xml:space="preserve">қнанамояд ва </w:t>
      </w:r>
      <w:r w:rsidRPr="00784F69">
        <w:rPr>
          <w:rFonts w:ascii="Palatino Linotype" w:hAnsi="Palatino Linotype"/>
          <w:color w:val="000000"/>
          <w:sz w:val="28"/>
          <w:szCs w:val="28"/>
          <w:lang w:val="tt-RU"/>
        </w:rPr>
        <w:t>муассисони</w:t>
      </w:r>
      <w:r w:rsidRPr="00784F69">
        <w:rPr>
          <w:rFonts w:ascii="Palatino Linotype" w:hAnsi="Palatino Linotype"/>
          <w:color w:val="000000"/>
          <w:sz w:val="28"/>
          <w:szCs w:val="28"/>
          <w:lang w:val="tg-Cyrl-TJ"/>
        </w:rPr>
        <w:t xml:space="preserve"> бонк ба имзо расонанд;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$D) </w:t>
      </w:r>
      <w:r w:rsidRPr="00784F69">
        <w:rPr>
          <w:rFonts w:ascii="Palatino Linotype" w:hAnsi="Palatino Linotype"/>
          <w:color w:val="000000"/>
          <w:sz w:val="28"/>
          <w:szCs w:val="28"/>
          <w:lang w:val="tg-Cyrl-TJ"/>
        </w:rPr>
        <w:t>Протоколро бояд ма</w:t>
      </w:r>
      <w:r w:rsidRPr="00784F69">
        <w:rPr>
          <w:rFonts w:ascii="Palatino Linotype" w:eastAsia="MS Mincho" w:hAnsi="Palatino Linotype" w:cs="MS Mincho"/>
          <w:color w:val="000000"/>
          <w:sz w:val="28"/>
          <w:szCs w:val="28"/>
          <w:lang w:val="tg-Cyrl-TJ"/>
        </w:rPr>
        <w:t>ҷ</w:t>
      </w:r>
      <w:r w:rsidRPr="00784F69">
        <w:rPr>
          <w:rFonts w:ascii="Palatino Linotype" w:hAnsi="Palatino Linotype" w:cs="Times New Roman Tj"/>
          <w:color w:val="000000"/>
          <w:sz w:val="28"/>
          <w:szCs w:val="28"/>
          <w:lang w:val="tg-Cyrl-TJ"/>
        </w:rPr>
        <w:t>лиси иштирокдорон тасди</w:t>
      </w:r>
      <w:r w:rsidRPr="00784F69">
        <w:rPr>
          <w:rFonts w:ascii="Palatino Linotype" w:hAnsi="Palatino Linotype"/>
          <w:color w:val="000000"/>
          <w:sz w:val="28"/>
          <w:szCs w:val="28"/>
          <w:lang w:val="tg-Cyrl-TJ"/>
        </w:rPr>
        <w:t>қ</w:t>
      </w:r>
      <w:r w:rsidRPr="00784F69">
        <w:rPr>
          <w:rFonts w:ascii="Palatino Linotype" w:hAnsi="Palatino Linotype" w:cs="Times New Roman Tj"/>
          <w:color w:val="000000"/>
          <w:sz w:val="28"/>
          <w:szCs w:val="28"/>
          <w:lang w:val="tg-Cyrl-TJ"/>
        </w:rPr>
        <w:t xml:space="preserve"> намояд ва </w:t>
      </w:r>
      <w:r w:rsidRPr="00784F69">
        <w:rPr>
          <w:rFonts w:ascii="Palatino Linotype" w:hAnsi="Palatino Linotype"/>
          <w:color w:val="000000"/>
          <w:sz w:val="28"/>
          <w:szCs w:val="28"/>
          <w:lang w:val="tt-RU"/>
        </w:rPr>
        <w:t>Р</w:t>
      </w:r>
      <w:r w:rsidRPr="00784F69">
        <w:rPr>
          <w:rFonts w:ascii="Palatino Linotype" w:hAnsi="Palatino Linotype"/>
          <w:color w:val="000000"/>
          <w:sz w:val="28"/>
          <w:szCs w:val="28"/>
          <w:lang w:val="tg-Cyrl-TJ"/>
        </w:rPr>
        <w:t>аиси муассисон бонк ба имзо нарасонад;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$E) </w:t>
      </w:r>
      <w:r w:rsidRPr="00784F69">
        <w:rPr>
          <w:rFonts w:ascii="Palatino Linotype" w:hAnsi="Palatino Linotype"/>
          <w:color w:val="000000"/>
          <w:sz w:val="28"/>
          <w:szCs w:val="28"/>
          <w:lang w:val="tg-Cyrl-TJ"/>
        </w:rPr>
        <w:t>Бояд раиси муассисон тасдиқ</w:t>
      </w:r>
      <w:r w:rsidRPr="00784F69">
        <w:rPr>
          <w:rFonts w:ascii="Palatino Linotype" w:hAnsi="Palatino Linotype" w:cs="Times New Roman Tj"/>
          <w:color w:val="000000"/>
          <w:sz w:val="28"/>
          <w:szCs w:val="28"/>
          <w:lang w:val="tg-Cyrl-TJ"/>
        </w:rPr>
        <w:t xml:space="preserve"> намояд ва ш</w:t>
      </w:r>
      <w:r w:rsidRPr="00784F69">
        <w:rPr>
          <w:rFonts w:ascii="Palatino Linotype" w:eastAsia="MS Mincho" w:hAnsi="Palatino Linotype" w:cs="MS Mincho"/>
          <w:color w:val="000000"/>
          <w:sz w:val="28"/>
          <w:szCs w:val="28"/>
          <w:lang w:val="tg-Cyrl-TJ"/>
        </w:rPr>
        <w:t>ӯ</w:t>
      </w:r>
      <w:r w:rsidRPr="00784F69">
        <w:rPr>
          <w:rFonts w:ascii="Palatino Linotype" w:hAnsi="Palatino Linotype" w:cs="Times New Roman Tj"/>
          <w:color w:val="000000"/>
          <w:sz w:val="28"/>
          <w:szCs w:val="28"/>
          <w:lang w:val="tg-Cyrl-TJ"/>
        </w:rPr>
        <w:t xml:space="preserve">рои бонк ба имзо </w:t>
      </w:r>
      <w:r w:rsidRPr="00784F69">
        <w:rPr>
          <w:rFonts w:ascii="Palatino Linotype" w:hAnsi="Palatino Linotype"/>
          <w:color w:val="000000"/>
          <w:sz w:val="28"/>
          <w:szCs w:val="28"/>
          <w:lang w:val="tg-Cyrl-TJ"/>
        </w:rPr>
        <w:t>нарасонад</w:t>
      </w:r>
      <w:r w:rsidRPr="00784F69">
        <w:rPr>
          <w:rFonts w:ascii="Palatino Linotype" w:hAnsi="Palatino Linotype"/>
          <w:b/>
          <w:color w:val="000000"/>
          <w:sz w:val="28"/>
          <w:szCs w:val="28"/>
          <w:lang w:val="tg-Cyrl-TJ"/>
        </w:rPr>
        <w:t>;</w:t>
      </w:r>
    </w:p>
    <w:p w:rsidR="00B65CA5" w:rsidRPr="00784F69" w:rsidRDefault="00B65CA5" w:rsidP="00C84BB2">
      <w:pPr>
        <w:spacing w:after="0" w:line="240" w:lineRule="auto"/>
        <w:jc w:val="both"/>
        <w:rPr>
          <w:rFonts w:ascii="Palatino Linotype" w:hAnsi="Palatino Linotype"/>
          <w:b/>
          <w:color w:val="000000"/>
          <w:sz w:val="28"/>
          <w:szCs w:val="28"/>
        </w:rPr>
      </w:pPr>
      <w:r w:rsidRPr="00784F69">
        <w:rPr>
          <w:rFonts w:ascii="Palatino Linotype" w:hAnsi="Palatino Linotype"/>
          <w:b/>
          <w:color w:val="000000"/>
          <w:sz w:val="28"/>
          <w:szCs w:val="28"/>
        </w:rPr>
        <w:t xml:space="preserve">@172. </w:t>
      </w:r>
    </w:p>
    <w:p w:rsidR="00B65CA5" w:rsidRPr="00784F69" w:rsidRDefault="00B65CA5" w:rsidP="00C84BB2">
      <w:pPr>
        <w:spacing w:after="0" w:line="240" w:lineRule="auto"/>
        <w:jc w:val="both"/>
        <w:rPr>
          <w:rFonts w:ascii="Palatino Linotype" w:hAnsi="Palatino Linotype"/>
          <w:b/>
          <w:color w:val="000000"/>
          <w:sz w:val="28"/>
          <w:szCs w:val="28"/>
        </w:rPr>
      </w:pPr>
      <w:r w:rsidRPr="00784F69">
        <w:rPr>
          <w:rFonts w:ascii="Palatino Linotype" w:hAnsi="Palatino Linotype"/>
          <w:b/>
          <w:color w:val="000000"/>
          <w:sz w:val="28"/>
          <w:szCs w:val="28"/>
        </w:rPr>
        <w:t>Нақ</w:t>
      </w:r>
      <w:r w:rsidRPr="00784F69">
        <w:rPr>
          <w:rFonts w:ascii="Palatino Linotype" w:hAnsi="Palatino Linotype" w:cs="Times New Roman Tj"/>
          <w:b/>
          <w:color w:val="000000"/>
          <w:sz w:val="28"/>
          <w:szCs w:val="28"/>
        </w:rPr>
        <w:t>шаи кор</w:t>
      </w:r>
      <w:r w:rsidRPr="00784F69">
        <w:rPr>
          <w:rFonts w:ascii="Palatino Linotype" w:eastAsia="MS Mincho" w:hAnsi="Palatino Linotype" w:cs="MS Mincho"/>
          <w:b/>
          <w:color w:val="000000"/>
          <w:sz w:val="28"/>
          <w:szCs w:val="28"/>
        </w:rPr>
        <w:t>ӣ</w:t>
      </w:r>
      <w:r w:rsidRPr="00784F69">
        <w:rPr>
          <w:rFonts w:ascii="Palatino Linotype" w:hAnsi="Palatino Linotype"/>
          <w:b/>
          <w:color w:val="000000"/>
          <w:sz w:val="28"/>
          <w:szCs w:val="28"/>
          <w:lang w:val="tt-RU"/>
        </w:rPr>
        <w:t>“</w:t>
      </w:r>
      <w:r w:rsidRPr="00784F69">
        <w:rPr>
          <w:rFonts w:ascii="Palatino Linotype" w:hAnsi="Palatino Linotype"/>
          <w:b/>
          <w:color w:val="000000"/>
          <w:sz w:val="28"/>
          <w:szCs w:val="28"/>
        </w:rPr>
        <w:t>бизнес-план чиро ифода ва инъикос менамояд</w:t>
      </w:r>
      <w:r w:rsidRPr="00784F69">
        <w:rPr>
          <w:rFonts w:ascii="Palatino Linotype" w:hAnsi="Palatino Linotype"/>
          <w:b/>
          <w:color w:val="000000"/>
          <w:sz w:val="28"/>
          <w:szCs w:val="28"/>
          <w:lang w:val="tt-RU"/>
        </w:rPr>
        <w:t>?</w:t>
      </w:r>
    </w:p>
    <w:p w:rsidR="00B65CA5" w:rsidRPr="00784F69" w:rsidRDefault="00B65CA5" w:rsidP="00C84BB2">
      <w:pPr>
        <w:pStyle w:val="NoSpacing"/>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$A) </w:t>
      </w:r>
      <w:r w:rsidRPr="00784F69">
        <w:rPr>
          <w:rFonts w:ascii="Palatino Linotype" w:hAnsi="Palatino Linotype"/>
          <w:color w:val="000000"/>
          <w:sz w:val="28"/>
          <w:szCs w:val="28"/>
          <w:lang w:val="tg-Cyrl-TJ"/>
        </w:rPr>
        <w:t>Нақ</w:t>
      </w:r>
      <w:r w:rsidRPr="00784F69">
        <w:rPr>
          <w:rFonts w:ascii="Palatino Linotype" w:hAnsi="Palatino Linotype" w:cs="Times New Roman Tj"/>
          <w:color w:val="000000"/>
          <w:sz w:val="28"/>
          <w:szCs w:val="28"/>
          <w:lang w:val="tg-Cyrl-TJ"/>
        </w:rPr>
        <w:t>шаи кор</w:t>
      </w:r>
      <w:r w:rsidRPr="00784F69">
        <w:rPr>
          <w:rFonts w:ascii="Palatino Linotype" w:eastAsia="MS Mincho" w:hAnsi="Palatino Linotype" w:cs="MS Mincho"/>
          <w:color w:val="000000"/>
          <w:sz w:val="28"/>
          <w:szCs w:val="28"/>
          <w:lang w:val="tg-Cyrl-TJ"/>
        </w:rPr>
        <w:t>ӣ</w:t>
      </w:r>
      <w:r w:rsidRPr="00784F69">
        <w:rPr>
          <w:rFonts w:ascii="Palatino Linotype" w:hAnsi="Palatino Linotype"/>
          <w:color w:val="000000"/>
          <w:sz w:val="28"/>
          <w:szCs w:val="28"/>
          <w:lang w:val="tt-RU"/>
        </w:rPr>
        <w:t>“</w:t>
      </w:r>
      <w:r w:rsidRPr="00784F69">
        <w:rPr>
          <w:rFonts w:ascii="Palatino Linotype" w:hAnsi="Palatino Linotype"/>
          <w:color w:val="000000"/>
          <w:sz w:val="28"/>
          <w:szCs w:val="28"/>
          <w:lang w:val="tg-Cyrl-TJ"/>
        </w:rPr>
        <w:t>бизнес-план</w:t>
      </w:r>
      <w:r w:rsidRPr="00784F69">
        <w:rPr>
          <w:rFonts w:ascii="Palatino Linotype" w:hAnsi="Palatino Linotype"/>
          <w:color w:val="000000"/>
          <w:sz w:val="28"/>
          <w:szCs w:val="28"/>
          <w:lang w:val="tt-RU"/>
        </w:rPr>
        <w:t>”</w:t>
      </w:r>
      <w:r w:rsidRPr="00784F69">
        <w:rPr>
          <w:rFonts w:ascii="Palatino Linotype" w:hAnsi="Palatino Linotype"/>
          <w:color w:val="000000"/>
          <w:sz w:val="28"/>
          <w:szCs w:val="28"/>
          <w:lang w:val="tg-Cyrl-TJ"/>
        </w:rPr>
        <w:t>, стратегияи фаъолият, самт ва миқ</w:t>
      </w:r>
      <w:r w:rsidRPr="00784F69">
        <w:rPr>
          <w:rFonts w:ascii="Palatino Linotype" w:hAnsi="Palatino Linotype" w:cs="Times New Roman Tj"/>
          <w:color w:val="000000"/>
          <w:sz w:val="28"/>
          <w:szCs w:val="28"/>
          <w:lang w:val="tg-Cyrl-TJ"/>
        </w:rPr>
        <w:t>ёси фаъолиятро дар давоми се соли аввали кор, на</w:t>
      </w:r>
      <w:r w:rsidRPr="00784F69">
        <w:rPr>
          <w:rFonts w:ascii="Palatino Linotype" w:hAnsi="Palatino Linotype"/>
          <w:color w:val="000000"/>
          <w:sz w:val="28"/>
          <w:szCs w:val="28"/>
          <w:lang w:val="tg-Cyrl-TJ"/>
        </w:rPr>
        <w:t>қ</w:t>
      </w:r>
      <w:r w:rsidRPr="00784F69">
        <w:rPr>
          <w:rFonts w:ascii="Palatino Linotype" w:hAnsi="Palatino Linotype" w:cs="Times New Roman Tj"/>
          <w:color w:val="000000"/>
          <w:sz w:val="28"/>
          <w:szCs w:val="28"/>
          <w:lang w:val="tg-Cyrl-TJ"/>
        </w:rPr>
        <w:t>шаи маркетингро (ташкили мизо</w:t>
      </w:r>
      <w:r w:rsidRPr="00784F69">
        <w:rPr>
          <w:rFonts w:ascii="Palatino Linotype" w:eastAsia="MS Mincho" w:hAnsi="Palatino Linotype" w:cs="MS Mincho"/>
          <w:color w:val="000000"/>
          <w:sz w:val="28"/>
          <w:szCs w:val="28"/>
          <w:lang w:val="tg-Cyrl-TJ"/>
        </w:rPr>
        <w:t>ҷ</w:t>
      </w:r>
      <w:r w:rsidRPr="00784F69">
        <w:rPr>
          <w:rFonts w:ascii="Palatino Linotype" w:hAnsi="Palatino Linotype" w:cs="Times New Roman Tj"/>
          <w:color w:val="000000"/>
          <w:sz w:val="28"/>
          <w:szCs w:val="28"/>
          <w:lang w:val="tg-Cyrl-TJ"/>
        </w:rPr>
        <w:t>они бонкро) ифода менамоянд;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$B) </w:t>
      </w:r>
      <w:r w:rsidRPr="00784F69">
        <w:rPr>
          <w:rFonts w:ascii="Palatino Linotype" w:hAnsi="Palatino Linotype"/>
          <w:color w:val="000000"/>
          <w:sz w:val="28"/>
          <w:szCs w:val="28"/>
          <w:lang w:val="tg-Cyrl-TJ"/>
        </w:rPr>
        <w:t>Нақ</w:t>
      </w:r>
      <w:r w:rsidRPr="00784F69">
        <w:rPr>
          <w:rFonts w:ascii="Palatino Linotype" w:hAnsi="Palatino Linotype" w:cs="Times New Roman Tj"/>
          <w:color w:val="000000"/>
          <w:sz w:val="28"/>
          <w:szCs w:val="28"/>
          <w:lang w:val="tg-Cyrl-TJ"/>
        </w:rPr>
        <w:t>шаи кор</w:t>
      </w:r>
      <w:r w:rsidRPr="00784F69">
        <w:rPr>
          <w:rFonts w:ascii="Palatino Linotype" w:eastAsia="MS Mincho" w:hAnsi="Palatino Linotype" w:cs="MS Mincho"/>
          <w:color w:val="000000"/>
          <w:sz w:val="28"/>
          <w:szCs w:val="28"/>
          <w:lang w:val="tg-Cyrl-TJ"/>
        </w:rPr>
        <w:t>ӣ</w:t>
      </w:r>
      <w:r w:rsidRPr="00784F69">
        <w:rPr>
          <w:rFonts w:ascii="Palatino Linotype" w:hAnsi="Palatino Linotype"/>
          <w:color w:val="000000"/>
          <w:sz w:val="28"/>
          <w:szCs w:val="28"/>
          <w:lang w:val="tg-Cyrl-TJ"/>
        </w:rPr>
        <w:t xml:space="preserve"> ва стратегияи фоида, инъикос месозад;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$C) </w:t>
      </w:r>
      <w:r w:rsidRPr="00784F69">
        <w:rPr>
          <w:rFonts w:ascii="Palatino Linotype" w:hAnsi="Palatino Linotype"/>
          <w:color w:val="000000"/>
          <w:sz w:val="28"/>
          <w:szCs w:val="28"/>
          <w:lang w:val="tg-Cyrl-TJ"/>
        </w:rPr>
        <w:t>Нақ</w:t>
      </w:r>
      <w:r w:rsidRPr="00784F69">
        <w:rPr>
          <w:rFonts w:ascii="Palatino Linotype" w:hAnsi="Palatino Linotype" w:cs="Times New Roman Tj"/>
          <w:color w:val="000000"/>
          <w:sz w:val="28"/>
          <w:szCs w:val="28"/>
          <w:lang w:val="tg-Cyrl-TJ"/>
        </w:rPr>
        <w:t>шаи маниторингр</w:t>
      </w:r>
      <w:r w:rsidRPr="00784F69">
        <w:rPr>
          <w:rFonts w:ascii="Palatino Linotype" w:hAnsi="Palatino Linotype"/>
          <w:color w:val="000000"/>
          <w:sz w:val="28"/>
          <w:szCs w:val="28"/>
          <w:lang w:val="tg-Cyrl-TJ"/>
        </w:rPr>
        <w:t>о (ташкили мизо</w:t>
      </w:r>
      <w:r w:rsidRPr="00784F69">
        <w:rPr>
          <w:rFonts w:ascii="Palatino Linotype" w:eastAsia="MS Mincho" w:hAnsi="Palatino Linotype" w:cs="MS Mincho"/>
          <w:color w:val="000000"/>
          <w:sz w:val="28"/>
          <w:szCs w:val="28"/>
          <w:lang w:val="tg-Cyrl-TJ"/>
        </w:rPr>
        <w:t>ҷ</w:t>
      </w:r>
      <w:r w:rsidRPr="00784F69">
        <w:rPr>
          <w:rFonts w:ascii="Palatino Linotype" w:hAnsi="Palatino Linotype" w:cs="Times New Roman Tj"/>
          <w:color w:val="000000"/>
          <w:sz w:val="28"/>
          <w:szCs w:val="28"/>
          <w:lang w:val="tg-Cyrl-TJ"/>
        </w:rPr>
        <w:t xml:space="preserve">они бонкро) ифода </w:t>
      </w:r>
      <w:r w:rsidRPr="00784F69">
        <w:rPr>
          <w:rFonts w:ascii="Palatino Linotype" w:hAnsi="Palatino Linotype"/>
          <w:color w:val="000000"/>
          <w:sz w:val="28"/>
          <w:szCs w:val="28"/>
          <w:lang w:val="tg-Cyrl-TJ"/>
        </w:rPr>
        <w:t>менамоянд ва мутобиқ</w:t>
      </w:r>
      <w:r w:rsidRPr="00784F69">
        <w:rPr>
          <w:rFonts w:ascii="Palatino Linotype" w:hAnsi="Palatino Linotype" w:cs="Times New Roman Tj"/>
          <w:color w:val="000000"/>
          <w:sz w:val="28"/>
          <w:szCs w:val="28"/>
          <w:lang w:val="tg-Cyrl-TJ"/>
        </w:rPr>
        <w:t>и замимаи №02</w:t>
      </w:r>
      <w:r w:rsidRPr="00784F69">
        <w:rPr>
          <w:rFonts w:ascii="Palatino Linotype" w:hAnsi="Palatino Linotype"/>
          <w:color w:val="000000"/>
          <w:sz w:val="28"/>
          <w:szCs w:val="28"/>
          <w:lang w:val="tg-Cyrl-TJ"/>
        </w:rPr>
        <w:t>0 феҳ</w:t>
      </w:r>
      <w:r w:rsidRPr="00784F69">
        <w:rPr>
          <w:rFonts w:ascii="Palatino Linotype" w:hAnsi="Palatino Linotype" w:cs="Times New Roman Tj"/>
          <w:color w:val="000000"/>
          <w:sz w:val="28"/>
          <w:szCs w:val="28"/>
          <w:lang w:val="tg-Cyrl-TJ"/>
        </w:rPr>
        <w:t>ристи савол</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оро инъикос месозад;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$D) </w:t>
      </w:r>
      <w:r w:rsidRPr="00784F69">
        <w:rPr>
          <w:rFonts w:ascii="Palatino Linotype" w:hAnsi="Palatino Linotype"/>
          <w:color w:val="000000"/>
          <w:sz w:val="28"/>
          <w:szCs w:val="28"/>
          <w:lang w:val="tg-Cyrl-TJ"/>
        </w:rPr>
        <w:t>Стратегияи самт ва миқ</w:t>
      </w:r>
      <w:r w:rsidRPr="00784F69">
        <w:rPr>
          <w:rFonts w:ascii="Palatino Linotype" w:hAnsi="Palatino Linotype" w:cs="Times New Roman Tj"/>
          <w:color w:val="000000"/>
          <w:sz w:val="28"/>
          <w:szCs w:val="28"/>
          <w:lang w:val="tg-Cyrl-TJ"/>
        </w:rPr>
        <w:t>ёси фаъолиятро</w:t>
      </w:r>
      <w:r w:rsidRPr="00784F69">
        <w:rPr>
          <w:rFonts w:ascii="Palatino Linotype" w:hAnsi="Palatino Linotype"/>
          <w:color w:val="000000"/>
          <w:sz w:val="28"/>
          <w:szCs w:val="28"/>
          <w:lang w:val="tg-Cyrl-TJ"/>
        </w:rPr>
        <w:t xml:space="preserve"> дар давоми се соли аввали кор месозад;</w:t>
      </w:r>
    </w:p>
    <w:p w:rsidR="00B65CA5" w:rsidRPr="00784F69" w:rsidRDefault="00B65CA5" w:rsidP="00C84BB2">
      <w:pPr>
        <w:spacing w:after="0" w:line="240" w:lineRule="auto"/>
        <w:jc w:val="both"/>
        <w:rPr>
          <w:rFonts w:ascii="Palatino Linotype" w:hAnsi="Palatino Linotype"/>
          <w:b/>
          <w:color w:val="000000"/>
          <w:sz w:val="28"/>
          <w:szCs w:val="28"/>
          <w:u w:val="single"/>
          <w:lang w:val="tg-Cyrl-TJ"/>
        </w:rPr>
      </w:pPr>
      <w:r w:rsidRPr="00784F69">
        <w:rPr>
          <w:rFonts w:ascii="Palatino Linotype" w:hAnsi="Palatino Linotype"/>
          <w:b/>
          <w:color w:val="000000"/>
          <w:sz w:val="28"/>
          <w:szCs w:val="28"/>
          <w:lang w:val="tg-Cyrl-TJ"/>
        </w:rPr>
        <w:t xml:space="preserve">$E) </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 xml:space="preserve">амаи </w:t>
      </w:r>
      <w:r w:rsidRPr="00784F69">
        <w:rPr>
          <w:rFonts w:ascii="Palatino Linotype" w:eastAsia="MS Mincho" w:hAnsi="Palatino Linotype" w:cs="MS Mincho"/>
          <w:color w:val="000000"/>
          <w:sz w:val="28"/>
          <w:szCs w:val="28"/>
          <w:lang w:val="tg-Cyrl-TJ"/>
        </w:rPr>
        <w:t>ҷ</w:t>
      </w:r>
      <w:r w:rsidRPr="00784F69">
        <w:rPr>
          <w:rFonts w:ascii="Palatino Linotype" w:hAnsi="Palatino Linotype" w:cs="Times New Roman Tj"/>
          <w:color w:val="000000"/>
          <w:sz w:val="28"/>
          <w:szCs w:val="28"/>
          <w:lang w:val="tg-Cyrl-TJ"/>
        </w:rPr>
        <w:t>авоб</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 xml:space="preserve">о </w:t>
      </w:r>
      <w:r w:rsidRPr="00784F69">
        <w:rPr>
          <w:rFonts w:ascii="Palatino Linotype" w:hAnsi="Palatino Linotype"/>
          <w:color w:val="000000"/>
          <w:sz w:val="28"/>
          <w:szCs w:val="28"/>
          <w:lang w:val="tg-Cyrl-TJ"/>
        </w:rPr>
        <w:t>нодурустанд;</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 xml:space="preserve">@173. </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Ҳ</w:t>
      </w:r>
      <w:r w:rsidRPr="00784F69">
        <w:rPr>
          <w:rFonts w:ascii="Palatino Linotype" w:hAnsi="Palatino Linotype" w:cs="Times New Roman Tj"/>
          <w:b/>
          <w:color w:val="000000"/>
          <w:sz w:val="28"/>
          <w:szCs w:val="28"/>
          <w:lang w:val="tg-Cyrl-TJ"/>
        </w:rPr>
        <w:t>исобот</w:t>
      </w:r>
      <w:r w:rsidRPr="00784F69">
        <w:rPr>
          <w:rFonts w:ascii="Palatino Linotype" w:hAnsi="Palatino Linotype"/>
          <w:b/>
          <w:color w:val="000000"/>
          <w:sz w:val="28"/>
          <w:szCs w:val="28"/>
          <w:lang w:val="tg-Cyrl-TJ"/>
        </w:rPr>
        <w:t xml:space="preserve"> дар бораи чорабиниҳ</w:t>
      </w:r>
      <w:r w:rsidRPr="00784F69">
        <w:rPr>
          <w:rFonts w:ascii="Palatino Linotype" w:hAnsi="Palatino Linotype" w:cs="Times New Roman Tj"/>
          <w:b/>
          <w:color w:val="000000"/>
          <w:sz w:val="28"/>
          <w:szCs w:val="28"/>
          <w:lang w:val="tg-Cyrl-TJ"/>
        </w:rPr>
        <w:t xml:space="preserve">ои бонк аз тарафи </w:t>
      </w:r>
      <w:r w:rsidRPr="00784F69">
        <w:rPr>
          <w:rFonts w:ascii="Palatino Linotype" w:hAnsi="Palatino Linotype"/>
          <w:b/>
          <w:color w:val="000000"/>
          <w:sz w:val="28"/>
          <w:szCs w:val="28"/>
          <w:lang w:val="tg-Cyrl-TJ"/>
        </w:rPr>
        <w:t>к</w:t>
      </w:r>
      <w:r w:rsidRPr="00784F69">
        <w:rPr>
          <w:rFonts w:ascii="Palatino Linotype" w:eastAsia="MS Mincho" w:hAnsi="Palatino Linotype" w:cs="MS Mincho"/>
          <w:b/>
          <w:color w:val="000000"/>
          <w:sz w:val="28"/>
          <w:szCs w:val="28"/>
          <w:lang w:val="tg-Cyrl-TJ"/>
        </w:rPr>
        <w:t>ӣ</w:t>
      </w:r>
      <w:r w:rsidRPr="00784F69">
        <w:rPr>
          <w:rFonts w:ascii="Palatino Linotype" w:hAnsi="Palatino Linotype"/>
          <w:b/>
          <w:color w:val="000000"/>
          <w:sz w:val="28"/>
          <w:szCs w:val="28"/>
          <w:lang w:val="tg-Cyrl-TJ"/>
        </w:rPr>
        <w:t xml:space="preserve"> ва мутобиқ</w:t>
      </w:r>
      <w:r w:rsidRPr="00784F69">
        <w:rPr>
          <w:rFonts w:ascii="Palatino Linotype" w:hAnsi="Palatino Linotype" w:cs="Times New Roman Tj"/>
          <w:b/>
          <w:color w:val="000000"/>
          <w:sz w:val="28"/>
          <w:szCs w:val="28"/>
          <w:lang w:val="tg-Cyrl-TJ"/>
        </w:rPr>
        <w:t>и ч</w:t>
      </w:r>
      <w:r w:rsidRPr="00784F69">
        <w:rPr>
          <w:rFonts w:ascii="Palatino Linotype" w:eastAsia="MS Mincho" w:hAnsi="Palatino Linotype" w:cs="MS Mincho"/>
          <w:b/>
          <w:color w:val="000000"/>
          <w:sz w:val="28"/>
          <w:szCs w:val="28"/>
          <w:lang w:val="tg-Cyrl-TJ"/>
        </w:rPr>
        <w:t>ӣ</w:t>
      </w:r>
      <w:r w:rsidRPr="00784F69">
        <w:rPr>
          <w:rFonts w:ascii="Palatino Linotype" w:hAnsi="Palatino Linotype" w:cs="Times New Roman Tj"/>
          <w:b/>
          <w:color w:val="000000"/>
          <w:sz w:val="28"/>
          <w:szCs w:val="28"/>
          <w:lang w:val="tg-Cyrl-TJ"/>
        </w:rPr>
        <w:t xml:space="preserve"> гузаронида мешавад?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$A) </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исобот</w:t>
      </w:r>
      <w:r w:rsidRPr="00784F69">
        <w:rPr>
          <w:rFonts w:ascii="Palatino Linotype" w:hAnsi="Palatino Linotype"/>
          <w:color w:val="000000"/>
          <w:sz w:val="28"/>
          <w:szCs w:val="28"/>
          <w:lang w:val="tg-Cyrl-TJ"/>
        </w:rPr>
        <w:t xml:space="preserve"> дар бораи чорабиниҳ</w:t>
      </w:r>
      <w:r w:rsidRPr="00784F69">
        <w:rPr>
          <w:rFonts w:ascii="Palatino Linotype" w:hAnsi="Palatino Linotype" w:cs="Times New Roman Tj"/>
          <w:color w:val="000000"/>
          <w:sz w:val="28"/>
          <w:szCs w:val="28"/>
          <w:lang w:val="tg-Cyrl-TJ"/>
        </w:rPr>
        <w:t>ои му</w:t>
      </w:r>
      <w:r w:rsidRPr="00784F69">
        <w:rPr>
          <w:rFonts w:ascii="Palatino Linotype" w:hAnsi="Palatino Linotype"/>
          <w:color w:val="000000"/>
          <w:sz w:val="28"/>
          <w:szCs w:val="28"/>
          <w:lang w:val="tg-Cyrl-TJ"/>
        </w:rPr>
        <w:t>қ</w:t>
      </w:r>
      <w:r w:rsidRPr="00784F69">
        <w:rPr>
          <w:rFonts w:ascii="Palatino Linotype" w:hAnsi="Palatino Linotype" w:cs="Times New Roman Tj"/>
          <w:color w:val="000000"/>
          <w:sz w:val="28"/>
          <w:szCs w:val="28"/>
          <w:lang w:val="tg-Cyrl-TJ"/>
        </w:rPr>
        <w:t>аддамоти аз тарафи муассисон мутоби</w:t>
      </w:r>
      <w:r w:rsidRPr="00784F69">
        <w:rPr>
          <w:rFonts w:ascii="Palatino Linotype" w:hAnsi="Palatino Linotype"/>
          <w:color w:val="000000"/>
          <w:sz w:val="28"/>
          <w:szCs w:val="28"/>
          <w:lang w:val="tg-Cyrl-TJ"/>
        </w:rPr>
        <w:t>қ</w:t>
      </w:r>
      <w:r w:rsidRPr="00784F69">
        <w:rPr>
          <w:rFonts w:ascii="Palatino Linotype" w:hAnsi="Palatino Linotype" w:cs="Times New Roman Tj"/>
          <w:color w:val="000000"/>
          <w:sz w:val="28"/>
          <w:szCs w:val="28"/>
          <w:lang w:val="tg-Cyrl-TJ"/>
        </w:rPr>
        <w:t>и на</w:t>
      </w:r>
      <w:r w:rsidRPr="00784F69">
        <w:rPr>
          <w:rFonts w:ascii="Palatino Linotype" w:hAnsi="Palatino Linotype"/>
          <w:color w:val="000000"/>
          <w:sz w:val="28"/>
          <w:szCs w:val="28"/>
          <w:lang w:val="tg-Cyrl-TJ"/>
        </w:rPr>
        <w:t>қшаи кор</w:t>
      </w:r>
      <w:r w:rsidRPr="00784F69">
        <w:rPr>
          <w:rFonts w:ascii="Palatino Linotype" w:eastAsia="MS Mincho" w:hAnsi="Palatino Linotype" w:cs="MS Mincho"/>
          <w:color w:val="000000"/>
          <w:sz w:val="28"/>
          <w:szCs w:val="28"/>
          <w:lang w:val="tg-Cyrl-TJ"/>
        </w:rPr>
        <w:t>ӣ</w:t>
      </w:r>
      <w:r w:rsidRPr="00784F69">
        <w:rPr>
          <w:rFonts w:ascii="Palatino Linotype" w:hAnsi="Palatino Linotype" w:cs="Times New Roman Tj"/>
          <w:color w:val="000000"/>
          <w:sz w:val="28"/>
          <w:szCs w:val="28"/>
          <w:lang w:val="tg-Cyrl-TJ"/>
        </w:rPr>
        <w:t xml:space="preserve"> (бизнес-плани) гузаронида мешавад;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$B) </w:t>
      </w:r>
      <w:r w:rsidRPr="00784F69">
        <w:rPr>
          <w:rFonts w:ascii="Palatino Linotype" w:hAnsi="Palatino Linotype"/>
          <w:color w:val="000000"/>
          <w:sz w:val="28"/>
          <w:szCs w:val="28"/>
          <w:lang w:val="tg-Cyrl-TJ"/>
        </w:rPr>
        <w:t>Маълумот дар бораи чорабиниҳ</w:t>
      </w:r>
      <w:r w:rsidRPr="00784F69">
        <w:rPr>
          <w:rFonts w:ascii="Palatino Linotype" w:hAnsi="Palatino Linotype" w:cs="Times New Roman Tj"/>
          <w:color w:val="000000"/>
          <w:sz w:val="28"/>
          <w:szCs w:val="28"/>
          <w:lang w:val="tg-Cyrl-TJ"/>
        </w:rPr>
        <w:t>ои му</w:t>
      </w:r>
      <w:r w:rsidRPr="00784F69">
        <w:rPr>
          <w:rFonts w:ascii="Palatino Linotype" w:hAnsi="Palatino Linotype"/>
          <w:color w:val="000000"/>
          <w:sz w:val="28"/>
          <w:szCs w:val="28"/>
          <w:lang w:val="tg-Cyrl-TJ"/>
        </w:rPr>
        <w:t>қ</w:t>
      </w:r>
      <w:r w:rsidRPr="00784F69">
        <w:rPr>
          <w:rFonts w:ascii="Palatino Linotype" w:hAnsi="Palatino Linotype" w:cs="Times New Roman Tj"/>
          <w:color w:val="000000"/>
          <w:sz w:val="28"/>
          <w:szCs w:val="28"/>
          <w:lang w:val="tg-Cyrl-TJ"/>
        </w:rPr>
        <w:t>аддамоти аз тарафи са</w:t>
      </w:r>
      <w:r w:rsidRPr="00784F69">
        <w:rPr>
          <w:rFonts w:ascii="Palatino Linotype" w:hAnsi="Palatino Linotype"/>
          <w:color w:val="000000"/>
          <w:sz w:val="28"/>
          <w:szCs w:val="28"/>
          <w:lang w:val="tg-Cyrl-TJ"/>
        </w:rPr>
        <w:t>ҳҳ</w:t>
      </w:r>
      <w:r w:rsidRPr="00784F69">
        <w:rPr>
          <w:rFonts w:ascii="Palatino Linotype" w:hAnsi="Palatino Linotype" w:cs="Times New Roman Tj"/>
          <w:color w:val="000000"/>
          <w:sz w:val="28"/>
          <w:szCs w:val="28"/>
          <w:lang w:val="tg-Cyrl-TJ"/>
        </w:rPr>
        <w:t>омон мутоби</w:t>
      </w:r>
      <w:r w:rsidRPr="00784F69">
        <w:rPr>
          <w:rFonts w:ascii="Palatino Linotype" w:hAnsi="Palatino Linotype"/>
          <w:color w:val="000000"/>
          <w:sz w:val="28"/>
          <w:szCs w:val="28"/>
          <w:lang w:val="tg-Cyrl-TJ"/>
        </w:rPr>
        <w:t>қ</w:t>
      </w:r>
      <w:r w:rsidRPr="00784F69">
        <w:rPr>
          <w:rFonts w:ascii="Palatino Linotype" w:hAnsi="Palatino Linotype" w:cs="Times New Roman Tj"/>
          <w:color w:val="000000"/>
          <w:sz w:val="28"/>
          <w:szCs w:val="28"/>
          <w:lang w:val="tg-Cyrl-TJ"/>
        </w:rPr>
        <w:t>и на</w:t>
      </w:r>
      <w:r w:rsidRPr="00784F69">
        <w:rPr>
          <w:rFonts w:ascii="Palatino Linotype" w:hAnsi="Palatino Linotype"/>
          <w:color w:val="000000"/>
          <w:sz w:val="28"/>
          <w:szCs w:val="28"/>
          <w:lang w:val="tg-Cyrl-TJ"/>
        </w:rPr>
        <w:t>қ</w:t>
      </w:r>
      <w:r w:rsidRPr="00784F69">
        <w:rPr>
          <w:rFonts w:ascii="Palatino Linotype" w:hAnsi="Palatino Linotype" w:cs="Times New Roman Tj"/>
          <w:color w:val="000000"/>
          <w:sz w:val="28"/>
          <w:szCs w:val="28"/>
          <w:lang w:val="tg-Cyrl-TJ"/>
        </w:rPr>
        <w:t>шаи кор</w:t>
      </w:r>
      <w:r w:rsidRPr="00784F69">
        <w:rPr>
          <w:rFonts w:ascii="Palatino Linotype" w:eastAsia="MS Mincho" w:hAnsi="Palatino Linotype" w:cs="MS Mincho"/>
          <w:color w:val="000000"/>
          <w:sz w:val="28"/>
          <w:szCs w:val="28"/>
          <w:lang w:val="tg-Cyrl-TJ"/>
        </w:rPr>
        <w:t>ӣ</w:t>
      </w:r>
      <w:r w:rsidRPr="00784F69">
        <w:rPr>
          <w:rFonts w:ascii="Palatino Linotype" w:hAnsi="Palatino Linotype"/>
          <w:color w:val="000000"/>
          <w:sz w:val="28"/>
          <w:szCs w:val="28"/>
          <w:lang w:val="tg-Cyrl-TJ"/>
        </w:rPr>
        <w:t>гузаронида мешавад;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$C) </w:t>
      </w:r>
      <w:r w:rsidRPr="00784F69">
        <w:rPr>
          <w:rFonts w:ascii="Palatino Linotype" w:hAnsi="Palatino Linotype"/>
          <w:color w:val="000000"/>
          <w:sz w:val="28"/>
          <w:szCs w:val="28"/>
          <w:lang w:val="tg-Cyrl-TJ"/>
        </w:rPr>
        <w:t>Муроҷиат дар бораи чорабиниҳ</w:t>
      </w:r>
      <w:r w:rsidRPr="00784F69">
        <w:rPr>
          <w:rFonts w:ascii="Palatino Linotype" w:hAnsi="Palatino Linotype" w:cs="Times New Roman Tj"/>
          <w:color w:val="000000"/>
          <w:sz w:val="28"/>
          <w:szCs w:val="28"/>
          <w:lang w:val="tg-Cyrl-TJ"/>
        </w:rPr>
        <w:t>ои му</w:t>
      </w:r>
      <w:r w:rsidRPr="00784F69">
        <w:rPr>
          <w:rFonts w:ascii="Palatino Linotype" w:hAnsi="Palatino Linotype"/>
          <w:color w:val="000000"/>
          <w:sz w:val="28"/>
          <w:szCs w:val="28"/>
          <w:lang w:val="tg-Cyrl-TJ"/>
        </w:rPr>
        <w:t>қ</w:t>
      </w:r>
      <w:r w:rsidRPr="00784F69">
        <w:rPr>
          <w:rFonts w:ascii="Palatino Linotype" w:hAnsi="Palatino Linotype" w:cs="Times New Roman Tj"/>
          <w:color w:val="000000"/>
          <w:sz w:val="28"/>
          <w:szCs w:val="28"/>
          <w:lang w:val="tg-Cyrl-TJ"/>
        </w:rPr>
        <w:t>аддамоти аз та</w:t>
      </w:r>
      <w:r w:rsidRPr="00784F69">
        <w:rPr>
          <w:rFonts w:ascii="Palatino Linotype" w:hAnsi="Palatino Linotype"/>
          <w:color w:val="000000"/>
          <w:sz w:val="28"/>
          <w:szCs w:val="28"/>
          <w:lang w:val="tg-Cyrl-TJ"/>
        </w:rPr>
        <w:t>рафи иштирокдорон мутобиқ</w:t>
      </w:r>
      <w:r w:rsidRPr="00784F69">
        <w:rPr>
          <w:rFonts w:ascii="Palatino Linotype" w:hAnsi="Palatino Linotype" w:cs="Times New Roman Tj"/>
          <w:color w:val="000000"/>
          <w:sz w:val="28"/>
          <w:szCs w:val="28"/>
          <w:lang w:val="tg-Cyrl-TJ"/>
        </w:rPr>
        <w:t xml:space="preserve">и оиннома гузаронида </w:t>
      </w:r>
      <w:r w:rsidRPr="00784F69">
        <w:rPr>
          <w:rFonts w:ascii="Palatino Linotype" w:hAnsi="Palatino Linotype"/>
          <w:color w:val="000000"/>
          <w:sz w:val="28"/>
          <w:szCs w:val="28"/>
          <w:lang w:val="tg-Cyrl-TJ"/>
        </w:rPr>
        <w:t>намешавад;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$D) </w:t>
      </w:r>
      <w:r w:rsidRPr="00784F69">
        <w:rPr>
          <w:rFonts w:ascii="Palatino Linotype" w:hAnsi="Palatino Linotype"/>
          <w:color w:val="000000"/>
          <w:sz w:val="28"/>
          <w:szCs w:val="28"/>
          <w:lang w:val="tg-Cyrl-TJ"/>
        </w:rPr>
        <w:t>Дар бораи чорабиниҳ</w:t>
      </w:r>
      <w:r w:rsidRPr="00784F69">
        <w:rPr>
          <w:rFonts w:ascii="Palatino Linotype" w:hAnsi="Palatino Linotype" w:cs="Times New Roman Tj"/>
          <w:color w:val="000000"/>
          <w:sz w:val="28"/>
          <w:szCs w:val="28"/>
          <w:lang w:val="tg-Cyrl-TJ"/>
        </w:rPr>
        <w:t>ои му</w:t>
      </w:r>
      <w:r w:rsidRPr="00784F69">
        <w:rPr>
          <w:rFonts w:ascii="Palatino Linotype" w:hAnsi="Palatino Linotype"/>
          <w:color w:val="000000"/>
          <w:sz w:val="28"/>
          <w:szCs w:val="28"/>
          <w:lang w:val="tg-Cyrl-TJ"/>
        </w:rPr>
        <w:t>қ</w:t>
      </w:r>
      <w:r w:rsidRPr="00784F69">
        <w:rPr>
          <w:rFonts w:ascii="Palatino Linotype" w:hAnsi="Palatino Linotype" w:cs="Times New Roman Tj"/>
          <w:color w:val="000000"/>
          <w:sz w:val="28"/>
          <w:szCs w:val="28"/>
          <w:lang w:val="tg-Cyrl-TJ"/>
        </w:rPr>
        <w:t>аддамоти аз т</w:t>
      </w:r>
      <w:r w:rsidRPr="00784F69">
        <w:rPr>
          <w:rFonts w:ascii="Palatino Linotype" w:hAnsi="Palatino Linotype"/>
          <w:color w:val="000000"/>
          <w:sz w:val="28"/>
          <w:szCs w:val="28"/>
          <w:lang w:val="tg-Cyrl-TJ"/>
        </w:rPr>
        <w:t>арафи муассисон мутобиқ</w:t>
      </w:r>
      <w:r w:rsidRPr="00784F69">
        <w:rPr>
          <w:rFonts w:ascii="Palatino Linotype" w:hAnsi="Palatino Linotype" w:cs="Times New Roman Tj"/>
          <w:color w:val="000000"/>
          <w:sz w:val="28"/>
          <w:szCs w:val="28"/>
          <w:lang w:val="tg-Cyrl-TJ"/>
        </w:rPr>
        <w:t>и дастурамал</w:t>
      </w:r>
      <w:r w:rsidRPr="00784F69">
        <w:rPr>
          <w:rFonts w:ascii="Palatino Linotype" w:hAnsi="Palatino Linotype"/>
          <w:color w:val="000000"/>
          <w:sz w:val="28"/>
          <w:szCs w:val="28"/>
          <w:lang w:val="tg-Cyrl-TJ"/>
        </w:rPr>
        <w:t xml:space="preserve"> гузаронида мешавад;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$E) </w:t>
      </w:r>
      <w:r w:rsidRPr="00784F69">
        <w:rPr>
          <w:rFonts w:ascii="Palatino Linotype" w:hAnsi="Palatino Linotype"/>
          <w:color w:val="000000"/>
          <w:sz w:val="28"/>
          <w:szCs w:val="28"/>
          <w:lang w:val="tg-Cyrl-TJ"/>
        </w:rPr>
        <w:t>Барои чорабиниҳ</w:t>
      </w:r>
      <w:r w:rsidRPr="00784F69">
        <w:rPr>
          <w:rFonts w:ascii="Palatino Linotype" w:hAnsi="Palatino Linotype" w:cs="Times New Roman Tj"/>
          <w:color w:val="000000"/>
          <w:sz w:val="28"/>
          <w:szCs w:val="28"/>
          <w:lang w:val="tg-Cyrl-TJ"/>
        </w:rPr>
        <w:t>ои му</w:t>
      </w:r>
      <w:r w:rsidRPr="00784F69">
        <w:rPr>
          <w:rFonts w:ascii="Palatino Linotype" w:hAnsi="Palatino Linotype"/>
          <w:color w:val="000000"/>
          <w:sz w:val="28"/>
          <w:szCs w:val="28"/>
          <w:lang w:val="tg-Cyrl-TJ"/>
        </w:rPr>
        <w:t>қ</w:t>
      </w:r>
      <w:r w:rsidRPr="00784F69">
        <w:rPr>
          <w:rFonts w:ascii="Palatino Linotype" w:hAnsi="Palatino Linotype" w:cs="Times New Roman Tj"/>
          <w:color w:val="000000"/>
          <w:sz w:val="28"/>
          <w:szCs w:val="28"/>
          <w:lang w:val="tg-Cyrl-TJ"/>
        </w:rPr>
        <w:t>аддамоти аз тарафи бонкирон мутоби</w:t>
      </w:r>
      <w:r w:rsidRPr="00784F69">
        <w:rPr>
          <w:rFonts w:ascii="Palatino Linotype" w:hAnsi="Palatino Linotype"/>
          <w:color w:val="000000"/>
          <w:sz w:val="28"/>
          <w:szCs w:val="28"/>
          <w:lang w:val="tg-Cyrl-TJ"/>
        </w:rPr>
        <w:t>қ</w:t>
      </w:r>
      <w:r w:rsidRPr="00784F69">
        <w:rPr>
          <w:rFonts w:ascii="Palatino Linotype" w:hAnsi="Palatino Linotype" w:cs="Times New Roman Tj"/>
          <w:color w:val="000000"/>
          <w:sz w:val="28"/>
          <w:szCs w:val="28"/>
          <w:lang w:val="tg-Cyrl-TJ"/>
        </w:rPr>
        <w:t>и и</w:t>
      </w:r>
      <w:r w:rsidRPr="00784F69">
        <w:rPr>
          <w:rFonts w:ascii="Palatino Linotype" w:eastAsia="MS Mincho" w:hAnsi="Palatino Linotype" w:cs="MS Mincho"/>
          <w:color w:val="000000"/>
          <w:sz w:val="28"/>
          <w:szCs w:val="28"/>
          <w:lang w:val="tg-Cyrl-TJ"/>
        </w:rPr>
        <w:t>ҷ</w:t>
      </w:r>
      <w:r w:rsidRPr="00784F69">
        <w:rPr>
          <w:rFonts w:ascii="Palatino Linotype" w:hAnsi="Palatino Linotype" w:cs="Times New Roman Tj"/>
          <w:color w:val="000000"/>
          <w:sz w:val="28"/>
          <w:szCs w:val="28"/>
          <w:lang w:val="tg-Cyrl-TJ"/>
        </w:rPr>
        <w:t>озатномагузаронида мешавад</w:t>
      </w:r>
      <w:r w:rsidRPr="00784F69">
        <w:rPr>
          <w:rFonts w:ascii="Palatino Linotype" w:hAnsi="Palatino Linotype"/>
          <w:b/>
          <w:color w:val="000000"/>
          <w:sz w:val="28"/>
          <w:szCs w:val="28"/>
          <w:lang w:val="tg-Cyrl-TJ"/>
        </w:rPr>
        <w:t>;</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 xml:space="preserve">@174. </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Р</w:t>
      </w:r>
      <w:r w:rsidRPr="00784F69">
        <w:rPr>
          <w:rFonts w:ascii="Palatino Linotype" w:eastAsia="MS Mincho" w:hAnsi="Palatino Linotype" w:cs="MS Mincho"/>
          <w:b/>
          <w:color w:val="000000"/>
          <w:sz w:val="28"/>
          <w:szCs w:val="28"/>
          <w:lang w:val="tg-Cyrl-TJ"/>
        </w:rPr>
        <w:t>ӯ</w:t>
      </w:r>
      <w:r w:rsidRPr="00784F69">
        <w:rPr>
          <w:rFonts w:ascii="Palatino Linotype" w:hAnsi="Palatino Linotype" w:cs="Times New Roman Tj"/>
          <w:b/>
          <w:color w:val="000000"/>
          <w:sz w:val="28"/>
          <w:szCs w:val="28"/>
          <w:lang w:val="tg-Cyrl-TJ"/>
        </w:rPr>
        <w:t>йхати</w:t>
      </w:r>
      <w:r w:rsidRPr="00784F69">
        <w:rPr>
          <w:rFonts w:ascii="Palatino Linotype" w:hAnsi="Palatino Linotype"/>
          <w:b/>
          <w:color w:val="000000"/>
          <w:sz w:val="28"/>
          <w:szCs w:val="28"/>
          <w:lang w:val="tg-Cyrl-TJ"/>
        </w:rPr>
        <w:t xml:space="preserve"> аъзои ш</w:t>
      </w:r>
      <w:r w:rsidRPr="00784F69">
        <w:rPr>
          <w:rFonts w:ascii="Palatino Linotype" w:eastAsia="MS Mincho" w:hAnsi="Palatino Linotype" w:cs="MS Mincho"/>
          <w:b/>
          <w:color w:val="000000"/>
          <w:sz w:val="28"/>
          <w:szCs w:val="28"/>
          <w:lang w:val="tg-Cyrl-TJ"/>
        </w:rPr>
        <w:t>ӯ</w:t>
      </w:r>
      <w:r w:rsidRPr="00784F69">
        <w:rPr>
          <w:rFonts w:ascii="Palatino Linotype" w:hAnsi="Palatino Linotype" w:cs="Times New Roman Tj"/>
          <w:b/>
          <w:color w:val="000000"/>
          <w:sz w:val="28"/>
          <w:szCs w:val="28"/>
          <w:lang w:val="tg-Cyrl-TJ"/>
        </w:rPr>
        <w:t>рои бонк ва р</w:t>
      </w:r>
      <w:r w:rsidRPr="00784F69">
        <w:rPr>
          <w:rFonts w:ascii="Palatino Linotype" w:eastAsia="MS Mincho" w:hAnsi="Palatino Linotype" w:cs="MS Mincho"/>
          <w:b/>
          <w:color w:val="000000"/>
          <w:sz w:val="28"/>
          <w:szCs w:val="28"/>
          <w:lang w:val="tg-Cyrl-TJ"/>
        </w:rPr>
        <w:t>ӯ</w:t>
      </w:r>
      <w:r w:rsidRPr="00784F69">
        <w:rPr>
          <w:rFonts w:ascii="Palatino Linotype" w:hAnsi="Palatino Linotype" w:cs="Times New Roman Tj"/>
          <w:b/>
          <w:color w:val="000000"/>
          <w:sz w:val="28"/>
          <w:szCs w:val="28"/>
          <w:lang w:val="tg-Cyrl-TJ"/>
        </w:rPr>
        <w:t>йхати аъзои раёсати бонк</w:t>
      </w:r>
      <w:r w:rsidRPr="00784F69">
        <w:rPr>
          <w:rFonts w:ascii="Palatino Linotype" w:hAnsi="Palatino Linotype"/>
          <w:b/>
          <w:color w:val="000000"/>
          <w:sz w:val="28"/>
          <w:szCs w:val="28"/>
          <w:lang w:val="tg-Cyrl-TJ"/>
        </w:rPr>
        <w:t xml:space="preserve"> чиро дар бар мегирад?</w:t>
      </w:r>
    </w:p>
    <w:p w:rsidR="00B65CA5" w:rsidRPr="00784F69" w:rsidRDefault="00B65CA5" w:rsidP="00C84BB2">
      <w:pPr>
        <w:pStyle w:val="NoSpacing"/>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$A) </w:t>
      </w:r>
      <w:r w:rsidRPr="00784F69">
        <w:rPr>
          <w:rFonts w:ascii="Palatino Linotype" w:hAnsi="Palatino Linotype"/>
          <w:color w:val="000000"/>
          <w:sz w:val="28"/>
          <w:szCs w:val="28"/>
          <w:lang w:val="tg-Cyrl-TJ"/>
        </w:rPr>
        <w:t>Дар р</w:t>
      </w:r>
      <w:r w:rsidRPr="00784F69">
        <w:rPr>
          <w:rFonts w:ascii="Palatino Linotype" w:eastAsia="MS Mincho" w:hAnsi="Palatino Linotype" w:cs="MS Mincho"/>
          <w:color w:val="000000"/>
          <w:sz w:val="28"/>
          <w:szCs w:val="28"/>
          <w:lang w:val="tg-Cyrl-TJ"/>
        </w:rPr>
        <w:t>ӯ</w:t>
      </w:r>
      <w:r w:rsidRPr="00784F69">
        <w:rPr>
          <w:rFonts w:ascii="Palatino Linotype" w:hAnsi="Palatino Linotype" w:cs="Times New Roman Tj"/>
          <w:color w:val="000000"/>
          <w:sz w:val="28"/>
          <w:szCs w:val="28"/>
          <w:lang w:val="tg-Cyrl-TJ"/>
        </w:rPr>
        <w:t>йхати аъзои ш</w:t>
      </w:r>
      <w:r w:rsidRPr="00784F69">
        <w:rPr>
          <w:rFonts w:ascii="Palatino Linotype" w:eastAsia="MS Mincho" w:hAnsi="Palatino Linotype" w:cs="MS Mincho"/>
          <w:color w:val="000000"/>
          <w:sz w:val="28"/>
          <w:szCs w:val="28"/>
          <w:lang w:val="tg-Cyrl-TJ"/>
        </w:rPr>
        <w:t>ӯ</w:t>
      </w:r>
      <w:r w:rsidRPr="00784F69">
        <w:rPr>
          <w:rFonts w:ascii="Palatino Linotype" w:hAnsi="Palatino Linotype" w:cs="Times New Roman Tj"/>
          <w:color w:val="000000"/>
          <w:sz w:val="28"/>
          <w:szCs w:val="28"/>
          <w:lang w:val="tg-Cyrl-TJ"/>
        </w:rPr>
        <w:t>рои бонк ва р</w:t>
      </w:r>
      <w:r w:rsidRPr="00784F69">
        <w:rPr>
          <w:rFonts w:ascii="Palatino Linotype" w:eastAsia="MS Mincho" w:hAnsi="Palatino Linotype" w:cs="MS Mincho"/>
          <w:color w:val="000000"/>
          <w:sz w:val="28"/>
          <w:szCs w:val="28"/>
          <w:lang w:val="tg-Cyrl-TJ"/>
        </w:rPr>
        <w:t>ӯ</w:t>
      </w:r>
      <w:r w:rsidRPr="00784F69">
        <w:rPr>
          <w:rFonts w:ascii="Palatino Linotype" w:hAnsi="Palatino Linotype" w:cs="Times New Roman Tj"/>
          <w:color w:val="000000"/>
          <w:sz w:val="28"/>
          <w:szCs w:val="28"/>
          <w:lang w:val="tg-Cyrl-TJ"/>
        </w:rPr>
        <w:t>йхати аъзои раёсати бонк, раисон ва муовинони он</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 xml:space="preserve">о, номи пурра ва нишонии </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 xml:space="preserve">ар як шахс нишон дода шудааст ки, аз тарафи </w:t>
      </w:r>
      <w:r w:rsidRPr="00784F69">
        <w:rPr>
          <w:rFonts w:ascii="Palatino Linotype" w:hAnsi="Palatino Linotype"/>
          <w:color w:val="000000"/>
          <w:sz w:val="28"/>
          <w:szCs w:val="28"/>
          <w:lang w:val="tt-RU"/>
        </w:rPr>
        <w:t>Р</w:t>
      </w:r>
      <w:r w:rsidRPr="00784F69">
        <w:rPr>
          <w:rFonts w:ascii="Palatino Linotype" w:hAnsi="Palatino Linotype"/>
          <w:color w:val="000000"/>
          <w:sz w:val="28"/>
          <w:szCs w:val="28"/>
          <w:lang w:val="tg-Cyrl-TJ"/>
        </w:rPr>
        <w:t>аиси ш</w:t>
      </w:r>
      <w:r w:rsidRPr="00784F69">
        <w:rPr>
          <w:rFonts w:ascii="Palatino Linotype" w:eastAsia="MS Mincho" w:hAnsi="Palatino Linotype" w:cs="MS Mincho"/>
          <w:color w:val="000000"/>
          <w:sz w:val="28"/>
          <w:szCs w:val="28"/>
          <w:lang w:val="tg-Cyrl-TJ"/>
        </w:rPr>
        <w:t>ӯ</w:t>
      </w:r>
      <w:r w:rsidRPr="00784F69">
        <w:rPr>
          <w:rFonts w:ascii="Palatino Linotype" w:hAnsi="Palatino Linotype" w:cs="Times New Roman Tj"/>
          <w:color w:val="000000"/>
          <w:sz w:val="28"/>
          <w:szCs w:val="28"/>
          <w:lang w:val="tg-Cyrl-TJ"/>
        </w:rPr>
        <w:t>рои бонк имзо гардидааст;</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$B) </w:t>
      </w:r>
      <w:r w:rsidRPr="00784F69">
        <w:rPr>
          <w:rFonts w:ascii="Palatino Linotype" w:hAnsi="Palatino Linotype"/>
          <w:color w:val="000000"/>
          <w:sz w:val="28"/>
          <w:szCs w:val="28"/>
          <w:lang w:val="tg-Cyrl-TJ"/>
        </w:rPr>
        <w:t>дар чунин шакли ҳисоббаробаркунӣ ташкилоти барои қабули пардохт салоҳиятдор ба бонки хизматрасонандаи ӯ супориши инкассӣ медиҳад, ки тибқи он бонк тавассути мухбири хориҷии худ пардохти мизоҷони дахлдорро қабул мекунад;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$C) </w:t>
      </w:r>
      <w:r w:rsidRPr="00784F69">
        <w:rPr>
          <w:rFonts w:ascii="Palatino Linotype" w:hAnsi="Palatino Linotype"/>
          <w:color w:val="000000"/>
          <w:sz w:val="28"/>
          <w:szCs w:val="28"/>
          <w:lang w:val="tg-Cyrl-TJ"/>
        </w:rPr>
        <w:t>шакли ҳисобаробаркунӣ ташкилоти барои қабули пардохт салоҳиятдор ба бонки хизматрасонандаи ӯ супориши векселӣмедиҳад, ки тибқи он бонк тавассути резиденти хориҷии худ пардохти мизоҷони дахлдорро қабул намекунад;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$D) </w:t>
      </w:r>
      <w:r w:rsidRPr="00784F69">
        <w:rPr>
          <w:rFonts w:ascii="Palatino Linotype" w:hAnsi="Palatino Linotype"/>
          <w:color w:val="000000"/>
          <w:sz w:val="28"/>
          <w:szCs w:val="28"/>
          <w:lang w:val="tg-Cyrl-TJ"/>
        </w:rPr>
        <w:t>тарзи уҳдадориҳои муқаррарнашуда оид ба маблағҳои номуайян мебошад;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$E) </w:t>
      </w:r>
      <w:r w:rsidRPr="00784F69">
        <w:rPr>
          <w:rFonts w:ascii="Palatino Linotype" w:hAnsi="Palatino Linotype"/>
          <w:color w:val="000000"/>
          <w:sz w:val="28"/>
          <w:szCs w:val="28"/>
          <w:lang w:val="tg-Cyrl-TJ"/>
        </w:rPr>
        <w:t>Аъзои корпоратсия ва р</w:t>
      </w:r>
      <w:r w:rsidRPr="00784F69">
        <w:rPr>
          <w:rFonts w:ascii="Palatino Linotype" w:eastAsia="MS Mincho" w:hAnsi="Palatino Linotype" w:cs="MS Mincho"/>
          <w:color w:val="000000"/>
          <w:sz w:val="28"/>
          <w:szCs w:val="28"/>
          <w:lang w:val="tg-Cyrl-TJ"/>
        </w:rPr>
        <w:t>ӯ</w:t>
      </w:r>
      <w:r w:rsidRPr="00784F69">
        <w:rPr>
          <w:rFonts w:ascii="Palatino Linotype" w:hAnsi="Palatino Linotype" w:cs="Times New Roman Tj"/>
          <w:color w:val="000000"/>
          <w:sz w:val="28"/>
          <w:szCs w:val="28"/>
          <w:lang w:val="tg-Cyrl-TJ"/>
        </w:rPr>
        <w:t>йхати аъзои раёсати консерн, раисон ва муовинони он</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 xml:space="preserve">о, номи пурра ва нишонии </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 xml:space="preserve">ар як шахс нишон дода шудааст ки, аз тарафи </w:t>
      </w:r>
      <w:r w:rsidRPr="00784F69">
        <w:rPr>
          <w:rFonts w:ascii="Palatino Linotype" w:hAnsi="Palatino Linotype"/>
          <w:color w:val="000000"/>
          <w:sz w:val="28"/>
          <w:szCs w:val="28"/>
          <w:lang w:val="tt-RU"/>
        </w:rPr>
        <w:t>Р</w:t>
      </w:r>
      <w:r w:rsidRPr="00784F69">
        <w:rPr>
          <w:rFonts w:ascii="Palatino Linotype" w:hAnsi="Palatino Linotype"/>
          <w:color w:val="000000"/>
          <w:sz w:val="28"/>
          <w:szCs w:val="28"/>
          <w:lang w:val="tg-Cyrl-TJ"/>
        </w:rPr>
        <w:t>аиси ш</w:t>
      </w:r>
      <w:r w:rsidRPr="00784F69">
        <w:rPr>
          <w:rFonts w:ascii="Palatino Linotype" w:eastAsia="MS Mincho" w:hAnsi="Palatino Linotype" w:cs="MS Mincho"/>
          <w:color w:val="000000"/>
          <w:sz w:val="28"/>
          <w:szCs w:val="28"/>
          <w:lang w:val="tg-Cyrl-TJ"/>
        </w:rPr>
        <w:t>ӯ</w:t>
      </w:r>
      <w:r w:rsidRPr="00784F69">
        <w:rPr>
          <w:rFonts w:ascii="Palatino Linotype" w:hAnsi="Palatino Linotype" w:cs="Times New Roman Tj"/>
          <w:color w:val="000000"/>
          <w:sz w:val="28"/>
          <w:szCs w:val="28"/>
          <w:lang w:val="tg-Cyrl-TJ"/>
        </w:rPr>
        <w:t>рои</w:t>
      </w:r>
      <w:r w:rsidRPr="00784F69">
        <w:rPr>
          <w:rFonts w:ascii="Palatino Linotype" w:hAnsi="Palatino Linotype"/>
          <w:color w:val="000000"/>
          <w:sz w:val="28"/>
          <w:szCs w:val="28"/>
          <w:lang w:val="tg-Cyrl-TJ"/>
        </w:rPr>
        <w:t xml:space="preserve"> бонк имзо гардидааст</w:t>
      </w:r>
      <w:r w:rsidRPr="00784F69">
        <w:rPr>
          <w:rFonts w:ascii="Palatino Linotype" w:hAnsi="Palatino Linotype"/>
          <w:b/>
          <w:color w:val="000000"/>
          <w:sz w:val="28"/>
          <w:szCs w:val="28"/>
          <w:lang w:val="tg-Cyrl-TJ"/>
        </w:rPr>
        <w:t>;</w:t>
      </w:r>
    </w:p>
    <w:p w:rsidR="00B65CA5" w:rsidRPr="00784F69" w:rsidRDefault="00B65CA5" w:rsidP="00C84BB2">
      <w:pPr>
        <w:spacing w:after="0" w:line="240" w:lineRule="auto"/>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 xml:space="preserve">@175. </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color w:val="000000"/>
          <w:sz w:val="28"/>
          <w:szCs w:val="28"/>
        </w:rPr>
        <w:t>Сиёсати пулиро дар ҶТ кадом мақомот муайян менамояд?</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color w:val="000000"/>
          <w:sz w:val="28"/>
          <w:szCs w:val="28"/>
        </w:rPr>
        <w:t>$A) Бонки миллии Тоҷикисон;</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color w:val="000000"/>
          <w:sz w:val="28"/>
          <w:szCs w:val="28"/>
        </w:rPr>
        <w:t>$B) Вазорати молияи ҶТ;</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color w:val="000000"/>
          <w:sz w:val="28"/>
          <w:szCs w:val="28"/>
        </w:rPr>
        <w:t>$C) Маркази миллии қонунгузории назди президенти ҶТ;</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color w:val="000000"/>
          <w:sz w:val="28"/>
          <w:szCs w:val="28"/>
        </w:rPr>
        <w:t>$D) Бонки давлатии амонатгузорӣ;</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color w:val="000000"/>
          <w:sz w:val="28"/>
          <w:szCs w:val="28"/>
        </w:rPr>
        <w:t>$E) Ҳукумати шаҳри Душанбе;</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 xml:space="preserve">@176. </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Изҳ</w:t>
      </w:r>
      <w:r w:rsidRPr="00784F69">
        <w:rPr>
          <w:rFonts w:ascii="Palatino Linotype" w:hAnsi="Palatino Linotype" w:cs="Times New Roman Tj"/>
          <w:b/>
          <w:color w:val="000000"/>
          <w:sz w:val="28"/>
          <w:szCs w:val="28"/>
          <w:lang w:val="tg-Cyrl-TJ"/>
        </w:rPr>
        <w:t>орнома дар бораи даромади муассисон-шахсони во</w:t>
      </w:r>
      <w:r w:rsidRPr="00784F69">
        <w:rPr>
          <w:rFonts w:ascii="Palatino Linotype" w:hAnsi="Palatino Linotype"/>
          <w:b/>
          <w:color w:val="000000"/>
          <w:sz w:val="28"/>
          <w:szCs w:val="28"/>
          <w:lang w:val="tg-Cyrl-TJ"/>
        </w:rPr>
        <w:t>қ</w:t>
      </w:r>
      <w:r w:rsidRPr="00784F69">
        <w:rPr>
          <w:rFonts w:ascii="Palatino Linotype" w:hAnsi="Palatino Linotype" w:cs="Times New Roman Tj"/>
          <w:b/>
          <w:color w:val="000000"/>
          <w:sz w:val="28"/>
          <w:szCs w:val="28"/>
          <w:lang w:val="tg-Cyrl-TJ"/>
        </w:rPr>
        <w:t>еъ</w:t>
      </w:r>
      <w:r w:rsidRPr="00784F69">
        <w:rPr>
          <w:rFonts w:ascii="Palatino Linotype" w:eastAsia="MS Mincho" w:hAnsi="Palatino Linotype" w:cs="MS Mincho"/>
          <w:b/>
          <w:color w:val="000000"/>
          <w:sz w:val="28"/>
          <w:szCs w:val="28"/>
          <w:lang w:val="tg-Cyrl-TJ"/>
        </w:rPr>
        <w:t>ӣ</w:t>
      </w:r>
      <w:r w:rsidRPr="00784F69">
        <w:rPr>
          <w:rFonts w:ascii="Palatino Linotype" w:hAnsi="Palatino Linotype" w:cs="Times New Roman Tj"/>
          <w:b/>
          <w:color w:val="000000"/>
          <w:sz w:val="28"/>
          <w:szCs w:val="28"/>
          <w:lang w:val="tg-Cyrl-TJ"/>
        </w:rPr>
        <w:t xml:space="preserve"> ва манбаъ</w:t>
      </w:r>
      <w:r w:rsidRPr="00784F69">
        <w:rPr>
          <w:rFonts w:ascii="Palatino Linotype" w:hAnsi="Palatino Linotype"/>
          <w:b/>
          <w:color w:val="000000"/>
          <w:sz w:val="28"/>
          <w:szCs w:val="28"/>
          <w:lang w:val="tg-Cyrl-TJ"/>
        </w:rPr>
        <w:t>ҳ</w:t>
      </w:r>
      <w:r w:rsidRPr="00784F69">
        <w:rPr>
          <w:rFonts w:ascii="Palatino Linotype" w:hAnsi="Palatino Linotype" w:cs="Times New Roman Tj"/>
          <w:b/>
          <w:color w:val="000000"/>
          <w:sz w:val="28"/>
          <w:szCs w:val="28"/>
          <w:lang w:val="tg-Cyrl-TJ"/>
        </w:rPr>
        <w:t>ои пайдоиши мабла</w:t>
      </w:r>
      <w:r w:rsidRPr="00784F69">
        <w:rPr>
          <w:rFonts w:ascii="Palatino Linotype" w:hAnsi="Palatino Linotype"/>
          <w:b/>
          <w:color w:val="000000"/>
          <w:sz w:val="28"/>
          <w:szCs w:val="28"/>
          <w:lang w:val="tg-Cyrl-TJ"/>
        </w:rPr>
        <w:t>ғҳ</w:t>
      </w:r>
      <w:r w:rsidRPr="00784F69">
        <w:rPr>
          <w:rFonts w:ascii="Palatino Linotype" w:hAnsi="Palatino Linotype" w:cs="Times New Roman Tj"/>
          <w:b/>
          <w:color w:val="000000"/>
          <w:sz w:val="28"/>
          <w:szCs w:val="28"/>
          <w:lang w:val="tg-Cyrl-TJ"/>
        </w:rPr>
        <w:t>ои ба сармояи оинномавии бонк воридшавандаро</w:t>
      </w:r>
      <w:r w:rsidRPr="00784F69">
        <w:rPr>
          <w:rFonts w:ascii="Palatino Linotype" w:hAnsi="Palatino Linotype"/>
          <w:b/>
          <w:color w:val="000000"/>
          <w:sz w:val="28"/>
          <w:szCs w:val="28"/>
          <w:lang w:val="tg-Cyrl-TJ"/>
        </w:rPr>
        <w:t xml:space="preserve"> к</w:t>
      </w:r>
      <w:r w:rsidRPr="00784F69">
        <w:rPr>
          <w:rFonts w:ascii="Palatino Linotype" w:eastAsia="MS Mincho" w:hAnsi="Palatino Linotype" w:cs="MS Mincho"/>
          <w:b/>
          <w:color w:val="000000"/>
          <w:sz w:val="28"/>
          <w:szCs w:val="28"/>
          <w:lang w:val="tg-Cyrl-TJ"/>
        </w:rPr>
        <w:t>ӣ</w:t>
      </w:r>
      <w:r w:rsidRPr="00784F69">
        <w:rPr>
          <w:rFonts w:ascii="Palatino Linotype" w:hAnsi="Palatino Linotype"/>
          <w:b/>
          <w:color w:val="000000"/>
          <w:sz w:val="28"/>
          <w:szCs w:val="28"/>
          <w:lang w:val="tg-Cyrl-TJ"/>
        </w:rPr>
        <w:t xml:space="preserve"> тасвиб ва тасдиқ</w:t>
      </w:r>
      <w:r w:rsidRPr="00784F69">
        <w:rPr>
          <w:rFonts w:ascii="Palatino Linotype" w:hAnsi="Palatino Linotype" w:cs="Times New Roman Tj"/>
          <w:b/>
          <w:color w:val="000000"/>
          <w:sz w:val="28"/>
          <w:szCs w:val="28"/>
          <w:lang w:val="tg-Cyrl-TJ"/>
        </w:rPr>
        <w:t xml:space="preserve"> менамояд?</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$A) </w:t>
      </w:r>
      <w:r w:rsidRPr="00784F69">
        <w:rPr>
          <w:rFonts w:ascii="Palatino Linotype" w:hAnsi="Palatino Linotype"/>
          <w:color w:val="000000"/>
          <w:sz w:val="28"/>
          <w:szCs w:val="28"/>
          <w:lang w:val="tt-RU"/>
        </w:rPr>
        <w:t>Бонки миллии То</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икистон</w:t>
      </w:r>
      <w:r w:rsidRPr="00784F69">
        <w:rPr>
          <w:rFonts w:ascii="Palatino Linotype" w:hAnsi="Palatino Linotype"/>
          <w:color w:val="000000"/>
          <w:sz w:val="28"/>
          <w:szCs w:val="28"/>
        </w:rPr>
        <w:t>;</w:t>
      </w:r>
    </w:p>
    <w:p w:rsidR="00B65CA5" w:rsidRPr="00784F69" w:rsidRDefault="00B65CA5" w:rsidP="00C84BB2">
      <w:pPr>
        <w:spacing w:after="0" w:line="240" w:lineRule="auto"/>
        <w:rPr>
          <w:rFonts w:ascii="Palatino Linotype" w:hAnsi="Palatino Linotype"/>
          <w:color w:val="000000"/>
          <w:sz w:val="28"/>
          <w:szCs w:val="28"/>
        </w:rPr>
      </w:pPr>
      <w:r w:rsidRPr="00784F69">
        <w:rPr>
          <w:rFonts w:ascii="Palatino Linotype" w:hAnsi="Palatino Linotype"/>
          <w:b/>
          <w:color w:val="000000"/>
          <w:sz w:val="28"/>
          <w:szCs w:val="28"/>
        </w:rPr>
        <w:t xml:space="preserve">$B) </w:t>
      </w:r>
      <w:r w:rsidRPr="00784F69">
        <w:rPr>
          <w:rFonts w:ascii="Palatino Linotype" w:hAnsi="Palatino Linotype"/>
          <w:color w:val="000000"/>
          <w:sz w:val="28"/>
          <w:szCs w:val="28"/>
        </w:rPr>
        <w:t>Вазорати даромадҳ</w:t>
      </w:r>
      <w:r w:rsidRPr="00784F69">
        <w:rPr>
          <w:rFonts w:ascii="Palatino Linotype" w:hAnsi="Palatino Linotype" w:cs="Times New Roman Tj"/>
          <w:color w:val="000000"/>
          <w:sz w:val="28"/>
          <w:szCs w:val="28"/>
        </w:rPr>
        <w:t>о ва пардохт</w:t>
      </w:r>
      <w:r w:rsidRPr="00784F69">
        <w:rPr>
          <w:rFonts w:ascii="Palatino Linotype" w:hAnsi="Palatino Linotype"/>
          <w:color w:val="000000"/>
          <w:sz w:val="28"/>
          <w:szCs w:val="28"/>
        </w:rPr>
        <w:t>ҳ</w:t>
      </w:r>
      <w:r w:rsidRPr="00784F69">
        <w:rPr>
          <w:rFonts w:ascii="Palatino Linotype" w:hAnsi="Palatino Linotype" w:cs="Times New Roman Tj"/>
          <w:color w:val="000000"/>
          <w:sz w:val="28"/>
          <w:szCs w:val="28"/>
        </w:rPr>
        <w:t xml:space="preserve">ои давлатии </w:t>
      </w:r>
      <w:r w:rsidRPr="00784F69">
        <w:rPr>
          <w:rFonts w:ascii="Palatino Linotype" w:eastAsia="MS Mincho" w:hAnsi="Palatino Linotype" w:cs="MS Mincho"/>
          <w:color w:val="000000"/>
          <w:sz w:val="28"/>
          <w:szCs w:val="28"/>
        </w:rPr>
        <w:t>Ҷ</w:t>
      </w:r>
      <w:r w:rsidRPr="00784F69">
        <w:rPr>
          <w:rFonts w:ascii="Palatino Linotype" w:hAnsi="Palatino Linotype" w:cs="Times New Roman Tj"/>
          <w:color w:val="000000"/>
          <w:sz w:val="28"/>
          <w:szCs w:val="28"/>
        </w:rPr>
        <w:t>ум</w:t>
      </w:r>
      <w:r w:rsidRPr="00784F69">
        <w:rPr>
          <w:rFonts w:ascii="Palatino Linotype" w:hAnsi="Palatino Linotype"/>
          <w:color w:val="000000"/>
          <w:sz w:val="28"/>
          <w:szCs w:val="28"/>
        </w:rPr>
        <w:t>ҳ</w:t>
      </w:r>
      <w:r w:rsidRPr="00784F69">
        <w:rPr>
          <w:rFonts w:ascii="Palatino Linotype" w:hAnsi="Palatino Linotype" w:cs="Times New Roman Tj"/>
          <w:color w:val="000000"/>
          <w:sz w:val="28"/>
          <w:szCs w:val="28"/>
        </w:rPr>
        <w:t>урии</w:t>
      </w:r>
      <w:r w:rsidRPr="00784F69">
        <w:rPr>
          <w:rFonts w:ascii="Palatino Linotype" w:hAnsi="Palatino Linotype"/>
          <w:color w:val="000000"/>
          <w:sz w:val="28"/>
          <w:szCs w:val="28"/>
        </w:rPr>
        <w:t xml:space="preserve"> То</w:t>
      </w:r>
      <w:r w:rsidRPr="00784F69">
        <w:rPr>
          <w:rFonts w:ascii="Palatino Linotype" w:eastAsia="MS Mincho" w:hAnsi="Palatino Linotype" w:cs="MS Mincho"/>
          <w:color w:val="000000"/>
          <w:sz w:val="28"/>
          <w:szCs w:val="28"/>
        </w:rPr>
        <w:t>ҷ</w:t>
      </w:r>
      <w:r w:rsidRPr="00784F69">
        <w:rPr>
          <w:rFonts w:ascii="Palatino Linotype" w:hAnsi="Palatino Linotype" w:cs="Times New Roman Tj"/>
          <w:color w:val="000000"/>
          <w:sz w:val="28"/>
          <w:szCs w:val="28"/>
        </w:rPr>
        <w:t>икистон;</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$C) </w:t>
      </w:r>
      <w:r w:rsidRPr="00784F69">
        <w:rPr>
          <w:rFonts w:ascii="Palatino Linotype" w:hAnsi="Palatino Linotype"/>
          <w:color w:val="000000"/>
          <w:sz w:val="28"/>
          <w:szCs w:val="28"/>
          <w:lang w:val="tt-RU"/>
        </w:rPr>
        <w:t xml:space="preserve">Вазорати молияи </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ум</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урии То</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икистон</w:t>
      </w:r>
      <w:r w:rsidRPr="00784F69">
        <w:rPr>
          <w:rFonts w:ascii="Palatino Linotype" w:hAnsi="Palatino Linotype"/>
          <w:color w:val="000000"/>
          <w:sz w:val="28"/>
          <w:szCs w:val="28"/>
        </w:rPr>
        <w:t>;</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$D) </w:t>
      </w:r>
      <w:r w:rsidRPr="00784F69">
        <w:rPr>
          <w:rFonts w:ascii="Palatino Linotype" w:hAnsi="Palatino Linotype"/>
          <w:color w:val="000000"/>
          <w:sz w:val="28"/>
          <w:szCs w:val="28"/>
          <w:lang w:val="tt-RU"/>
        </w:rPr>
        <w:t xml:space="preserve">Вазорати адлияи </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ум</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урии То</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икистон</w:t>
      </w:r>
      <w:r w:rsidRPr="00784F69">
        <w:rPr>
          <w:rFonts w:ascii="Palatino Linotype" w:hAnsi="Palatino Linotype"/>
          <w:color w:val="000000"/>
          <w:sz w:val="28"/>
          <w:szCs w:val="28"/>
        </w:rPr>
        <w:t>;</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$E) </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укумати</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ум</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урии То</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икистон</w:t>
      </w:r>
      <w:r w:rsidRPr="00784F69">
        <w:rPr>
          <w:rFonts w:ascii="Palatino Linotype" w:hAnsi="Palatino Linotype"/>
          <w:b/>
          <w:color w:val="000000"/>
          <w:sz w:val="28"/>
          <w:szCs w:val="28"/>
        </w:rPr>
        <w:t>;</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 xml:space="preserve">@177. </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 xml:space="preserve">Кадом маълумот ва </w:t>
      </w:r>
      <w:r w:rsidRPr="00784F69">
        <w:rPr>
          <w:rFonts w:ascii="Palatino Linotype" w:hAnsi="Palatino Linotype"/>
          <w:b/>
          <w:color w:val="000000"/>
          <w:sz w:val="28"/>
          <w:szCs w:val="28"/>
          <w:lang w:val="tt-RU"/>
        </w:rPr>
        <w:t>ҳ</w:t>
      </w:r>
      <w:r w:rsidRPr="00784F69">
        <w:rPr>
          <w:rFonts w:ascii="Palatino Linotype" w:hAnsi="Palatino Linotype" w:cs="Times New Roman Tj"/>
          <w:b/>
          <w:color w:val="000000"/>
          <w:sz w:val="28"/>
          <w:szCs w:val="28"/>
          <w:lang w:val="tt-RU"/>
        </w:rPr>
        <w:t>у</w:t>
      </w:r>
      <w:r w:rsidRPr="00784F69">
        <w:rPr>
          <w:rFonts w:ascii="Palatino Linotype" w:eastAsia="MS Mincho" w:hAnsi="Palatino Linotype" w:cs="MS Mincho"/>
          <w:b/>
          <w:color w:val="000000"/>
          <w:sz w:val="28"/>
          <w:szCs w:val="28"/>
          <w:lang w:val="tt-RU"/>
        </w:rPr>
        <w:t>ҷҷ</w:t>
      </w:r>
      <w:r w:rsidRPr="00784F69">
        <w:rPr>
          <w:rFonts w:ascii="Palatino Linotype" w:hAnsi="Palatino Linotype" w:cs="Times New Roman Tj"/>
          <w:b/>
          <w:color w:val="000000"/>
          <w:sz w:val="28"/>
          <w:szCs w:val="28"/>
          <w:lang w:val="tt-RU"/>
        </w:rPr>
        <w:t>ат</w:t>
      </w:r>
      <w:r w:rsidRPr="00784F69">
        <w:rPr>
          <w:rFonts w:ascii="Palatino Linotype" w:hAnsi="Palatino Linotype"/>
          <w:b/>
          <w:color w:val="000000"/>
          <w:sz w:val="28"/>
          <w:szCs w:val="28"/>
          <w:lang w:val="tg-Cyrl-TJ"/>
        </w:rPr>
        <w:t xml:space="preserve"> бораи номзад</w:t>
      </w:r>
      <w:r w:rsidRPr="00784F69">
        <w:rPr>
          <w:rFonts w:ascii="Palatino Linotype" w:eastAsia="MS Mincho" w:hAnsi="Palatino Linotype" w:cs="MS Mincho"/>
          <w:b/>
          <w:color w:val="000000"/>
          <w:sz w:val="28"/>
          <w:szCs w:val="28"/>
          <w:lang w:val="tg-Cyrl-TJ"/>
        </w:rPr>
        <w:t>ӣ</w:t>
      </w:r>
      <w:r w:rsidRPr="00784F69">
        <w:rPr>
          <w:rFonts w:ascii="Palatino Linotype" w:hAnsi="Palatino Linotype" w:cs="Times New Roman Tj"/>
          <w:b/>
          <w:color w:val="000000"/>
          <w:sz w:val="28"/>
          <w:szCs w:val="28"/>
          <w:lang w:val="tg-Cyrl-TJ"/>
        </w:rPr>
        <w:t xml:space="preserve"> ба вазифа</w:t>
      </w:r>
      <w:r w:rsidRPr="00784F69">
        <w:rPr>
          <w:rFonts w:ascii="Palatino Linotype" w:hAnsi="Palatino Linotype"/>
          <w:b/>
          <w:color w:val="000000"/>
          <w:sz w:val="28"/>
          <w:szCs w:val="28"/>
          <w:lang w:val="tg-Cyrl-TJ"/>
        </w:rPr>
        <w:t>ҳ</w:t>
      </w:r>
      <w:r w:rsidRPr="00784F69">
        <w:rPr>
          <w:rFonts w:ascii="Palatino Linotype" w:hAnsi="Palatino Linotype" w:cs="Times New Roman Tj"/>
          <w:b/>
          <w:color w:val="000000"/>
          <w:sz w:val="28"/>
          <w:szCs w:val="28"/>
          <w:lang w:val="tg-Cyrl-TJ"/>
        </w:rPr>
        <w:t>ои ро</w:t>
      </w:r>
      <w:r w:rsidRPr="00784F69">
        <w:rPr>
          <w:rFonts w:ascii="Palatino Linotype" w:hAnsi="Palatino Linotype"/>
          <w:b/>
          <w:color w:val="000000"/>
          <w:sz w:val="28"/>
          <w:szCs w:val="28"/>
          <w:lang w:val="tg-Cyrl-TJ"/>
        </w:rPr>
        <w:t>ҳ</w:t>
      </w:r>
      <w:r w:rsidRPr="00784F69">
        <w:rPr>
          <w:rFonts w:ascii="Palatino Linotype" w:hAnsi="Palatino Linotype" w:cs="Times New Roman Tj"/>
          <w:b/>
          <w:color w:val="000000"/>
          <w:sz w:val="28"/>
          <w:szCs w:val="28"/>
          <w:lang w:val="tg-Cyrl-TJ"/>
        </w:rPr>
        <w:t>бар ва сарму</w:t>
      </w:r>
      <w:r w:rsidRPr="00784F69">
        <w:rPr>
          <w:rFonts w:ascii="Palatino Linotype" w:hAnsi="Palatino Linotype"/>
          <w:b/>
          <w:color w:val="000000"/>
          <w:sz w:val="28"/>
          <w:szCs w:val="28"/>
          <w:lang w:val="tg-Cyrl-TJ"/>
        </w:rPr>
        <w:t>ҳ</w:t>
      </w:r>
      <w:r w:rsidRPr="00784F69">
        <w:rPr>
          <w:rFonts w:ascii="Palatino Linotype" w:hAnsi="Palatino Linotype" w:cs="Times New Roman Tj"/>
          <w:b/>
          <w:color w:val="000000"/>
          <w:sz w:val="28"/>
          <w:szCs w:val="28"/>
          <w:lang w:val="tg-Cyrl-TJ"/>
        </w:rPr>
        <w:t>осиби бонк ва муовинони он</w:t>
      </w:r>
      <w:r w:rsidRPr="00784F69">
        <w:rPr>
          <w:rFonts w:ascii="Palatino Linotype" w:hAnsi="Palatino Linotype"/>
          <w:b/>
          <w:color w:val="000000"/>
          <w:sz w:val="28"/>
          <w:szCs w:val="28"/>
          <w:lang w:val="tg-Cyrl-TJ"/>
        </w:rPr>
        <w:t>ҳ</w:t>
      </w:r>
      <w:r w:rsidRPr="00784F69">
        <w:rPr>
          <w:rFonts w:ascii="Palatino Linotype" w:hAnsi="Palatino Linotype" w:cs="Times New Roman Tj"/>
          <w:b/>
          <w:color w:val="000000"/>
          <w:sz w:val="28"/>
          <w:szCs w:val="28"/>
          <w:lang w:val="tg-Cyrl-TJ"/>
        </w:rPr>
        <w:t>о лозим аст?</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$A) </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амаи</w:t>
      </w:r>
      <w:r w:rsidRPr="00784F69">
        <w:rPr>
          <w:rFonts w:ascii="Palatino Linotype" w:eastAsia="MS Mincho" w:hAnsi="Palatino Linotype" w:cs="MS Mincho"/>
          <w:color w:val="000000"/>
          <w:sz w:val="28"/>
          <w:szCs w:val="28"/>
          <w:lang w:val="tg-Cyrl-TJ"/>
        </w:rPr>
        <w:t>ҷ</w:t>
      </w:r>
      <w:r w:rsidRPr="00784F69">
        <w:rPr>
          <w:rFonts w:ascii="Palatino Linotype" w:hAnsi="Palatino Linotype" w:cs="Times New Roman Tj"/>
          <w:color w:val="000000"/>
          <w:sz w:val="28"/>
          <w:szCs w:val="28"/>
          <w:lang w:val="tg-Cyrl-TJ"/>
        </w:rPr>
        <w:t>авоб</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о дур</w:t>
      </w:r>
      <w:r w:rsidRPr="00784F69">
        <w:rPr>
          <w:rFonts w:ascii="Palatino Linotype" w:hAnsi="Palatino Linotype"/>
          <w:color w:val="000000"/>
          <w:sz w:val="28"/>
          <w:szCs w:val="28"/>
          <w:lang w:val="tg-Cyrl-TJ"/>
        </w:rPr>
        <w:t>устанд;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$B) </w:t>
      </w:r>
      <w:r w:rsidRPr="00784F69">
        <w:rPr>
          <w:rFonts w:ascii="Palatino Linotype" w:hAnsi="Palatino Linotype"/>
          <w:color w:val="000000"/>
          <w:sz w:val="28"/>
          <w:szCs w:val="28"/>
          <w:lang w:val="tg-Cyrl-TJ"/>
        </w:rPr>
        <w:t>Нусхаи шиноснома;</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$C) </w:t>
      </w:r>
      <w:r w:rsidRPr="00784F69">
        <w:rPr>
          <w:rFonts w:ascii="Palatino Linotype" w:hAnsi="Palatino Linotype"/>
          <w:color w:val="000000"/>
          <w:sz w:val="28"/>
          <w:szCs w:val="28"/>
          <w:lang w:val="tg-Cyrl-TJ"/>
        </w:rPr>
        <w:t>Нусхаи диплом (</w:t>
      </w:r>
      <w:r w:rsidRPr="00784F69">
        <w:rPr>
          <w:rFonts w:ascii="Palatino Linotype" w:hAnsi="Palatino Linotype"/>
          <w:color w:val="000000"/>
          <w:sz w:val="28"/>
          <w:szCs w:val="28"/>
          <w:lang w:val="tt-RU"/>
        </w:rPr>
        <w:t>аз тарафи нотариал</w:t>
      </w:r>
      <w:r w:rsidRPr="00784F69">
        <w:rPr>
          <w:rFonts w:ascii="Palatino Linotype" w:eastAsia="MS Mincho" w:hAnsi="Palatino Linotype" w:cs="MS Mincho"/>
          <w:color w:val="000000"/>
          <w:sz w:val="28"/>
          <w:szCs w:val="28"/>
          <w:lang w:val="tt-RU"/>
        </w:rPr>
        <w:t>ӣ</w:t>
      </w:r>
      <w:r w:rsidRPr="00784F69">
        <w:rPr>
          <w:rFonts w:ascii="Palatino Linotype" w:hAnsi="Palatino Linotype" w:cs="Times New Roman Tj"/>
          <w:color w:val="000000"/>
          <w:sz w:val="28"/>
          <w:szCs w:val="28"/>
          <w:lang w:val="tt-RU"/>
        </w:rPr>
        <w:t xml:space="preserve"> тасди</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 xml:space="preserve"> гарданд) </w:t>
      </w:r>
      <w:r w:rsidRPr="00784F69">
        <w:rPr>
          <w:rFonts w:ascii="Palatino Linotype" w:hAnsi="Palatino Linotype"/>
          <w:color w:val="000000"/>
          <w:sz w:val="28"/>
          <w:szCs w:val="28"/>
          <w:lang w:val="tg-Cyrl-TJ"/>
        </w:rPr>
        <w:t>маълумот ё ҳ</w:t>
      </w:r>
      <w:r w:rsidRPr="00784F69">
        <w:rPr>
          <w:rFonts w:ascii="Palatino Linotype" w:hAnsi="Palatino Linotype" w:cs="Times New Roman Tj"/>
          <w:color w:val="000000"/>
          <w:sz w:val="28"/>
          <w:szCs w:val="28"/>
          <w:lang w:val="tg-Cyrl-TJ"/>
        </w:rPr>
        <w:t>у</w:t>
      </w:r>
      <w:r w:rsidRPr="00784F69">
        <w:rPr>
          <w:rFonts w:ascii="Palatino Linotype" w:eastAsia="MS Mincho" w:hAnsi="Palatino Linotype" w:cs="MS Mincho"/>
          <w:color w:val="000000"/>
          <w:sz w:val="28"/>
          <w:szCs w:val="28"/>
          <w:lang w:val="tg-Cyrl-TJ"/>
        </w:rPr>
        <w:t>ҷҷ</w:t>
      </w:r>
      <w:r w:rsidRPr="00784F69">
        <w:rPr>
          <w:rFonts w:ascii="Palatino Linotype" w:hAnsi="Palatino Linotype" w:cs="Times New Roman Tj"/>
          <w:color w:val="000000"/>
          <w:sz w:val="28"/>
          <w:szCs w:val="28"/>
          <w:lang w:val="tg-Cyrl-TJ"/>
        </w:rPr>
        <w:t>ати онро ивазкунанда;</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$D) </w:t>
      </w:r>
      <w:r w:rsidRPr="00784F69">
        <w:rPr>
          <w:rFonts w:ascii="Palatino Linotype" w:hAnsi="Palatino Linotype"/>
          <w:color w:val="000000"/>
          <w:sz w:val="28"/>
          <w:szCs w:val="28"/>
          <w:lang w:val="tg-Cyrl-TJ"/>
        </w:rPr>
        <w:t>Нусхаи дафтарчаи меҳ</w:t>
      </w:r>
      <w:r w:rsidRPr="00784F69">
        <w:rPr>
          <w:rFonts w:ascii="Palatino Linotype" w:hAnsi="Palatino Linotype" w:cs="Times New Roman Tj"/>
          <w:color w:val="000000"/>
          <w:sz w:val="28"/>
          <w:szCs w:val="28"/>
          <w:lang w:val="tg-Cyrl-TJ"/>
        </w:rPr>
        <w:t>нат</w:t>
      </w:r>
      <w:r w:rsidRPr="00784F69">
        <w:rPr>
          <w:rFonts w:ascii="Palatino Linotype" w:eastAsia="MS Mincho" w:hAnsi="Palatino Linotype" w:cs="MS Mincho"/>
          <w:color w:val="000000"/>
          <w:sz w:val="28"/>
          <w:szCs w:val="28"/>
          <w:lang w:val="tg-Cyrl-TJ"/>
        </w:rPr>
        <w:t>ӣ</w:t>
      </w:r>
      <w:r w:rsidRPr="00784F69">
        <w:rPr>
          <w:rFonts w:ascii="Palatino Linotype" w:hAnsi="Palatino Linotype" w:cs="Times New Roman Tj"/>
          <w:color w:val="000000"/>
          <w:sz w:val="28"/>
          <w:szCs w:val="28"/>
          <w:lang w:val="tg-Cyrl-TJ"/>
        </w:rPr>
        <w:t>;</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$E) </w:t>
      </w:r>
      <w:r w:rsidRPr="00784F69">
        <w:rPr>
          <w:rFonts w:ascii="Palatino Linotype" w:hAnsi="Palatino Linotype"/>
          <w:color w:val="000000"/>
          <w:sz w:val="28"/>
          <w:szCs w:val="28"/>
          <w:lang w:val="tg-Cyrl-TJ"/>
        </w:rPr>
        <w:t>Пурсишномаҳ</w:t>
      </w:r>
      <w:r w:rsidRPr="00784F69">
        <w:rPr>
          <w:rFonts w:ascii="Palatino Linotype" w:hAnsi="Palatino Linotype" w:cs="Times New Roman Tj"/>
          <w:color w:val="000000"/>
          <w:sz w:val="28"/>
          <w:szCs w:val="28"/>
          <w:lang w:val="tg-Cyrl-TJ"/>
        </w:rPr>
        <w:t>ои (анкета</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ои) номзад</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о ба вазифа</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ои ро</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бар ва сарму</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осиби бонк ва муовинони он</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о;</w:t>
      </w:r>
    </w:p>
    <w:p w:rsidR="00B65CA5" w:rsidRPr="00784F69" w:rsidRDefault="00B65CA5" w:rsidP="00C84BB2">
      <w:pPr>
        <w:spacing w:after="0" w:line="240" w:lineRule="auto"/>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 xml:space="preserve">@178. </w:t>
      </w:r>
    </w:p>
    <w:p w:rsidR="00B65CA5" w:rsidRPr="00784F69" w:rsidRDefault="00B65CA5" w:rsidP="00C84BB2">
      <w:pPr>
        <w:spacing w:after="0" w:line="240" w:lineRule="auto"/>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Номзадҳ</w:t>
      </w:r>
      <w:r w:rsidRPr="00784F69">
        <w:rPr>
          <w:rFonts w:ascii="Palatino Linotype" w:hAnsi="Palatino Linotype" w:cs="Times New Roman Tj"/>
          <w:b/>
          <w:color w:val="000000"/>
          <w:sz w:val="28"/>
          <w:szCs w:val="28"/>
          <w:lang w:val="tg-Cyrl-TJ"/>
        </w:rPr>
        <w:t>ое, ки ба вазифа</w:t>
      </w:r>
      <w:r w:rsidRPr="00784F69">
        <w:rPr>
          <w:rFonts w:ascii="Palatino Linotype" w:hAnsi="Palatino Linotype"/>
          <w:b/>
          <w:color w:val="000000"/>
          <w:sz w:val="28"/>
          <w:szCs w:val="28"/>
          <w:lang w:val="tg-Cyrl-TJ"/>
        </w:rPr>
        <w:t>ҳ</w:t>
      </w:r>
      <w:r w:rsidRPr="00784F69">
        <w:rPr>
          <w:rFonts w:ascii="Palatino Linotype" w:hAnsi="Palatino Linotype" w:cs="Times New Roman Tj"/>
          <w:b/>
          <w:color w:val="000000"/>
          <w:sz w:val="28"/>
          <w:szCs w:val="28"/>
          <w:lang w:val="tg-Cyrl-TJ"/>
        </w:rPr>
        <w:t>ои ро</w:t>
      </w:r>
      <w:r w:rsidRPr="00784F69">
        <w:rPr>
          <w:rFonts w:ascii="Palatino Linotype" w:hAnsi="Palatino Linotype"/>
          <w:b/>
          <w:color w:val="000000"/>
          <w:sz w:val="28"/>
          <w:szCs w:val="28"/>
          <w:lang w:val="tg-Cyrl-TJ"/>
        </w:rPr>
        <w:t>ҳ</w:t>
      </w:r>
      <w:r w:rsidRPr="00784F69">
        <w:rPr>
          <w:rFonts w:ascii="Palatino Linotype" w:hAnsi="Palatino Linotype" w:cs="Times New Roman Tj"/>
          <w:b/>
          <w:color w:val="000000"/>
          <w:sz w:val="28"/>
          <w:szCs w:val="28"/>
          <w:lang w:val="tg-Cyrl-TJ"/>
        </w:rPr>
        <w:t>бару сарму</w:t>
      </w:r>
      <w:r w:rsidRPr="00784F69">
        <w:rPr>
          <w:rFonts w:ascii="Palatino Linotype" w:hAnsi="Palatino Linotype"/>
          <w:b/>
          <w:color w:val="000000"/>
          <w:sz w:val="28"/>
          <w:szCs w:val="28"/>
          <w:lang w:val="tg-Cyrl-TJ"/>
        </w:rPr>
        <w:t>ҳ</w:t>
      </w:r>
      <w:r w:rsidRPr="00784F69">
        <w:rPr>
          <w:rFonts w:ascii="Palatino Linotype" w:hAnsi="Palatino Linotype" w:cs="Times New Roman Tj"/>
          <w:b/>
          <w:color w:val="000000"/>
          <w:sz w:val="28"/>
          <w:szCs w:val="28"/>
          <w:lang w:val="tg-Cyrl-TJ"/>
        </w:rPr>
        <w:t>осиб ва муовинони он</w:t>
      </w:r>
      <w:r w:rsidRPr="00784F69">
        <w:rPr>
          <w:rFonts w:ascii="Palatino Linotype" w:hAnsi="Palatino Linotype"/>
          <w:b/>
          <w:color w:val="000000"/>
          <w:sz w:val="28"/>
          <w:szCs w:val="28"/>
          <w:lang w:val="tg-Cyrl-TJ"/>
        </w:rPr>
        <w:t>ҳ</w:t>
      </w:r>
      <w:r w:rsidRPr="00784F69">
        <w:rPr>
          <w:rFonts w:ascii="Palatino Linotype" w:hAnsi="Palatino Linotype" w:cs="Times New Roman Tj"/>
          <w:b/>
          <w:color w:val="000000"/>
          <w:sz w:val="28"/>
          <w:szCs w:val="28"/>
          <w:lang w:val="tg-Cyrl-TJ"/>
        </w:rPr>
        <w:t>о пешбар</w:t>
      </w:r>
      <w:r w:rsidRPr="00784F69">
        <w:rPr>
          <w:rFonts w:ascii="Palatino Linotype" w:eastAsia="MS Mincho" w:hAnsi="Palatino Linotype" w:cs="MS Mincho"/>
          <w:b/>
          <w:color w:val="000000"/>
          <w:sz w:val="28"/>
          <w:szCs w:val="28"/>
          <w:lang w:val="tg-Cyrl-TJ"/>
        </w:rPr>
        <w:t>ӣ</w:t>
      </w:r>
      <w:r w:rsidRPr="00784F69">
        <w:rPr>
          <w:rFonts w:ascii="Palatino Linotype" w:hAnsi="Palatino Linotype" w:cs="Times New Roman Tj"/>
          <w:b/>
          <w:color w:val="000000"/>
          <w:sz w:val="28"/>
          <w:szCs w:val="28"/>
          <w:lang w:val="tg-Cyrl-TJ"/>
        </w:rPr>
        <w:t xml:space="preserve"> мешаванд, бояд ба талаботи кадом </w:t>
      </w:r>
      <w:r w:rsidRPr="00784F69">
        <w:rPr>
          <w:rFonts w:ascii="Palatino Linotype" w:hAnsi="Palatino Linotype"/>
          <w:b/>
          <w:color w:val="000000"/>
          <w:sz w:val="28"/>
          <w:szCs w:val="28"/>
          <w:lang w:val="tg-Cyrl-TJ"/>
        </w:rPr>
        <w:t>қ</w:t>
      </w:r>
      <w:r w:rsidRPr="00784F69">
        <w:rPr>
          <w:rFonts w:ascii="Palatino Linotype" w:hAnsi="Palatino Linotype" w:cs="Times New Roman Tj"/>
          <w:b/>
          <w:color w:val="000000"/>
          <w:sz w:val="28"/>
          <w:szCs w:val="28"/>
          <w:lang w:val="tg-Cyrl-TJ"/>
        </w:rPr>
        <w:t>онун мувофи</w:t>
      </w:r>
      <w:r w:rsidRPr="00784F69">
        <w:rPr>
          <w:rFonts w:ascii="Palatino Linotype" w:hAnsi="Palatino Linotype"/>
          <w:b/>
          <w:color w:val="000000"/>
          <w:sz w:val="28"/>
          <w:szCs w:val="28"/>
          <w:lang w:val="tg-Cyrl-TJ"/>
        </w:rPr>
        <w:t>қ</w:t>
      </w:r>
      <w:r w:rsidRPr="00784F69">
        <w:rPr>
          <w:rFonts w:ascii="Palatino Linotype" w:hAnsi="Palatino Linotype" w:cs="Times New Roman Tj"/>
          <w:b/>
          <w:color w:val="000000"/>
          <w:sz w:val="28"/>
          <w:szCs w:val="28"/>
          <w:lang w:val="tg-Cyrl-TJ"/>
        </w:rPr>
        <w:t xml:space="preserve"> бошанд?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$A) </w:t>
      </w:r>
      <w:r w:rsidRPr="00784F69">
        <w:rPr>
          <w:rFonts w:ascii="Palatino Linotype" w:hAnsi="Palatino Linotype"/>
          <w:color w:val="000000"/>
          <w:sz w:val="28"/>
          <w:szCs w:val="28"/>
          <w:lang w:val="tg-Cyrl-TJ"/>
        </w:rPr>
        <w:t>Ба талаботи тахассусии моддаи 19-и Қ</w:t>
      </w:r>
      <w:r w:rsidRPr="00784F69">
        <w:rPr>
          <w:rFonts w:ascii="Palatino Linotype" w:hAnsi="Palatino Linotype" w:cs="Times New Roman Tj"/>
          <w:color w:val="000000"/>
          <w:sz w:val="28"/>
          <w:szCs w:val="28"/>
          <w:lang w:val="tg-Cyrl-TJ"/>
        </w:rPr>
        <w:t xml:space="preserve">онуни </w:t>
      </w:r>
      <w:r w:rsidRPr="00784F69">
        <w:rPr>
          <w:rFonts w:ascii="Palatino Linotype" w:eastAsia="MS Mincho" w:hAnsi="Palatino Linotype" w:cs="MS Mincho"/>
          <w:color w:val="000000"/>
          <w:sz w:val="28"/>
          <w:szCs w:val="28"/>
          <w:lang w:val="tg-Cyrl-TJ"/>
        </w:rPr>
        <w:t>Ҷ</w:t>
      </w:r>
      <w:r w:rsidRPr="00784F69">
        <w:rPr>
          <w:rFonts w:ascii="Palatino Linotype" w:hAnsi="Palatino Linotype" w:cs="Times New Roman Tj"/>
          <w:color w:val="000000"/>
          <w:sz w:val="28"/>
          <w:szCs w:val="28"/>
          <w:lang w:val="tg-Cyrl-TJ"/>
        </w:rPr>
        <w:t>ум</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урии То</w:t>
      </w:r>
      <w:r w:rsidRPr="00784F69">
        <w:rPr>
          <w:rFonts w:ascii="Palatino Linotype" w:eastAsia="MS Mincho" w:hAnsi="Palatino Linotype" w:cs="MS Mincho"/>
          <w:color w:val="000000"/>
          <w:sz w:val="28"/>
          <w:szCs w:val="28"/>
          <w:lang w:val="tg-Cyrl-TJ"/>
        </w:rPr>
        <w:t>ҷ</w:t>
      </w:r>
      <w:r w:rsidRPr="00784F69">
        <w:rPr>
          <w:rFonts w:ascii="Palatino Linotype" w:hAnsi="Palatino Linotype" w:cs="Times New Roman Tj"/>
          <w:color w:val="000000"/>
          <w:sz w:val="28"/>
          <w:szCs w:val="28"/>
          <w:lang w:val="tg-Cyrl-TJ"/>
        </w:rPr>
        <w:t>икистон «Дар бораи бонк</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о ва фаъолияти бонк</w:t>
      </w:r>
      <w:r w:rsidRPr="00784F69">
        <w:rPr>
          <w:rFonts w:ascii="Palatino Linotype" w:eastAsia="MS Mincho" w:hAnsi="Palatino Linotype" w:cs="MS Mincho"/>
          <w:color w:val="000000"/>
          <w:sz w:val="28"/>
          <w:szCs w:val="28"/>
          <w:lang w:val="tg-Cyrl-TJ"/>
        </w:rPr>
        <w:t>ӣ</w:t>
      </w:r>
      <w:r w:rsidRPr="00784F69">
        <w:rPr>
          <w:rFonts w:ascii="Palatino Linotype" w:hAnsi="Palatino Linotype" w:cs="Times New Roman Tj"/>
          <w:color w:val="000000"/>
          <w:sz w:val="28"/>
          <w:szCs w:val="28"/>
          <w:lang w:val="tg-Cyrl-TJ"/>
        </w:rPr>
        <w:t>» мувофи</w:t>
      </w:r>
      <w:r w:rsidRPr="00784F69">
        <w:rPr>
          <w:rFonts w:ascii="Palatino Linotype" w:hAnsi="Palatino Linotype"/>
          <w:color w:val="000000"/>
          <w:sz w:val="28"/>
          <w:szCs w:val="28"/>
          <w:lang w:val="tg-Cyrl-TJ"/>
        </w:rPr>
        <w:t>қ</w:t>
      </w:r>
      <w:r w:rsidRPr="00784F69">
        <w:rPr>
          <w:rFonts w:ascii="Palatino Linotype" w:hAnsi="Palatino Linotype" w:cs="Times New Roman Tj"/>
          <w:color w:val="000000"/>
          <w:sz w:val="28"/>
          <w:szCs w:val="28"/>
          <w:lang w:val="tg-Cyrl-TJ"/>
        </w:rPr>
        <w:t xml:space="preserve"> бошанд;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$B) </w:t>
      </w:r>
      <w:r w:rsidRPr="00784F69">
        <w:rPr>
          <w:rFonts w:ascii="Palatino Linotype" w:hAnsi="Palatino Linotype"/>
          <w:color w:val="000000"/>
          <w:sz w:val="28"/>
          <w:szCs w:val="28"/>
          <w:lang w:val="tg-Cyrl-TJ"/>
        </w:rPr>
        <w:t>Ба талаботи тахассусии моддаи 25-и Қ</w:t>
      </w:r>
      <w:r w:rsidRPr="00784F69">
        <w:rPr>
          <w:rFonts w:ascii="Palatino Linotype" w:hAnsi="Palatino Linotype" w:cs="Times New Roman Tj"/>
          <w:color w:val="000000"/>
          <w:sz w:val="28"/>
          <w:szCs w:val="28"/>
          <w:lang w:val="tg-Cyrl-TJ"/>
        </w:rPr>
        <w:t xml:space="preserve">онуни </w:t>
      </w:r>
      <w:r w:rsidRPr="00784F69">
        <w:rPr>
          <w:rFonts w:ascii="Palatino Linotype" w:eastAsia="MS Mincho" w:hAnsi="Palatino Linotype" w:cs="MS Mincho"/>
          <w:color w:val="000000"/>
          <w:sz w:val="28"/>
          <w:szCs w:val="28"/>
          <w:lang w:val="tg-Cyrl-TJ"/>
        </w:rPr>
        <w:t>Ҷ</w:t>
      </w:r>
      <w:r w:rsidRPr="00784F69">
        <w:rPr>
          <w:rFonts w:ascii="Palatino Linotype" w:hAnsi="Palatino Linotype" w:cs="Times New Roman Tj"/>
          <w:color w:val="000000"/>
          <w:sz w:val="28"/>
          <w:szCs w:val="28"/>
          <w:lang w:val="tg-Cyrl-TJ"/>
        </w:rPr>
        <w:t>ум</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урии То</w:t>
      </w:r>
      <w:r w:rsidRPr="00784F69">
        <w:rPr>
          <w:rFonts w:ascii="Palatino Linotype" w:eastAsia="MS Mincho" w:hAnsi="Palatino Linotype" w:cs="MS Mincho"/>
          <w:color w:val="000000"/>
          <w:sz w:val="28"/>
          <w:szCs w:val="28"/>
          <w:lang w:val="tg-Cyrl-TJ"/>
        </w:rPr>
        <w:t>ҷ</w:t>
      </w:r>
      <w:r w:rsidRPr="00784F69">
        <w:rPr>
          <w:rFonts w:ascii="Palatino Linotype" w:hAnsi="Palatino Linotype" w:cs="Times New Roman Tj"/>
          <w:color w:val="000000"/>
          <w:sz w:val="28"/>
          <w:szCs w:val="28"/>
          <w:lang w:val="tg-Cyrl-TJ"/>
        </w:rPr>
        <w:t xml:space="preserve">икистон «Дар бораи </w:t>
      </w:r>
      <w:r w:rsidRPr="00784F69">
        <w:rPr>
          <w:rFonts w:ascii="Palatino Linotype" w:hAnsi="Palatino Linotype"/>
          <w:color w:val="000000"/>
          <w:sz w:val="28"/>
          <w:szCs w:val="28"/>
          <w:lang w:val="tt-RU"/>
        </w:rPr>
        <w:t>Бонки миллии То</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икистон</w:t>
      </w:r>
      <w:r w:rsidRPr="00784F69">
        <w:rPr>
          <w:rFonts w:ascii="Palatino Linotype" w:hAnsi="Palatino Linotype"/>
          <w:color w:val="000000"/>
          <w:sz w:val="28"/>
          <w:szCs w:val="28"/>
          <w:lang w:val="tg-Cyrl-TJ"/>
        </w:rPr>
        <w:t xml:space="preserve"> » мувофиқ</w:t>
      </w:r>
      <w:r w:rsidRPr="00784F69">
        <w:rPr>
          <w:rFonts w:ascii="Palatino Linotype" w:hAnsi="Palatino Linotype" w:cs="Times New Roman Tj"/>
          <w:color w:val="000000"/>
          <w:sz w:val="28"/>
          <w:szCs w:val="28"/>
          <w:lang w:val="tg-Cyrl-TJ"/>
        </w:rPr>
        <w:t xml:space="preserve"> бо</w:t>
      </w:r>
      <w:r w:rsidRPr="00784F69">
        <w:rPr>
          <w:rFonts w:ascii="Palatino Linotype" w:hAnsi="Palatino Linotype"/>
          <w:color w:val="000000"/>
          <w:sz w:val="28"/>
          <w:szCs w:val="28"/>
          <w:lang w:val="tg-Cyrl-TJ"/>
        </w:rPr>
        <w:t>шанд;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$C) </w:t>
      </w:r>
      <w:r w:rsidRPr="00784F69">
        <w:rPr>
          <w:rFonts w:ascii="Palatino Linotype" w:hAnsi="Palatino Linotype"/>
          <w:color w:val="000000"/>
          <w:sz w:val="28"/>
          <w:szCs w:val="28"/>
          <w:lang w:val="tg-Cyrl-TJ"/>
        </w:rPr>
        <w:t>Ба талаботи тахассусии моддаи 68-и Қ</w:t>
      </w:r>
      <w:r w:rsidRPr="00784F69">
        <w:rPr>
          <w:rFonts w:ascii="Palatino Linotype" w:hAnsi="Palatino Linotype" w:cs="Times New Roman Tj"/>
          <w:color w:val="000000"/>
          <w:sz w:val="28"/>
          <w:szCs w:val="28"/>
          <w:lang w:val="tg-Cyrl-TJ"/>
        </w:rPr>
        <w:t xml:space="preserve">онуни </w:t>
      </w:r>
      <w:r w:rsidRPr="00784F69">
        <w:rPr>
          <w:rFonts w:ascii="Palatino Linotype" w:eastAsia="MS Mincho" w:hAnsi="Palatino Linotype" w:cs="MS Mincho"/>
          <w:color w:val="000000"/>
          <w:sz w:val="28"/>
          <w:szCs w:val="28"/>
          <w:lang w:val="tg-Cyrl-TJ"/>
        </w:rPr>
        <w:t>Ҷ</w:t>
      </w:r>
      <w:r w:rsidRPr="00784F69">
        <w:rPr>
          <w:rFonts w:ascii="Palatino Linotype" w:hAnsi="Palatino Linotype" w:cs="Times New Roman Tj"/>
          <w:color w:val="000000"/>
          <w:sz w:val="28"/>
          <w:szCs w:val="28"/>
          <w:lang w:val="tg-Cyrl-TJ"/>
        </w:rPr>
        <w:t>ум</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урии То</w:t>
      </w:r>
      <w:r w:rsidRPr="00784F69">
        <w:rPr>
          <w:rFonts w:ascii="Palatino Linotype" w:eastAsia="MS Mincho" w:hAnsi="Palatino Linotype" w:cs="MS Mincho"/>
          <w:color w:val="000000"/>
          <w:sz w:val="28"/>
          <w:szCs w:val="28"/>
          <w:lang w:val="tg-Cyrl-TJ"/>
        </w:rPr>
        <w:t>ҷ</w:t>
      </w:r>
      <w:r w:rsidRPr="00784F69">
        <w:rPr>
          <w:rFonts w:ascii="Palatino Linotype" w:hAnsi="Palatino Linotype" w:cs="Times New Roman Tj"/>
          <w:color w:val="000000"/>
          <w:sz w:val="28"/>
          <w:szCs w:val="28"/>
          <w:lang w:val="tg-Cyrl-TJ"/>
        </w:rPr>
        <w:t>икистон «Дар бораи Вазифа</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ои идоракунандаи бонк</w:t>
      </w:r>
      <w:r w:rsidRPr="00784F69">
        <w:rPr>
          <w:rFonts w:ascii="Palatino Linotype" w:eastAsia="MS Mincho" w:hAnsi="Palatino Linotype" w:cs="MS Mincho"/>
          <w:color w:val="000000"/>
          <w:sz w:val="28"/>
          <w:szCs w:val="28"/>
          <w:lang w:val="tg-Cyrl-TJ"/>
        </w:rPr>
        <w:t>ӣ</w:t>
      </w:r>
      <w:r w:rsidRPr="00784F69">
        <w:rPr>
          <w:rFonts w:ascii="Palatino Linotype" w:hAnsi="Palatino Linotype" w:cs="Times New Roman Tj"/>
          <w:color w:val="000000"/>
          <w:sz w:val="28"/>
          <w:szCs w:val="28"/>
          <w:lang w:val="tg-Cyrl-TJ"/>
        </w:rPr>
        <w:t>» мувофи</w:t>
      </w:r>
      <w:r w:rsidRPr="00784F69">
        <w:rPr>
          <w:rFonts w:ascii="Palatino Linotype" w:hAnsi="Palatino Linotype"/>
          <w:color w:val="000000"/>
          <w:sz w:val="28"/>
          <w:szCs w:val="28"/>
          <w:lang w:val="tg-Cyrl-TJ"/>
        </w:rPr>
        <w:t>қ</w:t>
      </w:r>
      <w:r w:rsidRPr="00784F69">
        <w:rPr>
          <w:rFonts w:ascii="Palatino Linotype" w:hAnsi="Palatino Linotype" w:cs="Times New Roman Tj"/>
          <w:color w:val="000000"/>
          <w:sz w:val="28"/>
          <w:szCs w:val="28"/>
          <w:lang w:val="tg-Cyrl-TJ"/>
        </w:rPr>
        <w:t xml:space="preserve"> бошанд;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$D) </w:t>
      </w:r>
      <w:r w:rsidRPr="00784F69">
        <w:rPr>
          <w:rFonts w:ascii="Palatino Linotype" w:hAnsi="Palatino Linotype"/>
          <w:color w:val="000000"/>
          <w:sz w:val="28"/>
          <w:szCs w:val="28"/>
          <w:lang w:val="tg-Cyrl-TJ"/>
        </w:rPr>
        <w:t>Ба талаботи тахассусии моддаи 53-и Қ</w:t>
      </w:r>
      <w:r w:rsidRPr="00784F69">
        <w:rPr>
          <w:rFonts w:ascii="Palatino Linotype" w:hAnsi="Palatino Linotype" w:cs="Times New Roman Tj"/>
          <w:color w:val="000000"/>
          <w:sz w:val="28"/>
          <w:szCs w:val="28"/>
          <w:lang w:val="tg-Cyrl-TJ"/>
        </w:rPr>
        <w:t xml:space="preserve">онуни </w:t>
      </w:r>
      <w:r w:rsidRPr="00784F69">
        <w:rPr>
          <w:rFonts w:ascii="Palatino Linotype" w:eastAsia="MS Mincho" w:hAnsi="Palatino Linotype" w:cs="MS Mincho"/>
          <w:color w:val="000000"/>
          <w:sz w:val="28"/>
          <w:szCs w:val="28"/>
          <w:lang w:val="tg-Cyrl-TJ"/>
        </w:rPr>
        <w:t>Ҷ</w:t>
      </w:r>
      <w:r w:rsidRPr="00784F69">
        <w:rPr>
          <w:rFonts w:ascii="Palatino Linotype" w:hAnsi="Palatino Linotype" w:cs="Times New Roman Tj"/>
          <w:color w:val="000000"/>
          <w:sz w:val="28"/>
          <w:szCs w:val="28"/>
          <w:lang w:val="tg-Cyrl-TJ"/>
        </w:rPr>
        <w:t>ум</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урии То</w:t>
      </w:r>
      <w:r w:rsidRPr="00784F69">
        <w:rPr>
          <w:rFonts w:ascii="Palatino Linotype" w:eastAsia="MS Mincho" w:hAnsi="Palatino Linotype" w:cs="MS Mincho"/>
          <w:color w:val="000000"/>
          <w:sz w:val="28"/>
          <w:szCs w:val="28"/>
          <w:lang w:val="tg-Cyrl-TJ"/>
        </w:rPr>
        <w:t>ҷ</w:t>
      </w:r>
      <w:r w:rsidRPr="00784F69">
        <w:rPr>
          <w:rFonts w:ascii="Palatino Linotype" w:hAnsi="Palatino Linotype" w:cs="Times New Roman Tj"/>
          <w:color w:val="000000"/>
          <w:sz w:val="28"/>
          <w:szCs w:val="28"/>
          <w:lang w:val="tg-Cyrl-TJ"/>
        </w:rPr>
        <w:t>икистон «Дар бораи ташкилот</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 xml:space="preserve">ои </w:t>
      </w:r>
      <w:r w:rsidRPr="00784F69">
        <w:rPr>
          <w:rFonts w:ascii="Palatino Linotype" w:hAnsi="Palatino Linotype"/>
          <w:color w:val="000000"/>
          <w:sz w:val="28"/>
          <w:szCs w:val="28"/>
          <w:lang w:val="tg-Cyrl-TJ"/>
        </w:rPr>
        <w:t>қ</w:t>
      </w:r>
      <w:r w:rsidRPr="00784F69">
        <w:rPr>
          <w:rFonts w:ascii="Palatino Linotype" w:hAnsi="Palatino Linotype" w:cs="Times New Roman Tj"/>
          <w:color w:val="000000"/>
          <w:sz w:val="28"/>
          <w:szCs w:val="28"/>
          <w:lang w:val="tg-Cyrl-TJ"/>
        </w:rPr>
        <w:t>арз</w:t>
      </w:r>
      <w:r w:rsidRPr="00784F69">
        <w:rPr>
          <w:rFonts w:ascii="Palatino Linotype" w:eastAsia="MS Mincho" w:hAnsi="Palatino Linotype" w:cs="MS Mincho"/>
          <w:color w:val="000000"/>
          <w:sz w:val="28"/>
          <w:szCs w:val="28"/>
          <w:lang w:val="tg-Cyrl-TJ"/>
        </w:rPr>
        <w:t>ӣ</w:t>
      </w:r>
      <w:r w:rsidRPr="00784F69">
        <w:rPr>
          <w:rFonts w:ascii="Palatino Linotype" w:hAnsi="Palatino Linotype" w:cs="Times New Roman Tj"/>
          <w:color w:val="000000"/>
          <w:sz w:val="28"/>
          <w:szCs w:val="28"/>
          <w:lang w:val="tg-Cyrl-TJ"/>
        </w:rPr>
        <w:t>» мувофи</w:t>
      </w:r>
      <w:r w:rsidRPr="00784F69">
        <w:rPr>
          <w:rFonts w:ascii="Palatino Linotype" w:hAnsi="Palatino Linotype"/>
          <w:color w:val="000000"/>
          <w:sz w:val="28"/>
          <w:szCs w:val="28"/>
          <w:lang w:val="tg-Cyrl-TJ"/>
        </w:rPr>
        <w:t>қ</w:t>
      </w:r>
      <w:r w:rsidRPr="00784F69">
        <w:rPr>
          <w:rFonts w:ascii="Palatino Linotype" w:hAnsi="Palatino Linotype" w:cs="Times New Roman Tj"/>
          <w:color w:val="000000"/>
          <w:sz w:val="28"/>
          <w:szCs w:val="28"/>
          <w:lang w:val="tg-Cyrl-TJ"/>
        </w:rPr>
        <w:t xml:space="preserve"> бошанд;</w:t>
      </w:r>
    </w:p>
    <w:p w:rsidR="00B65CA5" w:rsidRPr="00784F69" w:rsidRDefault="00B65CA5" w:rsidP="00C84BB2">
      <w:pPr>
        <w:spacing w:after="0" w:line="240" w:lineRule="auto"/>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 xml:space="preserve">$E) </w:t>
      </w:r>
      <w:r w:rsidRPr="00784F69">
        <w:rPr>
          <w:rFonts w:ascii="Palatino Linotype" w:hAnsi="Palatino Linotype"/>
          <w:color w:val="000000"/>
          <w:sz w:val="28"/>
          <w:szCs w:val="28"/>
          <w:lang w:val="tg-Cyrl-TJ"/>
        </w:rPr>
        <w:t xml:space="preserve">Ба талаботи тахассусии моддаи 64-и Дастуруламали №100 </w:t>
      </w:r>
      <w:r w:rsidRPr="00784F69">
        <w:rPr>
          <w:rFonts w:ascii="Palatino Linotype" w:hAnsi="Palatino Linotype"/>
          <w:color w:val="000000"/>
          <w:sz w:val="28"/>
          <w:szCs w:val="28"/>
          <w:lang w:val="tt-RU"/>
        </w:rPr>
        <w:t>Бонки миллии То</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икистон</w:t>
      </w:r>
      <w:r w:rsidRPr="00784F69">
        <w:rPr>
          <w:rFonts w:ascii="Palatino Linotype" w:hAnsi="Palatino Linotype"/>
          <w:color w:val="000000"/>
          <w:sz w:val="28"/>
          <w:szCs w:val="28"/>
          <w:lang w:val="tg-Cyrl-TJ"/>
        </w:rPr>
        <w:t xml:space="preserve"> «Дар бораи тартиби </w:t>
      </w:r>
      <w:r w:rsidRPr="00784F69">
        <w:rPr>
          <w:rFonts w:ascii="Palatino Linotype" w:hAnsi="Palatino Linotype"/>
          <w:color w:val="000000"/>
          <w:sz w:val="28"/>
          <w:szCs w:val="28"/>
          <w:lang w:val="tt-RU"/>
        </w:rPr>
        <w:t>ташкили бонкҳ</w:t>
      </w:r>
      <w:r w:rsidRPr="00784F69">
        <w:rPr>
          <w:rFonts w:ascii="Palatino Linotype" w:hAnsi="Palatino Linotype" w:cs="Times New Roman Tj"/>
          <w:color w:val="000000"/>
          <w:sz w:val="28"/>
          <w:szCs w:val="28"/>
          <w:lang w:val="tt-RU"/>
        </w:rPr>
        <w:t>о ва филиал</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ои он</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о</w:t>
      </w:r>
      <w:r w:rsidRPr="00784F69">
        <w:rPr>
          <w:rFonts w:ascii="Palatino Linotype" w:hAnsi="Palatino Linotype"/>
          <w:color w:val="000000"/>
          <w:sz w:val="28"/>
          <w:szCs w:val="28"/>
          <w:lang w:val="tg-Cyrl-TJ"/>
        </w:rPr>
        <w:t xml:space="preserve"> дар қ</w:t>
      </w:r>
      <w:r w:rsidRPr="00784F69">
        <w:rPr>
          <w:rFonts w:ascii="Palatino Linotype" w:hAnsi="Palatino Linotype" w:cs="Times New Roman Tj"/>
          <w:color w:val="000000"/>
          <w:sz w:val="28"/>
          <w:szCs w:val="28"/>
          <w:lang w:val="tg-Cyrl-TJ"/>
        </w:rPr>
        <w:t>аламрав</w:t>
      </w:r>
      <w:r w:rsidRPr="00784F69">
        <w:rPr>
          <w:rFonts w:ascii="Palatino Linotype" w:hAnsi="Palatino Linotype"/>
          <w:color w:val="000000"/>
          <w:sz w:val="28"/>
          <w:szCs w:val="28"/>
          <w:lang w:val="tg-Cyrl-TJ"/>
        </w:rPr>
        <w:t xml:space="preserve">и </w:t>
      </w:r>
      <w:r w:rsidRPr="00784F69">
        <w:rPr>
          <w:rFonts w:ascii="Palatino Linotype" w:eastAsia="MS Mincho" w:hAnsi="Palatino Linotype" w:cs="MS Mincho"/>
          <w:color w:val="000000"/>
          <w:sz w:val="28"/>
          <w:szCs w:val="28"/>
          <w:lang w:val="tg-Cyrl-TJ"/>
        </w:rPr>
        <w:t>Ҷ</w:t>
      </w:r>
      <w:r w:rsidRPr="00784F69">
        <w:rPr>
          <w:rFonts w:ascii="Palatino Linotype" w:hAnsi="Palatino Linotype" w:cs="Times New Roman Tj"/>
          <w:color w:val="000000"/>
          <w:sz w:val="28"/>
          <w:szCs w:val="28"/>
          <w:lang w:val="tg-Cyrl-TJ"/>
        </w:rPr>
        <w:t>ум</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урии То</w:t>
      </w:r>
      <w:r w:rsidRPr="00784F69">
        <w:rPr>
          <w:rFonts w:ascii="Palatino Linotype" w:eastAsia="MS Mincho" w:hAnsi="Palatino Linotype" w:cs="MS Mincho"/>
          <w:color w:val="000000"/>
          <w:sz w:val="28"/>
          <w:szCs w:val="28"/>
          <w:lang w:val="tg-Cyrl-TJ"/>
        </w:rPr>
        <w:t>ҷ</w:t>
      </w:r>
      <w:r w:rsidRPr="00784F69">
        <w:rPr>
          <w:rFonts w:ascii="Palatino Linotype" w:hAnsi="Palatino Linotype" w:cs="Times New Roman Tj"/>
          <w:color w:val="000000"/>
          <w:sz w:val="28"/>
          <w:szCs w:val="28"/>
          <w:lang w:val="tg-Cyrl-TJ"/>
        </w:rPr>
        <w:t>икистон » мувофи</w:t>
      </w:r>
      <w:r w:rsidRPr="00784F69">
        <w:rPr>
          <w:rFonts w:ascii="Palatino Linotype" w:hAnsi="Palatino Linotype"/>
          <w:color w:val="000000"/>
          <w:sz w:val="28"/>
          <w:szCs w:val="28"/>
          <w:lang w:val="tg-Cyrl-TJ"/>
        </w:rPr>
        <w:t>қ</w:t>
      </w:r>
      <w:r w:rsidRPr="00784F69">
        <w:rPr>
          <w:rFonts w:ascii="Palatino Linotype" w:hAnsi="Palatino Linotype" w:cs="Times New Roman Tj"/>
          <w:color w:val="000000"/>
          <w:sz w:val="28"/>
          <w:szCs w:val="28"/>
          <w:lang w:val="tg-Cyrl-TJ"/>
        </w:rPr>
        <w:t xml:space="preserve"> бошанд</w:t>
      </w:r>
      <w:r w:rsidRPr="00784F69">
        <w:rPr>
          <w:rFonts w:ascii="Palatino Linotype" w:hAnsi="Palatino Linotype"/>
          <w:b/>
          <w:color w:val="000000"/>
          <w:sz w:val="28"/>
          <w:szCs w:val="28"/>
          <w:lang w:val="tg-Cyrl-TJ"/>
        </w:rPr>
        <w:t>;</w:t>
      </w:r>
    </w:p>
    <w:p w:rsidR="00B65CA5" w:rsidRPr="00784F69" w:rsidRDefault="00B65CA5" w:rsidP="00C84BB2">
      <w:pPr>
        <w:spacing w:after="0" w:line="240" w:lineRule="auto"/>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 xml:space="preserve">@179. </w:t>
      </w:r>
    </w:p>
    <w:p w:rsidR="00B65CA5" w:rsidRPr="00784F69" w:rsidRDefault="00B65CA5" w:rsidP="00C84BB2">
      <w:pPr>
        <w:spacing w:after="0" w:line="240" w:lineRule="auto"/>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Ба вазифаҳ</w:t>
      </w:r>
      <w:r w:rsidRPr="00784F69">
        <w:rPr>
          <w:rFonts w:ascii="Palatino Linotype" w:hAnsi="Palatino Linotype" w:cs="Times New Roman Tj"/>
          <w:b/>
          <w:color w:val="000000"/>
          <w:sz w:val="28"/>
          <w:szCs w:val="28"/>
          <w:lang w:val="tg-Cyrl-TJ"/>
        </w:rPr>
        <w:t>ои ро</w:t>
      </w:r>
      <w:r w:rsidRPr="00784F69">
        <w:rPr>
          <w:rFonts w:ascii="Palatino Linotype" w:hAnsi="Palatino Linotype"/>
          <w:b/>
          <w:color w:val="000000"/>
          <w:sz w:val="28"/>
          <w:szCs w:val="28"/>
          <w:lang w:val="tg-Cyrl-TJ"/>
        </w:rPr>
        <w:t>ҳ</w:t>
      </w:r>
      <w:r w:rsidRPr="00784F69">
        <w:rPr>
          <w:rFonts w:ascii="Palatino Linotype" w:hAnsi="Palatino Linotype" w:cs="Times New Roman Tj"/>
          <w:b/>
          <w:color w:val="000000"/>
          <w:sz w:val="28"/>
          <w:szCs w:val="28"/>
          <w:lang w:val="tg-Cyrl-TJ"/>
        </w:rPr>
        <w:t>барони ма</w:t>
      </w:r>
      <w:r w:rsidRPr="00784F69">
        <w:rPr>
          <w:rFonts w:ascii="Palatino Linotype" w:hAnsi="Palatino Linotype"/>
          <w:b/>
          <w:color w:val="000000"/>
          <w:sz w:val="28"/>
          <w:szCs w:val="28"/>
          <w:lang w:val="tg-Cyrl-TJ"/>
        </w:rPr>
        <w:t>қ</w:t>
      </w:r>
      <w:r w:rsidRPr="00784F69">
        <w:rPr>
          <w:rFonts w:ascii="Palatino Linotype" w:hAnsi="Palatino Linotype" w:cs="Times New Roman Tj"/>
          <w:b/>
          <w:color w:val="000000"/>
          <w:sz w:val="28"/>
          <w:szCs w:val="28"/>
          <w:lang w:val="tg-Cyrl-TJ"/>
        </w:rPr>
        <w:t>омоти и</w:t>
      </w:r>
      <w:r w:rsidRPr="00784F69">
        <w:rPr>
          <w:rFonts w:ascii="Palatino Linotype" w:eastAsia="MS Mincho" w:hAnsi="Palatino Linotype" w:cs="MS Mincho"/>
          <w:b/>
          <w:color w:val="000000"/>
          <w:sz w:val="28"/>
          <w:szCs w:val="28"/>
          <w:lang w:val="tg-Cyrl-TJ"/>
        </w:rPr>
        <w:t>ҷ</w:t>
      </w:r>
      <w:r w:rsidRPr="00784F69">
        <w:rPr>
          <w:rFonts w:ascii="Palatino Linotype" w:hAnsi="Palatino Linotype" w:cs="Times New Roman Tj"/>
          <w:b/>
          <w:color w:val="000000"/>
          <w:sz w:val="28"/>
          <w:szCs w:val="28"/>
          <w:lang w:val="tg-Cyrl-TJ"/>
        </w:rPr>
        <w:t>роияи бонк кадом шахсон таъин карда намешаванд?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$A) </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амаи</w:t>
      </w:r>
      <w:r w:rsidRPr="00784F69">
        <w:rPr>
          <w:rFonts w:ascii="Palatino Linotype" w:eastAsia="MS Mincho" w:hAnsi="Palatino Linotype" w:cs="MS Mincho"/>
          <w:color w:val="000000"/>
          <w:sz w:val="28"/>
          <w:szCs w:val="28"/>
          <w:lang w:val="tg-Cyrl-TJ"/>
        </w:rPr>
        <w:t>ҷ</w:t>
      </w:r>
      <w:r w:rsidRPr="00784F69">
        <w:rPr>
          <w:rFonts w:ascii="Palatino Linotype" w:hAnsi="Palatino Linotype" w:cs="Times New Roman Tj"/>
          <w:color w:val="000000"/>
          <w:sz w:val="28"/>
          <w:szCs w:val="28"/>
          <w:lang w:val="tg-Cyrl-TJ"/>
        </w:rPr>
        <w:t>авоб</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о дурустанд;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$B) </w:t>
      </w:r>
      <w:r w:rsidRPr="00784F69">
        <w:rPr>
          <w:rFonts w:ascii="Palatino Linotype" w:hAnsi="Palatino Linotype"/>
          <w:color w:val="000000"/>
          <w:sz w:val="28"/>
          <w:szCs w:val="28"/>
          <w:lang w:val="tg-Cyrl-TJ"/>
        </w:rPr>
        <w:t>Шахсоне, ки фаъолияти пешинаи онҳ</w:t>
      </w:r>
      <w:r w:rsidRPr="00784F69">
        <w:rPr>
          <w:rFonts w:ascii="Palatino Linotype" w:hAnsi="Palatino Linotype" w:cs="Times New Roman Tj"/>
          <w:color w:val="000000"/>
          <w:sz w:val="28"/>
          <w:szCs w:val="28"/>
          <w:lang w:val="tg-Cyrl-TJ"/>
        </w:rPr>
        <w:t>о ба вайрон кардани санад</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ои меъёрии дигар вобаста буд, ба вазифа</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ои ро</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барони ма</w:t>
      </w:r>
      <w:r w:rsidRPr="00784F69">
        <w:rPr>
          <w:rFonts w:ascii="Palatino Linotype" w:hAnsi="Palatino Linotype"/>
          <w:color w:val="000000"/>
          <w:sz w:val="28"/>
          <w:szCs w:val="28"/>
          <w:lang w:val="tg-Cyrl-TJ"/>
        </w:rPr>
        <w:t>қ</w:t>
      </w:r>
      <w:r w:rsidRPr="00784F69">
        <w:rPr>
          <w:rFonts w:ascii="Palatino Linotype" w:hAnsi="Palatino Linotype" w:cs="Times New Roman Tj"/>
          <w:color w:val="000000"/>
          <w:sz w:val="28"/>
          <w:szCs w:val="28"/>
          <w:lang w:val="tg-Cyrl-TJ"/>
        </w:rPr>
        <w:t>омоти и</w:t>
      </w:r>
      <w:r w:rsidRPr="00784F69">
        <w:rPr>
          <w:rFonts w:ascii="Palatino Linotype" w:eastAsia="MS Mincho" w:hAnsi="Palatino Linotype" w:cs="MS Mincho"/>
          <w:color w:val="000000"/>
          <w:sz w:val="28"/>
          <w:szCs w:val="28"/>
          <w:lang w:val="tg-Cyrl-TJ"/>
        </w:rPr>
        <w:t>ҷ</w:t>
      </w:r>
      <w:r w:rsidRPr="00784F69">
        <w:rPr>
          <w:rFonts w:ascii="Palatino Linotype" w:hAnsi="Palatino Linotype" w:cs="Times New Roman Tj"/>
          <w:color w:val="000000"/>
          <w:sz w:val="28"/>
          <w:szCs w:val="28"/>
          <w:lang w:val="tg-Cyrl-TJ"/>
        </w:rPr>
        <w:t>роияи бонк таъин карда намешаванд;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$C) </w:t>
      </w:r>
      <w:r w:rsidRPr="00784F69">
        <w:rPr>
          <w:rFonts w:ascii="Palatino Linotype" w:hAnsi="Palatino Linotype"/>
          <w:color w:val="000000"/>
          <w:sz w:val="28"/>
          <w:szCs w:val="28"/>
          <w:lang w:val="tg-Cyrl-TJ"/>
        </w:rPr>
        <w:t>Шахсоне, ки фаъолияти пешинаи онҳ</w:t>
      </w:r>
      <w:r w:rsidRPr="00784F69">
        <w:rPr>
          <w:rFonts w:ascii="Palatino Linotype" w:hAnsi="Palatino Linotype" w:cs="Times New Roman Tj"/>
          <w:color w:val="000000"/>
          <w:sz w:val="28"/>
          <w:szCs w:val="28"/>
          <w:lang w:val="tg-Cyrl-TJ"/>
        </w:rPr>
        <w:t>о ба вайрон кардани фармои</w:t>
      </w:r>
      <w:r w:rsidRPr="00784F69">
        <w:rPr>
          <w:rFonts w:ascii="Palatino Linotype" w:hAnsi="Palatino Linotype"/>
          <w:color w:val="000000"/>
          <w:sz w:val="28"/>
          <w:szCs w:val="28"/>
          <w:lang w:val="tg-Cyrl-TJ"/>
        </w:rPr>
        <w:t>шҳ</w:t>
      </w:r>
      <w:r w:rsidRPr="00784F69">
        <w:rPr>
          <w:rFonts w:ascii="Palatino Linotype" w:hAnsi="Palatino Linotype" w:cs="Times New Roman Tj"/>
          <w:color w:val="000000"/>
          <w:sz w:val="28"/>
          <w:szCs w:val="28"/>
          <w:lang w:val="tg-Cyrl-TJ"/>
        </w:rPr>
        <w:t>ои Бонки миллии То</w:t>
      </w:r>
      <w:r w:rsidRPr="00784F69">
        <w:rPr>
          <w:rFonts w:ascii="Palatino Linotype" w:eastAsia="MS Mincho" w:hAnsi="Palatino Linotype" w:cs="MS Mincho"/>
          <w:color w:val="000000"/>
          <w:sz w:val="28"/>
          <w:szCs w:val="28"/>
          <w:lang w:val="tg-Cyrl-TJ"/>
        </w:rPr>
        <w:t>ҷ</w:t>
      </w:r>
      <w:r w:rsidRPr="00784F69">
        <w:rPr>
          <w:rFonts w:ascii="Palatino Linotype" w:hAnsi="Palatino Linotype" w:cs="Times New Roman Tj"/>
          <w:color w:val="000000"/>
          <w:sz w:val="28"/>
          <w:szCs w:val="28"/>
          <w:lang w:val="tg-Cyrl-TJ"/>
        </w:rPr>
        <w:t>икистон вобаста буд, ба вазифа</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ои ро</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барони ма</w:t>
      </w:r>
      <w:r w:rsidRPr="00784F69">
        <w:rPr>
          <w:rFonts w:ascii="Palatino Linotype" w:hAnsi="Palatino Linotype"/>
          <w:color w:val="000000"/>
          <w:sz w:val="28"/>
          <w:szCs w:val="28"/>
          <w:lang w:val="tg-Cyrl-TJ"/>
        </w:rPr>
        <w:t>қ</w:t>
      </w:r>
      <w:r w:rsidRPr="00784F69">
        <w:rPr>
          <w:rFonts w:ascii="Palatino Linotype" w:hAnsi="Palatino Linotype" w:cs="Times New Roman Tj"/>
          <w:color w:val="000000"/>
          <w:sz w:val="28"/>
          <w:szCs w:val="28"/>
          <w:lang w:val="tg-Cyrl-TJ"/>
        </w:rPr>
        <w:t>омоти и</w:t>
      </w:r>
      <w:r w:rsidRPr="00784F69">
        <w:rPr>
          <w:rFonts w:ascii="Palatino Linotype" w:eastAsia="MS Mincho" w:hAnsi="Palatino Linotype" w:cs="MS Mincho"/>
          <w:color w:val="000000"/>
          <w:sz w:val="28"/>
          <w:szCs w:val="28"/>
          <w:lang w:val="tg-Cyrl-TJ"/>
        </w:rPr>
        <w:t>ҷ</w:t>
      </w:r>
      <w:r w:rsidRPr="00784F69">
        <w:rPr>
          <w:rFonts w:ascii="Palatino Linotype" w:hAnsi="Palatino Linotype" w:cs="Times New Roman Tj"/>
          <w:color w:val="000000"/>
          <w:sz w:val="28"/>
          <w:szCs w:val="28"/>
          <w:lang w:val="tg-Cyrl-TJ"/>
        </w:rPr>
        <w:t>роияи бонк таъин карда намешаванд;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$D) </w:t>
      </w:r>
      <w:r w:rsidRPr="00784F69">
        <w:rPr>
          <w:rFonts w:ascii="Palatino Linotype" w:hAnsi="Palatino Linotype"/>
          <w:color w:val="000000"/>
          <w:sz w:val="28"/>
          <w:szCs w:val="28"/>
          <w:lang w:val="tg-Cyrl-TJ"/>
        </w:rPr>
        <w:t>Шахсоне, ки фаъолияти пешинаи онҳ</w:t>
      </w:r>
      <w:r w:rsidRPr="00784F69">
        <w:rPr>
          <w:rFonts w:ascii="Palatino Linotype" w:hAnsi="Palatino Linotype" w:cs="Times New Roman Tj"/>
          <w:color w:val="000000"/>
          <w:sz w:val="28"/>
          <w:szCs w:val="28"/>
          <w:lang w:val="tg-Cyrl-TJ"/>
        </w:rPr>
        <w:t xml:space="preserve">о ба вайрон кардани вазъи молиявии ташкилоти </w:t>
      </w:r>
      <w:r w:rsidRPr="00784F69">
        <w:rPr>
          <w:rFonts w:ascii="Palatino Linotype" w:hAnsi="Palatino Linotype"/>
          <w:color w:val="000000"/>
          <w:sz w:val="28"/>
          <w:szCs w:val="28"/>
          <w:lang w:val="tg-Cyrl-TJ"/>
        </w:rPr>
        <w:t>қ</w:t>
      </w:r>
      <w:r w:rsidRPr="00784F69">
        <w:rPr>
          <w:rFonts w:ascii="Palatino Linotype" w:hAnsi="Palatino Linotype" w:cs="Times New Roman Tj"/>
          <w:color w:val="000000"/>
          <w:sz w:val="28"/>
          <w:szCs w:val="28"/>
          <w:lang w:val="tg-Cyrl-TJ"/>
        </w:rPr>
        <w:t>арз</w:t>
      </w:r>
      <w:r w:rsidRPr="00784F69">
        <w:rPr>
          <w:rFonts w:ascii="Palatino Linotype" w:eastAsia="MS Mincho" w:hAnsi="Palatino Linotype" w:cs="MS Mincho"/>
          <w:color w:val="000000"/>
          <w:sz w:val="28"/>
          <w:szCs w:val="28"/>
          <w:lang w:val="tg-Cyrl-TJ"/>
        </w:rPr>
        <w:t>ӣ</w:t>
      </w:r>
      <w:r w:rsidRPr="00784F69">
        <w:rPr>
          <w:rFonts w:ascii="Palatino Linotype" w:hAnsi="Palatino Linotype" w:cs="Times New Roman Tj"/>
          <w:color w:val="000000"/>
          <w:sz w:val="28"/>
          <w:szCs w:val="28"/>
          <w:lang w:val="tg-Cyrl-TJ"/>
        </w:rPr>
        <w:t xml:space="preserve"> оварда расонд, ба вазифа</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ои ро</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барони ма</w:t>
      </w:r>
      <w:r w:rsidRPr="00784F69">
        <w:rPr>
          <w:rFonts w:ascii="Palatino Linotype" w:hAnsi="Palatino Linotype"/>
          <w:color w:val="000000"/>
          <w:sz w:val="28"/>
          <w:szCs w:val="28"/>
          <w:lang w:val="tg-Cyrl-TJ"/>
        </w:rPr>
        <w:t>қ</w:t>
      </w:r>
      <w:r w:rsidRPr="00784F69">
        <w:rPr>
          <w:rFonts w:ascii="Palatino Linotype" w:hAnsi="Palatino Linotype" w:cs="Times New Roman Tj"/>
          <w:color w:val="000000"/>
          <w:sz w:val="28"/>
          <w:szCs w:val="28"/>
          <w:lang w:val="tg-Cyrl-TJ"/>
        </w:rPr>
        <w:t>омоти и</w:t>
      </w:r>
      <w:r w:rsidRPr="00784F69">
        <w:rPr>
          <w:rFonts w:ascii="Palatino Linotype" w:eastAsia="MS Mincho" w:hAnsi="Palatino Linotype" w:cs="MS Mincho"/>
          <w:color w:val="000000"/>
          <w:sz w:val="28"/>
          <w:szCs w:val="28"/>
          <w:lang w:val="tg-Cyrl-TJ"/>
        </w:rPr>
        <w:t>ҷ</w:t>
      </w:r>
      <w:r w:rsidRPr="00784F69">
        <w:rPr>
          <w:rFonts w:ascii="Palatino Linotype" w:hAnsi="Palatino Linotype" w:cs="Times New Roman Tj"/>
          <w:color w:val="000000"/>
          <w:sz w:val="28"/>
          <w:szCs w:val="28"/>
          <w:lang w:val="tg-Cyrl-TJ"/>
        </w:rPr>
        <w:t>роияи б</w:t>
      </w:r>
      <w:r w:rsidRPr="00784F69">
        <w:rPr>
          <w:rFonts w:ascii="Palatino Linotype" w:hAnsi="Palatino Linotype"/>
          <w:color w:val="000000"/>
          <w:sz w:val="28"/>
          <w:szCs w:val="28"/>
          <w:lang w:val="tg-Cyrl-TJ"/>
        </w:rPr>
        <w:t>онк таъин карда намешаванд;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$E) </w:t>
      </w:r>
      <w:r w:rsidRPr="00784F69">
        <w:rPr>
          <w:rFonts w:ascii="Palatino Linotype" w:hAnsi="Palatino Linotype"/>
          <w:color w:val="000000"/>
          <w:sz w:val="28"/>
          <w:szCs w:val="28"/>
          <w:lang w:val="tg-Cyrl-TJ"/>
        </w:rPr>
        <w:t>Шахсоне, ки фаъолияти пешинаи онҳ</w:t>
      </w:r>
      <w:r w:rsidRPr="00784F69">
        <w:rPr>
          <w:rFonts w:ascii="Palatino Linotype" w:hAnsi="Palatino Linotype" w:cs="Times New Roman Tj"/>
          <w:color w:val="000000"/>
          <w:sz w:val="28"/>
          <w:szCs w:val="28"/>
          <w:lang w:val="tg-Cyrl-TJ"/>
        </w:rPr>
        <w:t xml:space="preserve">о ба вайрон кардани </w:t>
      </w:r>
      <w:r w:rsidRPr="00784F69">
        <w:rPr>
          <w:rFonts w:ascii="Palatino Linotype" w:hAnsi="Palatino Linotype"/>
          <w:color w:val="000000"/>
          <w:sz w:val="28"/>
          <w:szCs w:val="28"/>
          <w:lang w:val="tg-Cyrl-TJ"/>
        </w:rPr>
        <w:t>қ</w:t>
      </w:r>
      <w:r w:rsidRPr="00784F69">
        <w:rPr>
          <w:rFonts w:ascii="Palatino Linotype" w:hAnsi="Palatino Linotype" w:cs="Times New Roman Tj"/>
          <w:color w:val="000000"/>
          <w:sz w:val="28"/>
          <w:szCs w:val="28"/>
          <w:lang w:val="tg-Cyrl-TJ"/>
        </w:rPr>
        <w:t>онунгузор</w:t>
      </w:r>
      <w:r w:rsidRPr="00784F69">
        <w:rPr>
          <w:rFonts w:ascii="Palatino Linotype" w:eastAsia="MS Mincho" w:hAnsi="Palatino Linotype" w:cs="MS Mincho"/>
          <w:color w:val="000000"/>
          <w:sz w:val="28"/>
          <w:szCs w:val="28"/>
          <w:lang w:val="tg-Cyrl-TJ"/>
        </w:rPr>
        <w:t>ӣ</w:t>
      </w:r>
      <w:r w:rsidRPr="00784F69">
        <w:rPr>
          <w:rFonts w:ascii="Palatino Linotype" w:hAnsi="Palatino Linotype" w:cs="Times New Roman Tj"/>
          <w:color w:val="000000"/>
          <w:sz w:val="28"/>
          <w:szCs w:val="28"/>
          <w:lang w:val="tg-Cyrl-TJ"/>
        </w:rPr>
        <w:t xml:space="preserve"> вобаста буд, ба вазифа</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ои ро</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барони ма</w:t>
      </w:r>
      <w:r w:rsidRPr="00784F69">
        <w:rPr>
          <w:rFonts w:ascii="Palatino Linotype" w:hAnsi="Palatino Linotype"/>
          <w:color w:val="000000"/>
          <w:sz w:val="28"/>
          <w:szCs w:val="28"/>
          <w:lang w:val="tg-Cyrl-TJ"/>
        </w:rPr>
        <w:t>қ</w:t>
      </w:r>
      <w:r w:rsidRPr="00784F69">
        <w:rPr>
          <w:rFonts w:ascii="Palatino Linotype" w:hAnsi="Palatino Linotype" w:cs="Times New Roman Tj"/>
          <w:color w:val="000000"/>
          <w:sz w:val="28"/>
          <w:szCs w:val="28"/>
          <w:lang w:val="tg-Cyrl-TJ"/>
        </w:rPr>
        <w:t>омоти и</w:t>
      </w:r>
      <w:r w:rsidRPr="00784F69">
        <w:rPr>
          <w:rFonts w:ascii="Palatino Linotype" w:eastAsia="MS Mincho" w:hAnsi="Palatino Linotype" w:cs="MS Mincho"/>
          <w:color w:val="000000"/>
          <w:sz w:val="28"/>
          <w:szCs w:val="28"/>
          <w:lang w:val="tg-Cyrl-TJ"/>
        </w:rPr>
        <w:t>ҷ</w:t>
      </w:r>
      <w:r w:rsidRPr="00784F69">
        <w:rPr>
          <w:rFonts w:ascii="Palatino Linotype" w:hAnsi="Palatino Linotype" w:cs="Times New Roman Tj"/>
          <w:color w:val="000000"/>
          <w:sz w:val="28"/>
          <w:szCs w:val="28"/>
          <w:lang w:val="tg-Cyrl-TJ"/>
        </w:rPr>
        <w:t xml:space="preserve">роияи </w:t>
      </w:r>
      <w:r w:rsidRPr="00784F69">
        <w:rPr>
          <w:rFonts w:ascii="Palatino Linotype" w:hAnsi="Palatino Linotype"/>
          <w:color w:val="000000"/>
          <w:sz w:val="28"/>
          <w:szCs w:val="28"/>
          <w:lang w:val="tg-Cyrl-TJ"/>
        </w:rPr>
        <w:t>бонк таъин карда намешаванд;</w:t>
      </w:r>
    </w:p>
    <w:p w:rsidR="00B65CA5" w:rsidRPr="00784F69" w:rsidRDefault="00B65CA5" w:rsidP="00C84BB2">
      <w:pPr>
        <w:spacing w:after="0" w:line="240" w:lineRule="auto"/>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 xml:space="preserve">@180. </w:t>
      </w:r>
    </w:p>
    <w:p w:rsidR="00B65CA5" w:rsidRPr="00784F69" w:rsidRDefault="00B65CA5" w:rsidP="00C84BB2">
      <w:pPr>
        <w:spacing w:after="0" w:line="240" w:lineRule="auto"/>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Дар ҳ</w:t>
      </w:r>
      <w:r w:rsidRPr="00784F69">
        <w:rPr>
          <w:rFonts w:ascii="Palatino Linotype" w:hAnsi="Palatino Linotype" w:cs="Times New Roman Tj"/>
          <w:b/>
          <w:color w:val="000000"/>
          <w:sz w:val="28"/>
          <w:szCs w:val="28"/>
          <w:lang w:val="tg-Cyrl-TJ"/>
        </w:rPr>
        <w:t>олати бозхонди дархостнома ё асноди дарёфти и</w:t>
      </w:r>
      <w:r w:rsidRPr="00784F69">
        <w:rPr>
          <w:rFonts w:ascii="Palatino Linotype" w:eastAsia="MS Mincho" w:hAnsi="Palatino Linotype" w:cs="MS Mincho"/>
          <w:b/>
          <w:color w:val="000000"/>
          <w:sz w:val="28"/>
          <w:szCs w:val="28"/>
          <w:lang w:val="tg-Cyrl-TJ"/>
        </w:rPr>
        <w:t>ҷ</w:t>
      </w:r>
      <w:r w:rsidRPr="00784F69">
        <w:rPr>
          <w:rFonts w:ascii="Palatino Linotype" w:hAnsi="Palatino Linotype" w:cs="Times New Roman Tj"/>
          <w:b/>
          <w:color w:val="000000"/>
          <w:sz w:val="28"/>
          <w:szCs w:val="28"/>
          <w:lang w:val="tg-Cyrl-TJ"/>
        </w:rPr>
        <w:t>озатномаи бонк</w:t>
      </w:r>
      <w:r w:rsidRPr="00784F69">
        <w:rPr>
          <w:rFonts w:ascii="Palatino Linotype" w:eastAsia="MS Mincho" w:hAnsi="Palatino Linotype" w:cs="MS Mincho"/>
          <w:b/>
          <w:color w:val="000000"/>
          <w:sz w:val="28"/>
          <w:szCs w:val="28"/>
          <w:lang w:val="tg-Cyrl-TJ"/>
        </w:rPr>
        <w:t>ӣ</w:t>
      </w:r>
      <w:r w:rsidRPr="00784F69">
        <w:rPr>
          <w:rFonts w:ascii="Palatino Linotype" w:hAnsi="Palatino Linotype" w:cs="Times New Roman Tj"/>
          <w:b/>
          <w:color w:val="000000"/>
          <w:sz w:val="28"/>
          <w:szCs w:val="28"/>
          <w:lang w:val="tg-Cyrl-TJ"/>
        </w:rPr>
        <w:t xml:space="preserve"> ва ё рад шудани дархости додани и</w:t>
      </w:r>
      <w:r w:rsidRPr="00784F69">
        <w:rPr>
          <w:rFonts w:ascii="Palatino Linotype" w:eastAsia="MS Mincho" w:hAnsi="Palatino Linotype" w:cs="MS Mincho"/>
          <w:b/>
          <w:color w:val="000000"/>
          <w:sz w:val="28"/>
          <w:szCs w:val="28"/>
          <w:lang w:val="tg-Cyrl-TJ"/>
        </w:rPr>
        <w:t>ҷ</w:t>
      </w:r>
      <w:r w:rsidRPr="00784F69">
        <w:rPr>
          <w:rFonts w:ascii="Palatino Linotype" w:hAnsi="Palatino Linotype" w:cs="Times New Roman Tj"/>
          <w:b/>
          <w:color w:val="000000"/>
          <w:sz w:val="28"/>
          <w:szCs w:val="28"/>
          <w:lang w:val="tg-Cyrl-TJ"/>
        </w:rPr>
        <w:t>озатнома, як нусхаи санад</w:t>
      </w:r>
      <w:r w:rsidRPr="00784F69">
        <w:rPr>
          <w:rFonts w:ascii="Palatino Linotype" w:hAnsi="Palatino Linotype"/>
          <w:b/>
          <w:color w:val="000000"/>
          <w:sz w:val="28"/>
          <w:szCs w:val="28"/>
          <w:lang w:val="tg-Cyrl-TJ"/>
        </w:rPr>
        <w:t>ҳ</w:t>
      </w:r>
      <w:r w:rsidRPr="00784F69">
        <w:rPr>
          <w:rFonts w:ascii="Palatino Linotype" w:hAnsi="Palatino Linotype" w:cs="Times New Roman Tj"/>
          <w:b/>
          <w:color w:val="000000"/>
          <w:sz w:val="28"/>
          <w:szCs w:val="28"/>
          <w:lang w:val="tg-Cyrl-TJ"/>
        </w:rPr>
        <w:t>ое, ки муассисон пешни</w:t>
      </w:r>
      <w:r w:rsidRPr="00784F69">
        <w:rPr>
          <w:rFonts w:ascii="Palatino Linotype" w:hAnsi="Palatino Linotype"/>
          <w:b/>
          <w:color w:val="000000"/>
          <w:sz w:val="28"/>
          <w:szCs w:val="28"/>
          <w:lang w:val="tg-Cyrl-TJ"/>
        </w:rPr>
        <w:t>ҳ</w:t>
      </w:r>
      <w:r w:rsidRPr="00784F69">
        <w:rPr>
          <w:rFonts w:ascii="Palatino Linotype" w:hAnsi="Palatino Linotype" w:cs="Times New Roman Tj"/>
          <w:b/>
          <w:color w:val="000000"/>
          <w:sz w:val="28"/>
          <w:szCs w:val="28"/>
          <w:lang w:val="tg-Cyrl-TJ"/>
        </w:rPr>
        <w:t>од кардаанд, ба он</w:t>
      </w:r>
      <w:r w:rsidRPr="00784F69">
        <w:rPr>
          <w:rFonts w:ascii="Palatino Linotype" w:hAnsi="Palatino Linotype"/>
          <w:b/>
          <w:color w:val="000000"/>
          <w:sz w:val="28"/>
          <w:szCs w:val="28"/>
          <w:lang w:val="tg-Cyrl-TJ"/>
        </w:rPr>
        <w:t>ҳ</w:t>
      </w:r>
      <w:r w:rsidRPr="00784F69">
        <w:rPr>
          <w:rFonts w:ascii="Palatino Linotype" w:hAnsi="Palatino Linotype" w:cs="Times New Roman Tj"/>
          <w:b/>
          <w:color w:val="000000"/>
          <w:sz w:val="28"/>
          <w:szCs w:val="28"/>
          <w:lang w:val="tg-Cyrl-TJ"/>
        </w:rPr>
        <w:t>о баргардонида мешавад</w:t>
      </w:r>
      <w:r w:rsidRPr="00784F69">
        <w:rPr>
          <w:rFonts w:ascii="Palatino Linotype" w:hAnsi="Palatino Linotype"/>
          <w:b/>
          <w:color w:val="000000"/>
          <w:sz w:val="28"/>
          <w:szCs w:val="28"/>
          <w:lang w:val="tg-Cyrl-TJ"/>
        </w:rPr>
        <w:t xml:space="preserve"> ё не ва дар ку</w:t>
      </w:r>
      <w:r w:rsidRPr="00784F69">
        <w:rPr>
          <w:rFonts w:ascii="Palatino Linotype" w:eastAsia="MS Mincho" w:hAnsi="Palatino Linotype" w:cs="MS Mincho"/>
          <w:b/>
          <w:color w:val="000000"/>
          <w:sz w:val="28"/>
          <w:szCs w:val="28"/>
          <w:lang w:val="tg-Cyrl-TJ"/>
        </w:rPr>
        <w:t>ҷ</w:t>
      </w:r>
      <w:r w:rsidRPr="00784F69">
        <w:rPr>
          <w:rFonts w:ascii="Palatino Linotype" w:hAnsi="Palatino Linotype" w:cs="Times New Roman Tj"/>
          <w:b/>
          <w:color w:val="000000"/>
          <w:sz w:val="28"/>
          <w:szCs w:val="28"/>
          <w:lang w:val="tg-Cyrl-TJ"/>
        </w:rPr>
        <w:t>о бо</w:t>
      </w:r>
      <w:r w:rsidRPr="00784F69">
        <w:rPr>
          <w:rFonts w:ascii="Palatino Linotype" w:hAnsi="Palatino Linotype"/>
          <w:b/>
          <w:color w:val="000000"/>
          <w:sz w:val="28"/>
          <w:szCs w:val="28"/>
          <w:lang w:val="tg-Cyrl-TJ"/>
        </w:rPr>
        <w:t>қ</w:t>
      </w:r>
      <w:r w:rsidRPr="00784F69">
        <w:rPr>
          <w:rFonts w:ascii="Palatino Linotype" w:eastAsia="MS Mincho" w:hAnsi="Palatino Linotype" w:cs="MS Mincho"/>
          <w:b/>
          <w:color w:val="000000"/>
          <w:sz w:val="28"/>
          <w:szCs w:val="28"/>
          <w:lang w:val="tg-Cyrl-TJ"/>
        </w:rPr>
        <w:t>ӣ</w:t>
      </w:r>
      <w:r w:rsidRPr="00784F69">
        <w:rPr>
          <w:rFonts w:ascii="Palatino Linotype" w:hAnsi="Palatino Linotype" w:cs="Times New Roman Tj"/>
          <w:b/>
          <w:color w:val="000000"/>
          <w:sz w:val="28"/>
          <w:szCs w:val="28"/>
          <w:lang w:val="tg-Cyrl-TJ"/>
        </w:rPr>
        <w:t xml:space="preserve"> мемонад?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$A) </w:t>
      </w:r>
      <w:r w:rsidRPr="00784F69">
        <w:rPr>
          <w:rFonts w:ascii="Palatino Linotype" w:hAnsi="Palatino Linotype"/>
          <w:color w:val="000000"/>
          <w:sz w:val="28"/>
          <w:szCs w:val="28"/>
          <w:lang w:val="tg-Cyrl-TJ"/>
        </w:rPr>
        <w:t>Як нусхаи санадҳ</w:t>
      </w:r>
      <w:r w:rsidRPr="00784F69">
        <w:rPr>
          <w:rFonts w:ascii="Palatino Linotype" w:hAnsi="Palatino Linotype" w:cs="Times New Roman Tj"/>
          <w:color w:val="000000"/>
          <w:sz w:val="28"/>
          <w:szCs w:val="28"/>
          <w:lang w:val="tg-Cyrl-TJ"/>
        </w:rPr>
        <w:t>ое, ки муассисон пешни</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од кардаанд, ба он</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о баргардонида намешавад ва дар Бонки миллии То</w:t>
      </w:r>
      <w:r w:rsidRPr="00784F69">
        <w:rPr>
          <w:rFonts w:ascii="Palatino Linotype" w:eastAsia="MS Mincho" w:hAnsi="Palatino Linotype" w:cs="MS Mincho"/>
          <w:color w:val="000000"/>
          <w:sz w:val="28"/>
          <w:szCs w:val="28"/>
          <w:lang w:val="tg-Cyrl-TJ"/>
        </w:rPr>
        <w:t>ҷ</w:t>
      </w:r>
      <w:r w:rsidRPr="00784F69">
        <w:rPr>
          <w:rFonts w:ascii="Palatino Linotype" w:hAnsi="Palatino Linotype" w:cs="Times New Roman Tj"/>
          <w:color w:val="000000"/>
          <w:sz w:val="28"/>
          <w:szCs w:val="28"/>
          <w:lang w:val="tg-Cyrl-TJ"/>
        </w:rPr>
        <w:t>икистон бо</w:t>
      </w:r>
      <w:r w:rsidRPr="00784F69">
        <w:rPr>
          <w:rFonts w:ascii="Palatino Linotype" w:hAnsi="Palatino Linotype"/>
          <w:color w:val="000000"/>
          <w:sz w:val="28"/>
          <w:szCs w:val="28"/>
          <w:lang w:val="tg-Cyrl-TJ"/>
        </w:rPr>
        <w:t>қ</w:t>
      </w:r>
      <w:r w:rsidRPr="00784F69">
        <w:rPr>
          <w:rFonts w:ascii="Palatino Linotype" w:eastAsia="MS Mincho" w:hAnsi="Palatino Linotype" w:cs="MS Mincho"/>
          <w:color w:val="000000"/>
          <w:sz w:val="28"/>
          <w:szCs w:val="28"/>
          <w:lang w:val="tg-Cyrl-TJ"/>
        </w:rPr>
        <w:t>ӣ</w:t>
      </w:r>
      <w:r w:rsidRPr="00784F69">
        <w:rPr>
          <w:rFonts w:ascii="Palatino Linotype" w:hAnsi="Palatino Linotype" w:cs="Times New Roman Tj"/>
          <w:color w:val="000000"/>
          <w:sz w:val="28"/>
          <w:szCs w:val="28"/>
          <w:lang w:val="tg-Cyrl-TJ"/>
        </w:rPr>
        <w:t xml:space="preserve"> мемонад;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$B) </w:t>
      </w:r>
      <w:r w:rsidRPr="00784F69">
        <w:rPr>
          <w:rFonts w:ascii="Palatino Linotype" w:hAnsi="Palatino Linotype"/>
          <w:color w:val="000000"/>
          <w:sz w:val="28"/>
          <w:szCs w:val="28"/>
          <w:lang w:val="tg-Cyrl-TJ"/>
        </w:rPr>
        <w:t>Як нусхаи санадҳ</w:t>
      </w:r>
      <w:r w:rsidRPr="00784F69">
        <w:rPr>
          <w:rFonts w:ascii="Palatino Linotype" w:hAnsi="Palatino Linotype" w:cs="Times New Roman Tj"/>
          <w:color w:val="000000"/>
          <w:sz w:val="28"/>
          <w:szCs w:val="28"/>
          <w:lang w:val="tg-Cyrl-TJ"/>
        </w:rPr>
        <w:t>ое, ки муассисон пешни</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од кардаанд, ба он</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о баргардонида намешавад ва да</w:t>
      </w:r>
      <w:r w:rsidRPr="00784F69">
        <w:rPr>
          <w:rFonts w:ascii="Palatino Linotype" w:hAnsi="Palatino Linotype"/>
          <w:color w:val="000000"/>
          <w:sz w:val="28"/>
          <w:szCs w:val="28"/>
          <w:lang w:val="tg-Cyrl-TJ"/>
        </w:rPr>
        <w:t>р бонки ти</w:t>
      </w:r>
      <w:r w:rsidRPr="00784F69">
        <w:rPr>
          <w:rFonts w:ascii="Palatino Linotype" w:eastAsia="MS Mincho" w:hAnsi="Palatino Linotype" w:cs="MS Mincho"/>
          <w:color w:val="000000"/>
          <w:sz w:val="28"/>
          <w:szCs w:val="28"/>
          <w:lang w:val="tg-Cyrl-TJ"/>
        </w:rPr>
        <w:t>ҷ</w:t>
      </w:r>
      <w:r w:rsidRPr="00784F69">
        <w:rPr>
          <w:rFonts w:ascii="Palatino Linotype" w:hAnsi="Palatino Linotype" w:cs="Times New Roman Tj"/>
          <w:color w:val="000000"/>
          <w:sz w:val="28"/>
          <w:szCs w:val="28"/>
          <w:lang w:val="tg-Cyrl-TJ"/>
        </w:rPr>
        <w:t>орат</w:t>
      </w:r>
      <w:r w:rsidRPr="00784F69">
        <w:rPr>
          <w:rFonts w:ascii="Palatino Linotype" w:eastAsia="MS Mincho" w:hAnsi="Palatino Linotype" w:cs="MS Mincho"/>
          <w:color w:val="000000"/>
          <w:sz w:val="28"/>
          <w:szCs w:val="28"/>
          <w:lang w:val="tg-Cyrl-TJ"/>
        </w:rPr>
        <w:t>ӣ</w:t>
      </w:r>
      <w:r w:rsidRPr="00784F69">
        <w:rPr>
          <w:rFonts w:ascii="Palatino Linotype" w:hAnsi="Palatino Linotype" w:cs="Times New Roman Tj"/>
          <w:color w:val="000000"/>
          <w:sz w:val="28"/>
          <w:szCs w:val="28"/>
          <w:lang w:val="tg-Cyrl-TJ"/>
        </w:rPr>
        <w:t xml:space="preserve"> бо</w:t>
      </w:r>
      <w:r w:rsidRPr="00784F69">
        <w:rPr>
          <w:rFonts w:ascii="Palatino Linotype" w:hAnsi="Palatino Linotype"/>
          <w:color w:val="000000"/>
          <w:sz w:val="28"/>
          <w:szCs w:val="28"/>
          <w:lang w:val="tg-Cyrl-TJ"/>
        </w:rPr>
        <w:t>қ</w:t>
      </w:r>
      <w:r w:rsidRPr="00784F69">
        <w:rPr>
          <w:rFonts w:ascii="Palatino Linotype" w:eastAsia="MS Mincho" w:hAnsi="Palatino Linotype" w:cs="MS Mincho"/>
          <w:color w:val="000000"/>
          <w:sz w:val="28"/>
          <w:szCs w:val="28"/>
          <w:lang w:val="tg-Cyrl-TJ"/>
        </w:rPr>
        <w:t>ӣ</w:t>
      </w:r>
      <w:r w:rsidRPr="00784F69">
        <w:rPr>
          <w:rFonts w:ascii="Palatino Linotype" w:hAnsi="Palatino Linotype" w:cs="Times New Roman Tj"/>
          <w:color w:val="000000"/>
          <w:sz w:val="28"/>
          <w:szCs w:val="28"/>
          <w:lang w:val="tg-Cyrl-TJ"/>
        </w:rPr>
        <w:t xml:space="preserve"> мемонад;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$C) </w:t>
      </w:r>
      <w:r w:rsidRPr="00784F69">
        <w:rPr>
          <w:rFonts w:ascii="Palatino Linotype" w:hAnsi="Palatino Linotype"/>
          <w:color w:val="000000"/>
          <w:sz w:val="28"/>
          <w:szCs w:val="28"/>
          <w:lang w:val="tg-Cyrl-TJ"/>
        </w:rPr>
        <w:t>Як нусхаи санадҳ</w:t>
      </w:r>
      <w:r w:rsidRPr="00784F69">
        <w:rPr>
          <w:rFonts w:ascii="Palatino Linotype" w:hAnsi="Palatino Linotype" w:cs="Times New Roman Tj"/>
          <w:color w:val="000000"/>
          <w:sz w:val="28"/>
          <w:szCs w:val="28"/>
          <w:lang w:val="tg-Cyrl-TJ"/>
        </w:rPr>
        <w:t>ое, ки муассисон пешни</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од кардаанд, ба он</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 xml:space="preserve">о баргардонида мешавад ва дар </w:t>
      </w:r>
      <w:r w:rsidRPr="00784F69">
        <w:rPr>
          <w:rFonts w:ascii="Palatino Linotype" w:hAnsi="Palatino Linotype"/>
          <w:color w:val="000000"/>
          <w:sz w:val="28"/>
          <w:szCs w:val="28"/>
          <w:lang w:val="tg-Cyrl-TJ"/>
        </w:rPr>
        <w:t>Маркази миллии қонунгузорӣ боқ</w:t>
      </w:r>
      <w:r w:rsidRPr="00784F69">
        <w:rPr>
          <w:rFonts w:ascii="Palatino Linotype" w:eastAsia="MS Mincho" w:hAnsi="Palatino Linotype" w:cs="MS Mincho"/>
          <w:color w:val="000000"/>
          <w:sz w:val="28"/>
          <w:szCs w:val="28"/>
          <w:lang w:val="tg-Cyrl-TJ"/>
        </w:rPr>
        <w:t>ӣ</w:t>
      </w:r>
      <w:r w:rsidRPr="00784F69">
        <w:rPr>
          <w:rFonts w:ascii="Palatino Linotype" w:hAnsi="Palatino Linotype" w:cs="Times New Roman Tj"/>
          <w:color w:val="000000"/>
          <w:sz w:val="28"/>
          <w:szCs w:val="28"/>
          <w:lang w:val="tg-Cyrl-TJ"/>
        </w:rPr>
        <w:t xml:space="preserve"> мемонад;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$D) </w:t>
      </w:r>
      <w:r w:rsidRPr="00784F69">
        <w:rPr>
          <w:rFonts w:ascii="Palatino Linotype" w:hAnsi="Palatino Linotype"/>
          <w:color w:val="000000"/>
          <w:sz w:val="28"/>
          <w:szCs w:val="28"/>
          <w:lang w:val="tg-Cyrl-TJ"/>
        </w:rPr>
        <w:t>Як нусхаи санадҳ</w:t>
      </w:r>
      <w:r w:rsidRPr="00784F69">
        <w:rPr>
          <w:rFonts w:ascii="Palatino Linotype" w:hAnsi="Palatino Linotype" w:cs="Times New Roman Tj"/>
          <w:color w:val="000000"/>
          <w:sz w:val="28"/>
          <w:szCs w:val="28"/>
          <w:lang w:val="tg-Cyrl-TJ"/>
        </w:rPr>
        <w:t>ое, ки муассисон пешни</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од кардаанд, ба он</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о баргардонида мешавад ва дар</w:t>
      </w:r>
      <w:r w:rsidRPr="00784F69">
        <w:rPr>
          <w:rFonts w:ascii="Palatino Linotype" w:hAnsi="Palatino Linotype"/>
          <w:color w:val="000000"/>
          <w:sz w:val="28"/>
          <w:szCs w:val="28"/>
          <w:lang w:val="tt-RU"/>
        </w:rPr>
        <w:t xml:space="preserve">Вазорати молияи </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ум</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урии То</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икистон</w:t>
      </w:r>
      <w:r w:rsidRPr="00784F69">
        <w:rPr>
          <w:rFonts w:ascii="Palatino Linotype" w:hAnsi="Palatino Linotype"/>
          <w:color w:val="000000"/>
          <w:sz w:val="28"/>
          <w:szCs w:val="28"/>
          <w:lang w:val="tg-Cyrl-TJ"/>
        </w:rPr>
        <w:t xml:space="preserve"> боқ</w:t>
      </w:r>
      <w:r w:rsidRPr="00784F69">
        <w:rPr>
          <w:rFonts w:ascii="Palatino Linotype" w:eastAsia="MS Mincho" w:hAnsi="Palatino Linotype" w:cs="MS Mincho"/>
          <w:color w:val="000000"/>
          <w:sz w:val="28"/>
          <w:szCs w:val="28"/>
          <w:lang w:val="tg-Cyrl-TJ"/>
        </w:rPr>
        <w:t>ӣ</w:t>
      </w:r>
      <w:r w:rsidRPr="00784F69">
        <w:rPr>
          <w:rFonts w:ascii="Palatino Linotype" w:hAnsi="Palatino Linotype" w:cs="Times New Roman Tj"/>
          <w:color w:val="000000"/>
          <w:sz w:val="28"/>
          <w:szCs w:val="28"/>
          <w:lang w:val="tg-Cyrl-TJ"/>
        </w:rPr>
        <w:t xml:space="preserve"> мемонад;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$E) </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 xml:space="preserve">амаи </w:t>
      </w:r>
      <w:r w:rsidRPr="00784F69">
        <w:rPr>
          <w:rFonts w:ascii="Palatino Linotype" w:eastAsia="MS Mincho" w:hAnsi="Palatino Linotype" w:cs="MS Mincho"/>
          <w:color w:val="000000"/>
          <w:sz w:val="28"/>
          <w:szCs w:val="28"/>
          <w:lang w:val="tg-Cyrl-TJ"/>
        </w:rPr>
        <w:t>ҷ</w:t>
      </w:r>
      <w:r w:rsidRPr="00784F69">
        <w:rPr>
          <w:rFonts w:ascii="Palatino Linotype" w:hAnsi="Palatino Linotype" w:cs="Times New Roman Tj"/>
          <w:color w:val="000000"/>
          <w:sz w:val="28"/>
          <w:szCs w:val="28"/>
          <w:lang w:val="tg-Cyrl-TJ"/>
        </w:rPr>
        <w:t>авоб</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 xml:space="preserve">о </w:t>
      </w:r>
      <w:r w:rsidRPr="00784F69">
        <w:rPr>
          <w:rFonts w:ascii="Palatino Linotype" w:hAnsi="Palatino Linotype"/>
          <w:color w:val="000000"/>
          <w:sz w:val="28"/>
          <w:szCs w:val="28"/>
          <w:lang w:val="tg-Cyrl-TJ"/>
        </w:rPr>
        <w:t>нодурустанд;</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 xml:space="preserve">@181. </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Андозаи камтарини (минималии) сармояи оинномавии бонк ва ҳ</w:t>
      </w:r>
      <w:r w:rsidRPr="00784F69">
        <w:rPr>
          <w:rFonts w:ascii="Palatino Linotype" w:hAnsi="Palatino Linotype" w:cs="Times New Roman Tj"/>
          <w:b/>
          <w:color w:val="000000"/>
          <w:sz w:val="28"/>
          <w:szCs w:val="28"/>
          <w:lang w:val="tg-Cyrl-TJ"/>
        </w:rPr>
        <w:t>иссаи бо асъори хори</w:t>
      </w:r>
      <w:r w:rsidRPr="00784F69">
        <w:rPr>
          <w:rFonts w:ascii="Palatino Linotype" w:eastAsia="MS Mincho" w:hAnsi="Palatino Linotype" w:cs="MS Mincho"/>
          <w:b/>
          <w:color w:val="000000"/>
          <w:sz w:val="28"/>
          <w:szCs w:val="28"/>
          <w:lang w:val="tg-Cyrl-TJ"/>
        </w:rPr>
        <w:t>ҷӣ</w:t>
      </w:r>
      <w:r w:rsidRPr="00784F69">
        <w:rPr>
          <w:rFonts w:ascii="Palatino Linotype" w:hAnsi="Palatino Linotype" w:cs="Times New Roman Tj"/>
          <w:b/>
          <w:color w:val="000000"/>
          <w:sz w:val="28"/>
          <w:szCs w:val="28"/>
          <w:lang w:val="tg-Cyrl-TJ"/>
        </w:rPr>
        <w:t xml:space="preserve"> ташаккулёфтаи он аз тарафи к</w:t>
      </w:r>
      <w:r w:rsidRPr="00784F69">
        <w:rPr>
          <w:rFonts w:ascii="Palatino Linotype" w:eastAsia="MS Mincho" w:hAnsi="Palatino Linotype" w:cs="MS Mincho"/>
          <w:b/>
          <w:color w:val="000000"/>
          <w:sz w:val="28"/>
          <w:szCs w:val="28"/>
          <w:lang w:val="tg-Cyrl-TJ"/>
        </w:rPr>
        <w:t>ӣ</w:t>
      </w:r>
      <w:r w:rsidRPr="00784F69">
        <w:rPr>
          <w:rFonts w:ascii="Palatino Linotype" w:hAnsi="Palatino Linotype" w:cs="Times New Roman Tj"/>
          <w:b/>
          <w:color w:val="000000"/>
          <w:sz w:val="28"/>
          <w:szCs w:val="28"/>
          <w:lang w:val="tg-Cyrl-TJ"/>
        </w:rPr>
        <w:t xml:space="preserve"> му</w:t>
      </w:r>
      <w:r w:rsidRPr="00784F69">
        <w:rPr>
          <w:rFonts w:ascii="Palatino Linotype" w:hAnsi="Palatino Linotype"/>
          <w:b/>
          <w:color w:val="000000"/>
          <w:sz w:val="28"/>
          <w:szCs w:val="28"/>
          <w:lang w:val="tg-Cyrl-TJ"/>
        </w:rPr>
        <w:t>қ</w:t>
      </w:r>
      <w:r w:rsidRPr="00784F69">
        <w:rPr>
          <w:rFonts w:ascii="Palatino Linotype" w:hAnsi="Palatino Linotype" w:cs="Times New Roman Tj"/>
          <w:b/>
          <w:color w:val="000000"/>
          <w:sz w:val="28"/>
          <w:szCs w:val="28"/>
          <w:lang w:val="tg-Cyrl-TJ"/>
        </w:rPr>
        <w:t>аррар карда мешавад?</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$A) </w:t>
      </w:r>
      <w:r w:rsidRPr="00784F69">
        <w:rPr>
          <w:rFonts w:ascii="Palatino Linotype" w:hAnsi="Palatino Linotype"/>
          <w:color w:val="000000"/>
          <w:sz w:val="28"/>
          <w:szCs w:val="28"/>
        </w:rPr>
        <w:t>Аз тарафи Раёсати Бонки миллии То</w:t>
      </w:r>
      <w:r w:rsidRPr="00784F69">
        <w:rPr>
          <w:rFonts w:ascii="Palatino Linotype" w:eastAsia="MS Mincho" w:hAnsi="Palatino Linotype" w:cs="MS Mincho"/>
          <w:color w:val="000000"/>
          <w:sz w:val="28"/>
          <w:szCs w:val="28"/>
        </w:rPr>
        <w:t>ҷ</w:t>
      </w:r>
      <w:r w:rsidRPr="00784F69">
        <w:rPr>
          <w:rFonts w:ascii="Palatino Linotype" w:hAnsi="Palatino Linotype" w:cs="Times New Roman Tj"/>
          <w:color w:val="000000"/>
          <w:sz w:val="28"/>
          <w:szCs w:val="28"/>
        </w:rPr>
        <w:t>икистон му</w:t>
      </w:r>
      <w:r w:rsidRPr="00784F69">
        <w:rPr>
          <w:rFonts w:ascii="Palatino Linotype" w:hAnsi="Palatino Linotype"/>
          <w:color w:val="000000"/>
          <w:sz w:val="28"/>
          <w:szCs w:val="28"/>
        </w:rPr>
        <w:t>қ</w:t>
      </w:r>
      <w:r w:rsidRPr="00784F69">
        <w:rPr>
          <w:rFonts w:ascii="Palatino Linotype" w:hAnsi="Palatino Linotype" w:cs="Times New Roman Tj"/>
          <w:color w:val="000000"/>
          <w:sz w:val="28"/>
          <w:szCs w:val="28"/>
        </w:rPr>
        <w:t>аррар карда мешавад;</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$B) </w:t>
      </w:r>
      <w:r w:rsidRPr="00784F69">
        <w:rPr>
          <w:rFonts w:ascii="Palatino Linotype" w:hAnsi="Palatino Linotype"/>
          <w:color w:val="000000"/>
          <w:sz w:val="28"/>
          <w:szCs w:val="28"/>
        </w:rPr>
        <w:t>Аз тарафи Раёсати ташкилоти ти</w:t>
      </w:r>
      <w:r w:rsidRPr="00784F69">
        <w:rPr>
          <w:rFonts w:ascii="Palatino Linotype" w:eastAsia="MS Mincho" w:hAnsi="Palatino Linotype" w:cs="MS Mincho"/>
          <w:color w:val="000000"/>
          <w:sz w:val="28"/>
          <w:szCs w:val="28"/>
        </w:rPr>
        <w:t>ҷ</w:t>
      </w:r>
      <w:r w:rsidRPr="00784F69">
        <w:rPr>
          <w:rFonts w:ascii="Palatino Linotype" w:hAnsi="Palatino Linotype"/>
          <w:color w:val="000000"/>
          <w:sz w:val="28"/>
          <w:szCs w:val="28"/>
        </w:rPr>
        <w:t>орат</w:t>
      </w:r>
      <w:r w:rsidRPr="00784F69">
        <w:rPr>
          <w:rFonts w:ascii="Palatino Linotype" w:eastAsia="MS Mincho" w:hAnsi="Palatino Linotype" w:cs="MS Mincho"/>
          <w:color w:val="000000"/>
          <w:sz w:val="28"/>
          <w:szCs w:val="28"/>
        </w:rPr>
        <w:t>ӣ</w:t>
      </w:r>
      <w:r w:rsidRPr="00784F69">
        <w:rPr>
          <w:rFonts w:ascii="Palatino Linotype" w:hAnsi="Palatino Linotype"/>
          <w:color w:val="000000"/>
          <w:sz w:val="28"/>
          <w:szCs w:val="28"/>
        </w:rPr>
        <w:t xml:space="preserve"> муқ</w:t>
      </w:r>
      <w:r w:rsidRPr="00784F69">
        <w:rPr>
          <w:rFonts w:ascii="Palatino Linotype" w:hAnsi="Palatino Linotype" w:cs="Times New Roman Tj"/>
          <w:color w:val="000000"/>
          <w:sz w:val="28"/>
          <w:szCs w:val="28"/>
        </w:rPr>
        <w:t>аррар карда мешавад</w:t>
      </w:r>
      <w:r w:rsidRPr="00784F69">
        <w:rPr>
          <w:rFonts w:ascii="Palatino Linotype" w:hAnsi="Palatino Linotype"/>
          <w:color w:val="000000"/>
          <w:sz w:val="28"/>
          <w:szCs w:val="28"/>
        </w:rPr>
        <w:t>;</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$C) </w:t>
      </w:r>
      <w:r w:rsidRPr="00784F69">
        <w:rPr>
          <w:rFonts w:ascii="Palatino Linotype" w:hAnsi="Palatino Linotype"/>
          <w:color w:val="000000"/>
          <w:sz w:val="28"/>
          <w:szCs w:val="28"/>
        </w:rPr>
        <w:t xml:space="preserve">Аз тарафи </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укумати</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ум</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урии То</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 xml:space="preserve">икистон </w:t>
      </w:r>
      <w:r w:rsidRPr="00784F69">
        <w:rPr>
          <w:rFonts w:ascii="Palatino Linotype" w:hAnsi="Palatino Linotype"/>
          <w:color w:val="000000"/>
          <w:sz w:val="28"/>
          <w:szCs w:val="28"/>
        </w:rPr>
        <w:t>муқ</w:t>
      </w:r>
      <w:r w:rsidRPr="00784F69">
        <w:rPr>
          <w:rFonts w:ascii="Palatino Linotype" w:hAnsi="Palatino Linotype" w:cs="Times New Roman Tj"/>
          <w:color w:val="000000"/>
          <w:sz w:val="28"/>
          <w:szCs w:val="28"/>
        </w:rPr>
        <w:t>аррар карда мешавад</w:t>
      </w:r>
      <w:r w:rsidRPr="00784F69">
        <w:rPr>
          <w:rFonts w:ascii="Palatino Linotype" w:hAnsi="Palatino Linotype"/>
          <w:color w:val="000000"/>
          <w:sz w:val="28"/>
          <w:szCs w:val="28"/>
        </w:rPr>
        <w:t>;</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$D) </w:t>
      </w:r>
      <w:r w:rsidRPr="00784F69">
        <w:rPr>
          <w:rFonts w:ascii="Palatino Linotype" w:hAnsi="Palatino Linotype"/>
          <w:color w:val="000000"/>
          <w:sz w:val="28"/>
          <w:szCs w:val="28"/>
        </w:rPr>
        <w:t xml:space="preserve">Аз тарафи </w:t>
      </w:r>
      <w:r w:rsidRPr="00784F69">
        <w:rPr>
          <w:rFonts w:ascii="Palatino Linotype" w:hAnsi="Palatino Linotype"/>
          <w:color w:val="000000"/>
          <w:sz w:val="28"/>
          <w:szCs w:val="28"/>
          <w:lang w:val="tt-RU"/>
        </w:rPr>
        <w:t xml:space="preserve">Вазорати фарҳанги </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ум</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урии То</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икистон</w:t>
      </w:r>
      <w:r w:rsidRPr="00784F69">
        <w:rPr>
          <w:rFonts w:ascii="Palatino Linotype" w:hAnsi="Palatino Linotype"/>
          <w:color w:val="000000"/>
          <w:sz w:val="28"/>
          <w:szCs w:val="28"/>
        </w:rPr>
        <w:t xml:space="preserve"> муқ</w:t>
      </w:r>
      <w:r w:rsidRPr="00784F69">
        <w:rPr>
          <w:rFonts w:ascii="Palatino Linotype" w:hAnsi="Palatino Linotype" w:cs="Times New Roman Tj"/>
          <w:color w:val="000000"/>
          <w:sz w:val="28"/>
          <w:szCs w:val="28"/>
        </w:rPr>
        <w:t>аррар карда мешавад</w:t>
      </w:r>
      <w:r w:rsidRPr="00784F69">
        <w:rPr>
          <w:rFonts w:ascii="Palatino Linotype" w:hAnsi="Palatino Linotype"/>
          <w:color w:val="000000"/>
          <w:sz w:val="28"/>
          <w:szCs w:val="28"/>
        </w:rPr>
        <w:t>;</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$E) </w:t>
      </w:r>
      <w:r w:rsidRPr="00784F69">
        <w:rPr>
          <w:rFonts w:ascii="Palatino Linotype" w:hAnsi="Palatino Linotype"/>
          <w:color w:val="000000"/>
          <w:sz w:val="28"/>
          <w:szCs w:val="28"/>
        </w:rPr>
        <w:t xml:space="preserve">Аз тарафи </w:t>
      </w:r>
      <w:r w:rsidRPr="00784F69">
        <w:rPr>
          <w:rFonts w:ascii="Palatino Linotype" w:hAnsi="Palatino Linotype"/>
          <w:color w:val="000000"/>
          <w:sz w:val="28"/>
          <w:szCs w:val="28"/>
          <w:lang w:val="tt-RU"/>
        </w:rPr>
        <w:t xml:space="preserve">Вазорати савдои </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ум</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урии То</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икистон</w:t>
      </w:r>
      <w:r w:rsidRPr="00784F69">
        <w:rPr>
          <w:rFonts w:ascii="Palatino Linotype" w:hAnsi="Palatino Linotype"/>
          <w:color w:val="000000"/>
          <w:sz w:val="28"/>
          <w:szCs w:val="28"/>
        </w:rPr>
        <w:t xml:space="preserve"> муқ</w:t>
      </w:r>
      <w:r w:rsidRPr="00784F69">
        <w:rPr>
          <w:rFonts w:ascii="Palatino Linotype" w:hAnsi="Palatino Linotype" w:cs="Times New Roman Tj"/>
          <w:color w:val="000000"/>
          <w:sz w:val="28"/>
          <w:szCs w:val="28"/>
        </w:rPr>
        <w:t>аррар карда мешавад</w:t>
      </w:r>
      <w:r w:rsidRPr="00784F69">
        <w:rPr>
          <w:rFonts w:ascii="Palatino Linotype" w:hAnsi="Palatino Linotype"/>
          <w:b/>
          <w:color w:val="000000"/>
          <w:sz w:val="28"/>
          <w:szCs w:val="28"/>
        </w:rPr>
        <w:t>;</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 xml:space="preserve">@182. </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Сармояи оинномавии бонки навташкилшаванда бо асъори милл</w:t>
      </w:r>
      <w:r w:rsidRPr="00784F69">
        <w:rPr>
          <w:rFonts w:ascii="Palatino Linotype" w:eastAsia="MS Mincho" w:hAnsi="Palatino Linotype" w:cs="MS Mincho"/>
          <w:b/>
          <w:color w:val="000000"/>
          <w:sz w:val="28"/>
          <w:szCs w:val="28"/>
          <w:lang w:val="tg-Cyrl-TJ"/>
        </w:rPr>
        <w:t>ӣ</w:t>
      </w:r>
      <w:r w:rsidRPr="00784F69">
        <w:rPr>
          <w:rFonts w:ascii="Palatino Linotype" w:hAnsi="Palatino Linotype" w:cs="Times New Roman Tj"/>
          <w:b/>
          <w:color w:val="000000"/>
          <w:sz w:val="28"/>
          <w:szCs w:val="28"/>
          <w:lang w:val="tg-Cyrl-TJ"/>
        </w:rPr>
        <w:t xml:space="preserve"> ва хори</w:t>
      </w:r>
      <w:r w:rsidRPr="00784F69">
        <w:rPr>
          <w:rFonts w:ascii="Palatino Linotype" w:eastAsia="MS Mincho" w:hAnsi="Palatino Linotype" w:cs="MS Mincho"/>
          <w:b/>
          <w:color w:val="000000"/>
          <w:sz w:val="28"/>
          <w:szCs w:val="28"/>
          <w:lang w:val="tg-Cyrl-TJ"/>
        </w:rPr>
        <w:t>ҷӣ</w:t>
      </w:r>
      <w:r w:rsidRPr="00784F69">
        <w:rPr>
          <w:rFonts w:ascii="Palatino Linotype" w:hAnsi="Palatino Linotype" w:cs="Times New Roman Tj"/>
          <w:b/>
          <w:color w:val="000000"/>
          <w:sz w:val="28"/>
          <w:szCs w:val="28"/>
          <w:lang w:val="tg-Cyrl-TJ"/>
        </w:rPr>
        <w:t xml:space="preserve"> аз кадом</w:t>
      </w:r>
      <w:r w:rsidRPr="00784F69">
        <w:rPr>
          <w:rFonts w:ascii="Palatino Linotype" w:hAnsi="Palatino Linotype"/>
          <w:b/>
          <w:color w:val="000000"/>
          <w:sz w:val="28"/>
          <w:szCs w:val="28"/>
          <w:lang w:val="tg-Cyrl-TJ"/>
        </w:rPr>
        <w:t xml:space="preserve"> ҳ</w:t>
      </w:r>
      <w:r w:rsidRPr="00784F69">
        <w:rPr>
          <w:rFonts w:ascii="Palatino Linotype" w:hAnsi="Palatino Linotype" w:cs="Times New Roman Tj"/>
          <w:b/>
          <w:color w:val="000000"/>
          <w:sz w:val="28"/>
          <w:szCs w:val="28"/>
          <w:lang w:val="tg-Cyrl-TJ"/>
        </w:rPr>
        <w:t>исоб</w:t>
      </w:r>
      <w:r w:rsidRPr="00784F69">
        <w:rPr>
          <w:rFonts w:ascii="Palatino Linotype" w:hAnsi="Palatino Linotype"/>
          <w:b/>
          <w:color w:val="000000"/>
          <w:sz w:val="28"/>
          <w:szCs w:val="28"/>
          <w:lang w:val="tg-Cyrl-TJ"/>
        </w:rPr>
        <w:t xml:space="preserve"> ба ву</w:t>
      </w:r>
      <w:r w:rsidRPr="00784F69">
        <w:rPr>
          <w:rFonts w:ascii="Palatino Linotype" w:eastAsia="MS Mincho" w:hAnsi="Palatino Linotype" w:cs="MS Mincho"/>
          <w:b/>
          <w:color w:val="000000"/>
          <w:sz w:val="28"/>
          <w:szCs w:val="28"/>
          <w:lang w:val="tt-RU"/>
        </w:rPr>
        <w:t>ҷ</w:t>
      </w:r>
      <w:r w:rsidRPr="00784F69">
        <w:rPr>
          <w:rFonts w:ascii="Palatino Linotype" w:hAnsi="Palatino Linotype" w:cs="Times New Roman Tj"/>
          <w:b/>
          <w:color w:val="000000"/>
          <w:sz w:val="28"/>
          <w:szCs w:val="28"/>
          <w:lang w:val="tt-RU"/>
        </w:rPr>
        <w:t>уд</w:t>
      </w:r>
      <w:r w:rsidRPr="00784F69">
        <w:rPr>
          <w:rFonts w:ascii="Palatino Linotype" w:hAnsi="Palatino Linotype"/>
          <w:b/>
          <w:color w:val="000000"/>
          <w:sz w:val="28"/>
          <w:szCs w:val="28"/>
          <w:lang w:val="tg-Cyrl-TJ"/>
        </w:rPr>
        <w:t xml:space="preserve"> меояд?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$A) </w:t>
      </w:r>
      <w:r w:rsidRPr="00784F69">
        <w:rPr>
          <w:rFonts w:ascii="Palatino Linotype" w:hAnsi="Palatino Linotype"/>
          <w:color w:val="000000"/>
          <w:sz w:val="28"/>
          <w:szCs w:val="28"/>
          <w:lang w:val="tg-Cyrl-TJ"/>
        </w:rPr>
        <w:t>Аз ҳ</w:t>
      </w:r>
      <w:r w:rsidRPr="00784F69">
        <w:rPr>
          <w:rFonts w:ascii="Palatino Linotype" w:hAnsi="Palatino Linotype" w:cs="Times New Roman Tj"/>
          <w:color w:val="000000"/>
          <w:sz w:val="28"/>
          <w:szCs w:val="28"/>
          <w:lang w:val="tg-Cyrl-TJ"/>
        </w:rPr>
        <w:t>исоби мабла</w:t>
      </w:r>
      <w:r w:rsidRPr="00784F69">
        <w:rPr>
          <w:rFonts w:ascii="Palatino Linotype" w:hAnsi="Palatino Linotype"/>
          <w:color w:val="000000"/>
          <w:sz w:val="28"/>
          <w:szCs w:val="28"/>
          <w:lang w:val="tg-Cyrl-TJ"/>
        </w:rPr>
        <w:t>ғҳ</w:t>
      </w:r>
      <w:r w:rsidRPr="00784F69">
        <w:rPr>
          <w:rFonts w:ascii="Palatino Linotype" w:hAnsi="Palatino Linotype" w:cs="Times New Roman Tj"/>
          <w:color w:val="000000"/>
          <w:sz w:val="28"/>
          <w:szCs w:val="28"/>
          <w:lang w:val="tg-Cyrl-TJ"/>
        </w:rPr>
        <w:t>ои пулии муассисон ва фур</w:t>
      </w:r>
      <w:r w:rsidRPr="00784F69">
        <w:rPr>
          <w:rFonts w:ascii="Palatino Linotype" w:eastAsia="MS Mincho" w:hAnsi="Palatino Linotype" w:cs="MS Mincho"/>
          <w:color w:val="000000"/>
          <w:sz w:val="28"/>
          <w:szCs w:val="28"/>
          <w:lang w:val="tg-Cyrl-TJ"/>
        </w:rPr>
        <w:t>ӯ</w:t>
      </w:r>
      <w:r w:rsidRPr="00784F69">
        <w:rPr>
          <w:rFonts w:ascii="Palatino Linotype" w:hAnsi="Palatino Linotype" w:cs="Times New Roman Tj"/>
          <w:color w:val="000000"/>
          <w:sz w:val="28"/>
          <w:szCs w:val="28"/>
          <w:lang w:val="tg-Cyrl-TJ"/>
        </w:rPr>
        <w:t>ши са</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мия</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ои бонк фаро</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ам мео</w:t>
      </w:r>
      <w:r w:rsidRPr="00784F69">
        <w:rPr>
          <w:rFonts w:ascii="Palatino Linotype" w:hAnsi="Palatino Linotype"/>
          <w:color w:val="000000"/>
          <w:sz w:val="28"/>
          <w:szCs w:val="28"/>
          <w:lang w:val="tg-Cyrl-TJ"/>
        </w:rPr>
        <w:t>яд;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$B) </w:t>
      </w:r>
      <w:r w:rsidRPr="00784F69">
        <w:rPr>
          <w:rFonts w:ascii="Palatino Linotype" w:hAnsi="Palatino Linotype"/>
          <w:color w:val="000000"/>
          <w:sz w:val="28"/>
          <w:szCs w:val="28"/>
          <w:lang w:val="tg-Cyrl-TJ"/>
        </w:rPr>
        <w:t>Аз ҳ</w:t>
      </w:r>
      <w:r w:rsidRPr="00784F69">
        <w:rPr>
          <w:rFonts w:ascii="Palatino Linotype" w:hAnsi="Palatino Linotype" w:cs="Times New Roman Tj"/>
          <w:color w:val="000000"/>
          <w:sz w:val="28"/>
          <w:szCs w:val="28"/>
          <w:lang w:val="tg-Cyrl-TJ"/>
        </w:rPr>
        <w:t xml:space="preserve">исоби </w:t>
      </w:r>
      <w:r w:rsidRPr="00784F69">
        <w:rPr>
          <w:rFonts w:ascii="Palatino Linotype" w:hAnsi="Palatino Linotype"/>
          <w:color w:val="000000"/>
          <w:sz w:val="28"/>
          <w:szCs w:val="28"/>
          <w:lang w:val="tg-Cyrl-TJ"/>
        </w:rPr>
        <w:t>шахсони ба фур</w:t>
      </w:r>
      <w:r w:rsidRPr="00784F69">
        <w:rPr>
          <w:rFonts w:ascii="Palatino Linotype" w:eastAsia="MS Mincho" w:hAnsi="Palatino Linotype" w:cs="MS Mincho"/>
          <w:color w:val="000000"/>
          <w:sz w:val="28"/>
          <w:szCs w:val="28"/>
          <w:lang w:val="tg-Cyrl-TJ"/>
        </w:rPr>
        <w:t>ӯ</w:t>
      </w:r>
      <w:r w:rsidRPr="00784F69">
        <w:rPr>
          <w:rFonts w:ascii="Palatino Linotype" w:hAnsi="Palatino Linotype" w:cs="Times New Roman Tj"/>
          <w:color w:val="000000"/>
          <w:sz w:val="28"/>
          <w:szCs w:val="28"/>
          <w:lang w:val="tg-Cyrl-TJ"/>
        </w:rPr>
        <w:t>ш</w:t>
      </w:r>
      <w:r w:rsidRPr="00784F69">
        <w:rPr>
          <w:rFonts w:ascii="Palatino Linotype" w:hAnsi="Palatino Linotype"/>
          <w:color w:val="000000"/>
          <w:sz w:val="28"/>
          <w:szCs w:val="28"/>
          <w:lang w:val="tg-Cyrl-TJ"/>
        </w:rPr>
        <w:t>и банкнотаҳ</w:t>
      </w:r>
      <w:r w:rsidRPr="00784F69">
        <w:rPr>
          <w:rFonts w:ascii="Palatino Linotype" w:hAnsi="Palatino Linotype" w:cs="Times New Roman Tj"/>
          <w:color w:val="000000"/>
          <w:sz w:val="28"/>
          <w:szCs w:val="28"/>
          <w:lang w:val="tg-Cyrl-TJ"/>
        </w:rPr>
        <w:t>ои бонк</w:t>
      </w:r>
      <w:r w:rsidRPr="00784F69">
        <w:rPr>
          <w:rFonts w:ascii="Palatino Linotype" w:hAnsi="Palatino Linotype"/>
          <w:color w:val="000000"/>
          <w:sz w:val="28"/>
          <w:szCs w:val="28"/>
          <w:lang w:val="tg-Cyrl-TJ"/>
        </w:rPr>
        <w:t>ӣ машғул буда;</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$C) </w:t>
      </w:r>
      <w:r w:rsidRPr="00784F69">
        <w:rPr>
          <w:rFonts w:ascii="Palatino Linotype" w:hAnsi="Palatino Linotype"/>
          <w:color w:val="000000"/>
          <w:sz w:val="28"/>
          <w:szCs w:val="28"/>
          <w:lang w:val="tg-Cyrl-TJ"/>
        </w:rPr>
        <w:t>Аз ҳ</w:t>
      </w:r>
      <w:r w:rsidRPr="00784F69">
        <w:rPr>
          <w:rFonts w:ascii="Palatino Linotype" w:hAnsi="Palatino Linotype" w:cs="Times New Roman Tj"/>
          <w:color w:val="000000"/>
          <w:sz w:val="28"/>
          <w:szCs w:val="28"/>
          <w:lang w:val="tg-Cyrl-TJ"/>
        </w:rPr>
        <w:t>исоби</w:t>
      </w:r>
      <w:r w:rsidRPr="00784F69">
        <w:rPr>
          <w:rFonts w:ascii="Palatino Linotype" w:hAnsi="Palatino Linotype"/>
          <w:color w:val="000000"/>
          <w:sz w:val="28"/>
          <w:szCs w:val="28"/>
          <w:lang w:val="tg-Cyrl-TJ"/>
        </w:rPr>
        <w:t>кӯмаки молиявӣ ва қарз ба шахсони воқеӣ;</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$D) </w:t>
      </w:r>
      <w:r w:rsidRPr="00784F69">
        <w:rPr>
          <w:rFonts w:ascii="Palatino Linotype" w:hAnsi="Palatino Linotype"/>
          <w:color w:val="000000"/>
          <w:sz w:val="28"/>
          <w:szCs w:val="28"/>
          <w:lang w:val="tg-Cyrl-TJ"/>
        </w:rPr>
        <w:t>Аз ҳ</w:t>
      </w:r>
      <w:r w:rsidRPr="00784F69">
        <w:rPr>
          <w:rFonts w:ascii="Palatino Linotype" w:hAnsi="Palatino Linotype" w:cs="Times New Roman Tj"/>
          <w:color w:val="000000"/>
          <w:sz w:val="28"/>
          <w:szCs w:val="28"/>
          <w:lang w:val="tg-Cyrl-TJ"/>
        </w:rPr>
        <w:t>исоби мабла</w:t>
      </w:r>
      <w:r w:rsidRPr="00784F69">
        <w:rPr>
          <w:rFonts w:ascii="Palatino Linotype" w:hAnsi="Palatino Linotype"/>
          <w:color w:val="000000"/>
          <w:sz w:val="28"/>
          <w:szCs w:val="28"/>
          <w:lang w:val="tg-Cyrl-TJ"/>
        </w:rPr>
        <w:t>ғҳ</w:t>
      </w:r>
      <w:r w:rsidRPr="00784F69">
        <w:rPr>
          <w:rFonts w:ascii="Palatino Linotype" w:hAnsi="Palatino Linotype" w:cs="Times New Roman Tj"/>
          <w:color w:val="000000"/>
          <w:sz w:val="28"/>
          <w:szCs w:val="28"/>
          <w:lang w:val="tg-Cyrl-TJ"/>
        </w:rPr>
        <w:t xml:space="preserve">ои </w:t>
      </w:r>
      <w:r w:rsidRPr="00784F69">
        <w:rPr>
          <w:rFonts w:ascii="Palatino Linotype" w:hAnsi="Palatino Linotype"/>
          <w:color w:val="000000"/>
          <w:sz w:val="28"/>
          <w:szCs w:val="28"/>
          <w:lang w:val="tg-Cyrl-TJ"/>
        </w:rPr>
        <w:t>нақди ва ғайринақди;</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$E) </w:t>
      </w:r>
      <w:r w:rsidRPr="00784F69">
        <w:rPr>
          <w:rFonts w:ascii="Palatino Linotype" w:hAnsi="Palatino Linotype"/>
          <w:color w:val="000000"/>
          <w:sz w:val="28"/>
          <w:szCs w:val="28"/>
          <w:lang w:val="tg-Cyrl-TJ"/>
        </w:rPr>
        <w:t>Аз ҳ</w:t>
      </w:r>
      <w:r w:rsidRPr="00784F69">
        <w:rPr>
          <w:rFonts w:ascii="Palatino Linotype" w:hAnsi="Palatino Linotype" w:cs="Times New Roman Tj"/>
          <w:color w:val="000000"/>
          <w:sz w:val="28"/>
          <w:szCs w:val="28"/>
          <w:lang w:val="tg-Cyrl-TJ"/>
        </w:rPr>
        <w:t>исо</w:t>
      </w:r>
      <w:r w:rsidRPr="00784F69">
        <w:rPr>
          <w:rFonts w:ascii="Palatino Linotype" w:hAnsi="Palatino Linotype"/>
          <w:color w:val="000000"/>
          <w:sz w:val="28"/>
          <w:szCs w:val="28"/>
          <w:lang w:val="tg-Cyrl-TJ"/>
        </w:rPr>
        <w:t>би маблағҳ</w:t>
      </w:r>
      <w:r w:rsidRPr="00784F69">
        <w:rPr>
          <w:rFonts w:ascii="Palatino Linotype" w:hAnsi="Palatino Linotype" w:cs="Times New Roman Tj"/>
          <w:color w:val="000000"/>
          <w:sz w:val="28"/>
          <w:szCs w:val="28"/>
          <w:lang w:val="tg-Cyrl-TJ"/>
        </w:rPr>
        <w:t xml:space="preserve">ои </w:t>
      </w:r>
      <w:r w:rsidRPr="00784F69">
        <w:rPr>
          <w:rFonts w:ascii="Palatino Linotype" w:hAnsi="Palatino Linotype"/>
          <w:color w:val="000000"/>
          <w:sz w:val="28"/>
          <w:szCs w:val="28"/>
          <w:lang w:val="tg-Cyrl-TJ"/>
        </w:rPr>
        <w:t>мизо</w:t>
      </w:r>
      <w:r w:rsidRPr="00784F69">
        <w:rPr>
          <w:rFonts w:ascii="Palatino Linotype" w:eastAsia="MS Mincho" w:hAnsi="Palatino Linotype" w:cs="MS Mincho"/>
          <w:color w:val="000000"/>
          <w:sz w:val="28"/>
          <w:szCs w:val="28"/>
          <w:lang w:val="tt-RU"/>
        </w:rPr>
        <w:t>ҷ</w:t>
      </w:r>
      <w:r w:rsidRPr="00784F69">
        <w:rPr>
          <w:rFonts w:ascii="Palatino Linotype" w:hAnsi="Palatino Linotype"/>
          <w:color w:val="000000"/>
          <w:sz w:val="28"/>
          <w:szCs w:val="28"/>
          <w:lang w:val="tg-Cyrl-TJ"/>
        </w:rPr>
        <w:t>он бавуҷуд меояд</w:t>
      </w:r>
      <w:r w:rsidRPr="00784F69">
        <w:rPr>
          <w:rFonts w:ascii="Palatino Linotype" w:hAnsi="Palatino Linotype"/>
          <w:b/>
          <w:color w:val="000000"/>
          <w:sz w:val="28"/>
          <w:szCs w:val="28"/>
          <w:lang w:val="tg-Cyrl-TJ"/>
        </w:rPr>
        <w:t>;</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 xml:space="preserve">@183. </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t-RU"/>
        </w:rPr>
        <w:t>Фароҳ</w:t>
      </w:r>
      <w:r w:rsidRPr="00784F69">
        <w:rPr>
          <w:rFonts w:ascii="Palatino Linotype" w:hAnsi="Palatino Linotype" w:cs="Times New Roman Tj"/>
          <w:b/>
          <w:color w:val="000000"/>
          <w:sz w:val="28"/>
          <w:szCs w:val="28"/>
          <w:lang w:val="tt-RU"/>
        </w:rPr>
        <w:t xml:space="preserve">амоии сармояи оинномавии бонк аз </w:t>
      </w:r>
      <w:r w:rsidRPr="00784F69">
        <w:rPr>
          <w:rFonts w:ascii="Palatino Linotype" w:hAnsi="Palatino Linotype"/>
          <w:b/>
          <w:color w:val="000000"/>
          <w:sz w:val="28"/>
          <w:szCs w:val="28"/>
          <w:lang w:val="tt-RU"/>
        </w:rPr>
        <w:t>ҳ</w:t>
      </w:r>
      <w:r w:rsidRPr="00784F69">
        <w:rPr>
          <w:rFonts w:ascii="Palatino Linotype" w:hAnsi="Palatino Linotype" w:cs="Times New Roman Tj"/>
          <w:b/>
          <w:color w:val="000000"/>
          <w:sz w:val="28"/>
          <w:szCs w:val="28"/>
          <w:lang w:val="tt-RU"/>
        </w:rPr>
        <w:t>исоби кадом восита</w:t>
      </w:r>
      <w:r w:rsidRPr="00784F69">
        <w:rPr>
          <w:rFonts w:ascii="Palatino Linotype" w:hAnsi="Palatino Linotype"/>
          <w:b/>
          <w:color w:val="000000"/>
          <w:sz w:val="28"/>
          <w:szCs w:val="28"/>
          <w:lang w:val="tt-RU"/>
        </w:rPr>
        <w:t>ҳ</w:t>
      </w:r>
      <w:r w:rsidRPr="00784F69">
        <w:rPr>
          <w:rFonts w:ascii="Palatino Linotype" w:hAnsi="Palatino Linotype" w:cs="Times New Roman Tj"/>
          <w:b/>
          <w:color w:val="000000"/>
          <w:sz w:val="28"/>
          <w:szCs w:val="28"/>
          <w:lang w:val="tt-RU"/>
        </w:rPr>
        <w:t>ои асос</w:t>
      </w:r>
      <w:r w:rsidRPr="00784F69">
        <w:rPr>
          <w:rFonts w:ascii="Palatino Linotype" w:eastAsia="MS Mincho" w:hAnsi="Palatino Linotype" w:cs="MS Mincho"/>
          <w:b/>
          <w:color w:val="000000"/>
          <w:sz w:val="28"/>
          <w:szCs w:val="28"/>
          <w:lang w:val="tt-RU"/>
        </w:rPr>
        <w:t>ӣ</w:t>
      </w:r>
      <w:r w:rsidRPr="00784F69">
        <w:rPr>
          <w:rFonts w:ascii="Palatino Linotype" w:hAnsi="Palatino Linotype" w:cs="Times New Roman Tj"/>
          <w:b/>
          <w:color w:val="000000"/>
          <w:sz w:val="28"/>
          <w:szCs w:val="28"/>
          <w:lang w:val="tt-RU"/>
        </w:rPr>
        <w:t xml:space="preserve"> манъ аст</w:t>
      </w:r>
      <w:r w:rsidRPr="00784F69">
        <w:rPr>
          <w:rFonts w:ascii="Palatino Linotype" w:hAnsi="Palatino Linotype"/>
          <w:b/>
          <w:color w:val="000000"/>
          <w:sz w:val="28"/>
          <w:szCs w:val="28"/>
          <w:lang w:val="tg-Cyrl-TJ"/>
        </w:rPr>
        <w:t>?</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$A) </w:t>
      </w:r>
      <w:r w:rsidRPr="00784F69">
        <w:rPr>
          <w:rFonts w:ascii="Palatino Linotype" w:hAnsi="Palatino Linotype"/>
          <w:color w:val="000000"/>
          <w:sz w:val="28"/>
          <w:szCs w:val="28"/>
          <w:lang w:val="tt-RU"/>
        </w:rPr>
        <w:t>Фароҳ</w:t>
      </w:r>
      <w:r w:rsidRPr="00784F69">
        <w:rPr>
          <w:rFonts w:ascii="Palatino Linotype" w:hAnsi="Palatino Linotype" w:cs="Times New Roman Tj"/>
          <w:color w:val="000000"/>
          <w:sz w:val="28"/>
          <w:szCs w:val="28"/>
          <w:lang w:val="tt-RU"/>
        </w:rPr>
        <w:t xml:space="preserve">амоии сармояи оинномавии бонк аз </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исоби восита</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 xml:space="preserve">ои асосии зерин, мисли </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у</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ра</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о ва дигар бино</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о (м</w:t>
      </w:r>
      <w:r w:rsidRPr="00784F69">
        <w:rPr>
          <w:rFonts w:ascii="Palatino Linotype" w:hAnsi="Palatino Linotype"/>
          <w:color w:val="000000"/>
          <w:sz w:val="28"/>
          <w:szCs w:val="28"/>
          <w:lang w:val="tt-RU"/>
        </w:rPr>
        <w:t>анзилҳ</w:t>
      </w:r>
      <w:r w:rsidRPr="00784F69">
        <w:rPr>
          <w:rFonts w:ascii="Palatino Linotype" w:hAnsi="Palatino Linotype" w:cs="Times New Roman Tj"/>
          <w:color w:val="000000"/>
          <w:sz w:val="28"/>
          <w:szCs w:val="28"/>
          <w:lang w:val="tt-RU"/>
        </w:rPr>
        <w:t>о) , ки дар он</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о бонк ва во</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ид</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ои он во</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еъ нагардидаанд, восита</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ои на</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лиёт, асар</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ои санъат, маводи зудфарсо ва камба</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о, дорои</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 xml:space="preserve">ои </w:t>
      </w:r>
      <w:r w:rsidRPr="00784F69">
        <w:rPr>
          <w:rFonts w:ascii="Palatino Linotype" w:hAnsi="Palatino Linotype"/>
          <w:color w:val="000000"/>
          <w:sz w:val="28"/>
          <w:szCs w:val="28"/>
          <w:lang w:val="tt-RU"/>
        </w:rPr>
        <w:t>ғ</w:t>
      </w:r>
      <w:r w:rsidRPr="00784F69">
        <w:rPr>
          <w:rFonts w:ascii="Palatino Linotype" w:hAnsi="Palatino Linotype" w:cs="Times New Roman Tj"/>
          <w:color w:val="000000"/>
          <w:sz w:val="28"/>
          <w:szCs w:val="28"/>
          <w:lang w:val="tt-RU"/>
        </w:rPr>
        <w:t>айримодд</w:t>
      </w:r>
      <w:r w:rsidRPr="00784F69">
        <w:rPr>
          <w:rFonts w:ascii="Palatino Linotype" w:eastAsia="MS Mincho" w:hAnsi="Palatino Linotype" w:cs="MS Mincho"/>
          <w:color w:val="000000"/>
          <w:sz w:val="28"/>
          <w:szCs w:val="28"/>
          <w:lang w:val="tt-RU"/>
        </w:rPr>
        <w:t>ӣ</w:t>
      </w:r>
      <w:r w:rsidRPr="00784F69">
        <w:rPr>
          <w:rFonts w:ascii="Palatino Linotype" w:hAnsi="Palatino Linotype" w:cs="Times New Roman Tj"/>
          <w:color w:val="000000"/>
          <w:sz w:val="28"/>
          <w:szCs w:val="28"/>
          <w:lang w:val="tt-RU"/>
        </w:rPr>
        <w:t xml:space="preserve">(аз </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умла ху</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у</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и и</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ораибино, манзил, барнома</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о барои техникаи компютер</w:t>
      </w:r>
      <w:r w:rsidRPr="00784F69">
        <w:rPr>
          <w:rFonts w:ascii="Palatino Linotype" w:eastAsia="MS Mincho" w:hAnsi="Palatino Linotype" w:cs="MS Mincho"/>
          <w:color w:val="000000"/>
          <w:sz w:val="28"/>
          <w:szCs w:val="28"/>
          <w:lang w:val="tt-RU"/>
        </w:rPr>
        <w:t>ӣ</w:t>
      </w:r>
      <w:r w:rsidRPr="00784F69">
        <w:rPr>
          <w:rFonts w:ascii="Palatino Linotype" w:hAnsi="Palatino Linotype" w:cs="Times New Roman Tj"/>
          <w:color w:val="000000"/>
          <w:sz w:val="28"/>
          <w:szCs w:val="28"/>
          <w:lang w:val="tt-RU"/>
        </w:rPr>
        <w:t>) ва ко</w:t>
      </w:r>
      <w:r w:rsidRPr="00784F69">
        <w:rPr>
          <w:rFonts w:ascii="Palatino Linotype" w:hAnsi="Palatino Linotype"/>
          <w:color w:val="000000"/>
          <w:sz w:val="28"/>
          <w:szCs w:val="28"/>
          <w:lang w:val="tt-RU"/>
        </w:rPr>
        <w:t>ғ</w:t>
      </w:r>
      <w:r w:rsidRPr="00784F69">
        <w:rPr>
          <w:rFonts w:ascii="Palatino Linotype" w:hAnsi="Palatino Linotype" w:cs="Times New Roman Tj"/>
          <w:color w:val="000000"/>
          <w:sz w:val="28"/>
          <w:szCs w:val="28"/>
          <w:lang w:val="tt-RU"/>
        </w:rPr>
        <w:t>аз</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 xml:space="preserve">ои </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иматнок манъ аст</w:t>
      </w:r>
      <w:r w:rsidRPr="00784F69">
        <w:rPr>
          <w:rFonts w:ascii="Palatino Linotype" w:hAnsi="Palatino Linotype"/>
          <w:color w:val="000000"/>
          <w:sz w:val="28"/>
          <w:szCs w:val="28"/>
          <w:lang w:val="tg-Cyrl-TJ"/>
        </w:rPr>
        <w:t>;</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$B) </w:t>
      </w:r>
      <w:r w:rsidRPr="00784F69">
        <w:rPr>
          <w:rFonts w:ascii="Palatino Linotype" w:hAnsi="Palatino Linotype"/>
          <w:color w:val="000000"/>
          <w:sz w:val="28"/>
          <w:szCs w:val="28"/>
          <w:lang w:val="tt-RU"/>
        </w:rPr>
        <w:t>Фароҳ</w:t>
      </w:r>
      <w:r w:rsidRPr="00784F69">
        <w:rPr>
          <w:rFonts w:ascii="Palatino Linotype" w:hAnsi="Palatino Linotype" w:cs="Times New Roman Tj"/>
          <w:color w:val="000000"/>
          <w:sz w:val="28"/>
          <w:szCs w:val="28"/>
          <w:lang w:val="tt-RU"/>
        </w:rPr>
        <w:t xml:space="preserve">амоии </w:t>
      </w:r>
      <w:r w:rsidRPr="00784F69">
        <w:rPr>
          <w:rFonts w:ascii="Palatino Linotype" w:hAnsi="Palatino Linotype"/>
          <w:color w:val="000000"/>
          <w:sz w:val="28"/>
          <w:szCs w:val="28"/>
          <w:lang w:val="tt-RU"/>
        </w:rPr>
        <w:t>маблағҳ</w:t>
      </w:r>
      <w:r w:rsidRPr="00784F69">
        <w:rPr>
          <w:rFonts w:ascii="Palatino Linotype" w:hAnsi="Palatino Linotype" w:cs="Times New Roman Tj"/>
          <w:color w:val="000000"/>
          <w:sz w:val="28"/>
          <w:szCs w:val="28"/>
          <w:lang w:val="tt-RU"/>
        </w:rPr>
        <w:t>о</w:t>
      </w:r>
      <w:r w:rsidRPr="00784F69">
        <w:rPr>
          <w:rFonts w:ascii="Palatino Linotype" w:hAnsi="Palatino Linotype"/>
          <w:color w:val="000000"/>
          <w:sz w:val="28"/>
          <w:szCs w:val="28"/>
          <w:lang w:val="tt-RU"/>
        </w:rPr>
        <w:t>и пулии озод ва ғ</w:t>
      </w:r>
      <w:r w:rsidRPr="00784F69">
        <w:rPr>
          <w:rFonts w:ascii="Palatino Linotype" w:hAnsi="Palatino Linotype" w:cs="Times New Roman Tj"/>
          <w:color w:val="000000"/>
          <w:sz w:val="28"/>
          <w:szCs w:val="28"/>
          <w:lang w:val="tt-RU"/>
        </w:rPr>
        <w:t>а</w:t>
      </w:r>
      <w:r w:rsidRPr="00784F69">
        <w:rPr>
          <w:rFonts w:ascii="Palatino Linotype" w:hAnsi="Palatino Linotype"/>
          <w:color w:val="000000"/>
          <w:sz w:val="28"/>
          <w:szCs w:val="28"/>
          <w:lang w:val="tt-RU"/>
        </w:rPr>
        <w:t>йра манъ аст</w:t>
      </w:r>
      <w:r w:rsidRPr="00784F69">
        <w:rPr>
          <w:rFonts w:ascii="Palatino Linotype" w:hAnsi="Palatino Linotype"/>
          <w:color w:val="000000"/>
          <w:sz w:val="28"/>
          <w:szCs w:val="28"/>
          <w:lang w:val="tg-Cyrl-TJ"/>
        </w:rPr>
        <w:t>;</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$C) </w:t>
      </w:r>
      <w:r w:rsidRPr="00784F69">
        <w:rPr>
          <w:rFonts w:ascii="Palatino Linotype" w:hAnsi="Palatino Linotype"/>
          <w:color w:val="000000"/>
          <w:sz w:val="28"/>
          <w:szCs w:val="28"/>
          <w:lang w:val="tt-RU"/>
        </w:rPr>
        <w:t>Фароҳ</w:t>
      </w:r>
      <w:r w:rsidRPr="00784F69">
        <w:rPr>
          <w:rFonts w:ascii="Palatino Linotype" w:hAnsi="Palatino Linotype" w:cs="Times New Roman Tj"/>
          <w:color w:val="000000"/>
          <w:sz w:val="28"/>
          <w:szCs w:val="28"/>
          <w:lang w:val="tt-RU"/>
        </w:rPr>
        <w:t xml:space="preserve">амоии сармояи оинномавии </w:t>
      </w:r>
      <w:r w:rsidRPr="00784F69">
        <w:rPr>
          <w:rFonts w:ascii="Palatino Linotype" w:hAnsi="Palatino Linotype"/>
          <w:color w:val="000000"/>
          <w:sz w:val="28"/>
          <w:szCs w:val="28"/>
          <w:lang w:val="tt-RU"/>
        </w:rPr>
        <w:t>бонк аз ҳ</w:t>
      </w:r>
      <w:r w:rsidRPr="00784F69">
        <w:rPr>
          <w:rFonts w:ascii="Palatino Linotype" w:hAnsi="Palatino Linotype" w:cs="Times New Roman Tj"/>
          <w:color w:val="000000"/>
          <w:sz w:val="28"/>
          <w:szCs w:val="28"/>
          <w:lang w:val="tt-RU"/>
        </w:rPr>
        <w:t>исоби восита</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ои асос</w:t>
      </w:r>
      <w:r w:rsidRPr="00784F69">
        <w:rPr>
          <w:rFonts w:ascii="Palatino Linotype" w:hAnsi="Palatino Linotype"/>
          <w:color w:val="000000"/>
          <w:sz w:val="28"/>
          <w:szCs w:val="28"/>
          <w:lang w:val="tt-RU"/>
        </w:rPr>
        <w:t>ӣ манъ аст</w:t>
      </w:r>
      <w:r w:rsidRPr="00784F69">
        <w:rPr>
          <w:rFonts w:ascii="Palatino Linotype" w:hAnsi="Palatino Linotype"/>
          <w:color w:val="000000"/>
          <w:sz w:val="28"/>
          <w:szCs w:val="28"/>
          <w:lang w:val="tg-Cyrl-TJ"/>
        </w:rPr>
        <w:t>;</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$D) </w:t>
      </w:r>
      <w:r w:rsidRPr="00784F69">
        <w:rPr>
          <w:rFonts w:ascii="Palatino Linotype" w:hAnsi="Palatino Linotype"/>
          <w:color w:val="000000"/>
          <w:sz w:val="28"/>
          <w:szCs w:val="28"/>
          <w:lang w:val="tt-RU"/>
        </w:rPr>
        <w:t>Аз ҳ</w:t>
      </w:r>
      <w:r w:rsidRPr="00784F69">
        <w:rPr>
          <w:rFonts w:ascii="Palatino Linotype" w:hAnsi="Palatino Linotype" w:cs="Times New Roman Tj"/>
          <w:color w:val="000000"/>
          <w:sz w:val="28"/>
          <w:szCs w:val="28"/>
          <w:lang w:val="tt-RU"/>
        </w:rPr>
        <w:t>исоби мабла</w:t>
      </w:r>
      <w:r w:rsidRPr="00784F69">
        <w:rPr>
          <w:rFonts w:ascii="Palatino Linotype" w:hAnsi="Palatino Linotype"/>
          <w:color w:val="000000"/>
          <w:sz w:val="28"/>
          <w:szCs w:val="28"/>
          <w:lang w:val="tt-RU"/>
        </w:rPr>
        <w:t>ғҳ</w:t>
      </w:r>
      <w:r w:rsidRPr="00784F69">
        <w:rPr>
          <w:rFonts w:ascii="Palatino Linotype" w:hAnsi="Palatino Linotype" w:cs="Times New Roman Tj"/>
          <w:color w:val="000000"/>
          <w:sz w:val="28"/>
          <w:szCs w:val="28"/>
          <w:lang w:val="tt-RU"/>
        </w:rPr>
        <w:t xml:space="preserve">ои </w:t>
      </w:r>
      <w:r w:rsidRPr="00784F69">
        <w:rPr>
          <w:rFonts w:ascii="Palatino Linotype" w:hAnsi="Palatino Linotype"/>
          <w:color w:val="000000"/>
          <w:sz w:val="28"/>
          <w:szCs w:val="28"/>
          <w:lang w:val="tt-RU"/>
        </w:rPr>
        <w:t>ҷор</w:t>
      </w:r>
      <w:r w:rsidRPr="00784F69">
        <w:rPr>
          <w:rFonts w:ascii="Palatino Linotype" w:eastAsia="MS Mincho" w:hAnsi="Palatino Linotype" w:cs="MS Mincho"/>
          <w:color w:val="000000"/>
          <w:sz w:val="28"/>
          <w:szCs w:val="28"/>
          <w:lang w:val="tt-RU"/>
        </w:rPr>
        <w:t>ӣ</w:t>
      </w:r>
      <w:r w:rsidRPr="00784F69">
        <w:rPr>
          <w:rFonts w:ascii="Palatino Linotype" w:hAnsi="Palatino Linotype"/>
          <w:color w:val="000000"/>
          <w:sz w:val="28"/>
          <w:szCs w:val="28"/>
          <w:lang w:val="tt-RU"/>
        </w:rPr>
        <w:t xml:space="preserve"> ва дороиҳ</w:t>
      </w:r>
      <w:r w:rsidRPr="00784F69">
        <w:rPr>
          <w:rFonts w:ascii="Palatino Linotype" w:hAnsi="Palatino Linotype" w:cs="Times New Roman Tj"/>
          <w:color w:val="000000"/>
          <w:sz w:val="28"/>
          <w:szCs w:val="28"/>
          <w:lang w:val="tt-RU"/>
        </w:rPr>
        <w:t>ои модд</w:t>
      </w:r>
      <w:r w:rsidRPr="00784F69">
        <w:rPr>
          <w:rFonts w:ascii="Palatino Linotype" w:eastAsia="MS Mincho" w:hAnsi="Palatino Linotype" w:cs="MS Mincho"/>
          <w:color w:val="000000"/>
          <w:sz w:val="28"/>
          <w:szCs w:val="28"/>
          <w:lang w:val="tt-RU"/>
        </w:rPr>
        <w:t>ӣ</w:t>
      </w:r>
      <w:r w:rsidRPr="00784F69">
        <w:rPr>
          <w:rFonts w:ascii="Palatino Linotype" w:hAnsi="Palatino Linotype" w:cs="Times New Roman Tj"/>
          <w:color w:val="000000"/>
          <w:sz w:val="28"/>
          <w:szCs w:val="28"/>
          <w:lang w:val="tt-RU"/>
        </w:rPr>
        <w:t xml:space="preserve">, махсусан: </w:t>
      </w:r>
      <w:r w:rsidRPr="00784F69">
        <w:rPr>
          <w:rFonts w:ascii="Palatino Linotype" w:hAnsi="Palatino Linotype"/>
          <w:color w:val="000000"/>
          <w:sz w:val="28"/>
          <w:szCs w:val="28"/>
          <w:lang w:val="tt-RU"/>
        </w:rPr>
        <w:t>ва биноҳ</w:t>
      </w:r>
      <w:r w:rsidRPr="00784F69">
        <w:rPr>
          <w:rFonts w:ascii="Palatino Linotype" w:hAnsi="Palatino Linotype" w:cs="Times New Roman Tj"/>
          <w:color w:val="000000"/>
          <w:sz w:val="28"/>
          <w:szCs w:val="28"/>
          <w:lang w:val="tt-RU"/>
        </w:rPr>
        <w:t>о (манзи</w:t>
      </w:r>
      <w:r w:rsidRPr="00784F69">
        <w:rPr>
          <w:rFonts w:ascii="Palatino Linotype" w:hAnsi="Palatino Linotype"/>
          <w:color w:val="000000"/>
          <w:sz w:val="28"/>
          <w:szCs w:val="28"/>
          <w:lang w:val="tt-RU"/>
        </w:rPr>
        <w:t>лҳ</w:t>
      </w:r>
      <w:r w:rsidRPr="00784F69">
        <w:rPr>
          <w:rFonts w:ascii="Palatino Linotype" w:hAnsi="Palatino Linotype" w:cs="Times New Roman Tj"/>
          <w:color w:val="000000"/>
          <w:sz w:val="28"/>
          <w:szCs w:val="28"/>
          <w:lang w:val="tt-RU"/>
        </w:rPr>
        <w:t xml:space="preserve">о) </w:t>
      </w:r>
      <w:r w:rsidRPr="00784F69">
        <w:rPr>
          <w:rFonts w:ascii="Palatino Linotype" w:hAnsi="Palatino Linotype"/>
          <w:color w:val="000000"/>
          <w:sz w:val="28"/>
          <w:szCs w:val="28"/>
          <w:lang w:val="tt-RU"/>
        </w:rPr>
        <w:t xml:space="preserve">, ки он </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 xml:space="preserve">о бонк </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ойгир аст</w:t>
      </w:r>
      <w:r w:rsidRPr="00784F69">
        <w:rPr>
          <w:rFonts w:ascii="Palatino Linotype" w:hAnsi="Palatino Linotype"/>
          <w:color w:val="000000"/>
          <w:sz w:val="28"/>
          <w:szCs w:val="28"/>
          <w:lang w:val="tt-RU"/>
        </w:rPr>
        <w:t xml:space="preserve"> манъ аст</w:t>
      </w:r>
      <w:r w:rsidRPr="00784F69">
        <w:rPr>
          <w:rFonts w:ascii="Palatino Linotype" w:hAnsi="Palatino Linotype"/>
          <w:color w:val="000000"/>
          <w:sz w:val="28"/>
          <w:szCs w:val="28"/>
          <w:lang w:val="tg-Cyrl-TJ"/>
        </w:rPr>
        <w:t>;</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$E) </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 xml:space="preserve">амаи </w:t>
      </w:r>
      <w:r w:rsidRPr="00784F69">
        <w:rPr>
          <w:rFonts w:ascii="Palatino Linotype" w:eastAsia="MS Mincho" w:hAnsi="Palatino Linotype" w:cs="MS Mincho"/>
          <w:color w:val="000000"/>
          <w:sz w:val="28"/>
          <w:szCs w:val="28"/>
          <w:lang w:val="tg-Cyrl-TJ"/>
        </w:rPr>
        <w:t>ҷ</w:t>
      </w:r>
      <w:r w:rsidRPr="00784F69">
        <w:rPr>
          <w:rFonts w:ascii="Palatino Linotype" w:hAnsi="Palatino Linotype" w:cs="Times New Roman Tj"/>
          <w:color w:val="000000"/>
          <w:sz w:val="28"/>
          <w:szCs w:val="28"/>
          <w:lang w:val="tg-Cyrl-TJ"/>
        </w:rPr>
        <w:t>авоб</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 xml:space="preserve">о </w:t>
      </w:r>
      <w:r w:rsidRPr="00784F69">
        <w:rPr>
          <w:rFonts w:ascii="Palatino Linotype" w:hAnsi="Palatino Linotype"/>
          <w:color w:val="000000"/>
          <w:sz w:val="28"/>
          <w:szCs w:val="28"/>
          <w:lang w:val="tg-Cyrl-TJ"/>
        </w:rPr>
        <w:t>нодурустанд;</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 xml:space="preserve">@184. </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t-RU"/>
        </w:rPr>
        <w:t>Сармояи оинномавии бонк аз ҳ</w:t>
      </w:r>
      <w:r w:rsidRPr="00784F69">
        <w:rPr>
          <w:rFonts w:ascii="Palatino Linotype" w:hAnsi="Palatino Linotype" w:cs="Times New Roman Tj"/>
          <w:b/>
          <w:color w:val="000000"/>
          <w:sz w:val="28"/>
          <w:szCs w:val="28"/>
          <w:lang w:val="tt-RU"/>
        </w:rPr>
        <w:t>исоби ч</w:t>
      </w:r>
      <w:r w:rsidRPr="00784F69">
        <w:rPr>
          <w:rFonts w:ascii="Palatino Linotype" w:eastAsia="MS Mincho" w:hAnsi="Palatino Linotype" w:cs="MS Mincho"/>
          <w:b/>
          <w:color w:val="000000"/>
          <w:sz w:val="28"/>
          <w:szCs w:val="28"/>
          <w:lang w:val="tt-RU"/>
        </w:rPr>
        <w:t>ӣ</w:t>
      </w:r>
      <w:r w:rsidRPr="00784F69">
        <w:rPr>
          <w:rFonts w:ascii="Palatino Linotype" w:hAnsi="Palatino Linotype" w:cs="Times New Roman Tj"/>
          <w:b/>
          <w:color w:val="000000"/>
          <w:sz w:val="28"/>
          <w:szCs w:val="28"/>
          <w:lang w:val="tt-RU"/>
        </w:rPr>
        <w:t xml:space="preserve"> фаро</w:t>
      </w:r>
      <w:r w:rsidRPr="00784F69">
        <w:rPr>
          <w:rFonts w:ascii="Palatino Linotype" w:hAnsi="Palatino Linotype"/>
          <w:b/>
          <w:color w:val="000000"/>
          <w:sz w:val="28"/>
          <w:szCs w:val="28"/>
          <w:lang w:val="tt-RU"/>
        </w:rPr>
        <w:t>ҳ</w:t>
      </w:r>
      <w:r w:rsidRPr="00784F69">
        <w:rPr>
          <w:rFonts w:ascii="Palatino Linotype" w:hAnsi="Palatino Linotype" w:cs="Times New Roman Tj"/>
          <w:b/>
          <w:color w:val="000000"/>
          <w:sz w:val="28"/>
          <w:szCs w:val="28"/>
          <w:lang w:val="tt-RU"/>
        </w:rPr>
        <w:t>ам меояд</w:t>
      </w:r>
      <w:r w:rsidRPr="00784F69">
        <w:rPr>
          <w:rFonts w:ascii="Palatino Linotype" w:hAnsi="Palatino Linotype"/>
          <w:b/>
          <w:color w:val="000000"/>
          <w:sz w:val="28"/>
          <w:szCs w:val="28"/>
          <w:lang w:val="tg-Cyrl-TJ"/>
        </w:rPr>
        <w:t>?</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$A) </w:t>
      </w:r>
      <w:r w:rsidRPr="00784F69">
        <w:rPr>
          <w:rFonts w:ascii="Palatino Linotype" w:hAnsi="Palatino Linotype"/>
          <w:color w:val="000000"/>
          <w:sz w:val="28"/>
          <w:szCs w:val="28"/>
          <w:lang w:val="tt-RU"/>
        </w:rPr>
        <w:t>Сармояи оинномавии бонк бо асъори милл</w:t>
      </w:r>
      <w:r w:rsidRPr="00784F69">
        <w:rPr>
          <w:rFonts w:ascii="Palatino Linotype" w:eastAsia="MS Mincho" w:hAnsi="Palatino Linotype" w:cs="MS Mincho"/>
          <w:color w:val="000000"/>
          <w:sz w:val="28"/>
          <w:szCs w:val="28"/>
          <w:lang w:val="tt-RU"/>
        </w:rPr>
        <w:t>ӣ</w:t>
      </w:r>
      <w:r w:rsidRPr="00784F69">
        <w:rPr>
          <w:rFonts w:ascii="Palatino Linotype" w:hAnsi="Palatino Linotype" w:cs="Times New Roman Tj"/>
          <w:color w:val="000000"/>
          <w:sz w:val="28"/>
          <w:szCs w:val="28"/>
          <w:lang w:val="tt-RU"/>
        </w:rPr>
        <w:t xml:space="preserve"> ва хори</w:t>
      </w:r>
      <w:r w:rsidRPr="00784F69">
        <w:rPr>
          <w:rFonts w:ascii="Palatino Linotype" w:eastAsia="MS Mincho" w:hAnsi="Palatino Linotype" w:cs="MS Mincho"/>
          <w:color w:val="000000"/>
          <w:sz w:val="28"/>
          <w:szCs w:val="28"/>
          <w:lang w:val="tt-RU"/>
        </w:rPr>
        <w:t>ҷӣ</w:t>
      </w:r>
      <w:r w:rsidRPr="00784F69">
        <w:rPr>
          <w:rFonts w:ascii="Palatino Linotype" w:hAnsi="Palatino Linotype" w:cs="Times New Roman Tj"/>
          <w:color w:val="000000"/>
          <w:sz w:val="28"/>
          <w:szCs w:val="28"/>
          <w:lang w:val="tt-RU"/>
        </w:rPr>
        <w:t xml:space="preserve"> аз </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исоби мабла</w:t>
      </w:r>
      <w:r w:rsidRPr="00784F69">
        <w:rPr>
          <w:rFonts w:ascii="Palatino Linotype" w:hAnsi="Palatino Linotype"/>
          <w:color w:val="000000"/>
          <w:sz w:val="28"/>
          <w:szCs w:val="28"/>
          <w:lang w:val="tt-RU"/>
        </w:rPr>
        <w:t>ғҳ</w:t>
      </w:r>
      <w:r w:rsidRPr="00784F69">
        <w:rPr>
          <w:rFonts w:ascii="Palatino Linotype" w:hAnsi="Palatino Linotype" w:cs="Times New Roman Tj"/>
          <w:color w:val="000000"/>
          <w:sz w:val="28"/>
          <w:szCs w:val="28"/>
          <w:lang w:val="tt-RU"/>
        </w:rPr>
        <w:t>ои пул</w:t>
      </w:r>
      <w:r w:rsidRPr="00784F69">
        <w:rPr>
          <w:rFonts w:ascii="Palatino Linotype" w:eastAsia="MS Mincho" w:hAnsi="Palatino Linotype" w:cs="MS Mincho"/>
          <w:color w:val="000000"/>
          <w:sz w:val="28"/>
          <w:szCs w:val="28"/>
          <w:lang w:val="tt-RU"/>
        </w:rPr>
        <w:t>ӣ</w:t>
      </w:r>
      <w:r w:rsidRPr="00784F69">
        <w:rPr>
          <w:rFonts w:ascii="Palatino Linotype" w:hAnsi="Palatino Linotype" w:cs="Times New Roman Tj"/>
          <w:color w:val="000000"/>
          <w:sz w:val="28"/>
          <w:szCs w:val="28"/>
          <w:lang w:val="tt-RU"/>
        </w:rPr>
        <w:t xml:space="preserve"> ва дорои</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ои модд</w:t>
      </w:r>
      <w:r w:rsidRPr="00784F69">
        <w:rPr>
          <w:rFonts w:ascii="Palatino Linotype" w:eastAsia="MS Mincho" w:hAnsi="Palatino Linotype" w:cs="MS Mincho"/>
          <w:color w:val="000000"/>
          <w:sz w:val="28"/>
          <w:szCs w:val="28"/>
          <w:lang w:val="tt-RU"/>
        </w:rPr>
        <w:t>ӣ</w:t>
      </w:r>
      <w:r w:rsidRPr="00784F69">
        <w:rPr>
          <w:rFonts w:ascii="Palatino Linotype" w:hAnsi="Palatino Linotype"/>
          <w:color w:val="000000"/>
          <w:sz w:val="28"/>
          <w:szCs w:val="28"/>
          <w:lang w:val="tt-RU"/>
        </w:rPr>
        <w:t>, воситаҳ</w:t>
      </w:r>
      <w:r w:rsidRPr="00784F69">
        <w:rPr>
          <w:rFonts w:ascii="Palatino Linotype" w:hAnsi="Palatino Linotype" w:cs="Times New Roman Tj"/>
          <w:color w:val="000000"/>
          <w:sz w:val="28"/>
          <w:szCs w:val="28"/>
          <w:lang w:val="tt-RU"/>
        </w:rPr>
        <w:t>ои на</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лиёт, асар</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ои санъ</w:t>
      </w:r>
      <w:r w:rsidRPr="00784F69">
        <w:rPr>
          <w:rFonts w:ascii="Palatino Linotype" w:hAnsi="Palatino Linotype"/>
          <w:color w:val="000000"/>
          <w:sz w:val="28"/>
          <w:szCs w:val="28"/>
          <w:lang w:val="tt-RU"/>
        </w:rPr>
        <w:t>ат, маводи зудфарсо ва камбаҳ</w:t>
      </w:r>
      <w:r w:rsidRPr="00784F69">
        <w:rPr>
          <w:rFonts w:ascii="Palatino Linotype" w:hAnsi="Palatino Linotype" w:cs="Times New Roman Tj"/>
          <w:color w:val="000000"/>
          <w:sz w:val="28"/>
          <w:szCs w:val="28"/>
          <w:lang w:val="tt-RU"/>
        </w:rPr>
        <w:t>о,</w:t>
      </w:r>
      <w:r w:rsidRPr="00784F69">
        <w:rPr>
          <w:rFonts w:ascii="Palatino Linotype" w:hAnsi="Palatino Linotype"/>
          <w:color w:val="000000"/>
          <w:sz w:val="28"/>
          <w:szCs w:val="28"/>
          <w:lang w:val="tt-RU"/>
        </w:rPr>
        <w:t xml:space="preserve"> махсусан: та</w:t>
      </w:r>
      <w:r w:rsidRPr="00784F69">
        <w:rPr>
          <w:rFonts w:ascii="Palatino Linotype" w:eastAsia="MS Mincho" w:hAnsi="Palatino Linotype" w:cs="MS Mincho"/>
          <w:color w:val="000000"/>
          <w:sz w:val="28"/>
          <w:szCs w:val="28"/>
          <w:lang w:val="tt-RU"/>
        </w:rPr>
        <w:t>ҷҳ</w:t>
      </w:r>
      <w:r w:rsidRPr="00784F69">
        <w:rPr>
          <w:rFonts w:ascii="Palatino Linotype" w:hAnsi="Palatino Linotype" w:cs="Times New Roman Tj"/>
          <w:color w:val="000000"/>
          <w:sz w:val="28"/>
          <w:szCs w:val="28"/>
          <w:lang w:val="tt-RU"/>
        </w:rPr>
        <w:t>изоти бонк</w:t>
      </w:r>
      <w:r w:rsidRPr="00784F69">
        <w:rPr>
          <w:rFonts w:ascii="Palatino Linotype" w:eastAsia="MS Mincho" w:hAnsi="Palatino Linotype" w:cs="MS Mincho"/>
          <w:color w:val="000000"/>
          <w:sz w:val="28"/>
          <w:szCs w:val="28"/>
          <w:lang w:val="tt-RU"/>
        </w:rPr>
        <w:t>ӣ</w:t>
      </w:r>
      <w:r w:rsidRPr="00784F69">
        <w:rPr>
          <w:rFonts w:ascii="Palatino Linotype" w:hAnsi="Palatino Linotype" w:cs="Times New Roman Tj"/>
          <w:color w:val="000000"/>
          <w:sz w:val="28"/>
          <w:szCs w:val="28"/>
          <w:lang w:val="tt-RU"/>
        </w:rPr>
        <w:t xml:space="preserve"> (техникаи </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исоббарор) , мебели кор</w:t>
      </w:r>
      <w:r w:rsidRPr="00784F69">
        <w:rPr>
          <w:rFonts w:ascii="Palatino Linotype" w:eastAsia="MS Mincho" w:hAnsi="Palatino Linotype" w:cs="MS Mincho"/>
          <w:color w:val="000000"/>
          <w:sz w:val="28"/>
          <w:szCs w:val="28"/>
          <w:lang w:val="tt-RU"/>
        </w:rPr>
        <w:t>ӣ</w:t>
      </w:r>
      <w:r w:rsidRPr="00784F69">
        <w:rPr>
          <w:rFonts w:ascii="Palatino Linotype" w:hAnsi="Palatino Linotype" w:cs="Times New Roman Tj"/>
          <w:color w:val="000000"/>
          <w:sz w:val="28"/>
          <w:szCs w:val="28"/>
          <w:lang w:val="tt-RU"/>
        </w:rPr>
        <w:t xml:space="preserve"> ва кондитсионер) ва бино</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о (манзил</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 xml:space="preserve">о) , ки он </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 xml:space="preserve">о бонк </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 xml:space="preserve">ойгир аст, ба </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уз сохтмон</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ои ба ан</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ом нарасида, фаро</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ам меояд</w:t>
      </w:r>
      <w:r w:rsidRPr="00784F69">
        <w:rPr>
          <w:rFonts w:ascii="Palatino Linotype" w:hAnsi="Palatino Linotype"/>
          <w:color w:val="000000"/>
          <w:sz w:val="28"/>
          <w:szCs w:val="28"/>
          <w:lang w:val="tg-Cyrl-TJ"/>
        </w:rPr>
        <w:t>;</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$B) </w:t>
      </w:r>
      <w:r w:rsidRPr="00784F69">
        <w:rPr>
          <w:rFonts w:ascii="Palatino Linotype" w:hAnsi="Palatino Linotype"/>
          <w:color w:val="000000"/>
          <w:sz w:val="28"/>
          <w:szCs w:val="28"/>
          <w:lang w:val="tt-RU"/>
        </w:rPr>
        <w:t>Сармояи оинномавии бонк аз ҳ</w:t>
      </w:r>
      <w:r w:rsidRPr="00784F69">
        <w:rPr>
          <w:rFonts w:ascii="Palatino Linotype" w:hAnsi="Palatino Linotype" w:cs="Times New Roman Tj"/>
          <w:color w:val="000000"/>
          <w:sz w:val="28"/>
          <w:szCs w:val="28"/>
          <w:lang w:val="tt-RU"/>
        </w:rPr>
        <w:t>исоби восита</w:t>
      </w:r>
      <w:r w:rsidRPr="00784F69">
        <w:rPr>
          <w:rFonts w:ascii="Palatino Linotype" w:hAnsi="Palatino Linotype"/>
          <w:color w:val="000000"/>
          <w:sz w:val="28"/>
          <w:szCs w:val="28"/>
          <w:lang w:val="tt-RU"/>
        </w:rPr>
        <w:t>ҳои асосии зерин, мисли ҳ</w:t>
      </w:r>
      <w:r w:rsidRPr="00784F69">
        <w:rPr>
          <w:rFonts w:ascii="Palatino Linotype" w:hAnsi="Palatino Linotype" w:cs="Times New Roman Tj"/>
          <w:color w:val="000000"/>
          <w:sz w:val="28"/>
          <w:szCs w:val="28"/>
          <w:lang w:val="tt-RU"/>
        </w:rPr>
        <w:t>у</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ра</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о ва дигар бино</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 xml:space="preserve">о </w:t>
      </w:r>
      <w:r w:rsidRPr="00784F69">
        <w:rPr>
          <w:rFonts w:ascii="Palatino Linotype" w:hAnsi="Palatino Linotype"/>
          <w:color w:val="000000"/>
          <w:sz w:val="28"/>
          <w:szCs w:val="28"/>
          <w:lang w:val="tt-RU"/>
        </w:rPr>
        <w:t>фароҳ</w:t>
      </w:r>
      <w:r w:rsidRPr="00784F69">
        <w:rPr>
          <w:rFonts w:ascii="Palatino Linotype" w:hAnsi="Palatino Linotype" w:cs="Times New Roman Tj"/>
          <w:color w:val="000000"/>
          <w:sz w:val="28"/>
          <w:szCs w:val="28"/>
          <w:lang w:val="tt-RU"/>
        </w:rPr>
        <w:t>ам меояд</w:t>
      </w:r>
      <w:r w:rsidRPr="00784F69">
        <w:rPr>
          <w:rFonts w:ascii="Palatino Linotype" w:hAnsi="Palatino Linotype"/>
          <w:color w:val="000000"/>
          <w:sz w:val="28"/>
          <w:szCs w:val="28"/>
          <w:lang w:val="tg-Cyrl-TJ"/>
        </w:rPr>
        <w:t>;</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$C) </w:t>
      </w:r>
      <w:r w:rsidRPr="00784F69">
        <w:rPr>
          <w:rFonts w:ascii="Palatino Linotype" w:hAnsi="Palatino Linotype"/>
          <w:color w:val="000000"/>
          <w:sz w:val="28"/>
          <w:szCs w:val="28"/>
          <w:lang w:val="tt-RU"/>
        </w:rPr>
        <w:t>Сармояи оинномавии бонк бо асъори милл</w:t>
      </w:r>
      <w:r w:rsidRPr="00784F69">
        <w:rPr>
          <w:rFonts w:ascii="Palatino Linotype" w:eastAsia="MS Mincho" w:hAnsi="Palatino Linotype" w:cs="MS Mincho"/>
          <w:color w:val="000000"/>
          <w:sz w:val="28"/>
          <w:szCs w:val="28"/>
          <w:lang w:val="tt-RU"/>
        </w:rPr>
        <w:t>ӣ</w:t>
      </w:r>
      <w:r w:rsidRPr="00784F69">
        <w:rPr>
          <w:rFonts w:ascii="Palatino Linotype" w:hAnsi="Palatino Linotype" w:cs="Times New Roman Tj"/>
          <w:color w:val="000000"/>
          <w:sz w:val="28"/>
          <w:szCs w:val="28"/>
          <w:lang w:val="tt-RU"/>
        </w:rPr>
        <w:t xml:space="preserve"> ва хори</w:t>
      </w:r>
      <w:r w:rsidRPr="00784F69">
        <w:rPr>
          <w:rFonts w:ascii="Palatino Linotype" w:eastAsia="MS Mincho" w:hAnsi="Palatino Linotype" w:cs="MS Mincho"/>
          <w:color w:val="000000"/>
          <w:sz w:val="28"/>
          <w:szCs w:val="28"/>
          <w:lang w:val="tt-RU"/>
        </w:rPr>
        <w:t>ҷӣ</w:t>
      </w:r>
      <w:r w:rsidRPr="00784F69">
        <w:rPr>
          <w:rFonts w:ascii="Palatino Linotype" w:hAnsi="Palatino Linotype" w:cs="Times New Roman Tj"/>
          <w:color w:val="000000"/>
          <w:sz w:val="28"/>
          <w:szCs w:val="28"/>
          <w:lang w:val="tt-RU"/>
        </w:rPr>
        <w:t xml:space="preserve"> аз </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исоби мабла</w:t>
      </w:r>
      <w:r w:rsidRPr="00784F69">
        <w:rPr>
          <w:rFonts w:ascii="Palatino Linotype" w:hAnsi="Palatino Linotype"/>
          <w:color w:val="000000"/>
          <w:sz w:val="28"/>
          <w:szCs w:val="28"/>
          <w:lang w:val="tt-RU"/>
        </w:rPr>
        <w:t>ғҳ</w:t>
      </w:r>
      <w:r w:rsidRPr="00784F69">
        <w:rPr>
          <w:rFonts w:ascii="Palatino Linotype" w:hAnsi="Palatino Linotype" w:cs="Times New Roman Tj"/>
          <w:color w:val="000000"/>
          <w:sz w:val="28"/>
          <w:szCs w:val="28"/>
          <w:lang w:val="tt-RU"/>
        </w:rPr>
        <w:t>ои пул</w:t>
      </w:r>
      <w:r w:rsidRPr="00784F69">
        <w:rPr>
          <w:rFonts w:ascii="Palatino Linotype" w:eastAsia="MS Mincho" w:hAnsi="Palatino Linotype" w:cs="MS Mincho"/>
          <w:color w:val="000000"/>
          <w:sz w:val="28"/>
          <w:szCs w:val="28"/>
          <w:lang w:val="tt-RU"/>
        </w:rPr>
        <w:t>ӣ</w:t>
      </w:r>
      <w:r w:rsidRPr="00784F69">
        <w:rPr>
          <w:rFonts w:ascii="Palatino Linotype" w:hAnsi="Palatino Linotype" w:cs="Times New Roman Tj"/>
          <w:color w:val="000000"/>
          <w:sz w:val="28"/>
          <w:szCs w:val="28"/>
          <w:lang w:val="tt-RU"/>
        </w:rPr>
        <w:t xml:space="preserve"> ва дорои</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ои модд</w:t>
      </w:r>
      <w:r w:rsidRPr="00784F69">
        <w:rPr>
          <w:rFonts w:ascii="Palatino Linotype" w:eastAsia="MS Mincho" w:hAnsi="Palatino Linotype" w:cs="MS Mincho"/>
          <w:color w:val="000000"/>
          <w:sz w:val="28"/>
          <w:szCs w:val="28"/>
          <w:lang w:val="tt-RU"/>
        </w:rPr>
        <w:t>ӣ</w:t>
      </w:r>
      <w:r w:rsidRPr="00784F69">
        <w:rPr>
          <w:rFonts w:ascii="Palatino Linotype" w:hAnsi="Palatino Linotype"/>
          <w:color w:val="000000"/>
          <w:sz w:val="28"/>
          <w:szCs w:val="28"/>
          <w:lang w:val="tt-RU"/>
        </w:rPr>
        <w:t xml:space="preserve"> аст</w:t>
      </w:r>
      <w:r w:rsidRPr="00784F69">
        <w:rPr>
          <w:rFonts w:ascii="Palatino Linotype" w:hAnsi="Palatino Linotype"/>
          <w:color w:val="000000"/>
          <w:sz w:val="28"/>
          <w:szCs w:val="28"/>
          <w:lang w:val="tg-Cyrl-TJ"/>
        </w:rPr>
        <w:t>;</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$D) </w:t>
      </w:r>
      <w:r w:rsidRPr="00784F69">
        <w:rPr>
          <w:rFonts w:ascii="Palatino Linotype" w:hAnsi="Palatino Linotype"/>
          <w:color w:val="000000"/>
          <w:sz w:val="28"/>
          <w:szCs w:val="28"/>
          <w:lang w:val="tt-RU"/>
        </w:rPr>
        <w:t>Сармояи оинномавии бонк бо асъори хори</w:t>
      </w:r>
      <w:r w:rsidRPr="00784F69">
        <w:rPr>
          <w:rFonts w:ascii="Palatino Linotype" w:eastAsia="MS Mincho" w:hAnsi="Palatino Linotype" w:cs="MS Mincho"/>
          <w:color w:val="000000"/>
          <w:sz w:val="28"/>
          <w:szCs w:val="28"/>
          <w:lang w:val="tt-RU"/>
        </w:rPr>
        <w:t>ҷӣ</w:t>
      </w:r>
      <w:r w:rsidRPr="00784F69">
        <w:rPr>
          <w:rFonts w:ascii="Palatino Linotype" w:hAnsi="Palatino Linotype"/>
          <w:color w:val="000000"/>
          <w:sz w:val="28"/>
          <w:szCs w:val="28"/>
          <w:lang w:val="tt-RU"/>
        </w:rPr>
        <w:t>ки дар онҳ</w:t>
      </w:r>
      <w:r w:rsidRPr="00784F69">
        <w:rPr>
          <w:rFonts w:ascii="Palatino Linotype" w:hAnsi="Palatino Linotype" w:cs="Times New Roman Tj"/>
          <w:color w:val="000000"/>
          <w:sz w:val="28"/>
          <w:szCs w:val="28"/>
          <w:lang w:val="tt-RU"/>
        </w:rPr>
        <w:t>о бонк ва во</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ид</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ои он во</w:t>
      </w:r>
      <w:r w:rsidRPr="00784F69">
        <w:rPr>
          <w:rFonts w:ascii="Palatino Linotype" w:hAnsi="Palatino Linotype"/>
          <w:color w:val="000000"/>
          <w:sz w:val="28"/>
          <w:szCs w:val="28"/>
          <w:lang w:val="tt-RU"/>
        </w:rPr>
        <w:t>қ</w:t>
      </w:r>
      <w:r w:rsidRPr="00784F69">
        <w:rPr>
          <w:rFonts w:ascii="Palatino Linotype" w:hAnsi="Palatino Linotype" w:cs="Times New Roman Tj"/>
          <w:color w:val="000000"/>
          <w:sz w:val="28"/>
          <w:szCs w:val="28"/>
          <w:lang w:val="tt-RU"/>
        </w:rPr>
        <w:t>еъ нагардидаанд</w:t>
      </w:r>
      <w:r w:rsidRPr="00784F69">
        <w:rPr>
          <w:rFonts w:ascii="Palatino Linotype" w:hAnsi="Palatino Linotype"/>
          <w:color w:val="000000"/>
          <w:sz w:val="28"/>
          <w:szCs w:val="28"/>
          <w:lang w:val="tg-Cyrl-TJ"/>
        </w:rPr>
        <w:t>;</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$E) </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 xml:space="preserve">амаи </w:t>
      </w:r>
      <w:r w:rsidRPr="00784F69">
        <w:rPr>
          <w:rFonts w:ascii="Palatino Linotype" w:eastAsia="MS Mincho" w:hAnsi="Palatino Linotype" w:cs="MS Mincho"/>
          <w:color w:val="000000"/>
          <w:sz w:val="28"/>
          <w:szCs w:val="28"/>
          <w:lang w:val="tg-Cyrl-TJ"/>
        </w:rPr>
        <w:t>ҷ</w:t>
      </w:r>
      <w:r w:rsidRPr="00784F69">
        <w:rPr>
          <w:rFonts w:ascii="Palatino Linotype" w:hAnsi="Palatino Linotype" w:cs="Times New Roman Tj"/>
          <w:color w:val="000000"/>
          <w:sz w:val="28"/>
          <w:szCs w:val="28"/>
          <w:lang w:val="tg-Cyrl-TJ"/>
        </w:rPr>
        <w:t>авоб</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 xml:space="preserve">о </w:t>
      </w:r>
      <w:r w:rsidRPr="00784F69">
        <w:rPr>
          <w:rFonts w:ascii="Palatino Linotype" w:hAnsi="Palatino Linotype"/>
          <w:color w:val="000000"/>
          <w:sz w:val="28"/>
          <w:szCs w:val="28"/>
          <w:lang w:val="tg-Cyrl-TJ"/>
        </w:rPr>
        <w:t>нодурустанд;</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 xml:space="preserve">@185. </w:t>
      </w:r>
    </w:p>
    <w:p w:rsidR="00B65CA5" w:rsidRPr="00784F69" w:rsidRDefault="00B65CA5" w:rsidP="00C84BB2">
      <w:pPr>
        <w:pStyle w:val="NoSpacing"/>
        <w:jc w:val="both"/>
        <w:rPr>
          <w:rFonts w:ascii="Palatino Linotype" w:hAnsi="Palatino Linotype"/>
          <w:b/>
          <w:color w:val="000000"/>
          <w:lang w:val="tg-Cyrl-TJ"/>
        </w:rPr>
      </w:pPr>
      <w:r w:rsidRPr="00784F69">
        <w:rPr>
          <w:rFonts w:ascii="Palatino Linotype" w:hAnsi="Palatino Linotype"/>
          <w:b/>
          <w:color w:val="000000"/>
          <w:sz w:val="28"/>
          <w:szCs w:val="28"/>
          <w:lang w:val="tg-Cyrl-TJ"/>
        </w:rPr>
        <w:t>Андозаи қ</w:t>
      </w:r>
      <w:r w:rsidRPr="00784F69">
        <w:rPr>
          <w:rFonts w:ascii="Palatino Linotype" w:hAnsi="Palatino Linotype" w:cs="Times New Roman Tj"/>
          <w:b/>
          <w:color w:val="000000"/>
          <w:sz w:val="28"/>
          <w:szCs w:val="28"/>
          <w:lang w:val="tg-Cyrl-TJ"/>
        </w:rPr>
        <w:t xml:space="preserve">исми </w:t>
      </w:r>
      <w:r w:rsidRPr="00784F69">
        <w:rPr>
          <w:rFonts w:ascii="Palatino Linotype" w:hAnsi="Palatino Linotype"/>
          <w:b/>
          <w:color w:val="000000"/>
          <w:sz w:val="28"/>
          <w:szCs w:val="28"/>
          <w:lang w:val="tg-Cyrl-TJ"/>
        </w:rPr>
        <w:t>ғ</w:t>
      </w:r>
      <w:r w:rsidRPr="00784F69">
        <w:rPr>
          <w:rFonts w:ascii="Palatino Linotype" w:hAnsi="Palatino Linotype" w:cs="Times New Roman Tj"/>
          <w:b/>
          <w:color w:val="000000"/>
          <w:sz w:val="28"/>
          <w:szCs w:val="28"/>
          <w:lang w:val="tg-Cyrl-TJ"/>
        </w:rPr>
        <w:t>айрипулии сармояи оинномав</w:t>
      </w:r>
      <w:r w:rsidRPr="00784F69">
        <w:rPr>
          <w:rFonts w:ascii="Palatino Linotype" w:eastAsia="MS Mincho" w:hAnsi="Palatino Linotype" w:cs="MS Mincho"/>
          <w:b/>
          <w:color w:val="000000"/>
          <w:sz w:val="28"/>
          <w:szCs w:val="28"/>
          <w:lang w:val="tg-Cyrl-TJ"/>
        </w:rPr>
        <w:t>ӣ</w:t>
      </w:r>
      <w:r w:rsidRPr="00784F69">
        <w:rPr>
          <w:rFonts w:ascii="Palatino Linotype" w:hAnsi="Palatino Linotype" w:cs="Times New Roman Tj"/>
          <w:b/>
          <w:color w:val="000000"/>
          <w:sz w:val="28"/>
          <w:szCs w:val="28"/>
          <w:lang w:val="tg-Cyrl-TJ"/>
        </w:rPr>
        <w:t xml:space="preserve"> барои бонки навташкилшаванда, набояд аз ч</w:t>
      </w:r>
      <w:r w:rsidRPr="00784F69">
        <w:rPr>
          <w:rFonts w:ascii="Palatino Linotype" w:hAnsi="Palatino Linotype"/>
          <w:b/>
          <w:color w:val="000000"/>
          <w:sz w:val="28"/>
          <w:szCs w:val="28"/>
          <w:lang w:val="tg-Cyrl-TJ"/>
        </w:rPr>
        <w:t>анд дар сади сармояи оинномавии фароҳ</w:t>
      </w:r>
      <w:r w:rsidRPr="00784F69">
        <w:rPr>
          <w:rFonts w:ascii="Palatino Linotype" w:hAnsi="Palatino Linotype" w:cs="Times New Roman Tj"/>
          <w:b/>
          <w:color w:val="000000"/>
          <w:sz w:val="28"/>
          <w:szCs w:val="28"/>
          <w:lang w:val="tg-Cyrl-TJ"/>
        </w:rPr>
        <w:t>амо</w:t>
      </w:r>
      <w:r w:rsidRPr="00784F69">
        <w:rPr>
          <w:rFonts w:ascii="Palatino Linotype" w:hAnsi="Palatino Linotype"/>
          <w:b/>
          <w:color w:val="000000"/>
          <w:sz w:val="28"/>
          <w:szCs w:val="28"/>
          <w:lang w:val="tt-RU"/>
        </w:rPr>
        <w:t>вардашуда</w:t>
      </w:r>
      <w:r w:rsidRPr="00784F69">
        <w:rPr>
          <w:rFonts w:ascii="Palatino Linotype" w:hAnsi="Palatino Linotype"/>
          <w:b/>
          <w:color w:val="000000"/>
          <w:sz w:val="28"/>
          <w:szCs w:val="28"/>
          <w:lang w:val="tg-Cyrl-TJ"/>
        </w:rPr>
        <w:t xml:space="preserve"> зиёд бошад?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$A) </w:t>
      </w:r>
      <w:r w:rsidRPr="00784F69">
        <w:rPr>
          <w:rFonts w:ascii="Palatino Linotype" w:hAnsi="Palatino Linotype"/>
          <w:color w:val="000000"/>
          <w:sz w:val="28"/>
          <w:szCs w:val="28"/>
          <w:lang w:val="tg-Cyrl-TJ"/>
        </w:rPr>
        <w:t>Набояд аз 20 дар сади сармояи оинномавии фароҳ</w:t>
      </w:r>
      <w:r w:rsidRPr="00784F69">
        <w:rPr>
          <w:rFonts w:ascii="Palatino Linotype" w:hAnsi="Palatino Linotype" w:cs="Times New Roman Tj"/>
          <w:color w:val="000000"/>
          <w:sz w:val="28"/>
          <w:szCs w:val="28"/>
          <w:lang w:val="tg-Cyrl-TJ"/>
        </w:rPr>
        <w:t>амо</w:t>
      </w:r>
      <w:r w:rsidRPr="00784F69">
        <w:rPr>
          <w:rFonts w:ascii="Palatino Linotype" w:hAnsi="Palatino Linotype"/>
          <w:color w:val="000000"/>
          <w:sz w:val="28"/>
          <w:szCs w:val="28"/>
          <w:lang w:val="tt-RU"/>
        </w:rPr>
        <w:t>вардашуда</w:t>
      </w:r>
      <w:r w:rsidRPr="00784F69">
        <w:rPr>
          <w:rFonts w:ascii="Palatino Linotype" w:hAnsi="Palatino Linotype"/>
          <w:color w:val="000000"/>
          <w:sz w:val="28"/>
          <w:szCs w:val="28"/>
          <w:lang w:val="tg-Cyrl-TJ"/>
        </w:rPr>
        <w:t xml:space="preserve"> зиёд бошад;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$B) </w:t>
      </w:r>
      <w:r w:rsidRPr="00784F69">
        <w:rPr>
          <w:rFonts w:ascii="Palatino Linotype" w:hAnsi="Palatino Linotype"/>
          <w:color w:val="000000"/>
          <w:sz w:val="28"/>
          <w:szCs w:val="28"/>
          <w:lang w:val="tg-Cyrl-TJ"/>
        </w:rPr>
        <w:t>Набояд аз 135 дар сади сармояи оинномавии фароҳ</w:t>
      </w:r>
      <w:r w:rsidRPr="00784F69">
        <w:rPr>
          <w:rFonts w:ascii="Palatino Linotype" w:hAnsi="Palatino Linotype" w:cs="Times New Roman Tj"/>
          <w:color w:val="000000"/>
          <w:sz w:val="28"/>
          <w:szCs w:val="28"/>
          <w:lang w:val="tg-Cyrl-TJ"/>
        </w:rPr>
        <w:t>амо</w:t>
      </w:r>
      <w:r w:rsidRPr="00784F69">
        <w:rPr>
          <w:rFonts w:ascii="Palatino Linotype" w:hAnsi="Palatino Linotype"/>
          <w:color w:val="000000"/>
          <w:sz w:val="28"/>
          <w:szCs w:val="28"/>
          <w:lang w:val="tt-RU"/>
        </w:rPr>
        <w:t>вардашуда</w:t>
      </w:r>
      <w:r w:rsidRPr="00784F69">
        <w:rPr>
          <w:rFonts w:ascii="Palatino Linotype" w:hAnsi="Palatino Linotype"/>
          <w:color w:val="000000"/>
          <w:sz w:val="28"/>
          <w:szCs w:val="28"/>
          <w:lang w:val="tg-Cyrl-TJ"/>
        </w:rPr>
        <w:t xml:space="preserve"> зиёд бошад;</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$C) </w:t>
      </w:r>
      <w:r w:rsidRPr="00784F69">
        <w:rPr>
          <w:rFonts w:ascii="Palatino Linotype" w:hAnsi="Palatino Linotype"/>
          <w:color w:val="000000"/>
          <w:sz w:val="28"/>
          <w:szCs w:val="28"/>
          <w:lang w:val="tg-Cyrl-TJ"/>
        </w:rPr>
        <w:t>Набояд аз 102 дар сади сармояи оинномавии фароҳ</w:t>
      </w:r>
      <w:r w:rsidRPr="00784F69">
        <w:rPr>
          <w:rFonts w:ascii="Palatino Linotype" w:hAnsi="Palatino Linotype" w:cs="Times New Roman Tj"/>
          <w:color w:val="000000"/>
          <w:sz w:val="28"/>
          <w:szCs w:val="28"/>
          <w:lang w:val="tg-Cyrl-TJ"/>
        </w:rPr>
        <w:t>амо</w:t>
      </w:r>
      <w:r w:rsidRPr="00784F69">
        <w:rPr>
          <w:rFonts w:ascii="Palatino Linotype" w:hAnsi="Palatino Linotype"/>
          <w:color w:val="000000"/>
          <w:sz w:val="28"/>
          <w:szCs w:val="28"/>
          <w:lang w:val="tt-RU"/>
        </w:rPr>
        <w:t>вардашуда</w:t>
      </w:r>
      <w:r w:rsidRPr="00784F69">
        <w:rPr>
          <w:rFonts w:ascii="Palatino Linotype" w:hAnsi="Palatino Linotype"/>
          <w:color w:val="000000"/>
          <w:sz w:val="28"/>
          <w:szCs w:val="28"/>
          <w:lang w:val="tg-Cyrl-TJ"/>
        </w:rPr>
        <w:t xml:space="preserve"> зиёд бошад;</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$D) </w:t>
      </w:r>
      <w:r w:rsidRPr="00784F69">
        <w:rPr>
          <w:rFonts w:ascii="Palatino Linotype" w:hAnsi="Palatino Linotype"/>
          <w:color w:val="000000"/>
          <w:sz w:val="28"/>
          <w:szCs w:val="28"/>
        </w:rPr>
        <w:t>Набояд аз 165 дар сади сармояи оинномавии фароҳ</w:t>
      </w:r>
      <w:r w:rsidRPr="00784F69">
        <w:rPr>
          <w:rFonts w:ascii="Palatino Linotype" w:hAnsi="Palatino Linotype" w:cs="Times New Roman Tj"/>
          <w:color w:val="000000"/>
          <w:sz w:val="28"/>
          <w:szCs w:val="28"/>
        </w:rPr>
        <w:t>амо</w:t>
      </w:r>
      <w:r w:rsidRPr="00784F69">
        <w:rPr>
          <w:rFonts w:ascii="Palatino Linotype" w:hAnsi="Palatino Linotype"/>
          <w:color w:val="000000"/>
          <w:sz w:val="28"/>
          <w:szCs w:val="28"/>
          <w:lang w:val="tt-RU"/>
        </w:rPr>
        <w:t>вардашуда</w:t>
      </w:r>
      <w:r w:rsidRPr="00784F69">
        <w:rPr>
          <w:rFonts w:ascii="Palatino Linotype" w:hAnsi="Palatino Linotype"/>
          <w:color w:val="000000"/>
          <w:sz w:val="28"/>
          <w:szCs w:val="28"/>
        </w:rPr>
        <w:t xml:space="preserve"> зиёд бошад;</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$E) </w:t>
      </w:r>
      <w:r w:rsidRPr="00784F69">
        <w:rPr>
          <w:rFonts w:ascii="Palatino Linotype" w:hAnsi="Palatino Linotype"/>
          <w:color w:val="000000"/>
          <w:sz w:val="28"/>
          <w:szCs w:val="28"/>
        </w:rPr>
        <w:t>Набояд аз 95 дар сади сармояи оинномавии фароҳ</w:t>
      </w:r>
      <w:r w:rsidRPr="00784F69">
        <w:rPr>
          <w:rFonts w:ascii="Palatino Linotype" w:hAnsi="Palatino Linotype" w:cs="Times New Roman Tj"/>
          <w:color w:val="000000"/>
          <w:sz w:val="28"/>
          <w:szCs w:val="28"/>
        </w:rPr>
        <w:t>амо</w:t>
      </w:r>
      <w:r w:rsidRPr="00784F69">
        <w:rPr>
          <w:rFonts w:ascii="Palatino Linotype" w:hAnsi="Palatino Linotype"/>
          <w:color w:val="000000"/>
          <w:sz w:val="28"/>
          <w:szCs w:val="28"/>
          <w:lang w:val="tt-RU"/>
        </w:rPr>
        <w:t>вардашуда</w:t>
      </w:r>
      <w:r w:rsidRPr="00784F69">
        <w:rPr>
          <w:rFonts w:ascii="Palatino Linotype" w:hAnsi="Palatino Linotype"/>
          <w:color w:val="000000"/>
          <w:sz w:val="28"/>
          <w:szCs w:val="28"/>
        </w:rPr>
        <w:t xml:space="preserve"> зиёд бошад</w:t>
      </w:r>
      <w:r w:rsidRPr="00784F69">
        <w:rPr>
          <w:rFonts w:ascii="Palatino Linotype" w:hAnsi="Palatino Linotype"/>
          <w:b/>
          <w:color w:val="000000"/>
          <w:sz w:val="28"/>
          <w:szCs w:val="28"/>
        </w:rPr>
        <w:t>;</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 xml:space="preserve">@186. </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Барои фароҳ</w:t>
      </w:r>
      <w:r w:rsidRPr="00784F69">
        <w:rPr>
          <w:rFonts w:ascii="Palatino Linotype" w:hAnsi="Palatino Linotype" w:cs="Times New Roman Tj"/>
          <w:b/>
          <w:color w:val="000000"/>
          <w:sz w:val="28"/>
          <w:szCs w:val="28"/>
          <w:lang w:val="tg-Cyrl-TJ"/>
        </w:rPr>
        <w:t>амоии сармояи оинномавии бонк кадом мабла</w:t>
      </w:r>
      <w:r w:rsidRPr="00784F69">
        <w:rPr>
          <w:rFonts w:ascii="Palatino Linotype" w:hAnsi="Palatino Linotype"/>
          <w:b/>
          <w:color w:val="000000"/>
          <w:sz w:val="28"/>
          <w:szCs w:val="28"/>
          <w:lang w:val="tg-Cyrl-TJ"/>
        </w:rPr>
        <w:t>ғҳ</w:t>
      </w:r>
      <w:r w:rsidRPr="00784F69">
        <w:rPr>
          <w:rFonts w:ascii="Palatino Linotype" w:hAnsi="Palatino Linotype" w:cs="Times New Roman Tj"/>
          <w:b/>
          <w:color w:val="000000"/>
          <w:sz w:val="28"/>
          <w:szCs w:val="28"/>
          <w:lang w:val="tg-Cyrl-TJ"/>
        </w:rPr>
        <w:t xml:space="preserve">ои пулии </w:t>
      </w:r>
      <w:r w:rsidRPr="00784F69">
        <w:rPr>
          <w:rFonts w:ascii="Palatino Linotype" w:eastAsia="MS Mincho" w:hAnsi="Palatino Linotype" w:cs="MS Mincho"/>
          <w:b/>
          <w:color w:val="000000"/>
          <w:sz w:val="28"/>
          <w:szCs w:val="28"/>
          <w:lang w:val="tg-Cyrl-TJ"/>
        </w:rPr>
        <w:t>ҷ</w:t>
      </w:r>
      <w:r w:rsidRPr="00784F69">
        <w:rPr>
          <w:rFonts w:ascii="Palatino Linotype" w:hAnsi="Palatino Linotype" w:cs="Times New Roman Tj"/>
          <w:b/>
          <w:color w:val="000000"/>
          <w:sz w:val="28"/>
          <w:szCs w:val="28"/>
          <w:lang w:val="tg-Cyrl-TJ"/>
        </w:rPr>
        <w:t>албгардида</w:t>
      </w:r>
      <w:r w:rsidRPr="00784F69">
        <w:rPr>
          <w:rFonts w:ascii="Palatino Linotype" w:hAnsi="Palatino Linotype"/>
          <w:b/>
          <w:color w:val="000000"/>
          <w:sz w:val="28"/>
          <w:szCs w:val="28"/>
          <w:lang w:val="tg-Cyrl-TJ"/>
        </w:rPr>
        <w:t>, наметавонанд истифода шаванд?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$A) </w:t>
      </w:r>
      <w:r w:rsidRPr="00784F69">
        <w:rPr>
          <w:rFonts w:ascii="Palatino Linotype" w:hAnsi="Palatino Linotype"/>
          <w:color w:val="000000"/>
          <w:sz w:val="28"/>
          <w:szCs w:val="28"/>
          <w:lang w:val="tg-Cyrl-TJ"/>
        </w:rPr>
        <w:t>Маблағҳ</w:t>
      </w:r>
      <w:r w:rsidRPr="00784F69">
        <w:rPr>
          <w:rFonts w:ascii="Palatino Linotype" w:hAnsi="Palatino Linotype" w:cs="Times New Roman Tj"/>
          <w:color w:val="000000"/>
          <w:sz w:val="28"/>
          <w:szCs w:val="28"/>
          <w:lang w:val="tg-Cyrl-TJ"/>
        </w:rPr>
        <w:t>ои бу</w:t>
      </w:r>
      <w:r w:rsidRPr="00784F69">
        <w:rPr>
          <w:rFonts w:ascii="Palatino Linotype" w:eastAsia="MS Mincho" w:hAnsi="Palatino Linotype" w:cs="MS Mincho"/>
          <w:color w:val="000000"/>
          <w:sz w:val="28"/>
          <w:szCs w:val="28"/>
          <w:lang w:val="tg-Cyrl-TJ"/>
        </w:rPr>
        <w:t>ҷ</w:t>
      </w:r>
      <w:r w:rsidRPr="00784F69">
        <w:rPr>
          <w:rFonts w:ascii="Palatino Linotype" w:hAnsi="Palatino Linotype" w:cs="Times New Roman Tj"/>
          <w:color w:val="000000"/>
          <w:sz w:val="28"/>
          <w:szCs w:val="28"/>
          <w:lang w:val="tg-Cyrl-TJ"/>
        </w:rPr>
        <w:t>ети</w:t>
      </w:r>
      <w:r w:rsidRPr="00784F69">
        <w:rPr>
          <w:rFonts w:ascii="Palatino Linotype" w:eastAsia="MS Mincho" w:hAnsi="Palatino Linotype" w:cs="MS Mincho"/>
          <w:color w:val="000000"/>
          <w:sz w:val="28"/>
          <w:szCs w:val="28"/>
          <w:lang w:val="tg-Cyrl-TJ"/>
        </w:rPr>
        <w:t>ҷ</w:t>
      </w:r>
      <w:r w:rsidRPr="00784F69">
        <w:rPr>
          <w:rFonts w:ascii="Palatino Linotype" w:hAnsi="Palatino Linotype" w:cs="Times New Roman Tj"/>
          <w:color w:val="000000"/>
          <w:sz w:val="28"/>
          <w:szCs w:val="28"/>
          <w:lang w:val="tg-Cyrl-TJ"/>
        </w:rPr>
        <w:t>ум</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ур</w:t>
      </w:r>
      <w:r w:rsidRPr="00784F69">
        <w:rPr>
          <w:rFonts w:ascii="Palatino Linotype" w:eastAsia="MS Mincho" w:hAnsi="Palatino Linotype" w:cs="MS Mincho"/>
          <w:color w:val="000000"/>
          <w:sz w:val="28"/>
          <w:szCs w:val="28"/>
          <w:lang w:val="tg-Cyrl-TJ"/>
        </w:rPr>
        <w:t>ӣ</w:t>
      </w:r>
      <w:r w:rsidRPr="00784F69">
        <w:rPr>
          <w:rFonts w:ascii="Palatino Linotype" w:hAnsi="Palatino Linotype" w:cs="Times New Roman Tj"/>
          <w:color w:val="000000"/>
          <w:sz w:val="28"/>
          <w:szCs w:val="28"/>
          <w:lang w:val="tg-Cyrl-TJ"/>
        </w:rPr>
        <w:t xml:space="preserve"> ва фонд</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 xml:space="preserve">ои давлатии </w:t>
      </w:r>
      <w:r w:rsidRPr="00784F69">
        <w:rPr>
          <w:rFonts w:ascii="Palatino Linotype" w:hAnsi="Palatino Linotype"/>
          <w:color w:val="000000"/>
          <w:sz w:val="28"/>
          <w:szCs w:val="28"/>
          <w:lang w:val="tg-Cyrl-TJ"/>
        </w:rPr>
        <w:t>ғ</w:t>
      </w:r>
      <w:r w:rsidRPr="00784F69">
        <w:rPr>
          <w:rFonts w:ascii="Palatino Linotype" w:hAnsi="Palatino Linotype" w:cs="Times New Roman Tj"/>
          <w:color w:val="000000"/>
          <w:sz w:val="28"/>
          <w:szCs w:val="28"/>
          <w:lang w:val="tg-Cyrl-TJ"/>
        </w:rPr>
        <w:t>айрибу</w:t>
      </w:r>
      <w:r w:rsidRPr="00784F69">
        <w:rPr>
          <w:rFonts w:ascii="Palatino Linotype" w:eastAsia="MS Mincho" w:hAnsi="Palatino Linotype" w:cs="MS Mincho"/>
          <w:color w:val="000000"/>
          <w:sz w:val="28"/>
          <w:szCs w:val="28"/>
          <w:lang w:val="tg-Cyrl-TJ"/>
        </w:rPr>
        <w:t>ҷ</w:t>
      </w:r>
      <w:r w:rsidRPr="00784F69">
        <w:rPr>
          <w:rFonts w:ascii="Palatino Linotype" w:hAnsi="Palatino Linotype" w:cs="Times New Roman Tj"/>
          <w:color w:val="000000"/>
          <w:sz w:val="28"/>
          <w:szCs w:val="28"/>
          <w:lang w:val="tg-Cyrl-TJ"/>
        </w:rPr>
        <w:t>ет</w:t>
      </w:r>
      <w:r w:rsidRPr="00784F69">
        <w:rPr>
          <w:rFonts w:ascii="Palatino Linotype" w:eastAsia="MS Mincho" w:hAnsi="Palatino Linotype" w:cs="MS Mincho"/>
          <w:color w:val="000000"/>
          <w:sz w:val="28"/>
          <w:szCs w:val="28"/>
          <w:lang w:val="tg-Cyrl-TJ"/>
        </w:rPr>
        <w:t>ӣ</w:t>
      </w:r>
      <w:r w:rsidRPr="00784F69">
        <w:rPr>
          <w:rFonts w:ascii="Palatino Linotype" w:hAnsi="Palatino Linotype" w:cs="Times New Roman Tj"/>
          <w:color w:val="000000"/>
          <w:sz w:val="28"/>
          <w:szCs w:val="28"/>
          <w:lang w:val="tg-Cyrl-TJ"/>
        </w:rPr>
        <w:t>, мабла</w:t>
      </w:r>
      <w:r w:rsidRPr="00784F69">
        <w:rPr>
          <w:rFonts w:ascii="Palatino Linotype" w:hAnsi="Palatino Linotype"/>
          <w:color w:val="000000"/>
          <w:sz w:val="28"/>
          <w:szCs w:val="28"/>
          <w:lang w:val="tg-Cyrl-TJ"/>
        </w:rPr>
        <w:t>ғҳ</w:t>
      </w:r>
      <w:r w:rsidRPr="00784F69">
        <w:rPr>
          <w:rFonts w:ascii="Palatino Linotype" w:hAnsi="Palatino Linotype" w:cs="Times New Roman Tj"/>
          <w:color w:val="000000"/>
          <w:sz w:val="28"/>
          <w:szCs w:val="28"/>
          <w:lang w:val="tg-Cyrl-TJ"/>
        </w:rPr>
        <w:t>ои пулии озод ва объект</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ои дигари моликият, ки дар ихтиёри ма</w:t>
      </w:r>
      <w:r w:rsidRPr="00784F69">
        <w:rPr>
          <w:rFonts w:ascii="Palatino Linotype" w:hAnsi="Palatino Linotype"/>
          <w:color w:val="000000"/>
          <w:sz w:val="28"/>
          <w:szCs w:val="28"/>
          <w:lang w:val="tg-Cyrl-TJ"/>
        </w:rPr>
        <w:t>қ</w:t>
      </w:r>
      <w:r w:rsidRPr="00784F69">
        <w:rPr>
          <w:rFonts w:ascii="Palatino Linotype" w:hAnsi="Palatino Linotype" w:cs="Times New Roman Tj"/>
          <w:color w:val="000000"/>
          <w:sz w:val="28"/>
          <w:szCs w:val="28"/>
          <w:lang w:val="tg-Cyrl-TJ"/>
        </w:rPr>
        <w:t xml:space="preserve">омоти </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окимияти давлат</w:t>
      </w:r>
      <w:r w:rsidRPr="00784F69">
        <w:rPr>
          <w:rFonts w:ascii="Palatino Linotype" w:eastAsia="MS Mincho" w:hAnsi="Palatino Linotype" w:cs="MS Mincho"/>
          <w:color w:val="000000"/>
          <w:sz w:val="28"/>
          <w:szCs w:val="28"/>
          <w:lang w:val="tg-Cyrl-TJ"/>
        </w:rPr>
        <w:t>ӣ</w:t>
      </w:r>
      <w:r w:rsidRPr="00784F69">
        <w:rPr>
          <w:rFonts w:ascii="Palatino Linotype" w:hAnsi="Palatino Linotype" w:cs="Times New Roman Tj"/>
          <w:color w:val="000000"/>
          <w:sz w:val="28"/>
          <w:szCs w:val="28"/>
          <w:lang w:val="tg-Cyrl-TJ"/>
        </w:rPr>
        <w:t xml:space="preserve"> мав</w:t>
      </w:r>
      <w:r w:rsidRPr="00784F69">
        <w:rPr>
          <w:rFonts w:ascii="Palatino Linotype" w:eastAsia="MS Mincho" w:hAnsi="Palatino Linotype" w:cs="MS Mincho"/>
          <w:color w:val="000000"/>
          <w:sz w:val="28"/>
          <w:szCs w:val="28"/>
          <w:lang w:val="tg-Cyrl-TJ"/>
        </w:rPr>
        <w:t>ҷ</w:t>
      </w:r>
      <w:r w:rsidRPr="00784F69">
        <w:rPr>
          <w:rFonts w:ascii="Palatino Linotype" w:hAnsi="Palatino Linotype" w:cs="Times New Roman Tj"/>
          <w:color w:val="000000"/>
          <w:sz w:val="28"/>
          <w:szCs w:val="28"/>
          <w:lang w:val="tg-Cyrl-TJ"/>
        </w:rPr>
        <w:t>уданд, наметавонанд истифода шаванд;</w:t>
      </w:r>
    </w:p>
    <w:p w:rsidR="00B65CA5" w:rsidRPr="00784F69" w:rsidRDefault="00B65CA5" w:rsidP="00C84BB2">
      <w:pPr>
        <w:spacing w:after="0" w:line="240" w:lineRule="auto"/>
        <w:jc w:val="both"/>
        <w:rPr>
          <w:rFonts w:ascii="Palatino Linotype" w:hAnsi="Palatino Linotype"/>
          <w:color w:val="000000"/>
          <w:sz w:val="28"/>
          <w:szCs w:val="28"/>
          <w:lang w:val="tt-RU"/>
        </w:rPr>
      </w:pPr>
      <w:r w:rsidRPr="00784F69">
        <w:rPr>
          <w:rFonts w:ascii="Palatino Linotype" w:hAnsi="Palatino Linotype"/>
          <w:b/>
          <w:color w:val="000000"/>
          <w:sz w:val="28"/>
          <w:szCs w:val="28"/>
          <w:lang w:val="tg-Cyrl-TJ"/>
        </w:rPr>
        <w:t xml:space="preserve">$B) </w:t>
      </w:r>
      <w:r w:rsidRPr="00784F69">
        <w:rPr>
          <w:rFonts w:ascii="Palatino Linotype" w:hAnsi="Palatino Linotype"/>
          <w:color w:val="000000"/>
          <w:sz w:val="28"/>
          <w:szCs w:val="28"/>
          <w:lang w:val="tg-Cyrl-TJ"/>
        </w:rPr>
        <w:t>Маблағҳ</w:t>
      </w:r>
      <w:r w:rsidRPr="00784F69">
        <w:rPr>
          <w:rFonts w:ascii="Palatino Linotype" w:hAnsi="Palatino Linotype" w:cs="Times New Roman Tj"/>
          <w:color w:val="000000"/>
          <w:sz w:val="28"/>
          <w:szCs w:val="28"/>
          <w:lang w:val="tg-Cyrl-TJ"/>
        </w:rPr>
        <w:t>ои озод ва фонд</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 xml:space="preserve">ои </w:t>
      </w:r>
      <w:r w:rsidRPr="00784F69">
        <w:rPr>
          <w:rFonts w:ascii="Palatino Linotype" w:hAnsi="Palatino Linotype"/>
          <w:color w:val="000000"/>
          <w:sz w:val="28"/>
          <w:szCs w:val="28"/>
          <w:lang w:val="tg-Cyrl-TJ"/>
        </w:rPr>
        <w:t>ғ</w:t>
      </w:r>
      <w:r w:rsidRPr="00784F69">
        <w:rPr>
          <w:rFonts w:ascii="Palatino Linotype" w:hAnsi="Palatino Linotype" w:cs="Times New Roman Tj"/>
          <w:color w:val="000000"/>
          <w:sz w:val="28"/>
          <w:szCs w:val="28"/>
          <w:lang w:val="tg-Cyrl-TJ"/>
        </w:rPr>
        <w:t xml:space="preserve">айридавлатии </w:t>
      </w:r>
      <w:r w:rsidRPr="00784F69">
        <w:rPr>
          <w:rFonts w:ascii="Palatino Linotype" w:hAnsi="Palatino Linotype"/>
          <w:color w:val="000000"/>
          <w:sz w:val="28"/>
          <w:szCs w:val="28"/>
          <w:lang w:val="tt-RU"/>
        </w:rPr>
        <w:t>аз ҳ</w:t>
      </w:r>
      <w:r w:rsidRPr="00784F69">
        <w:rPr>
          <w:rFonts w:ascii="Palatino Linotype" w:hAnsi="Palatino Linotype" w:cs="Times New Roman Tj"/>
          <w:color w:val="000000"/>
          <w:sz w:val="28"/>
          <w:szCs w:val="28"/>
          <w:lang w:val="tt-RU"/>
        </w:rPr>
        <w:t>исоби мабла</w:t>
      </w:r>
      <w:r w:rsidRPr="00784F69">
        <w:rPr>
          <w:rFonts w:ascii="Palatino Linotype" w:hAnsi="Palatino Linotype"/>
          <w:color w:val="000000"/>
          <w:sz w:val="28"/>
          <w:szCs w:val="28"/>
          <w:lang w:val="tt-RU"/>
        </w:rPr>
        <w:t>ғҳ</w:t>
      </w:r>
      <w:r w:rsidRPr="00784F69">
        <w:rPr>
          <w:rFonts w:ascii="Palatino Linotype" w:hAnsi="Palatino Linotype" w:cs="Times New Roman Tj"/>
          <w:color w:val="000000"/>
          <w:sz w:val="28"/>
          <w:szCs w:val="28"/>
          <w:lang w:val="tt-RU"/>
        </w:rPr>
        <w:t>ои пул</w:t>
      </w:r>
      <w:r w:rsidRPr="00784F69">
        <w:rPr>
          <w:rFonts w:ascii="Palatino Linotype" w:eastAsia="MS Mincho" w:hAnsi="Palatino Linotype" w:cs="MS Mincho"/>
          <w:color w:val="000000"/>
          <w:sz w:val="28"/>
          <w:szCs w:val="28"/>
          <w:lang w:val="tt-RU"/>
        </w:rPr>
        <w:t>ӣ</w:t>
      </w:r>
      <w:r w:rsidRPr="00784F69">
        <w:rPr>
          <w:rFonts w:ascii="Palatino Linotype" w:hAnsi="Palatino Linotype"/>
          <w:color w:val="000000"/>
          <w:sz w:val="28"/>
          <w:szCs w:val="28"/>
          <w:lang w:val="tt-RU"/>
        </w:rPr>
        <w:t>фароҳ</w:t>
      </w:r>
      <w:r w:rsidRPr="00784F69">
        <w:rPr>
          <w:rFonts w:ascii="Palatino Linotype" w:hAnsi="Palatino Linotype" w:cs="Times New Roman Tj"/>
          <w:color w:val="000000"/>
          <w:sz w:val="28"/>
          <w:szCs w:val="28"/>
          <w:lang w:val="tt-RU"/>
        </w:rPr>
        <w:t>ам меояд</w:t>
      </w:r>
      <w:r w:rsidRPr="00784F69">
        <w:rPr>
          <w:rFonts w:ascii="Palatino Linotype" w:hAnsi="Palatino Linotype"/>
          <w:color w:val="000000"/>
          <w:sz w:val="28"/>
          <w:szCs w:val="28"/>
          <w:lang w:val="tg-Cyrl-TJ"/>
        </w:rPr>
        <w:t>, наметавонанд истифода шаванд;</w:t>
      </w:r>
    </w:p>
    <w:p w:rsidR="00B65CA5" w:rsidRPr="00784F69" w:rsidRDefault="00B65CA5" w:rsidP="00C84BB2">
      <w:pPr>
        <w:spacing w:after="0" w:line="240" w:lineRule="auto"/>
        <w:jc w:val="both"/>
        <w:rPr>
          <w:rFonts w:ascii="Palatino Linotype" w:hAnsi="Palatino Linotype"/>
          <w:b/>
          <w:color w:val="000000"/>
          <w:sz w:val="28"/>
          <w:szCs w:val="28"/>
        </w:rPr>
      </w:pPr>
      <w:r w:rsidRPr="00784F69">
        <w:rPr>
          <w:rFonts w:ascii="Palatino Linotype" w:hAnsi="Palatino Linotype"/>
          <w:b/>
          <w:color w:val="000000"/>
          <w:sz w:val="28"/>
          <w:szCs w:val="28"/>
        </w:rPr>
        <w:t>$</w:t>
      </w:r>
      <w:r w:rsidRPr="00784F69">
        <w:rPr>
          <w:rFonts w:ascii="Palatino Linotype" w:hAnsi="Palatino Linotype"/>
          <w:b/>
          <w:color w:val="000000"/>
          <w:sz w:val="28"/>
          <w:szCs w:val="28"/>
          <w:lang w:val="en-US"/>
        </w:rPr>
        <w:t>C</w:t>
      </w:r>
      <w:r w:rsidRPr="00784F69">
        <w:rPr>
          <w:rFonts w:ascii="Palatino Linotype" w:hAnsi="Palatino Linotype"/>
          <w:b/>
          <w:color w:val="000000"/>
          <w:sz w:val="28"/>
          <w:szCs w:val="28"/>
        </w:rPr>
        <w:t xml:space="preserve">) </w:t>
      </w:r>
      <w:r w:rsidRPr="00784F69">
        <w:rPr>
          <w:rFonts w:ascii="Palatino Linotype" w:hAnsi="Palatino Linotype"/>
          <w:color w:val="000000"/>
          <w:sz w:val="24"/>
          <w:szCs w:val="24"/>
        </w:rPr>
        <w:t>НОДУРУСТ</w:t>
      </w:r>
      <w:r w:rsidRPr="00784F69">
        <w:rPr>
          <w:rFonts w:ascii="Palatino Linotype" w:hAnsi="Palatino Linotype"/>
          <w:color w:val="000000"/>
          <w:sz w:val="28"/>
          <w:szCs w:val="28"/>
        </w:rPr>
        <w:t>;</w:t>
      </w:r>
    </w:p>
    <w:p w:rsidR="00B65CA5" w:rsidRPr="00784F69" w:rsidRDefault="00B65CA5" w:rsidP="00C84BB2">
      <w:pPr>
        <w:spacing w:after="0" w:line="240" w:lineRule="auto"/>
        <w:jc w:val="both"/>
        <w:rPr>
          <w:rFonts w:ascii="Palatino Linotype" w:hAnsi="Palatino Linotype"/>
          <w:b/>
          <w:color w:val="000000"/>
          <w:sz w:val="28"/>
          <w:szCs w:val="28"/>
          <w:u w:val="single"/>
          <w:lang w:val="tg-Cyrl-TJ"/>
        </w:rPr>
      </w:pPr>
      <w:r w:rsidRPr="00784F69">
        <w:rPr>
          <w:rFonts w:ascii="Palatino Linotype" w:hAnsi="Palatino Linotype"/>
          <w:b/>
          <w:color w:val="000000"/>
          <w:sz w:val="28"/>
          <w:szCs w:val="28"/>
          <w:lang w:val="tg-Cyrl-TJ"/>
        </w:rPr>
        <w:t xml:space="preserve">$D) </w:t>
      </w:r>
      <w:r w:rsidRPr="00784F69">
        <w:rPr>
          <w:rFonts w:ascii="Palatino Linotype" w:hAnsi="Palatino Linotype"/>
          <w:color w:val="000000"/>
          <w:sz w:val="28"/>
          <w:szCs w:val="28"/>
        </w:rPr>
        <w:t>гардиши озоди пул дар бозор;</w:t>
      </w:r>
    </w:p>
    <w:p w:rsidR="00B65CA5" w:rsidRPr="00784F69" w:rsidRDefault="00B65CA5" w:rsidP="00C84BB2">
      <w:pPr>
        <w:spacing w:after="0" w:line="240" w:lineRule="auto"/>
        <w:jc w:val="both"/>
        <w:rPr>
          <w:rFonts w:ascii="Palatino Linotype" w:hAnsi="Palatino Linotype"/>
          <w:b/>
          <w:color w:val="000000"/>
          <w:sz w:val="28"/>
          <w:szCs w:val="28"/>
          <w:u w:val="single"/>
          <w:lang w:val="tg-Cyrl-TJ"/>
        </w:rPr>
      </w:pPr>
      <w:r w:rsidRPr="00784F69">
        <w:rPr>
          <w:rFonts w:ascii="Palatino Linotype" w:hAnsi="Palatino Linotype"/>
          <w:b/>
          <w:color w:val="000000"/>
          <w:sz w:val="28"/>
          <w:szCs w:val="28"/>
          <w:lang w:val="tg-Cyrl-TJ"/>
        </w:rPr>
        <w:t xml:space="preserve">$E) </w:t>
      </w:r>
      <w:r w:rsidRPr="00784F69">
        <w:rPr>
          <w:rFonts w:ascii="Palatino Linotype" w:hAnsi="Palatino Linotype"/>
          <w:color w:val="000000"/>
          <w:sz w:val="28"/>
          <w:szCs w:val="28"/>
        </w:rPr>
        <w:t>гардиши тавакалноки пулҳое, ки дар муомилот мебошанд;</w:t>
      </w:r>
    </w:p>
    <w:p w:rsidR="00B65CA5" w:rsidRPr="00784F69" w:rsidRDefault="00B65CA5" w:rsidP="00C84BB2">
      <w:pPr>
        <w:pStyle w:val="BodyTextIndent2"/>
        <w:ind w:firstLine="0"/>
        <w:rPr>
          <w:rFonts w:ascii="Palatino Linotype" w:hAnsi="Palatino Linotype"/>
          <w:b/>
          <w:color w:val="000000"/>
          <w:szCs w:val="28"/>
          <w:lang w:val="tg-Cyrl-TJ"/>
        </w:rPr>
      </w:pPr>
      <w:r w:rsidRPr="00784F69">
        <w:rPr>
          <w:rFonts w:ascii="Palatino Linotype" w:hAnsi="Palatino Linotype"/>
          <w:b/>
          <w:color w:val="000000"/>
          <w:szCs w:val="28"/>
          <w:lang w:val="tg-Cyrl-TJ"/>
        </w:rPr>
        <w:t xml:space="preserve">@187. </w:t>
      </w:r>
    </w:p>
    <w:p w:rsidR="00B65CA5" w:rsidRPr="00784F69" w:rsidRDefault="00B65CA5" w:rsidP="00C84BB2">
      <w:pPr>
        <w:pStyle w:val="BodyTextIndent2"/>
        <w:ind w:firstLine="0"/>
        <w:rPr>
          <w:rFonts w:ascii="Palatino Linotype" w:hAnsi="Palatino Linotype"/>
          <w:b/>
          <w:color w:val="000000"/>
          <w:szCs w:val="28"/>
          <w:lang w:val="tg-Cyrl-TJ"/>
        </w:rPr>
      </w:pPr>
      <w:r w:rsidRPr="00784F69">
        <w:rPr>
          <w:rFonts w:ascii="Palatino Linotype" w:hAnsi="Palatino Linotype"/>
          <w:b/>
          <w:color w:val="000000"/>
          <w:szCs w:val="28"/>
          <w:lang w:val="tg-Cyrl-TJ"/>
        </w:rPr>
        <w:t>Тасдиқ</w:t>
      </w:r>
      <w:r w:rsidRPr="00784F69">
        <w:rPr>
          <w:rFonts w:ascii="Palatino Linotype" w:hAnsi="Palatino Linotype" w:cs="Times New Roman Tj"/>
          <w:b/>
          <w:color w:val="000000"/>
          <w:szCs w:val="28"/>
          <w:lang w:val="tg-Cyrl-TJ"/>
        </w:rPr>
        <w:t>и пардохти сармояи оинномав</w:t>
      </w:r>
      <w:r w:rsidRPr="00784F69">
        <w:rPr>
          <w:rFonts w:ascii="Palatino Linotype" w:hAnsi="Palatino Linotype" w:cs="MS Mincho"/>
          <w:b/>
          <w:color w:val="000000"/>
          <w:szCs w:val="28"/>
          <w:lang w:val="tg-Cyrl-TJ"/>
        </w:rPr>
        <w:t>ӣ</w:t>
      </w:r>
      <w:r w:rsidRPr="00784F69">
        <w:rPr>
          <w:rFonts w:ascii="Palatino Linotype" w:hAnsi="Palatino Linotype" w:cs="Times New Roman Tj"/>
          <w:b/>
          <w:color w:val="000000"/>
          <w:szCs w:val="28"/>
          <w:lang w:val="tg-Cyrl-TJ"/>
        </w:rPr>
        <w:t xml:space="preserve"> дар муддати чанд мо</w:t>
      </w:r>
      <w:r w:rsidRPr="00784F69">
        <w:rPr>
          <w:rFonts w:ascii="Palatino Linotype" w:hAnsi="Palatino Linotype"/>
          <w:b/>
          <w:color w:val="000000"/>
          <w:szCs w:val="28"/>
          <w:lang w:val="tg-Cyrl-TJ"/>
        </w:rPr>
        <w:t>ҳ</w:t>
      </w:r>
      <w:r w:rsidRPr="00784F69">
        <w:rPr>
          <w:rFonts w:ascii="Palatino Linotype" w:hAnsi="Palatino Linotype" w:cs="Times New Roman Tj"/>
          <w:b/>
          <w:color w:val="000000"/>
          <w:szCs w:val="28"/>
          <w:lang w:val="tg-Cyrl-TJ"/>
        </w:rPr>
        <w:t xml:space="preserve"> ва чанд фоиз амал мешавад?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$A) </w:t>
      </w:r>
      <w:r w:rsidRPr="00784F69">
        <w:rPr>
          <w:rFonts w:ascii="Palatino Linotype" w:hAnsi="Palatino Linotype"/>
          <w:color w:val="000000"/>
          <w:sz w:val="28"/>
          <w:szCs w:val="28"/>
          <w:lang w:val="tg-Cyrl-TJ"/>
        </w:rPr>
        <w:t>Дар муддати се моҳ</w:t>
      </w:r>
      <w:r w:rsidRPr="00784F69">
        <w:rPr>
          <w:rFonts w:ascii="Palatino Linotype" w:hAnsi="Palatino Linotype" w:cs="Times New Roman Tj"/>
          <w:color w:val="000000"/>
          <w:sz w:val="28"/>
          <w:szCs w:val="28"/>
          <w:lang w:val="tg-Cyrl-TJ"/>
        </w:rPr>
        <w:t xml:space="preserve">и баъди </w:t>
      </w:r>
      <w:r w:rsidRPr="00784F69">
        <w:rPr>
          <w:rFonts w:ascii="Palatino Linotype" w:hAnsi="Palatino Linotype"/>
          <w:color w:val="000000"/>
          <w:sz w:val="28"/>
          <w:szCs w:val="28"/>
          <w:lang w:val="tt-RU"/>
        </w:rPr>
        <w:t>ба</w:t>
      </w:r>
      <w:r w:rsidRPr="00784F69">
        <w:rPr>
          <w:rFonts w:ascii="Palatino Linotype" w:hAnsi="Palatino Linotype"/>
          <w:color w:val="000000"/>
          <w:sz w:val="28"/>
          <w:szCs w:val="28"/>
          <w:lang w:val="tg-Cyrl-TJ"/>
        </w:rPr>
        <w:t>қ</w:t>
      </w:r>
      <w:r w:rsidRPr="00784F69">
        <w:rPr>
          <w:rFonts w:ascii="Palatino Linotype" w:hAnsi="Palatino Linotype"/>
          <w:color w:val="000000"/>
          <w:sz w:val="28"/>
          <w:szCs w:val="28"/>
          <w:lang w:val="tt-RU"/>
        </w:rPr>
        <w:t>айдгирии давлатии</w:t>
      </w:r>
      <w:r w:rsidRPr="00784F69">
        <w:rPr>
          <w:rFonts w:ascii="Palatino Linotype" w:hAnsi="Palatino Linotype"/>
          <w:color w:val="000000"/>
          <w:sz w:val="28"/>
          <w:szCs w:val="28"/>
          <w:lang w:val="tg-Cyrl-TJ"/>
        </w:rPr>
        <w:t xml:space="preserve"> бонк, муассисони он бояд сармояи оинномавии эълоншударо 100 фоиз пардохт намоянд;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$B) </w:t>
      </w:r>
      <w:r w:rsidRPr="00784F69">
        <w:rPr>
          <w:rFonts w:ascii="Palatino Linotype" w:hAnsi="Palatino Linotype"/>
          <w:color w:val="000000"/>
          <w:sz w:val="28"/>
          <w:szCs w:val="28"/>
          <w:lang w:val="tg-Cyrl-TJ"/>
        </w:rPr>
        <w:t>Дар муддати чор моҳ</w:t>
      </w:r>
      <w:r w:rsidRPr="00784F69">
        <w:rPr>
          <w:rFonts w:ascii="Palatino Linotype" w:hAnsi="Palatino Linotype" w:cs="Times New Roman Tj"/>
          <w:color w:val="000000"/>
          <w:sz w:val="28"/>
          <w:szCs w:val="28"/>
          <w:lang w:val="tg-Cyrl-TJ"/>
        </w:rPr>
        <w:t xml:space="preserve">и баъди </w:t>
      </w:r>
      <w:r w:rsidRPr="00784F69">
        <w:rPr>
          <w:rFonts w:ascii="Palatino Linotype" w:hAnsi="Palatino Linotype"/>
          <w:color w:val="000000"/>
          <w:sz w:val="28"/>
          <w:szCs w:val="28"/>
          <w:lang w:val="tt-RU"/>
        </w:rPr>
        <w:t>ба</w:t>
      </w:r>
      <w:r w:rsidRPr="00784F69">
        <w:rPr>
          <w:rFonts w:ascii="Palatino Linotype" w:hAnsi="Palatino Linotype"/>
          <w:color w:val="000000"/>
          <w:sz w:val="28"/>
          <w:szCs w:val="28"/>
          <w:lang w:val="tg-Cyrl-TJ"/>
        </w:rPr>
        <w:t>қ</w:t>
      </w:r>
      <w:r w:rsidRPr="00784F69">
        <w:rPr>
          <w:rFonts w:ascii="Palatino Linotype" w:hAnsi="Palatino Linotype"/>
          <w:color w:val="000000"/>
          <w:sz w:val="28"/>
          <w:szCs w:val="28"/>
          <w:lang w:val="tt-RU"/>
        </w:rPr>
        <w:t>айдгирии давлатии</w:t>
      </w:r>
      <w:r w:rsidRPr="00784F69">
        <w:rPr>
          <w:rFonts w:ascii="Palatino Linotype" w:hAnsi="Palatino Linotype"/>
          <w:color w:val="000000"/>
          <w:sz w:val="28"/>
          <w:szCs w:val="28"/>
          <w:lang w:val="tg-Cyrl-TJ"/>
        </w:rPr>
        <w:t xml:space="preserve"> бонк, муассисони он бояд сармояи оинномавии эълоншударо 40 фоиз пардохт намоянд;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$C) </w:t>
      </w:r>
      <w:r w:rsidRPr="00784F69">
        <w:rPr>
          <w:rFonts w:ascii="Palatino Linotype" w:hAnsi="Palatino Linotype"/>
          <w:color w:val="000000"/>
          <w:sz w:val="28"/>
          <w:szCs w:val="28"/>
          <w:lang w:val="tg-Cyrl-TJ"/>
        </w:rPr>
        <w:t>Дар муддати ҳафт моҳ</w:t>
      </w:r>
      <w:r w:rsidRPr="00784F69">
        <w:rPr>
          <w:rFonts w:ascii="Palatino Linotype" w:hAnsi="Palatino Linotype" w:cs="Times New Roman Tj"/>
          <w:color w:val="000000"/>
          <w:sz w:val="28"/>
          <w:szCs w:val="28"/>
          <w:lang w:val="tg-Cyrl-TJ"/>
        </w:rPr>
        <w:t xml:space="preserve">и баъди </w:t>
      </w:r>
      <w:r w:rsidRPr="00784F69">
        <w:rPr>
          <w:rFonts w:ascii="Palatino Linotype" w:hAnsi="Palatino Linotype"/>
          <w:color w:val="000000"/>
          <w:sz w:val="28"/>
          <w:szCs w:val="28"/>
          <w:lang w:val="tt-RU"/>
        </w:rPr>
        <w:t>ба</w:t>
      </w:r>
      <w:r w:rsidRPr="00784F69">
        <w:rPr>
          <w:rFonts w:ascii="Palatino Linotype" w:hAnsi="Palatino Linotype"/>
          <w:color w:val="000000"/>
          <w:sz w:val="28"/>
          <w:szCs w:val="28"/>
          <w:lang w:val="tg-Cyrl-TJ"/>
        </w:rPr>
        <w:t>қ</w:t>
      </w:r>
      <w:r w:rsidRPr="00784F69">
        <w:rPr>
          <w:rFonts w:ascii="Palatino Linotype" w:hAnsi="Palatino Linotype"/>
          <w:color w:val="000000"/>
          <w:sz w:val="28"/>
          <w:szCs w:val="28"/>
          <w:lang w:val="tt-RU"/>
        </w:rPr>
        <w:t>айдгирии давлатии</w:t>
      </w:r>
      <w:r w:rsidRPr="00784F69">
        <w:rPr>
          <w:rFonts w:ascii="Palatino Linotype" w:hAnsi="Palatino Linotype"/>
          <w:color w:val="000000"/>
          <w:sz w:val="28"/>
          <w:szCs w:val="28"/>
          <w:lang w:val="tg-Cyrl-TJ"/>
        </w:rPr>
        <w:t xml:space="preserve"> бонк, муассисони он бояд сармояи оинномавии эълоншударо 20 фоиз пардохт намоянд;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$D) </w:t>
      </w:r>
      <w:r w:rsidRPr="00784F69">
        <w:rPr>
          <w:rFonts w:ascii="Palatino Linotype" w:hAnsi="Palatino Linotype"/>
          <w:color w:val="000000"/>
          <w:sz w:val="28"/>
          <w:szCs w:val="28"/>
          <w:lang w:val="tg-Cyrl-TJ"/>
        </w:rPr>
        <w:t>Дар муддати панҷ моҳ</w:t>
      </w:r>
      <w:r w:rsidRPr="00784F69">
        <w:rPr>
          <w:rFonts w:ascii="Palatino Linotype" w:hAnsi="Palatino Linotype" w:cs="Times New Roman Tj"/>
          <w:color w:val="000000"/>
          <w:sz w:val="28"/>
          <w:szCs w:val="28"/>
          <w:lang w:val="tg-Cyrl-TJ"/>
        </w:rPr>
        <w:t xml:space="preserve">и баъди </w:t>
      </w:r>
      <w:r w:rsidRPr="00784F69">
        <w:rPr>
          <w:rFonts w:ascii="Palatino Linotype" w:hAnsi="Palatino Linotype"/>
          <w:color w:val="000000"/>
          <w:sz w:val="28"/>
          <w:szCs w:val="28"/>
          <w:lang w:val="tt-RU"/>
        </w:rPr>
        <w:t>ба</w:t>
      </w:r>
      <w:r w:rsidRPr="00784F69">
        <w:rPr>
          <w:rFonts w:ascii="Palatino Linotype" w:hAnsi="Palatino Linotype"/>
          <w:color w:val="000000"/>
          <w:sz w:val="28"/>
          <w:szCs w:val="28"/>
          <w:lang w:val="tg-Cyrl-TJ"/>
        </w:rPr>
        <w:t>қ</w:t>
      </w:r>
      <w:r w:rsidRPr="00784F69">
        <w:rPr>
          <w:rFonts w:ascii="Palatino Linotype" w:hAnsi="Palatino Linotype"/>
          <w:color w:val="000000"/>
          <w:sz w:val="28"/>
          <w:szCs w:val="28"/>
          <w:lang w:val="tt-RU"/>
        </w:rPr>
        <w:t>айдгирии давлатии</w:t>
      </w:r>
      <w:r w:rsidRPr="00784F69">
        <w:rPr>
          <w:rFonts w:ascii="Palatino Linotype" w:hAnsi="Palatino Linotype"/>
          <w:color w:val="000000"/>
          <w:sz w:val="28"/>
          <w:szCs w:val="28"/>
          <w:lang w:val="tg-Cyrl-TJ"/>
        </w:rPr>
        <w:t xml:space="preserve"> бонк, муассисони он бояд сармояи оинномавии эълоншударо 50 фоиз пардохт намоянд;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$E) </w:t>
      </w:r>
      <w:r w:rsidRPr="00784F69">
        <w:rPr>
          <w:rFonts w:ascii="Palatino Linotype" w:hAnsi="Palatino Linotype"/>
          <w:color w:val="000000"/>
          <w:sz w:val="28"/>
          <w:szCs w:val="28"/>
          <w:lang w:val="tg-Cyrl-TJ"/>
        </w:rPr>
        <w:t>Дар муддати шаш моҳ</w:t>
      </w:r>
      <w:r w:rsidRPr="00784F69">
        <w:rPr>
          <w:rFonts w:ascii="Palatino Linotype" w:hAnsi="Palatino Linotype" w:cs="Times New Roman Tj"/>
          <w:color w:val="000000"/>
          <w:sz w:val="28"/>
          <w:szCs w:val="28"/>
          <w:lang w:val="tg-Cyrl-TJ"/>
        </w:rPr>
        <w:t xml:space="preserve">и баъди </w:t>
      </w:r>
      <w:r w:rsidRPr="00784F69">
        <w:rPr>
          <w:rFonts w:ascii="Palatino Linotype" w:hAnsi="Palatino Linotype"/>
          <w:color w:val="000000"/>
          <w:sz w:val="28"/>
          <w:szCs w:val="28"/>
          <w:lang w:val="tt-RU"/>
        </w:rPr>
        <w:t>ба</w:t>
      </w:r>
      <w:r w:rsidRPr="00784F69">
        <w:rPr>
          <w:rFonts w:ascii="Palatino Linotype" w:hAnsi="Palatino Linotype"/>
          <w:color w:val="000000"/>
          <w:sz w:val="28"/>
          <w:szCs w:val="28"/>
          <w:lang w:val="tg-Cyrl-TJ"/>
        </w:rPr>
        <w:t>қ</w:t>
      </w:r>
      <w:r w:rsidRPr="00784F69">
        <w:rPr>
          <w:rFonts w:ascii="Palatino Linotype" w:hAnsi="Palatino Linotype"/>
          <w:color w:val="000000"/>
          <w:sz w:val="28"/>
          <w:szCs w:val="28"/>
          <w:lang w:val="tt-RU"/>
        </w:rPr>
        <w:t>айдгирии давлатии</w:t>
      </w:r>
      <w:r w:rsidRPr="00784F69">
        <w:rPr>
          <w:rFonts w:ascii="Palatino Linotype" w:hAnsi="Palatino Linotype"/>
          <w:color w:val="000000"/>
          <w:sz w:val="28"/>
          <w:szCs w:val="28"/>
          <w:lang w:val="tg-Cyrl-TJ"/>
        </w:rPr>
        <w:t xml:space="preserve"> бонк, муассисони он бояд сармояи оинномавии эълоншударо 90 фоиз пардохт намоянд</w:t>
      </w:r>
      <w:r w:rsidRPr="00784F69">
        <w:rPr>
          <w:rFonts w:ascii="Palatino Linotype" w:hAnsi="Palatino Linotype"/>
          <w:b/>
          <w:color w:val="000000"/>
          <w:sz w:val="28"/>
          <w:szCs w:val="28"/>
          <w:lang w:val="tg-Cyrl-TJ"/>
        </w:rPr>
        <w:t>;</w:t>
      </w:r>
    </w:p>
    <w:p w:rsidR="00B65CA5" w:rsidRPr="00784F69" w:rsidRDefault="00B65CA5" w:rsidP="00C84BB2">
      <w:pPr>
        <w:spacing w:after="0" w:line="240" w:lineRule="auto"/>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 xml:space="preserve">@188. </w:t>
      </w:r>
    </w:p>
    <w:p w:rsidR="00B65CA5" w:rsidRPr="00784F69" w:rsidRDefault="00B65CA5" w:rsidP="00C84BB2">
      <w:pPr>
        <w:spacing w:after="0" w:line="240" w:lineRule="auto"/>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Барои тасдиқ</w:t>
      </w:r>
      <w:r w:rsidRPr="00784F69">
        <w:rPr>
          <w:rFonts w:ascii="Palatino Linotype" w:hAnsi="Palatino Linotype" w:cs="Times New Roman Tj"/>
          <w:b/>
          <w:color w:val="000000"/>
          <w:sz w:val="28"/>
          <w:szCs w:val="28"/>
          <w:lang w:val="tg-Cyrl-TJ"/>
        </w:rPr>
        <w:t xml:space="preserve"> намудани пардохти во</w:t>
      </w:r>
      <w:r w:rsidRPr="00784F69">
        <w:rPr>
          <w:rFonts w:ascii="Palatino Linotype" w:hAnsi="Palatino Linotype"/>
          <w:b/>
          <w:color w:val="000000"/>
          <w:sz w:val="28"/>
          <w:szCs w:val="28"/>
          <w:lang w:val="tg-Cyrl-TJ"/>
        </w:rPr>
        <w:t>қ</w:t>
      </w:r>
      <w:r w:rsidRPr="00784F69">
        <w:rPr>
          <w:rFonts w:ascii="Palatino Linotype" w:hAnsi="Palatino Linotype" w:cs="Times New Roman Tj"/>
          <w:b/>
          <w:color w:val="000000"/>
          <w:sz w:val="28"/>
          <w:szCs w:val="28"/>
          <w:lang w:val="tg-Cyrl-TJ"/>
        </w:rPr>
        <w:t>еии сармояи оинномав</w:t>
      </w:r>
      <w:r w:rsidRPr="00784F69">
        <w:rPr>
          <w:rFonts w:ascii="Palatino Linotype" w:eastAsia="MS Mincho" w:hAnsi="Palatino Linotype" w:cs="MS Mincho"/>
          <w:b/>
          <w:color w:val="000000"/>
          <w:sz w:val="28"/>
          <w:szCs w:val="28"/>
          <w:lang w:val="tg-Cyrl-TJ"/>
        </w:rPr>
        <w:t>ӣ</w:t>
      </w:r>
      <w:r w:rsidRPr="00784F69">
        <w:rPr>
          <w:rFonts w:ascii="Palatino Linotype" w:hAnsi="Palatino Linotype" w:cs="Times New Roman Tj"/>
          <w:b/>
          <w:color w:val="000000"/>
          <w:sz w:val="28"/>
          <w:szCs w:val="28"/>
          <w:lang w:val="tg-Cyrl-TJ"/>
        </w:rPr>
        <w:t xml:space="preserve"> элоншуда бонк кадом </w:t>
      </w:r>
      <w:r w:rsidRPr="00784F69">
        <w:rPr>
          <w:rFonts w:ascii="Palatino Linotype" w:hAnsi="Palatino Linotype"/>
          <w:b/>
          <w:color w:val="000000"/>
          <w:sz w:val="28"/>
          <w:szCs w:val="28"/>
          <w:lang w:val="tg-Cyrl-TJ"/>
        </w:rPr>
        <w:t>ҳ</w:t>
      </w:r>
      <w:r w:rsidRPr="00784F69">
        <w:rPr>
          <w:rFonts w:ascii="Palatino Linotype" w:hAnsi="Palatino Linotype" w:cs="Times New Roman Tj"/>
          <w:b/>
          <w:color w:val="000000"/>
          <w:sz w:val="28"/>
          <w:szCs w:val="28"/>
          <w:lang w:val="tg-Cyrl-TJ"/>
        </w:rPr>
        <w:t>у</w:t>
      </w:r>
      <w:r w:rsidRPr="00784F69">
        <w:rPr>
          <w:rFonts w:ascii="Palatino Linotype" w:eastAsia="MS Mincho" w:hAnsi="Palatino Linotype" w:cs="MS Mincho"/>
          <w:b/>
          <w:color w:val="000000"/>
          <w:sz w:val="28"/>
          <w:szCs w:val="28"/>
          <w:lang w:val="tg-Cyrl-TJ"/>
        </w:rPr>
        <w:t>ҷҷ</w:t>
      </w:r>
      <w:r w:rsidRPr="00784F69">
        <w:rPr>
          <w:rFonts w:ascii="Palatino Linotype" w:hAnsi="Palatino Linotype" w:cs="Times New Roman Tj"/>
          <w:b/>
          <w:color w:val="000000"/>
          <w:sz w:val="28"/>
          <w:szCs w:val="28"/>
          <w:lang w:val="tg-Cyrl-TJ"/>
        </w:rPr>
        <w:t>ат</w:t>
      </w:r>
      <w:r w:rsidRPr="00784F69">
        <w:rPr>
          <w:rFonts w:ascii="Palatino Linotype" w:hAnsi="Palatino Linotype"/>
          <w:b/>
          <w:color w:val="000000"/>
          <w:sz w:val="28"/>
          <w:szCs w:val="28"/>
          <w:lang w:val="tg-Cyrl-TJ"/>
        </w:rPr>
        <w:t>ҳ</w:t>
      </w:r>
      <w:r w:rsidRPr="00784F69">
        <w:rPr>
          <w:rFonts w:ascii="Palatino Linotype" w:hAnsi="Palatino Linotype" w:cs="Times New Roman Tj"/>
          <w:b/>
          <w:color w:val="000000"/>
          <w:sz w:val="28"/>
          <w:szCs w:val="28"/>
          <w:lang w:val="tg-Cyrl-TJ"/>
        </w:rPr>
        <w:t>оро ба Бонки миллии То</w:t>
      </w:r>
      <w:r w:rsidRPr="00784F69">
        <w:rPr>
          <w:rFonts w:ascii="Palatino Linotype" w:eastAsia="MS Mincho" w:hAnsi="Palatino Linotype" w:cs="MS Mincho"/>
          <w:b/>
          <w:color w:val="000000"/>
          <w:sz w:val="28"/>
          <w:szCs w:val="28"/>
          <w:lang w:val="tg-Cyrl-TJ"/>
        </w:rPr>
        <w:t>ҷ</w:t>
      </w:r>
      <w:r w:rsidRPr="00784F69">
        <w:rPr>
          <w:rFonts w:ascii="Palatino Linotype" w:hAnsi="Palatino Linotype" w:cs="Times New Roman Tj"/>
          <w:b/>
          <w:color w:val="000000"/>
          <w:sz w:val="28"/>
          <w:szCs w:val="28"/>
          <w:lang w:val="tg-Cyrl-TJ"/>
        </w:rPr>
        <w:t>икистон пешни</w:t>
      </w:r>
      <w:r w:rsidRPr="00784F69">
        <w:rPr>
          <w:rFonts w:ascii="Palatino Linotype" w:hAnsi="Palatino Linotype"/>
          <w:b/>
          <w:color w:val="000000"/>
          <w:sz w:val="28"/>
          <w:szCs w:val="28"/>
          <w:lang w:val="tg-Cyrl-TJ"/>
        </w:rPr>
        <w:t>ҳ</w:t>
      </w:r>
      <w:r w:rsidRPr="00784F69">
        <w:rPr>
          <w:rFonts w:ascii="Palatino Linotype" w:hAnsi="Palatino Linotype" w:cs="Times New Roman Tj"/>
          <w:b/>
          <w:color w:val="000000"/>
          <w:sz w:val="28"/>
          <w:szCs w:val="28"/>
          <w:lang w:val="tg-Cyrl-TJ"/>
        </w:rPr>
        <w:t>од мекунад?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$A) </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амаи</w:t>
      </w:r>
      <w:r w:rsidRPr="00784F69">
        <w:rPr>
          <w:rFonts w:ascii="Palatino Linotype" w:eastAsia="MS Mincho" w:hAnsi="Palatino Linotype" w:cs="MS Mincho"/>
          <w:color w:val="000000"/>
          <w:sz w:val="28"/>
          <w:szCs w:val="28"/>
          <w:lang w:val="tg-Cyrl-TJ"/>
        </w:rPr>
        <w:t>ҷ</w:t>
      </w:r>
      <w:r w:rsidRPr="00784F69">
        <w:rPr>
          <w:rFonts w:ascii="Palatino Linotype" w:hAnsi="Palatino Linotype" w:cs="Times New Roman Tj"/>
          <w:color w:val="000000"/>
          <w:sz w:val="28"/>
          <w:szCs w:val="28"/>
          <w:lang w:val="tg-Cyrl-TJ"/>
        </w:rPr>
        <w:t>авоб</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о дурустанд;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$B) </w:t>
      </w:r>
      <w:r w:rsidRPr="00784F69">
        <w:rPr>
          <w:rFonts w:ascii="Palatino Linotype" w:hAnsi="Palatino Linotype"/>
          <w:color w:val="000000"/>
          <w:sz w:val="28"/>
          <w:szCs w:val="28"/>
          <w:lang w:val="tg-Cyrl-TJ"/>
        </w:rPr>
        <w:t>Супоришномаи пардохти муассисон, ки дар он аз кадом ҳ</w:t>
      </w:r>
      <w:r w:rsidRPr="00784F69">
        <w:rPr>
          <w:rFonts w:ascii="Palatino Linotype" w:hAnsi="Palatino Linotype" w:cs="Times New Roman Tj"/>
          <w:color w:val="000000"/>
          <w:sz w:val="28"/>
          <w:szCs w:val="28"/>
          <w:lang w:val="tg-Cyrl-TJ"/>
        </w:rPr>
        <w:t xml:space="preserve">исоб ба кадом </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исоб сурат гирифтани пардохти сармояи оинномавии бонк ишора мешавад;</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$C) </w:t>
      </w:r>
      <w:r w:rsidRPr="00784F69">
        <w:rPr>
          <w:rFonts w:ascii="Palatino Linotype" w:hAnsi="Palatino Linotype"/>
          <w:color w:val="000000"/>
          <w:sz w:val="28"/>
          <w:szCs w:val="28"/>
        </w:rPr>
        <w:t>Санади додан</w:t>
      </w:r>
      <w:r w:rsidRPr="00784F69">
        <w:rPr>
          <w:rFonts w:ascii="Palatino Linotype" w:hAnsi="Palatino Linotype"/>
          <w:color w:val="000000"/>
          <w:sz w:val="28"/>
          <w:szCs w:val="28"/>
          <w:lang w:val="tt-RU"/>
        </w:rPr>
        <w:t>у</w:t>
      </w:r>
      <w:r w:rsidRPr="00784F69">
        <w:rPr>
          <w:rFonts w:ascii="Palatino Linotype" w:hAnsi="Palatino Linotype"/>
          <w:color w:val="000000"/>
          <w:sz w:val="28"/>
          <w:szCs w:val="28"/>
        </w:rPr>
        <w:t xml:space="preserve"> қ</w:t>
      </w:r>
      <w:r w:rsidRPr="00784F69">
        <w:rPr>
          <w:rFonts w:ascii="Palatino Linotype" w:hAnsi="Palatino Linotype" w:cs="Times New Roman Tj"/>
          <w:color w:val="000000"/>
          <w:sz w:val="28"/>
          <w:szCs w:val="28"/>
        </w:rPr>
        <w:t>абул</w:t>
      </w:r>
      <w:r w:rsidRPr="00784F69">
        <w:rPr>
          <w:rFonts w:ascii="Palatino Linotype" w:hAnsi="Palatino Linotype"/>
          <w:color w:val="000000"/>
          <w:sz w:val="28"/>
          <w:szCs w:val="28"/>
          <w:lang w:val="tt-RU"/>
        </w:rPr>
        <w:t>и</w:t>
      </w:r>
      <w:r w:rsidRPr="00784F69">
        <w:rPr>
          <w:rFonts w:ascii="Palatino Linotype" w:hAnsi="Palatino Linotype"/>
          <w:color w:val="000000"/>
          <w:sz w:val="28"/>
          <w:szCs w:val="28"/>
        </w:rPr>
        <w:t xml:space="preserve"> амволи муассисон ба тавозуни бонк;</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$D) </w:t>
      </w:r>
      <w:r w:rsidRPr="00784F69">
        <w:rPr>
          <w:rFonts w:ascii="Palatino Linotype" w:hAnsi="Palatino Linotype"/>
          <w:color w:val="000000"/>
          <w:sz w:val="28"/>
          <w:szCs w:val="28"/>
        </w:rPr>
        <w:t>шаҳ</w:t>
      </w:r>
      <w:r w:rsidRPr="00784F69">
        <w:rPr>
          <w:rFonts w:ascii="Palatino Linotype" w:hAnsi="Palatino Linotype" w:cs="Times New Roman Tj"/>
          <w:color w:val="000000"/>
          <w:sz w:val="28"/>
          <w:szCs w:val="28"/>
        </w:rPr>
        <w:t xml:space="preserve">одатномаи </w:t>
      </w:r>
      <w:r w:rsidRPr="00784F69">
        <w:rPr>
          <w:rFonts w:ascii="Palatino Linotype" w:hAnsi="Palatino Linotype"/>
          <w:color w:val="000000"/>
          <w:sz w:val="28"/>
          <w:szCs w:val="28"/>
        </w:rPr>
        <w:t>ҳ</w:t>
      </w:r>
      <w:r w:rsidRPr="00784F69">
        <w:rPr>
          <w:rFonts w:ascii="Palatino Linotype" w:hAnsi="Palatino Linotype" w:cs="Times New Roman Tj"/>
          <w:color w:val="000000"/>
          <w:sz w:val="28"/>
          <w:szCs w:val="28"/>
        </w:rPr>
        <w:t>у</w:t>
      </w:r>
      <w:r w:rsidRPr="00784F69">
        <w:rPr>
          <w:rFonts w:ascii="Palatino Linotype" w:hAnsi="Palatino Linotype"/>
          <w:color w:val="000000"/>
          <w:sz w:val="28"/>
          <w:szCs w:val="28"/>
        </w:rPr>
        <w:t>қ</w:t>
      </w:r>
      <w:r w:rsidRPr="00784F69">
        <w:rPr>
          <w:rFonts w:ascii="Palatino Linotype" w:hAnsi="Palatino Linotype" w:cs="Times New Roman Tj"/>
          <w:color w:val="000000"/>
          <w:sz w:val="28"/>
          <w:szCs w:val="28"/>
        </w:rPr>
        <w:t>у</w:t>
      </w:r>
      <w:r w:rsidRPr="00784F69">
        <w:rPr>
          <w:rFonts w:ascii="Palatino Linotype" w:hAnsi="Palatino Linotype"/>
          <w:color w:val="000000"/>
          <w:sz w:val="28"/>
          <w:szCs w:val="28"/>
        </w:rPr>
        <w:t>қ</w:t>
      </w:r>
      <w:r w:rsidRPr="00784F69">
        <w:rPr>
          <w:rFonts w:ascii="Palatino Linotype" w:hAnsi="Palatino Linotype" w:cs="Times New Roman Tj"/>
          <w:color w:val="000000"/>
          <w:sz w:val="28"/>
          <w:szCs w:val="28"/>
        </w:rPr>
        <w:t xml:space="preserve">и бонк </w:t>
      </w:r>
      <w:r w:rsidRPr="00784F69">
        <w:rPr>
          <w:rFonts w:ascii="Palatino Linotype" w:hAnsi="Palatino Linotype"/>
          <w:color w:val="000000"/>
          <w:sz w:val="28"/>
          <w:szCs w:val="28"/>
          <w:lang w:val="tt-RU"/>
        </w:rPr>
        <w:t xml:space="preserve">доир </w:t>
      </w:r>
      <w:r w:rsidRPr="00784F69">
        <w:rPr>
          <w:rFonts w:ascii="Palatino Linotype" w:hAnsi="Palatino Linotype"/>
          <w:color w:val="000000"/>
          <w:sz w:val="28"/>
          <w:szCs w:val="28"/>
        </w:rPr>
        <w:t xml:space="preserve">ба </w:t>
      </w:r>
      <w:r w:rsidRPr="00784F69">
        <w:rPr>
          <w:rFonts w:ascii="Palatino Linotype" w:hAnsi="Palatino Linotype"/>
          <w:color w:val="000000"/>
          <w:sz w:val="28"/>
          <w:szCs w:val="28"/>
          <w:lang w:val="tt-RU"/>
        </w:rPr>
        <w:t xml:space="preserve">молик будан ба </w:t>
      </w:r>
      <w:r w:rsidRPr="00784F69">
        <w:rPr>
          <w:rFonts w:ascii="Palatino Linotype" w:hAnsi="Palatino Linotype"/>
          <w:color w:val="000000"/>
          <w:sz w:val="28"/>
          <w:szCs w:val="28"/>
        </w:rPr>
        <w:t>бино (манзил) , ки аз тарафи муассис ба сифати пардохти ҳ</w:t>
      </w:r>
      <w:r w:rsidRPr="00784F69">
        <w:rPr>
          <w:rFonts w:ascii="Palatino Linotype" w:hAnsi="Palatino Linotype" w:cs="Times New Roman Tj"/>
          <w:color w:val="000000"/>
          <w:sz w:val="28"/>
          <w:szCs w:val="28"/>
        </w:rPr>
        <w:t>исса дар сармояи оинномавии бонк дода шудааст</w:t>
      </w:r>
      <w:r w:rsidRPr="00784F69">
        <w:rPr>
          <w:rFonts w:ascii="Palatino Linotype" w:hAnsi="Palatino Linotype"/>
          <w:color w:val="000000"/>
          <w:sz w:val="28"/>
          <w:szCs w:val="28"/>
        </w:rPr>
        <w:t>;</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 xml:space="preserve">$E) </w:t>
      </w:r>
      <w:r w:rsidRPr="00784F69">
        <w:rPr>
          <w:rFonts w:ascii="Palatino Linotype" w:hAnsi="Palatino Linotype"/>
          <w:color w:val="000000"/>
          <w:sz w:val="28"/>
          <w:szCs w:val="28"/>
          <w:lang w:val="tg-Cyrl-TJ"/>
        </w:rPr>
        <w:t>Тавозунҳ</w:t>
      </w:r>
      <w:r w:rsidRPr="00784F69">
        <w:rPr>
          <w:rFonts w:ascii="Palatino Linotype" w:hAnsi="Palatino Linotype" w:cs="Times New Roman Tj"/>
          <w:color w:val="000000"/>
          <w:sz w:val="28"/>
          <w:szCs w:val="28"/>
          <w:lang w:val="tg-Cyrl-TJ"/>
        </w:rPr>
        <w:t>ое, ки мав</w:t>
      </w:r>
      <w:r w:rsidRPr="00784F69">
        <w:rPr>
          <w:rFonts w:ascii="Palatino Linotype" w:eastAsia="MS Mincho" w:hAnsi="Palatino Linotype" w:cs="MS Mincho"/>
          <w:color w:val="000000"/>
          <w:sz w:val="28"/>
          <w:szCs w:val="28"/>
          <w:lang w:val="tg-Cyrl-TJ"/>
        </w:rPr>
        <w:t>ҷ</w:t>
      </w:r>
      <w:r w:rsidRPr="00784F69">
        <w:rPr>
          <w:rFonts w:ascii="Palatino Linotype" w:hAnsi="Palatino Linotype" w:cs="Times New Roman Tj"/>
          <w:color w:val="000000"/>
          <w:sz w:val="28"/>
          <w:szCs w:val="28"/>
          <w:lang w:val="tg-Cyrl-TJ"/>
        </w:rPr>
        <w:t>удияти мабла</w:t>
      </w:r>
      <w:r w:rsidRPr="00784F69">
        <w:rPr>
          <w:rFonts w:ascii="Palatino Linotype" w:hAnsi="Palatino Linotype"/>
          <w:color w:val="000000"/>
          <w:sz w:val="28"/>
          <w:szCs w:val="28"/>
          <w:lang w:val="tg-Cyrl-TJ"/>
        </w:rPr>
        <w:t>ғ</w:t>
      </w:r>
      <w:r w:rsidRPr="00784F69">
        <w:rPr>
          <w:rFonts w:ascii="Palatino Linotype" w:hAnsi="Palatino Linotype" w:cs="Times New Roman Tj"/>
          <w:color w:val="000000"/>
          <w:sz w:val="28"/>
          <w:szCs w:val="28"/>
          <w:lang w:val="tg-Cyrl-TJ"/>
        </w:rPr>
        <w:t>ро барои ворид кардан ба сармояи оинномав</w:t>
      </w:r>
      <w:r w:rsidRPr="00784F69">
        <w:rPr>
          <w:rFonts w:ascii="Palatino Linotype" w:eastAsia="MS Mincho" w:hAnsi="Palatino Linotype" w:cs="MS Mincho"/>
          <w:color w:val="000000"/>
          <w:sz w:val="28"/>
          <w:szCs w:val="28"/>
          <w:lang w:val="tg-Cyrl-TJ"/>
        </w:rPr>
        <w:t>ӣ</w:t>
      </w:r>
      <w:r w:rsidRPr="00784F69">
        <w:rPr>
          <w:rFonts w:ascii="Palatino Linotype" w:hAnsi="Palatino Linotype" w:cs="Times New Roman Tj"/>
          <w:color w:val="000000"/>
          <w:sz w:val="28"/>
          <w:szCs w:val="28"/>
          <w:lang w:val="tg-Cyrl-TJ"/>
        </w:rPr>
        <w:t xml:space="preserve"> тасди</w:t>
      </w:r>
      <w:r w:rsidRPr="00784F69">
        <w:rPr>
          <w:rFonts w:ascii="Palatino Linotype" w:hAnsi="Palatino Linotype"/>
          <w:color w:val="000000"/>
          <w:sz w:val="28"/>
          <w:szCs w:val="28"/>
          <w:lang w:val="tg-Cyrl-TJ"/>
        </w:rPr>
        <w:t>қ</w:t>
      </w:r>
      <w:r w:rsidRPr="00784F69">
        <w:rPr>
          <w:rFonts w:ascii="Palatino Linotype" w:hAnsi="Palatino Linotype" w:cs="Times New Roman Tj"/>
          <w:color w:val="000000"/>
          <w:sz w:val="28"/>
          <w:szCs w:val="28"/>
          <w:lang w:val="tg-Cyrl-TJ"/>
        </w:rPr>
        <w:t xml:space="preserve"> менамояд (барои па</w:t>
      </w:r>
      <w:r w:rsidRPr="00784F69">
        <w:rPr>
          <w:rFonts w:ascii="Palatino Linotype" w:hAnsi="Palatino Linotype"/>
          <w:color w:val="000000"/>
          <w:sz w:val="28"/>
          <w:szCs w:val="28"/>
          <w:lang w:val="tg-Cyrl-TJ"/>
        </w:rPr>
        <w:t>рдохти сармояи оинномав</w:t>
      </w:r>
      <w:r w:rsidRPr="00784F69">
        <w:rPr>
          <w:rFonts w:ascii="Palatino Linotype" w:eastAsia="MS Mincho" w:hAnsi="Palatino Linotype" w:cs="MS Mincho"/>
          <w:color w:val="000000"/>
          <w:sz w:val="28"/>
          <w:szCs w:val="28"/>
          <w:lang w:val="tg-Cyrl-TJ"/>
        </w:rPr>
        <w:t>ӣ</w:t>
      </w:r>
      <w:r w:rsidRPr="00784F69">
        <w:rPr>
          <w:rFonts w:ascii="Palatino Linotype" w:hAnsi="Palatino Linotype" w:cs="Times New Roman Tj"/>
          <w:color w:val="000000"/>
          <w:sz w:val="28"/>
          <w:szCs w:val="28"/>
          <w:lang w:val="tg-Cyrl-TJ"/>
        </w:rPr>
        <w:t xml:space="preserve"> аз </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исоби мабла</w:t>
      </w:r>
      <w:r w:rsidRPr="00784F69">
        <w:rPr>
          <w:rFonts w:ascii="Palatino Linotype" w:hAnsi="Palatino Linotype"/>
          <w:color w:val="000000"/>
          <w:sz w:val="28"/>
          <w:szCs w:val="28"/>
          <w:lang w:val="tg-Cyrl-TJ"/>
        </w:rPr>
        <w:t>ғҳ</w:t>
      </w:r>
      <w:r w:rsidRPr="00784F69">
        <w:rPr>
          <w:rFonts w:ascii="Palatino Linotype" w:hAnsi="Palatino Linotype" w:cs="Times New Roman Tj"/>
          <w:color w:val="000000"/>
          <w:sz w:val="28"/>
          <w:szCs w:val="28"/>
          <w:lang w:val="tg-Cyrl-TJ"/>
        </w:rPr>
        <w:t xml:space="preserve">ои </w:t>
      </w:r>
      <w:r w:rsidRPr="00784F69">
        <w:rPr>
          <w:rFonts w:ascii="Palatino Linotype" w:eastAsia="MS Mincho" w:hAnsi="Palatino Linotype" w:cs="MS Mincho"/>
          <w:color w:val="000000"/>
          <w:sz w:val="28"/>
          <w:szCs w:val="28"/>
          <w:lang w:val="tg-Cyrl-TJ"/>
        </w:rPr>
        <w:t>ҷ</w:t>
      </w:r>
      <w:r w:rsidRPr="00784F69">
        <w:rPr>
          <w:rFonts w:ascii="Palatino Linotype" w:hAnsi="Palatino Linotype" w:cs="Times New Roman Tj"/>
          <w:color w:val="000000"/>
          <w:sz w:val="28"/>
          <w:szCs w:val="28"/>
          <w:lang w:val="tg-Cyrl-TJ"/>
        </w:rPr>
        <w:t>албгардида ро</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 xml:space="preserve"> дода намешавад); ;</w:t>
      </w:r>
    </w:p>
    <w:p w:rsidR="00B65CA5" w:rsidRPr="00784F69" w:rsidRDefault="00B65CA5" w:rsidP="00C84BB2">
      <w:pPr>
        <w:pStyle w:val="BodyTextIndent"/>
        <w:spacing w:after="0" w:line="240" w:lineRule="auto"/>
        <w:ind w:left="0"/>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 xml:space="preserve">@189. </w:t>
      </w:r>
    </w:p>
    <w:p w:rsidR="00B65CA5" w:rsidRPr="00784F69" w:rsidRDefault="00B65CA5" w:rsidP="00C84BB2">
      <w:pPr>
        <w:pStyle w:val="BodyTextIndent"/>
        <w:spacing w:after="0" w:line="240" w:lineRule="auto"/>
        <w:ind w:left="0"/>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То гирифтани и</w:t>
      </w:r>
      <w:r w:rsidRPr="00784F69">
        <w:rPr>
          <w:rFonts w:ascii="Palatino Linotype" w:eastAsia="MS Mincho" w:hAnsi="Palatino Linotype" w:cs="MS Mincho"/>
          <w:b/>
          <w:color w:val="000000"/>
          <w:sz w:val="28"/>
          <w:szCs w:val="28"/>
          <w:lang w:val="tg-Cyrl-TJ"/>
        </w:rPr>
        <w:t>ҷ</w:t>
      </w:r>
      <w:r w:rsidRPr="00784F69">
        <w:rPr>
          <w:rFonts w:ascii="Palatino Linotype" w:hAnsi="Palatino Linotype" w:cs="Times New Roman Tj"/>
          <w:b/>
          <w:color w:val="000000"/>
          <w:sz w:val="28"/>
          <w:szCs w:val="28"/>
          <w:lang w:val="tg-Cyrl-TJ"/>
        </w:rPr>
        <w:t>озатнома барои ан</w:t>
      </w:r>
      <w:r w:rsidRPr="00784F69">
        <w:rPr>
          <w:rFonts w:ascii="Palatino Linotype" w:eastAsia="MS Mincho" w:hAnsi="Palatino Linotype" w:cs="MS Mincho"/>
          <w:b/>
          <w:color w:val="000000"/>
          <w:sz w:val="28"/>
          <w:szCs w:val="28"/>
          <w:lang w:val="tg-Cyrl-TJ"/>
        </w:rPr>
        <w:t>ҷ</w:t>
      </w:r>
      <w:r w:rsidRPr="00784F69">
        <w:rPr>
          <w:rFonts w:ascii="Palatino Linotype" w:hAnsi="Palatino Linotype" w:cs="Times New Roman Tj"/>
          <w:b/>
          <w:color w:val="000000"/>
          <w:sz w:val="28"/>
          <w:szCs w:val="28"/>
          <w:lang w:val="tg-Cyrl-TJ"/>
        </w:rPr>
        <w:t>ом</w:t>
      </w:r>
      <w:r w:rsidRPr="00784F69">
        <w:rPr>
          <w:rFonts w:ascii="Palatino Linotype" w:hAnsi="Palatino Linotype"/>
          <w:b/>
          <w:color w:val="000000"/>
          <w:sz w:val="28"/>
          <w:szCs w:val="28"/>
          <w:lang w:val="tg-Cyrl-TJ"/>
        </w:rPr>
        <w:t xml:space="preserve"> додани амалиёти бонк</w:t>
      </w:r>
      <w:r w:rsidRPr="00784F69">
        <w:rPr>
          <w:rFonts w:ascii="Palatino Linotype" w:eastAsia="MS Mincho" w:hAnsi="Palatino Linotype" w:cs="MS Mincho"/>
          <w:b/>
          <w:color w:val="000000"/>
          <w:sz w:val="28"/>
          <w:szCs w:val="28"/>
          <w:lang w:val="tg-Cyrl-TJ"/>
        </w:rPr>
        <w:t>ӣ</w:t>
      </w:r>
      <w:r w:rsidRPr="00784F69">
        <w:rPr>
          <w:rFonts w:ascii="Palatino Linotype" w:hAnsi="Palatino Linotype" w:cs="Times New Roman Tj"/>
          <w:b/>
          <w:color w:val="000000"/>
          <w:sz w:val="28"/>
          <w:szCs w:val="28"/>
          <w:lang w:val="tg-Cyrl-TJ"/>
        </w:rPr>
        <w:t xml:space="preserve">, аз </w:t>
      </w:r>
      <w:r w:rsidRPr="00784F69">
        <w:rPr>
          <w:rFonts w:ascii="Palatino Linotype" w:eastAsia="MS Mincho" w:hAnsi="Palatino Linotype" w:cs="MS Mincho"/>
          <w:b/>
          <w:color w:val="000000"/>
          <w:sz w:val="28"/>
          <w:szCs w:val="28"/>
          <w:lang w:val="tg-Cyrl-TJ"/>
        </w:rPr>
        <w:t>ҷ</w:t>
      </w:r>
      <w:r w:rsidRPr="00784F69">
        <w:rPr>
          <w:rFonts w:ascii="Palatino Linotype" w:hAnsi="Palatino Linotype" w:cs="Times New Roman Tj"/>
          <w:b/>
          <w:color w:val="000000"/>
          <w:sz w:val="28"/>
          <w:szCs w:val="28"/>
          <w:lang w:val="tg-Cyrl-TJ"/>
        </w:rPr>
        <w:t>ониби бонк маш</w:t>
      </w:r>
      <w:r w:rsidRPr="00784F69">
        <w:rPr>
          <w:rFonts w:ascii="Palatino Linotype" w:hAnsi="Palatino Linotype"/>
          <w:b/>
          <w:color w:val="000000"/>
          <w:sz w:val="28"/>
          <w:szCs w:val="28"/>
          <w:lang w:val="tg-Cyrl-TJ"/>
        </w:rPr>
        <w:t>ғ</w:t>
      </w:r>
      <w:r w:rsidRPr="00784F69">
        <w:rPr>
          <w:rFonts w:ascii="Palatino Linotype" w:hAnsi="Palatino Linotype" w:cs="Times New Roman Tj"/>
          <w:b/>
          <w:color w:val="000000"/>
          <w:sz w:val="28"/>
          <w:szCs w:val="28"/>
          <w:lang w:val="tg-Cyrl-TJ"/>
        </w:rPr>
        <w:t xml:space="preserve">ул шудан ба ягон фаъолият </w:t>
      </w:r>
      <w:r w:rsidRPr="00784F69">
        <w:rPr>
          <w:rFonts w:ascii="Palatino Linotype" w:hAnsi="Palatino Linotype"/>
          <w:b/>
          <w:color w:val="000000"/>
          <w:sz w:val="28"/>
          <w:szCs w:val="28"/>
          <w:lang w:val="tg-Cyrl-TJ"/>
        </w:rPr>
        <w:t>мумкин ҳ</w:t>
      </w:r>
      <w:r w:rsidRPr="00784F69">
        <w:rPr>
          <w:rFonts w:ascii="Palatino Linotype" w:hAnsi="Palatino Linotype" w:cs="Times New Roman Tj"/>
          <w:b/>
          <w:color w:val="000000"/>
          <w:sz w:val="28"/>
          <w:szCs w:val="28"/>
          <w:lang w:val="tg-Cyrl-TJ"/>
        </w:rPr>
        <w:t>аст ё не?</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$A) </w:t>
      </w:r>
      <w:r w:rsidRPr="00784F69">
        <w:rPr>
          <w:rFonts w:ascii="Palatino Linotype" w:hAnsi="Palatino Linotype"/>
          <w:color w:val="000000"/>
          <w:sz w:val="28"/>
          <w:szCs w:val="28"/>
          <w:lang w:val="tg-Cyrl-TJ"/>
        </w:rPr>
        <w:t>То гирифтани и</w:t>
      </w:r>
      <w:r w:rsidRPr="00784F69">
        <w:rPr>
          <w:rFonts w:ascii="Palatino Linotype" w:eastAsia="MS Mincho" w:hAnsi="Palatino Linotype" w:cs="MS Mincho"/>
          <w:color w:val="000000"/>
          <w:sz w:val="28"/>
          <w:szCs w:val="28"/>
          <w:lang w:val="tg-Cyrl-TJ"/>
        </w:rPr>
        <w:t>ҷ</w:t>
      </w:r>
      <w:r w:rsidRPr="00784F69">
        <w:rPr>
          <w:rFonts w:ascii="Palatino Linotype" w:hAnsi="Palatino Linotype" w:cs="Times New Roman Tj"/>
          <w:color w:val="000000"/>
          <w:sz w:val="28"/>
          <w:szCs w:val="28"/>
          <w:lang w:val="tg-Cyrl-TJ"/>
        </w:rPr>
        <w:t>озатнома барои ан</w:t>
      </w:r>
      <w:r w:rsidRPr="00784F69">
        <w:rPr>
          <w:rFonts w:ascii="Palatino Linotype" w:eastAsia="MS Mincho" w:hAnsi="Palatino Linotype" w:cs="MS Mincho"/>
          <w:color w:val="000000"/>
          <w:sz w:val="28"/>
          <w:szCs w:val="28"/>
          <w:lang w:val="tg-Cyrl-TJ"/>
        </w:rPr>
        <w:t>ҷ</w:t>
      </w:r>
      <w:r w:rsidRPr="00784F69">
        <w:rPr>
          <w:rFonts w:ascii="Palatino Linotype" w:hAnsi="Palatino Linotype" w:cs="Times New Roman Tj"/>
          <w:color w:val="000000"/>
          <w:sz w:val="28"/>
          <w:szCs w:val="28"/>
          <w:lang w:val="tg-Cyrl-TJ"/>
        </w:rPr>
        <w:t>ом додани амалиёти бонк</w:t>
      </w:r>
      <w:r w:rsidRPr="00784F69">
        <w:rPr>
          <w:rFonts w:ascii="Palatino Linotype" w:eastAsia="MS Mincho" w:hAnsi="Palatino Linotype" w:cs="MS Mincho"/>
          <w:color w:val="000000"/>
          <w:sz w:val="28"/>
          <w:szCs w:val="28"/>
          <w:lang w:val="tg-Cyrl-TJ"/>
        </w:rPr>
        <w:t>ӣ</w:t>
      </w:r>
      <w:r w:rsidRPr="00784F69">
        <w:rPr>
          <w:rFonts w:ascii="Palatino Linotype" w:hAnsi="Palatino Linotype" w:cs="Times New Roman Tj"/>
          <w:color w:val="000000"/>
          <w:sz w:val="28"/>
          <w:szCs w:val="28"/>
          <w:lang w:val="tg-Cyrl-TJ"/>
        </w:rPr>
        <w:t xml:space="preserve">, аз </w:t>
      </w:r>
      <w:r w:rsidRPr="00784F69">
        <w:rPr>
          <w:rFonts w:ascii="Palatino Linotype" w:eastAsia="MS Mincho" w:hAnsi="Palatino Linotype" w:cs="MS Mincho"/>
          <w:color w:val="000000"/>
          <w:sz w:val="28"/>
          <w:szCs w:val="28"/>
          <w:lang w:val="tg-Cyrl-TJ"/>
        </w:rPr>
        <w:t>ҷ</w:t>
      </w:r>
      <w:r w:rsidRPr="00784F69">
        <w:rPr>
          <w:rFonts w:ascii="Palatino Linotype" w:hAnsi="Palatino Linotype" w:cs="Times New Roman Tj"/>
          <w:color w:val="000000"/>
          <w:sz w:val="28"/>
          <w:szCs w:val="28"/>
          <w:lang w:val="tg-Cyrl-TJ"/>
        </w:rPr>
        <w:t>ониби бонк маш</w:t>
      </w:r>
      <w:r w:rsidRPr="00784F69">
        <w:rPr>
          <w:rFonts w:ascii="Palatino Linotype" w:hAnsi="Palatino Linotype"/>
          <w:color w:val="000000"/>
          <w:sz w:val="28"/>
          <w:szCs w:val="28"/>
          <w:lang w:val="tg-Cyrl-TJ"/>
        </w:rPr>
        <w:t>ғ</w:t>
      </w:r>
      <w:r w:rsidRPr="00784F69">
        <w:rPr>
          <w:rFonts w:ascii="Palatino Linotype" w:hAnsi="Palatino Linotype" w:cs="Times New Roman Tj"/>
          <w:color w:val="000000"/>
          <w:sz w:val="28"/>
          <w:szCs w:val="28"/>
          <w:lang w:val="tg-Cyrl-TJ"/>
        </w:rPr>
        <w:t xml:space="preserve">ул шудан ба ягон фаъолият, ба сифати шахси </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у</w:t>
      </w:r>
      <w:r w:rsidRPr="00784F69">
        <w:rPr>
          <w:rFonts w:ascii="Palatino Linotype" w:hAnsi="Palatino Linotype"/>
          <w:color w:val="000000"/>
          <w:sz w:val="28"/>
          <w:szCs w:val="28"/>
          <w:lang w:val="tg-Cyrl-TJ"/>
        </w:rPr>
        <w:t>қ</w:t>
      </w:r>
      <w:r w:rsidRPr="00784F69">
        <w:rPr>
          <w:rFonts w:ascii="Palatino Linotype" w:hAnsi="Palatino Linotype" w:cs="Times New Roman Tj"/>
          <w:color w:val="000000"/>
          <w:sz w:val="28"/>
          <w:szCs w:val="28"/>
          <w:lang w:val="tg-Cyrl-TJ"/>
        </w:rPr>
        <w:t>у</w:t>
      </w:r>
      <w:r w:rsidRPr="00784F69">
        <w:rPr>
          <w:rFonts w:ascii="Palatino Linotype" w:hAnsi="Palatino Linotype"/>
          <w:color w:val="000000"/>
          <w:sz w:val="28"/>
          <w:szCs w:val="28"/>
          <w:lang w:val="tg-Cyrl-TJ"/>
        </w:rPr>
        <w:t>қ</w:t>
      </w:r>
      <w:r w:rsidRPr="00784F69">
        <w:rPr>
          <w:rFonts w:ascii="Palatino Linotype" w:eastAsia="MS Mincho" w:hAnsi="Palatino Linotype" w:cs="MS Mincho"/>
          <w:color w:val="000000"/>
          <w:sz w:val="28"/>
          <w:szCs w:val="28"/>
          <w:lang w:val="tg-Cyrl-TJ"/>
        </w:rPr>
        <w:t>ӣ</w:t>
      </w:r>
      <w:r w:rsidRPr="00784F69">
        <w:rPr>
          <w:rFonts w:ascii="Palatino Linotype" w:hAnsi="Palatino Linotype" w:cs="Times New Roman Tj"/>
          <w:color w:val="000000"/>
          <w:sz w:val="28"/>
          <w:szCs w:val="28"/>
          <w:lang w:val="tg-Cyrl-TJ"/>
        </w:rPr>
        <w:t xml:space="preserve">, ба </w:t>
      </w:r>
      <w:r w:rsidRPr="00784F69">
        <w:rPr>
          <w:rFonts w:ascii="Palatino Linotype" w:eastAsia="MS Mincho" w:hAnsi="Palatino Linotype" w:cs="MS Mincho"/>
          <w:color w:val="000000"/>
          <w:sz w:val="28"/>
          <w:szCs w:val="28"/>
          <w:lang w:val="tg-Cyrl-TJ"/>
        </w:rPr>
        <w:t>ҷ</w:t>
      </w:r>
      <w:r w:rsidRPr="00784F69">
        <w:rPr>
          <w:rFonts w:ascii="Palatino Linotype" w:hAnsi="Palatino Linotype" w:cs="Times New Roman Tj"/>
          <w:color w:val="000000"/>
          <w:sz w:val="28"/>
          <w:szCs w:val="28"/>
          <w:lang w:val="tg-Cyrl-TJ"/>
        </w:rPr>
        <w:t>уз фаъолияти ташкил</w:t>
      </w:r>
      <w:r w:rsidRPr="00784F69">
        <w:rPr>
          <w:rFonts w:ascii="Palatino Linotype" w:eastAsia="MS Mincho" w:hAnsi="Palatino Linotype" w:cs="MS Mincho"/>
          <w:color w:val="000000"/>
          <w:sz w:val="28"/>
          <w:szCs w:val="28"/>
          <w:lang w:val="tg-Cyrl-TJ"/>
        </w:rPr>
        <w:t>ӣ</w:t>
      </w:r>
      <w:r w:rsidRPr="00784F69">
        <w:rPr>
          <w:rFonts w:ascii="Palatino Linotype" w:hAnsi="Palatino Linotype" w:cs="Times New Roman Tj"/>
          <w:color w:val="000000"/>
          <w:sz w:val="28"/>
          <w:szCs w:val="28"/>
          <w:lang w:val="tg-Cyrl-TJ"/>
        </w:rPr>
        <w:t>, ки ба таъсиси бонк ало</w:t>
      </w:r>
      <w:r w:rsidRPr="00784F69">
        <w:rPr>
          <w:rFonts w:ascii="Palatino Linotype" w:hAnsi="Palatino Linotype"/>
          <w:color w:val="000000"/>
          <w:sz w:val="28"/>
          <w:szCs w:val="28"/>
          <w:lang w:val="tg-Cyrl-TJ"/>
        </w:rPr>
        <w:t>қ</w:t>
      </w:r>
      <w:r w:rsidRPr="00784F69">
        <w:rPr>
          <w:rFonts w:ascii="Palatino Linotype" w:hAnsi="Palatino Linotype" w:cs="Times New Roman Tj"/>
          <w:color w:val="000000"/>
          <w:sz w:val="28"/>
          <w:szCs w:val="28"/>
          <w:lang w:val="tg-Cyrl-TJ"/>
        </w:rPr>
        <w:t>аманд аст, манъ мебошад;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$B) </w:t>
      </w:r>
      <w:r w:rsidRPr="00784F69">
        <w:rPr>
          <w:rFonts w:ascii="Palatino Linotype" w:hAnsi="Palatino Linotype"/>
          <w:color w:val="000000"/>
          <w:sz w:val="28"/>
          <w:szCs w:val="28"/>
          <w:lang w:val="tg-Cyrl-TJ"/>
        </w:rPr>
        <w:t>Пеш аз гирифтани и</w:t>
      </w:r>
      <w:r w:rsidRPr="00784F69">
        <w:rPr>
          <w:rFonts w:ascii="Palatino Linotype" w:eastAsia="MS Mincho" w:hAnsi="Palatino Linotype" w:cs="MS Mincho"/>
          <w:color w:val="000000"/>
          <w:sz w:val="28"/>
          <w:szCs w:val="28"/>
          <w:lang w:val="tg-Cyrl-TJ"/>
        </w:rPr>
        <w:t>ҷ</w:t>
      </w:r>
      <w:r w:rsidRPr="00784F69">
        <w:rPr>
          <w:rFonts w:ascii="Palatino Linotype" w:hAnsi="Palatino Linotype" w:cs="Times New Roman Tj"/>
          <w:color w:val="000000"/>
          <w:sz w:val="28"/>
          <w:szCs w:val="28"/>
          <w:lang w:val="tg-Cyrl-TJ"/>
        </w:rPr>
        <w:t>озатнома барои ан</w:t>
      </w:r>
      <w:r w:rsidRPr="00784F69">
        <w:rPr>
          <w:rFonts w:ascii="Palatino Linotype" w:eastAsia="MS Mincho" w:hAnsi="Palatino Linotype" w:cs="MS Mincho"/>
          <w:color w:val="000000"/>
          <w:sz w:val="28"/>
          <w:szCs w:val="28"/>
          <w:lang w:val="tg-Cyrl-TJ"/>
        </w:rPr>
        <w:t>ҷ</w:t>
      </w:r>
      <w:r w:rsidRPr="00784F69">
        <w:rPr>
          <w:rFonts w:ascii="Palatino Linotype" w:hAnsi="Palatino Linotype" w:cs="Times New Roman Tj"/>
          <w:color w:val="000000"/>
          <w:sz w:val="28"/>
          <w:szCs w:val="28"/>
          <w:lang w:val="tg-Cyrl-TJ"/>
        </w:rPr>
        <w:t>ом додани амалиёти бонк</w:t>
      </w:r>
      <w:r w:rsidRPr="00784F69">
        <w:rPr>
          <w:rFonts w:ascii="Palatino Linotype" w:eastAsia="MS Mincho" w:hAnsi="Palatino Linotype" w:cs="MS Mincho"/>
          <w:color w:val="000000"/>
          <w:sz w:val="28"/>
          <w:szCs w:val="28"/>
          <w:lang w:val="tg-Cyrl-TJ"/>
        </w:rPr>
        <w:t>ӣ</w:t>
      </w:r>
      <w:r w:rsidRPr="00784F69">
        <w:rPr>
          <w:rFonts w:ascii="Palatino Linotype" w:hAnsi="Palatino Linotype" w:cs="Times New Roman Tj"/>
          <w:color w:val="000000"/>
          <w:sz w:val="28"/>
          <w:szCs w:val="28"/>
          <w:lang w:val="tg-Cyrl-TJ"/>
        </w:rPr>
        <w:t xml:space="preserve">, аз </w:t>
      </w:r>
      <w:r w:rsidRPr="00784F69">
        <w:rPr>
          <w:rFonts w:ascii="Palatino Linotype" w:eastAsia="MS Mincho" w:hAnsi="Palatino Linotype" w:cs="MS Mincho"/>
          <w:color w:val="000000"/>
          <w:sz w:val="28"/>
          <w:szCs w:val="28"/>
          <w:lang w:val="tg-Cyrl-TJ"/>
        </w:rPr>
        <w:t>ҷ</w:t>
      </w:r>
      <w:r w:rsidRPr="00784F69">
        <w:rPr>
          <w:rFonts w:ascii="Palatino Linotype" w:hAnsi="Palatino Linotype" w:cs="Times New Roman Tj"/>
          <w:color w:val="000000"/>
          <w:sz w:val="28"/>
          <w:szCs w:val="28"/>
          <w:lang w:val="tg-Cyrl-TJ"/>
        </w:rPr>
        <w:t>ониби бонк маш</w:t>
      </w:r>
      <w:r w:rsidRPr="00784F69">
        <w:rPr>
          <w:rFonts w:ascii="Palatino Linotype" w:hAnsi="Palatino Linotype"/>
          <w:color w:val="000000"/>
          <w:sz w:val="28"/>
          <w:szCs w:val="28"/>
          <w:lang w:val="tg-Cyrl-TJ"/>
        </w:rPr>
        <w:t>ғ</w:t>
      </w:r>
      <w:r w:rsidRPr="00784F69">
        <w:rPr>
          <w:rFonts w:ascii="Palatino Linotype" w:hAnsi="Palatino Linotype" w:cs="Times New Roman Tj"/>
          <w:color w:val="000000"/>
          <w:sz w:val="28"/>
          <w:szCs w:val="28"/>
          <w:lang w:val="tg-Cyrl-TJ"/>
        </w:rPr>
        <w:t xml:space="preserve">ул шудан ба ягон фаъолият, ба сифати шахси </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у</w:t>
      </w:r>
      <w:r w:rsidRPr="00784F69">
        <w:rPr>
          <w:rFonts w:ascii="Palatino Linotype" w:hAnsi="Palatino Linotype"/>
          <w:color w:val="000000"/>
          <w:sz w:val="28"/>
          <w:szCs w:val="28"/>
          <w:lang w:val="tg-Cyrl-TJ"/>
        </w:rPr>
        <w:t>қ</w:t>
      </w:r>
      <w:r w:rsidRPr="00784F69">
        <w:rPr>
          <w:rFonts w:ascii="Palatino Linotype" w:hAnsi="Palatino Linotype" w:cs="Times New Roman Tj"/>
          <w:color w:val="000000"/>
          <w:sz w:val="28"/>
          <w:szCs w:val="28"/>
          <w:lang w:val="tg-Cyrl-TJ"/>
        </w:rPr>
        <w:t>у</w:t>
      </w:r>
      <w:r w:rsidRPr="00784F69">
        <w:rPr>
          <w:rFonts w:ascii="Palatino Linotype" w:hAnsi="Palatino Linotype"/>
          <w:color w:val="000000"/>
          <w:sz w:val="28"/>
          <w:szCs w:val="28"/>
          <w:lang w:val="tg-Cyrl-TJ"/>
        </w:rPr>
        <w:t>қ</w:t>
      </w:r>
      <w:r w:rsidRPr="00784F69">
        <w:rPr>
          <w:rFonts w:ascii="Palatino Linotype" w:eastAsia="MS Mincho" w:hAnsi="Palatino Linotype" w:cs="MS Mincho"/>
          <w:color w:val="000000"/>
          <w:sz w:val="28"/>
          <w:szCs w:val="28"/>
          <w:lang w:val="tg-Cyrl-TJ"/>
        </w:rPr>
        <w:t>ӣ</w:t>
      </w:r>
      <w:r w:rsidRPr="00784F69">
        <w:rPr>
          <w:rFonts w:ascii="Palatino Linotype" w:hAnsi="Palatino Linotype" w:cs="Times New Roman Tj"/>
          <w:color w:val="000000"/>
          <w:sz w:val="28"/>
          <w:szCs w:val="28"/>
          <w:lang w:val="tg-Cyrl-TJ"/>
        </w:rPr>
        <w:t xml:space="preserve">, ба </w:t>
      </w:r>
      <w:r w:rsidRPr="00784F69">
        <w:rPr>
          <w:rFonts w:ascii="Palatino Linotype" w:eastAsia="MS Mincho" w:hAnsi="Palatino Linotype" w:cs="MS Mincho"/>
          <w:color w:val="000000"/>
          <w:sz w:val="28"/>
          <w:szCs w:val="28"/>
          <w:lang w:val="tg-Cyrl-TJ"/>
        </w:rPr>
        <w:t>ҷ</w:t>
      </w:r>
      <w:r w:rsidRPr="00784F69">
        <w:rPr>
          <w:rFonts w:ascii="Palatino Linotype" w:hAnsi="Palatino Linotype" w:cs="Times New Roman Tj"/>
          <w:color w:val="000000"/>
          <w:sz w:val="28"/>
          <w:szCs w:val="28"/>
          <w:lang w:val="tg-Cyrl-TJ"/>
        </w:rPr>
        <w:t>уз фаъолияти ташкил</w:t>
      </w:r>
      <w:r w:rsidRPr="00784F69">
        <w:rPr>
          <w:rFonts w:ascii="Palatino Linotype" w:eastAsia="MS Mincho" w:hAnsi="Palatino Linotype" w:cs="MS Mincho"/>
          <w:color w:val="000000"/>
          <w:sz w:val="28"/>
          <w:szCs w:val="28"/>
          <w:lang w:val="tg-Cyrl-TJ"/>
        </w:rPr>
        <w:t>ӣ</w:t>
      </w:r>
      <w:r w:rsidRPr="00784F69">
        <w:rPr>
          <w:rFonts w:ascii="Palatino Linotype" w:hAnsi="Palatino Linotype" w:cs="Times New Roman Tj"/>
          <w:color w:val="000000"/>
          <w:sz w:val="28"/>
          <w:szCs w:val="28"/>
          <w:lang w:val="tg-Cyrl-TJ"/>
        </w:rPr>
        <w:t>, ки ба таъсиси бонк ало</w:t>
      </w:r>
      <w:r w:rsidRPr="00784F69">
        <w:rPr>
          <w:rFonts w:ascii="Palatino Linotype" w:hAnsi="Palatino Linotype"/>
          <w:color w:val="000000"/>
          <w:sz w:val="28"/>
          <w:szCs w:val="28"/>
          <w:lang w:val="tg-Cyrl-TJ"/>
        </w:rPr>
        <w:t>қ</w:t>
      </w:r>
      <w:r w:rsidRPr="00784F69">
        <w:rPr>
          <w:rFonts w:ascii="Palatino Linotype" w:hAnsi="Palatino Linotype" w:cs="Times New Roman Tj"/>
          <w:color w:val="000000"/>
          <w:sz w:val="28"/>
          <w:szCs w:val="28"/>
          <w:lang w:val="tg-Cyrl-TJ"/>
        </w:rPr>
        <w:t xml:space="preserve">аманд аст, </w:t>
      </w:r>
      <w:r w:rsidRPr="00784F69">
        <w:rPr>
          <w:rFonts w:ascii="Palatino Linotype" w:hAnsi="Palatino Linotype"/>
          <w:color w:val="000000"/>
          <w:sz w:val="28"/>
          <w:szCs w:val="28"/>
          <w:lang w:val="tg-Cyrl-TJ"/>
        </w:rPr>
        <w:t>мумкин аст дар ҳолати и</w:t>
      </w:r>
      <w:r w:rsidRPr="00784F69">
        <w:rPr>
          <w:rFonts w:ascii="Palatino Linotype" w:eastAsia="MS Mincho" w:hAnsi="Palatino Linotype" w:cs="MS Mincho"/>
          <w:color w:val="000000"/>
          <w:sz w:val="28"/>
          <w:szCs w:val="28"/>
          <w:lang w:val="tg-Cyrl-TJ"/>
        </w:rPr>
        <w:t>ҷ</w:t>
      </w:r>
      <w:r w:rsidRPr="00784F69">
        <w:rPr>
          <w:rFonts w:ascii="Palatino Linotype" w:hAnsi="Palatino Linotype"/>
          <w:color w:val="000000"/>
          <w:sz w:val="28"/>
          <w:szCs w:val="28"/>
          <w:lang w:val="tg-Cyrl-TJ"/>
        </w:rPr>
        <w:t>ро кардани ҳамаи талаботҳои Бонки миллии То</w:t>
      </w:r>
      <w:r w:rsidRPr="00784F69">
        <w:rPr>
          <w:rFonts w:ascii="Palatino Linotype" w:eastAsia="MS Mincho" w:hAnsi="Palatino Linotype" w:cs="MS Mincho"/>
          <w:color w:val="000000"/>
          <w:sz w:val="28"/>
          <w:szCs w:val="28"/>
          <w:lang w:val="tg-Cyrl-TJ"/>
        </w:rPr>
        <w:t>ҷ</w:t>
      </w:r>
      <w:r w:rsidRPr="00784F69">
        <w:rPr>
          <w:rFonts w:ascii="Palatino Linotype" w:hAnsi="Palatino Linotype"/>
          <w:color w:val="000000"/>
          <w:sz w:val="28"/>
          <w:szCs w:val="28"/>
          <w:lang w:val="tg-Cyrl-TJ"/>
        </w:rPr>
        <w:t>икистон;</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$C) </w:t>
      </w:r>
      <w:r w:rsidRPr="00784F69">
        <w:rPr>
          <w:rFonts w:ascii="Palatino Linotype" w:hAnsi="Palatino Linotype"/>
          <w:color w:val="000000"/>
          <w:sz w:val="28"/>
          <w:szCs w:val="28"/>
          <w:lang w:val="tg-Cyrl-TJ"/>
        </w:rPr>
        <w:t>Баъди нагирифтани и</w:t>
      </w:r>
      <w:r w:rsidRPr="00784F69">
        <w:rPr>
          <w:rFonts w:ascii="Palatino Linotype" w:eastAsia="MS Mincho" w:hAnsi="Palatino Linotype" w:cs="MS Mincho"/>
          <w:color w:val="000000"/>
          <w:sz w:val="28"/>
          <w:szCs w:val="28"/>
          <w:lang w:val="tg-Cyrl-TJ"/>
        </w:rPr>
        <w:t>ҷ</w:t>
      </w:r>
      <w:r w:rsidRPr="00784F69">
        <w:rPr>
          <w:rFonts w:ascii="Palatino Linotype" w:hAnsi="Palatino Linotype" w:cs="Times New Roman Tj"/>
          <w:color w:val="000000"/>
          <w:sz w:val="28"/>
          <w:szCs w:val="28"/>
          <w:lang w:val="tg-Cyrl-TJ"/>
        </w:rPr>
        <w:t>озатнома барои ан</w:t>
      </w:r>
      <w:r w:rsidRPr="00784F69">
        <w:rPr>
          <w:rFonts w:ascii="Palatino Linotype" w:eastAsia="MS Mincho" w:hAnsi="Palatino Linotype" w:cs="MS Mincho"/>
          <w:color w:val="000000"/>
          <w:sz w:val="28"/>
          <w:szCs w:val="28"/>
          <w:lang w:val="tg-Cyrl-TJ"/>
        </w:rPr>
        <w:t>ҷ</w:t>
      </w:r>
      <w:r w:rsidRPr="00784F69">
        <w:rPr>
          <w:rFonts w:ascii="Palatino Linotype" w:hAnsi="Palatino Linotype" w:cs="Times New Roman Tj"/>
          <w:color w:val="000000"/>
          <w:sz w:val="28"/>
          <w:szCs w:val="28"/>
          <w:lang w:val="tg-Cyrl-TJ"/>
        </w:rPr>
        <w:t>ом додани амалиёти бонк</w:t>
      </w:r>
      <w:r w:rsidRPr="00784F69">
        <w:rPr>
          <w:rFonts w:ascii="Palatino Linotype" w:eastAsia="MS Mincho" w:hAnsi="Palatino Linotype" w:cs="MS Mincho"/>
          <w:color w:val="000000"/>
          <w:sz w:val="28"/>
          <w:szCs w:val="28"/>
          <w:lang w:val="tg-Cyrl-TJ"/>
        </w:rPr>
        <w:t>ӣ</w:t>
      </w:r>
      <w:r w:rsidRPr="00784F69">
        <w:rPr>
          <w:rFonts w:ascii="Palatino Linotype" w:hAnsi="Palatino Linotype" w:cs="Times New Roman Tj"/>
          <w:color w:val="000000"/>
          <w:sz w:val="28"/>
          <w:szCs w:val="28"/>
          <w:lang w:val="tg-Cyrl-TJ"/>
        </w:rPr>
        <w:t xml:space="preserve">, аз </w:t>
      </w:r>
      <w:r w:rsidRPr="00784F69">
        <w:rPr>
          <w:rFonts w:ascii="Palatino Linotype" w:eastAsia="MS Mincho" w:hAnsi="Palatino Linotype" w:cs="MS Mincho"/>
          <w:color w:val="000000"/>
          <w:sz w:val="28"/>
          <w:szCs w:val="28"/>
          <w:lang w:val="tg-Cyrl-TJ"/>
        </w:rPr>
        <w:t>ҷ</w:t>
      </w:r>
      <w:r w:rsidRPr="00784F69">
        <w:rPr>
          <w:rFonts w:ascii="Palatino Linotype" w:hAnsi="Palatino Linotype" w:cs="Times New Roman Tj"/>
          <w:color w:val="000000"/>
          <w:sz w:val="28"/>
          <w:szCs w:val="28"/>
          <w:lang w:val="tg-Cyrl-TJ"/>
        </w:rPr>
        <w:t>ониби бонк маш</w:t>
      </w:r>
      <w:r w:rsidRPr="00784F69">
        <w:rPr>
          <w:rFonts w:ascii="Palatino Linotype" w:hAnsi="Palatino Linotype"/>
          <w:color w:val="000000"/>
          <w:sz w:val="28"/>
          <w:szCs w:val="28"/>
          <w:lang w:val="tg-Cyrl-TJ"/>
        </w:rPr>
        <w:t>ғ</w:t>
      </w:r>
      <w:r w:rsidRPr="00784F69">
        <w:rPr>
          <w:rFonts w:ascii="Palatino Linotype" w:hAnsi="Palatino Linotype" w:cs="Times New Roman Tj"/>
          <w:color w:val="000000"/>
          <w:sz w:val="28"/>
          <w:szCs w:val="28"/>
          <w:lang w:val="tg-Cyrl-TJ"/>
        </w:rPr>
        <w:t xml:space="preserve">ул шудан ба ягон фаъолият, ба сифати шахси </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у</w:t>
      </w:r>
      <w:r w:rsidRPr="00784F69">
        <w:rPr>
          <w:rFonts w:ascii="Palatino Linotype" w:hAnsi="Palatino Linotype"/>
          <w:color w:val="000000"/>
          <w:sz w:val="28"/>
          <w:szCs w:val="28"/>
          <w:lang w:val="tg-Cyrl-TJ"/>
        </w:rPr>
        <w:t>қ</w:t>
      </w:r>
      <w:r w:rsidRPr="00784F69">
        <w:rPr>
          <w:rFonts w:ascii="Palatino Linotype" w:hAnsi="Palatino Linotype" w:cs="Times New Roman Tj"/>
          <w:color w:val="000000"/>
          <w:sz w:val="28"/>
          <w:szCs w:val="28"/>
          <w:lang w:val="tg-Cyrl-TJ"/>
        </w:rPr>
        <w:t>у</w:t>
      </w:r>
      <w:r w:rsidRPr="00784F69">
        <w:rPr>
          <w:rFonts w:ascii="Palatino Linotype" w:hAnsi="Palatino Linotype"/>
          <w:color w:val="000000"/>
          <w:sz w:val="28"/>
          <w:szCs w:val="28"/>
          <w:lang w:val="tg-Cyrl-TJ"/>
        </w:rPr>
        <w:t>қ</w:t>
      </w:r>
      <w:r w:rsidRPr="00784F69">
        <w:rPr>
          <w:rFonts w:ascii="Palatino Linotype" w:eastAsia="MS Mincho" w:hAnsi="Palatino Linotype" w:cs="MS Mincho"/>
          <w:color w:val="000000"/>
          <w:sz w:val="28"/>
          <w:szCs w:val="28"/>
          <w:lang w:val="tg-Cyrl-TJ"/>
        </w:rPr>
        <w:t>ӣ</w:t>
      </w:r>
      <w:r w:rsidRPr="00784F69">
        <w:rPr>
          <w:rFonts w:ascii="Palatino Linotype" w:hAnsi="Palatino Linotype" w:cs="Times New Roman Tj"/>
          <w:color w:val="000000"/>
          <w:sz w:val="28"/>
          <w:szCs w:val="28"/>
          <w:lang w:val="tg-Cyrl-TJ"/>
        </w:rPr>
        <w:t xml:space="preserve">, ба </w:t>
      </w:r>
      <w:r w:rsidRPr="00784F69">
        <w:rPr>
          <w:rFonts w:ascii="Palatino Linotype" w:eastAsia="MS Mincho" w:hAnsi="Palatino Linotype" w:cs="MS Mincho"/>
          <w:color w:val="000000"/>
          <w:sz w:val="28"/>
          <w:szCs w:val="28"/>
          <w:lang w:val="tg-Cyrl-TJ"/>
        </w:rPr>
        <w:t>ҷ</w:t>
      </w:r>
      <w:r w:rsidRPr="00784F69">
        <w:rPr>
          <w:rFonts w:ascii="Palatino Linotype" w:hAnsi="Palatino Linotype" w:cs="Times New Roman Tj"/>
          <w:color w:val="000000"/>
          <w:sz w:val="28"/>
          <w:szCs w:val="28"/>
          <w:lang w:val="tg-Cyrl-TJ"/>
        </w:rPr>
        <w:t>уз фаъолияти ташкил</w:t>
      </w:r>
      <w:r w:rsidRPr="00784F69">
        <w:rPr>
          <w:rFonts w:ascii="Palatino Linotype" w:eastAsia="MS Mincho" w:hAnsi="Palatino Linotype" w:cs="MS Mincho"/>
          <w:color w:val="000000"/>
          <w:sz w:val="28"/>
          <w:szCs w:val="28"/>
          <w:lang w:val="tg-Cyrl-TJ"/>
        </w:rPr>
        <w:t>ӣ</w:t>
      </w:r>
      <w:r w:rsidRPr="00784F69">
        <w:rPr>
          <w:rFonts w:ascii="Palatino Linotype" w:hAnsi="Palatino Linotype" w:cs="Times New Roman Tj"/>
          <w:color w:val="000000"/>
          <w:sz w:val="28"/>
          <w:szCs w:val="28"/>
          <w:lang w:val="tg-Cyrl-TJ"/>
        </w:rPr>
        <w:t xml:space="preserve">, </w:t>
      </w:r>
      <w:r w:rsidRPr="00784F69">
        <w:rPr>
          <w:rFonts w:ascii="Palatino Linotype" w:hAnsi="Palatino Linotype"/>
          <w:color w:val="000000"/>
          <w:sz w:val="28"/>
          <w:szCs w:val="28"/>
          <w:lang w:val="tg-Cyrl-TJ"/>
        </w:rPr>
        <w:t>мумкин аст;</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$D) </w:t>
      </w:r>
      <w:r w:rsidRPr="00784F69">
        <w:rPr>
          <w:rFonts w:ascii="Palatino Linotype" w:hAnsi="Palatino Linotype"/>
          <w:color w:val="000000"/>
          <w:sz w:val="28"/>
          <w:szCs w:val="28"/>
          <w:lang w:val="tg-Cyrl-TJ"/>
        </w:rPr>
        <w:t>Бо гирифтани и</w:t>
      </w:r>
      <w:r w:rsidRPr="00784F69">
        <w:rPr>
          <w:rFonts w:ascii="Palatino Linotype" w:eastAsia="MS Mincho" w:hAnsi="Palatino Linotype" w:cs="MS Mincho"/>
          <w:color w:val="000000"/>
          <w:sz w:val="28"/>
          <w:szCs w:val="28"/>
          <w:lang w:val="tg-Cyrl-TJ"/>
        </w:rPr>
        <w:t>ҷ</w:t>
      </w:r>
      <w:r w:rsidRPr="00784F69">
        <w:rPr>
          <w:rFonts w:ascii="Palatino Linotype" w:hAnsi="Palatino Linotype" w:cs="Times New Roman Tj"/>
          <w:color w:val="000000"/>
          <w:sz w:val="28"/>
          <w:szCs w:val="28"/>
          <w:lang w:val="tg-Cyrl-TJ"/>
        </w:rPr>
        <w:t>озатнома б</w:t>
      </w:r>
      <w:r w:rsidRPr="00784F69">
        <w:rPr>
          <w:rFonts w:ascii="Palatino Linotype" w:hAnsi="Palatino Linotype"/>
          <w:color w:val="000000"/>
          <w:sz w:val="28"/>
          <w:szCs w:val="28"/>
          <w:lang w:val="tg-Cyrl-TJ"/>
        </w:rPr>
        <w:t>арои ан</w:t>
      </w:r>
      <w:r w:rsidRPr="00784F69">
        <w:rPr>
          <w:rFonts w:ascii="Palatino Linotype" w:eastAsia="MS Mincho" w:hAnsi="Palatino Linotype" w:cs="MS Mincho"/>
          <w:color w:val="000000"/>
          <w:sz w:val="28"/>
          <w:szCs w:val="28"/>
          <w:lang w:val="tg-Cyrl-TJ"/>
        </w:rPr>
        <w:t>ҷ</w:t>
      </w:r>
      <w:r w:rsidRPr="00784F69">
        <w:rPr>
          <w:rFonts w:ascii="Palatino Linotype" w:hAnsi="Palatino Linotype" w:cs="Times New Roman Tj"/>
          <w:color w:val="000000"/>
          <w:sz w:val="28"/>
          <w:szCs w:val="28"/>
          <w:lang w:val="tg-Cyrl-TJ"/>
        </w:rPr>
        <w:t xml:space="preserve">ом </w:t>
      </w:r>
      <w:r w:rsidRPr="00784F69">
        <w:rPr>
          <w:rFonts w:ascii="Palatino Linotype" w:hAnsi="Palatino Linotype"/>
          <w:color w:val="000000"/>
          <w:sz w:val="28"/>
          <w:szCs w:val="28"/>
          <w:lang w:val="tg-Cyrl-TJ"/>
        </w:rPr>
        <w:t>надодани амалиёти бонк</w:t>
      </w:r>
      <w:r w:rsidRPr="00784F69">
        <w:rPr>
          <w:rFonts w:ascii="Palatino Linotype" w:eastAsia="MS Mincho" w:hAnsi="Palatino Linotype" w:cs="MS Mincho"/>
          <w:color w:val="000000"/>
          <w:sz w:val="28"/>
          <w:szCs w:val="28"/>
          <w:lang w:val="tg-Cyrl-TJ"/>
        </w:rPr>
        <w:t>ӣ</w:t>
      </w:r>
      <w:r w:rsidRPr="00784F69">
        <w:rPr>
          <w:rFonts w:ascii="Palatino Linotype" w:hAnsi="Palatino Linotype" w:cs="Times New Roman Tj"/>
          <w:color w:val="000000"/>
          <w:sz w:val="28"/>
          <w:szCs w:val="28"/>
          <w:lang w:val="tg-Cyrl-TJ"/>
        </w:rPr>
        <w:t xml:space="preserve">, аз </w:t>
      </w:r>
      <w:r w:rsidRPr="00784F69">
        <w:rPr>
          <w:rFonts w:ascii="Palatino Linotype" w:eastAsia="MS Mincho" w:hAnsi="Palatino Linotype" w:cs="MS Mincho"/>
          <w:color w:val="000000"/>
          <w:sz w:val="28"/>
          <w:szCs w:val="28"/>
          <w:lang w:val="tg-Cyrl-TJ"/>
        </w:rPr>
        <w:t>ҷ</w:t>
      </w:r>
      <w:r w:rsidRPr="00784F69">
        <w:rPr>
          <w:rFonts w:ascii="Palatino Linotype" w:hAnsi="Palatino Linotype" w:cs="Times New Roman Tj"/>
          <w:color w:val="000000"/>
          <w:sz w:val="28"/>
          <w:szCs w:val="28"/>
          <w:lang w:val="tg-Cyrl-TJ"/>
        </w:rPr>
        <w:t>ониби бонк маш</w:t>
      </w:r>
      <w:r w:rsidRPr="00784F69">
        <w:rPr>
          <w:rFonts w:ascii="Palatino Linotype" w:hAnsi="Palatino Linotype"/>
          <w:color w:val="000000"/>
          <w:sz w:val="28"/>
          <w:szCs w:val="28"/>
          <w:lang w:val="tg-Cyrl-TJ"/>
        </w:rPr>
        <w:t>ғ</w:t>
      </w:r>
      <w:r w:rsidRPr="00784F69">
        <w:rPr>
          <w:rFonts w:ascii="Palatino Linotype" w:hAnsi="Palatino Linotype" w:cs="Times New Roman Tj"/>
          <w:color w:val="000000"/>
          <w:sz w:val="28"/>
          <w:szCs w:val="28"/>
          <w:lang w:val="tg-Cyrl-TJ"/>
        </w:rPr>
        <w:t xml:space="preserve">ул шудан ба ягон фаъолият, ба сифати шахси </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у</w:t>
      </w:r>
      <w:r w:rsidRPr="00784F69">
        <w:rPr>
          <w:rFonts w:ascii="Palatino Linotype" w:hAnsi="Palatino Linotype"/>
          <w:color w:val="000000"/>
          <w:sz w:val="28"/>
          <w:szCs w:val="28"/>
          <w:lang w:val="tg-Cyrl-TJ"/>
        </w:rPr>
        <w:t>қ</w:t>
      </w:r>
      <w:r w:rsidRPr="00784F69">
        <w:rPr>
          <w:rFonts w:ascii="Palatino Linotype" w:hAnsi="Palatino Linotype" w:cs="Times New Roman Tj"/>
          <w:color w:val="000000"/>
          <w:sz w:val="28"/>
          <w:szCs w:val="28"/>
          <w:lang w:val="tg-Cyrl-TJ"/>
        </w:rPr>
        <w:t>у</w:t>
      </w:r>
      <w:r w:rsidRPr="00784F69">
        <w:rPr>
          <w:rFonts w:ascii="Palatino Linotype" w:hAnsi="Palatino Linotype"/>
          <w:color w:val="000000"/>
          <w:sz w:val="28"/>
          <w:szCs w:val="28"/>
          <w:lang w:val="tg-Cyrl-TJ"/>
        </w:rPr>
        <w:t>қ</w:t>
      </w:r>
      <w:r w:rsidRPr="00784F69">
        <w:rPr>
          <w:rFonts w:ascii="Palatino Linotype" w:eastAsia="MS Mincho" w:hAnsi="Palatino Linotype" w:cs="MS Mincho"/>
          <w:color w:val="000000"/>
          <w:sz w:val="28"/>
          <w:szCs w:val="28"/>
          <w:lang w:val="tg-Cyrl-TJ"/>
        </w:rPr>
        <w:t>ӣ</w:t>
      </w:r>
      <w:r w:rsidRPr="00784F69">
        <w:rPr>
          <w:rFonts w:ascii="Palatino Linotype" w:hAnsi="Palatino Linotype" w:cs="Times New Roman Tj"/>
          <w:color w:val="000000"/>
          <w:sz w:val="28"/>
          <w:szCs w:val="28"/>
          <w:lang w:val="tg-Cyrl-TJ"/>
        </w:rPr>
        <w:t xml:space="preserve">, ба </w:t>
      </w:r>
      <w:r w:rsidRPr="00784F69">
        <w:rPr>
          <w:rFonts w:ascii="Palatino Linotype" w:eastAsia="MS Mincho" w:hAnsi="Palatino Linotype" w:cs="MS Mincho"/>
          <w:color w:val="000000"/>
          <w:sz w:val="28"/>
          <w:szCs w:val="28"/>
          <w:lang w:val="tg-Cyrl-TJ"/>
        </w:rPr>
        <w:t>ҷ</w:t>
      </w:r>
      <w:r w:rsidRPr="00784F69">
        <w:rPr>
          <w:rFonts w:ascii="Palatino Linotype" w:hAnsi="Palatino Linotype" w:cs="Times New Roman Tj"/>
          <w:color w:val="000000"/>
          <w:sz w:val="28"/>
          <w:szCs w:val="28"/>
          <w:lang w:val="tg-Cyrl-TJ"/>
        </w:rPr>
        <w:t>уз фаъолияти ташкил</w:t>
      </w:r>
      <w:r w:rsidRPr="00784F69">
        <w:rPr>
          <w:rFonts w:ascii="Palatino Linotype" w:eastAsia="MS Mincho" w:hAnsi="Palatino Linotype" w:cs="MS Mincho"/>
          <w:color w:val="000000"/>
          <w:sz w:val="28"/>
          <w:szCs w:val="28"/>
          <w:lang w:val="tg-Cyrl-TJ"/>
        </w:rPr>
        <w:t>ӣ</w:t>
      </w:r>
      <w:r w:rsidRPr="00784F69">
        <w:rPr>
          <w:rFonts w:ascii="Palatino Linotype" w:hAnsi="Palatino Linotype" w:cs="Times New Roman Tj"/>
          <w:color w:val="000000"/>
          <w:sz w:val="28"/>
          <w:szCs w:val="28"/>
          <w:lang w:val="tg-Cyrl-TJ"/>
        </w:rPr>
        <w:t>, ки ба таъсиси бонк ало</w:t>
      </w:r>
      <w:r w:rsidRPr="00784F69">
        <w:rPr>
          <w:rFonts w:ascii="Palatino Linotype" w:hAnsi="Palatino Linotype"/>
          <w:color w:val="000000"/>
          <w:sz w:val="28"/>
          <w:szCs w:val="28"/>
          <w:lang w:val="tg-Cyrl-TJ"/>
        </w:rPr>
        <w:t>қ</w:t>
      </w:r>
      <w:r w:rsidRPr="00784F69">
        <w:rPr>
          <w:rFonts w:ascii="Palatino Linotype" w:hAnsi="Palatino Linotype" w:cs="Times New Roman Tj"/>
          <w:color w:val="000000"/>
          <w:sz w:val="28"/>
          <w:szCs w:val="28"/>
          <w:lang w:val="tg-Cyrl-TJ"/>
        </w:rPr>
        <w:t>аманд аст, манъ мебошад</w:t>
      </w:r>
      <w:r w:rsidRPr="00784F69">
        <w:rPr>
          <w:rFonts w:ascii="Palatino Linotype" w:hAnsi="Palatino Linotype"/>
          <w:color w:val="000000"/>
          <w:sz w:val="28"/>
          <w:szCs w:val="28"/>
          <w:lang w:val="tg-Cyrl-TJ"/>
        </w:rPr>
        <w:t xml:space="preserve"> чунки бонк қашшоқ аст;</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$E) </w:t>
      </w:r>
      <w:r w:rsidRPr="00784F69">
        <w:rPr>
          <w:rFonts w:ascii="Palatino Linotype" w:hAnsi="Palatino Linotype"/>
          <w:color w:val="000000"/>
          <w:sz w:val="28"/>
          <w:szCs w:val="28"/>
          <w:lang w:val="tg-Cyrl-TJ"/>
        </w:rPr>
        <w:t>Барои нагирифтани и</w:t>
      </w:r>
      <w:r w:rsidRPr="00784F69">
        <w:rPr>
          <w:rFonts w:ascii="Palatino Linotype" w:eastAsia="MS Mincho" w:hAnsi="Palatino Linotype" w:cs="MS Mincho"/>
          <w:color w:val="000000"/>
          <w:sz w:val="28"/>
          <w:szCs w:val="28"/>
          <w:lang w:val="tg-Cyrl-TJ"/>
        </w:rPr>
        <w:t>ҷ</w:t>
      </w:r>
      <w:r w:rsidRPr="00784F69">
        <w:rPr>
          <w:rFonts w:ascii="Palatino Linotype" w:hAnsi="Palatino Linotype" w:cs="Times New Roman Tj"/>
          <w:color w:val="000000"/>
          <w:sz w:val="28"/>
          <w:szCs w:val="28"/>
          <w:lang w:val="tg-Cyrl-TJ"/>
        </w:rPr>
        <w:t>озатнома барои ан</w:t>
      </w:r>
      <w:r w:rsidRPr="00784F69">
        <w:rPr>
          <w:rFonts w:ascii="Palatino Linotype" w:eastAsia="MS Mincho" w:hAnsi="Palatino Linotype" w:cs="MS Mincho"/>
          <w:color w:val="000000"/>
          <w:sz w:val="28"/>
          <w:szCs w:val="28"/>
          <w:lang w:val="tg-Cyrl-TJ"/>
        </w:rPr>
        <w:t>ҷ</w:t>
      </w:r>
      <w:r w:rsidRPr="00784F69">
        <w:rPr>
          <w:rFonts w:ascii="Palatino Linotype" w:hAnsi="Palatino Linotype" w:cs="Times New Roman Tj"/>
          <w:color w:val="000000"/>
          <w:sz w:val="28"/>
          <w:szCs w:val="28"/>
          <w:lang w:val="tg-Cyrl-TJ"/>
        </w:rPr>
        <w:t>ом додани амали</w:t>
      </w:r>
      <w:r w:rsidRPr="00784F69">
        <w:rPr>
          <w:rFonts w:ascii="Palatino Linotype" w:hAnsi="Palatino Linotype"/>
          <w:color w:val="000000"/>
          <w:sz w:val="28"/>
          <w:szCs w:val="28"/>
          <w:lang w:val="tg-Cyrl-TJ"/>
        </w:rPr>
        <w:t>ёти бонк</w:t>
      </w:r>
      <w:r w:rsidRPr="00784F69">
        <w:rPr>
          <w:rFonts w:ascii="Palatino Linotype" w:eastAsia="MS Mincho" w:hAnsi="Palatino Linotype" w:cs="MS Mincho"/>
          <w:color w:val="000000"/>
          <w:sz w:val="28"/>
          <w:szCs w:val="28"/>
          <w:lang w:val="tg-Cyrl-TJ"/>
        </w:rPr>
        <w:t>ӣ</w:t>
      </w:r>
      <w:r w:rsidRPr="00784F69">
        <w:rPr>
          <w:rFonts w:ascii="Palatino Linotype" w:hAnsi="Palatino Linotype" w:cs="Times New Roman Tj"/>
          <w:color w:val="000000"/>
          <w:sz w:val="28"/>
          <w:szCs w:val="28"/>
          <w:lang w:val="tg-Cyrl-TJ"/>
        </w:rPr>
        <w:t xml:space="preserve">, аз </w:t>
      </w:r>
      <w:r w:rsidRPr="00784F69">
        <w:rPr>
          <w:rFonts w:ascii="Palatino Linotype" w:eastAsia="MS Mincho" w:hAnsi="Palatino Linotype" w:cs="MS Mincho"/>
          <w:color w:val="000000"/>
          <w:sz w:val="28"/>
          <w:szCs w:val="28"/>
          <w:lang w:val="tg-Cyrl-TJ"/>
        </w:rPr>
        <w:t>ҷ</w:t>
      </w:r>
      <w:r w:rsidRPr="00784F69">
        <w:rPr>
          <w:rFonts w:ascii="Palatino Linotype" w:hAnsi="Palatino Linotype" w:cs="Times New Roman Tj"/>
          <w:color w:val="000000"/>
          <w:sz w:val="28"/>
          <w:szCs w:val="28"/>
          <w:lang w:val="tg-Cyrl-TJ"/>
        </w:rPr>
        <w:t>ониби бонк маш</w:t>
      </w:r>
      <w:r w:rsidRPr="00784F69">
        <w:rPr>
          <w:rFonts w:ascii="Palatino Linotype" w:hAnsi="Palatino Linotype"/>
          <w:color w:val="000000"/>
          <w:sz w:val="28"/>
          <w:szCs w:val="28"/>
          <w:lang w:val="tg-Cyrl-TJ"/>
        </w:rPr>
        <w:t>ғ</w:t>
      </w:r>
      <w:r w:rsidRPr="00784F69">
        <w:rPr>
          <w:rFonts w:ascii="Palatino Linotype" w:hAnsi="Palatino Linotype" w:cs="Times New Roman Tj"/>
          <w:color w:val="000000"/>
          <w:sz w:val="28"/>
          <w:szCs w:val="28"/>
          <w:lang w:val="tg-Cyrl-TJ"/>
        </w:rPr>
        <w:t xml:space="preserve">ул шудан ба ягон фаъолият, ба сифати шахси </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у</w:t>
      </w:r>
      <w:r w:rsidRPr="00784F69">
        <w:rPr>
          <w:rFonts w:ascii="Palatino Linotype" w:hAnsi="Palatino Linotype"/>
          <w:color w:val="000000"/>
          <w:sz w:val="28"/>
          <w:szCs w:val="28"/>
          <w:lang w:val="tg-Cyrl-TJ"/>
        </w:rPr>
        <w:t>қ</w:t>
      </w:r>
      <w:r w:rsidRPr="00784F69">
        <w:rPr>
          <w:rFonts w:ascii="Palatino Linotype" w:hAnsi="Palatino Linotype" w:cs="Times New Roman Tj"/>
          <w:color w:val="000000"/>
          <w:sz w:val="28"/>
          <w:szCs w:val="28"/>
          <w:lang w:val="tg-Cyrl-TJ"/>
        </w:rPr>
        <w:t>у</w:t>
      </w:r>
      <w:r w:rsidRPr="00784F69">
        <w:rPr>
          <w:rFonts w:ascii="Palatino Linotype" w:hAnsi="Palatino Linotype"/>
          <w:color w:val="000000"/>
          <w:sz w:val="28"/>
          <w:szCs w:val="28"/>
          <w:lang w:val="tg-Cyrl-TJ"/>
        </w:rPr>
        <w:t>қ</w:t>
      </w:r>
      <w:r w:rsidRPr="00784F69">
        <w:rPr>
          <w:rFonts w:ascii="Palatino Linotype" w:eastAsia="MS Mincho" w:hAnsi="Palatino Linotype" w:cs="MS Mincho"/>
          <w:color w:val="000000"/>
          <w:sz w:val="28"/>
          <w:szCs w:val="28"/>
          <w:lang w:val="tg-Cyrl-TJ"/>
        </w:rPr>
        <w:t>ӣ</w:t>
      </w:r>
      <w:r w:rsidRPr="00784F69">
        <w:rPr>
          <w:rFonts w:ascii="Palatino Linotype" w:hAnsi="Palatino Linotype" w:cs="Times New Roman Tj"/>
          <w:color w:val="000000"/>
          <w:sz w:val="28"/>
          <w:szCs w:val="28"/>
          <w:lang w:val="tg-Cyrl-TJ"/>
        </w:rPr>
        <w:t xml:space="preserve">, ба </w:t>
      </w:r>
      <w:r w:rsidRPr="00784F69">
        <w:rPr>
          <w:rFonts w:ascii="Palatino Linotype" w:eastAsia="MS Mincho" w:hAnsi="Palatino Linotype" w:cs="MS Mincho"/>
          <w:color w:val="000000"/>
          <w:sz w:val="28"/>
          <w:szCs w:val="28"/>
          <w:lang w:val="tg-Cyrl-TJ"/>
        </w:rPr>
        <w:t>ҷ</w:t>
      </w:r>
      <w:r w:rsidRPr="00784F69">
        <w:rPr>
          <w:rFonts w:ascii="Palatino Linotype" w:hAnsi="Palatino Linotype" w:cs="Times New Roman Tj"/>
          <w:color w:val="000000"/>
          <w:sz w:val="28"/>
          <w:szCs w:val="28"/>
          <w:lang w:val="tg-Cyrl-TJ"/>
        </w:rPr>
        <w:t>уз фаъолияти ташкил</w:t>
      </w:r>
      <w:r w:rsidRPr="00784F69">
        <w:rPr>
          <w:rFonts w:ascii="Palatino Linotype" w:eastAsia="MS Mincho" w:hAnsi="Palatino Linotype" w:cs="MS Mincho"/>
          <w:color w:val="000000"/>
          <w:sz w:val="28"/>
          <w:szCs w:val="28"/>
          <w:lang w:val="tg-Cyrl-TJ"/>
        </w:rPr>
        <w:t>ӣ</w:t>
      </w:r>
      <w:r w:rsidRPr="00784F69">
        <w:rPr>
          <w:rFonts w:ascii="Palatino Linotype" w:hAnsi="Palatino Linotype" w:cs="Times New Roman Tj"/>
          <w:color w:val="000000"/>
          <w:sz w:val="28"/>
          <w:szCs w:val="28"/>
          <w:lang w:val="tg-Cyrl-TJ"/>
        </w:rPr>
        <w:t>, ки ба таъсиси бонк ало</w:t>
      </w:r>
      <w:r w:rsidRPr="00784F69">
        <w:rPr>
          <w:rFonts w:ascii="Palatino Linotype" w:hAnsi="Palatino Linotype"/>
          <w:color w:val="000000"/>
          <w:sz w:val="28"/>
          <w:szCs w:val="28"/>
          <w:lang w:val="tg-Cyrl-TJ"/>
        </w:rPr>
        <w:t>қ</w:t>
      </w:r>
      <w:r w:rsidRPr="00784F69">
        <w:rPr>
          <w:rFonts w:ascii="Palatino Linotype" w:hAnsi="Palatino Linotype" w:cs="Times New Roman Tj"/>
          <w:color w:val="000000"/>
          <w:sz w:val="28"/>
          <w:szCs w:val="28"/>
          <w:lang w:val="tg-Cyrl-TJ"/>
        </w:rPr>
        <w:t>аманд аст, манъ мебошад</w:t>
      </w:r>
      <w:r w:rsidRPr="00784F69">
        <w:rPr>
          <w:rFonts w:ascii="Palatino Linotype" w:hAnsi="Palatino Linotype"/>
          <w:color w:val="000000"/>
          <w:sz w:val="28"/>
          <w:szCs w:val="28"/>
          <w:lang w:val="tg-Cyrl-TJ"/>
        </w:rPr>
        <w:t>;</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 xml:space="preserve">@190. </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Амалиёти бонк</w:t>
      </w:r>
      <w:r w:rsidRPr="00784F69">
        <w:rPr>
          <w:rFonts w:ascii="Palatino Linotype" w:eastAsia="MS Mincho" w:hAnsi="Palatino Linotype" w:cs="MS Mincho"/>
          <w:b/>
          <w:color w:val="000000"/>
          <w:sz w:val="28"/>
          <w:szCs w:val="28"/>
          <w:lang w:val="tg-Cyrl-TJ"/>
        </w:rPr>
        <w:t>ӣ</w:t>
      </w:r>
      <w:r w:rsidRPr="00784F69">
        <w:rPr>
          <w:rFonts w:ascii="Palatino Linotype" w:hAnsi="Palatino Linotype" w:cs="Times New Roman Tj"/>
          <w:b/>
          <w:color w:val="000000"/>
          <w:sz w:val="28"/>
          <w:szCs w:val="28"/>
          <w:lang w:val="tg-Cyrl-TJ"/>
        </w:rPr>
        <w:t>, дар асоси и</w:t>
      </w:r>
      <w:r w:rsidRPr="00784F69">
        <w:rPr>
          <w:rFonts w:ascii="Palatino Linotype" w:eastAsia="MS Mincho" w:hAnsi="Palatino Linotype" w:cs="MS Mincho"/>
          <w:b/>
          <w:color w:val="000000"/>
          <w:sz w:val="28"/>
          <w:szCs w:val="28"/>
          <w:lang w:val="tg-Cyrl-TJ"/>
        </w:rPr>
        <w:t>ҷ</w:t>
      </w:r>
      <w:r w:rsidRPr="00784F69">
        <w:rPr>
          <w:rFonts w:ascii="Palatino Linotype" w:hAnsi="Palatino Linotype" w:cs="Times New Roman Tj"/>
          <w:b/>
          <w:color w:val="000000"/>
          <w:sz w:val="28"/>
          <w:szCs w:val="28"/>
          <w:lang w:val="tg-Cyrl-TJ"/>
        </w:rPr>
        <w:t>озатнома ба тартиботи кадом орган му</w:t>
      </w:r>
      <w:r w:rsidRPr="00784F69">
        <w:rPr>
          <w:rFonts w:ascii="Palatino Linotype" w:hAnsi="Palatino Linotype"/>
          <w:b/>
          <w:color w:val="000000"/>
          <w:sz w:val="28"/>
          <w:szCs w:val="28"/>
          <w:lang w:val="tg-Cyrl-TJ"/>
        </w:rPr>
        <w:t>қ</w:t>
      </w:r>
      <w:r w:rsidRPr="00784F69">
        <w:rPr>
          <w:rFonts w:ascii="Palatino Linotype" w:hAnsi="Palatino Linotype" w:cs="Times New Roman Tj"/>
          <w:b/>
          <w:color w:val="000000"/>
          <w:sz w:val="28"/>
          <w:szCs w:val="28"/>
          <w:lang w:val="tg-Cyrl-TJ"/>
        </w:rPr>
        <w:t>аррар шуда, ан</w:t>
      </w:r>
      <w:r w:rsidRPr="00784F69">
        <w:rPr>
          <w:rFonts w:ascii="Palatino Linotype" w:eastAsia="MS Mincho" w:hAnsi="Palatino Linotype" w:cs="MS Mincho"/>
          <w:b/>
          <w:color w:val="000000"/>
          <w:sz w:val="28"/>
          <w:szCs w:val="28"/>
          <w:lang w:val="tg-Cyrl-TJ"/>
        </w:rPr>
        <w:t>ҷ</w:t>
      </w:r>
      <w:r w:rsidRPr="00784F69">
        <w:rPr>
          <w:rFonts w:ascii="Palatino Linotype" w:hAnsi="Palatino Linotype" w:cs="Times New Roman Tj"/>
          <w:b/>
          <w:color w:val="000000"/>
          <w:sz w:val="28"/>
          <w:szCs w:val="28"/>
          <w:lang w:val="tg-Cyrl-TJ"/>
        </w:rPr>
        <w:t>ом дода мешава</w:t>
      </w:r>
      <w:r w:rsidRPr="00784F69">
        <w:rPr>
          <w:rFonts w:ascii="Palatino Linotype" w:hAnsi="Palatino Linotype"/>
          <w:b/>
          <w:color w:val="000000"/>
          <w:sz w:val="28"/>
          <w:szCs w:val="28"/>
          <w:lang w:val="tg-Cyrl-TJ"/>
        </w:rPr>
        <w:t>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$A) </w:t>
      </w:r>
      <w:r w:rsidRPr="00784F69">
        <w:rPr>
          <w:rFonts w:ascii="Palatino Linotype" w:hAnsi="Palatino Linotype"/>
          <w:color w:val="000000"/>
          <w:sz w:val="28"/>
          <w:szCs w:val="28"/>
          <w:lang w:val="tg-Cyrl-TJ"/>
        </w:rPr>
        <w:t>Амалиёти бонк</w:t>
      </w:r>
      <w:r w:rsidRPr="00784F69">
        <w:rPr>
          <w:rFonts w:ascii="Palatino Linotype" w:eastAsia="MS Mincho" w:hAnsi="Palatino Linotype" w:cs="MS Mincho"/>
          <w:color w:val="000000"/>
          <w:sz w:val="28"/>
          <w:szCs w:val="28"/>
          <w:lang w:val="tg-Cyrl-TJ"/>
        </w:rPr>
        <w:t>ӣ</w:t>
      </w:r>
      <w:r w:rsidRPr="00784F69">
        <w:rPr>
          <w:rFonts w:ascii="Palatino Linotype" w:hAnsi="Palatino Linotype" w:cs="Times New Roman Tj"/>
          <w:color w:val="000000"/>
          <w:sz w:val="28"/>
          <w:szCs w:val="28"/>
          <w:lang w:val="tg-Cyrl-TJ"/>
        </w:rPr>
        <w:t xml:space="preserve"> тан</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о дар асоси и</w:t>
      </w:r>
      <w:r w:rsidRPr="00784F69">
        <w:rPr>
          <w:rFonts w:ascii="Palatino Linotype" w:eastAsia="MS Mincho" w:hAnsi="Palatino Linotype" w:cs="MS Mincho"/>
          <w:color w:val="000000"/>
          <w:sz w:val="28"/>
          <w:szCs w:val="28"/>
          <w:lang w:val="tg-Cyrl-TJ"/>
        </w:rPr>
        <w:t>ҷ</w:t>
      </w:r>
      <w:r w:rsidRPr="00784F69">
        <w:rPr>
          <w:rFonts w:ascii="Palatino Linotype" w:hAnsi="Palatino Linotype" w:cs="Times New Roman Tj"/>
          <w:color w:val="000000"/>
          <w:sz w:val="28"/>
          <w:szCs w:val="28"/>
          <w:lang w:val="tg-Cyrl-TJ"/>
        </w:rPr>
        <w:t>озатномае, ки бо тартиби му</w:t>
      </w:r>
      <w:r w:rsidRPr="00784F69">
        <w:rPr>
          <w:rFonts w:ascii="Palatino Linotype" w:hAnsi="Palatino Linotype"/>
          <w:color w:val="000000"/>
          <w:sz w:val="28"/>
          <w:szCs w:val="28"/>
          <w:lang w:val="tg-Cyrl-TJ"/>
        </w:rPr>
        <w:t>қ</w:t>
      </w:r>
      <w:r w:rsidRPr="00784F69">
        <w:rPr>
          <w:rFonts w:ascii="Palatino Linotype" w:hAnsi="Palatino Linotype" w:cs="Times New Roman Tj"/>
          <w:color w:val="000000"/>
          <w:sz w:val="28"/>
          <w:szCs w:val="28"/>
          <w:lang w:val="tg-Cyrl-TJ"/>
        </w:rPr>
        <w:t>арраршуда Бонки миллии То</w:t>
      </w:r>
      <w:r w:rsidRPr="00784F69">
        <w:rPr>
          <w:rFonts w:ascii="Palatino Linotype" w:eastAsia="MS Mincho" w:hAnsi="Palatino Linotype" w:cs="MS Mincho"/>
          <w:color w:val="000000"/>
          <w:sz w:val="28"/>
          <w:szCs w:val="28"/>
          <w:lang w:val="tg-Cyrl-TJ"/>
        </w:rPr>
        <w:t>ҷ</w:t>
      </w:r>
      <w:r w:rsidRPr="00784F69">
        <w:rPr>
          <w:rFonts w:ascii="Palatino Linotype" w:hAnsi="Palatino Linotype" w:cs="Times New Roman Tj"/>
          <w:color w:val="000000"/>
          <w:sz w:val="28"/>
          <w:szCs w:val="28"/>
          <w:lang w:val="tg-Cyrl-TJ"/>
        </w:rPr>
        <w:t>икис</w:t>
      </w:r>
      <w:r w:rsidRPr="00784F69">
        <w:rPr>
          <w:rFonts w:ascii="Palatino Linotype" w:hAnsi="Palatino Linotype"/>
          <w:color w:val="000000"/>
          <w:sz w:val="28"/>
          <w:szCs w:val="28"/>
          <w:lang w:val="tg-Cyrl-TJ"/>
        </w:rPr>
        <w:t>тон додааст, ан</w:t>
      </w:r>
      <w:r w:rsidRPr="00784F69">
        <w:rPr>
          <w:rFonts w:ascii="Palatino Linotype" w:eastAsia="MS Mincho" w:hAnsi="Palatino Linotype" w:cs="MS Mincho"/>
          <w:color w:val="000000"/>
          <w:sz w:val="28"/>
          <w:szCs w:val="28"/>
          <w:lang w:val="tg-Cyrl-TJ"/>
        </w:rPr>
        <w:t>ҷ</w:t>
      </w:r>
      <w:r w:rsidRPr="00784F69">
        <w:rPr>
          <w:rFonts w:ascii="Palatino Linotype" w:hAnsi="Palatino Linotype" w:cs="Times New Roman Tj"/>
          <w:color w:val="000000"/>
          <w:sz w:val="28"/>
          <w:szCs w:val="28"/>
          <w:lang w:val="tg-Cyrl-TJ"/>
        </w:rPr>
        <w:t>ом дода мешавад;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$B) </w:t>
      </w:r>
      <w:r w:rsidRPr="00784F69">
        <w:rPr>
          <w:rFonts w:ascii="Palatino Linotype" w:hAnsi="Palatino Linotype"/>
          <w:color w:val="000000"/>
          <w:sz w:val="28"/>
          <w:szCs w:val="28"/>
          <w:lang w:val="tg-Cyrl-TJ"/>
        </w:rPr>
        <w:t>Амалиёти бонк</w:t>
      </w:r>
      <w:r w:rsidRPr="00784F69">
        <w:rPr>
          <w:rFonts w:ascii="Palatino Linotype" w:eastAsia="MS Mincho" w:hAnsi="Palatino Linotype" w:cs="MS Mincho"/>
          <w:color w:val="000000"/>
          <w:sz w:val="28"/>
          <w:szCs w:val="28"/>
          <w:lang w:val="tg-Cyrl-TJ"/>
        </w:rPr>
        <w:t>ӣ</w:t>
      </w:r>
      <w:r w:rsidRPr="00784F69">
        <w:rPr>
          <w:rFonts w:ascii="Palatino Linotype" w:hAnsi="Palatino Linotype" w:cs="Times New Roman Tj"/>
          <w:color w:val="000000"/>
          <w:sz w:val="28"/>
          <w:szCs w:val="28"/>
          <w:lang w:val="tg-Cyrl-TJ"/>
        </w:rPr>
        <w:t xml:space="preserve"> тан</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о дар асоси и</w:t>
      </w:r>
      <w:r w:rsidRPr="00784F69">
        <w:rPr>
          <w:rFonts w:ascii="Palatino Linotype" w:eastAsia="MS Mincho" w:hAnsi="Palatino Linotype" w:cs="MS Mincho"/>
          <w:color w:val="000000"/>
          <w:sz w:val="28"/>
          <w:szCs w:val="28"/>
          <w:lang w:val="tg-Cyrl-TJ"/>
        </w:rPr>
        <w:t>ҷ</w:t>
      </w:r>
      <w:r w:rsidRPr="00784F69">
        <w:rPr>
          <w:rFonts w:ascii="Palatino Linotype" w:hAnsi="Palatino Linotype" w:cs="Times New Roman Tj"/>
          <w:color w:val="000000"/>
          <w:sz w:val="28"/>
          <w:szCs w:val="28"/>
          <w:lang w:val="tg-Cyrl-TJ"/>
        </w:rPr>
        <w:t>озатномае, ки бо тартиби му</w:t>
      </w:r>
      <w:r w:rsidRPr="00784F69">
        <w:rPr>
          <w:rFonts w:ascii="Palatino Linotype" w:hAnsi="Palatino Linotype"/>
          <w:color w:val="000000"/>
          <w:sz w:val="28"/>
          <w:szCs w:val="28"/>
          <w:lang w:val="tg-Cyrl-TJ"/>
        </w:rPr>
        <w:t>қ</w:t>
      </w:r>
      <w:r w:rsidRPr="00784F69">
        <w:rPr>
          <w:rFonts w:ascii="Palatino Linotype" w:hAnsi="Palatino Linotype" w:cs="Times New Roman Tj"/>
          <w:color w:val="000000"/>
          <w:sz w:val="28"/>
          <w:szCs w:val="28"/>
          <w:lang w:val="tg-Cyrl-TJ"/>
        </w:rPr>
        <w:t xml:space="preserve">арраршуда </w:t>
      </w:r>
      <w:r w:rsidRPr="00784F69">
        <w:rPr>
          <w:rFonts w:ascii="Palatino Linotype" w:hAnsi="Palatino Linotype"/>
          <w:color w:val="000000"/>
          <w:sz w:val="28"/>
          <w:szCs w:val="28"/>
          <w:lang w:val="tt-RU"/>
        </w:rPr>
        <w:t xml:space="preserve">Суди Олии </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ум</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урии То</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икис</w:t>
      </w:r>
      <w:r w:rsidRPr="00784F69">
        <w:rPr>
          <w:rFonts w:ascii="Palatino Linotype" w:hAnsi="Palatino Linotype"/>
          <w:color w:val="000000"/>
          <w:sz w:val="28"/>
          <w:szCs w:val="28"/>
          <w:lang w:val="tt-RU"/>
        </w:rPr>
        <w:t xml:space="preserve">тон </w:t>
      </w:r>
      <w:r w:rsidRPr="00784F69">
        <w:rPr>
          <w:rFonts w:ascii="Palatino Linotype" w:hAnsi="Palatino Linotype"/>
          <w:color w:val="000000"/>
          <w:sz w:val="28"/>
          <w:szCs w:val="28"/>
          <w:lang w:val="tg-Cyrl-TJ"/>
        </w:rPr>
        <w:t>додааст, ан</w:t>
      </w:r>
      <w:r w:rsidRPr="00784F69">
        <w:rPr>
          <w:rFonts w:ascii="Palatino Linotype" w:eastAsia="MS Mincho" w:hAnsi="Palatino Linotype" w:cs="MS Mincho"/>
          <w:color w:val="000000"/>
          <w:sz w:val="28"/>
          <w:szCs w:val="28"/>
          <w:lang w:val="tg-Cyrl-TJ"/>
        </w:rPr>
        <w:t>ҷ</w:t>
      </w:r>
      <w:r w:rsidRPr="00784F69">
        <w:rPr>
          <w:rFonts w:ascii="Palatino Linotype" w:hAnsi="Palatino Linotype" w:cs="Times New Roman Tj"/>
          <w:color w:val="000000"/>
          <w:sz w:val="28"/>
          <w:szCs w:val="28"/>
          <w:lang w:val="tg-Cyrl-TJ"/>
        </w:rPr>
        <w:t>ом дода мешавад;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$C) </w:t>
      </w:r>
      <w:r w:rsidRPr="00784F69">
        <w:rPr>
          <w:rFonts w:ascii="Palatino Linotype" w:hAnsi="Palatino Linotype"/>
          <w:color w:val="000000"/>
          <w:sz w:val="28"/>
          <w:szCs w:val="28"/>
          <w:lang w:val="tg-Cyrl-TJ"/>
        </w:rPr>
        <w:t>Амалиёти бонк</w:t>
      </w:r>
      <w:r w:rsidRPr="00784F69">
        <w:rPr>
          <w:rFonts w:ascii="Palatino Linotype" w:eastAsia="MS Mincho" w:hAnsi="Palatino Linotype" w:cs="MS Mincho"/>
          <w:color w:val="000000"/>
          <w:sz w:val="28"/>
          <w:szCs w:val="28"/>
          <w:lang w:val="tg-Cyrl-TJ"/>
        </w:rPr>
        <w:t>ӣ</w:t>
      </w:r>
      <w:r w:rsidRPr="00784F69">
        <w:rPr>
          <w:rFonts w:ascii="Palatino Linotype" w:hAnsi="Palatino Linotype" w:cs="Times New Roman Tj"/>
          <w:color w:val="000000"/>
          <w:sz w:val="28"/>
          <w:szCs w:val="28"/>
          <w:lang w:val="tg-Cyrl-TJ"/>
        </w:rPr>
        <w:t xml:space="preserve"> тан</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о дар асоси и</w:t>
      </w:r>
      <w:r w:rsidRPr="00784F69">
        <w:rPr>
          <w:rFonts w:ascii="Palatino Linotype" w:eastAsia="MS Mincho" w:hAnsi="Palatino Linotype" w:cs="MS Mincho"/>
          <w:color w:val="000000"/>
          <w:sz w:val="28"/>
          <w:szCs w:val="28"/>
          <w:lang w:val="tg-Cyrl-TJ"/>
        </w:rPr>
        <w:t>ҷ</w:t>
      </w:r>
      <w:r w:rsidRPr="00784F69">
        <w:rPr>
          <w:rFonts w:ascii="Palatino Linotype" w:hAnsi="Palatino Linotype" w:cs="Times New Roman Tj"/>
          <w:color w:val="000000"/>
          <w:sz w:val="28"/>
          <w:szCs w:val="28"/>
          <w:lang w:val="tg-Cyrl-TJ"/>
        </w:rPr>
        <w:t>озатномае, ки бо тартиби му</w:t>
      </w:r>
      <w:r w:rsidRPr="00784F69">
        <w:rPr>
          <w:rFonts w:ascii="Palatino Linotype" w:hAnsi="Palatino Linotype"/>
          <w:color w:val="000000"/>
          <w:sz w:val="28"/>
          <w:szCs w:val="28"/>
          <w:lang w:val="tg-Cyrl-TJ"/>
        </w:rPr>
        <w:t>қ</w:t>
      </w:r>
      <w:r w:rsidRPr="00784F69">
        <w:rPr>
          <w:rFonts w:ascii="Palatino Linotype" w:hAnsi="Palatino Linotype" w:cs="Times New Roman Tj"/>
          <w:color w:val="000000"/>
          <w:sz w:val="28"/>
          <w:szCs w:val="28"/>
          <w:lang w:val="tg-Cyrl-TJ"/>
        </w:rPr>
        <w:t xml:space="preserve">арраршуда Раёсати </w:t>
      </w:r>
      <w:r w:rsidRPr="00784F69">
        <w:rPr>
          <w:rFonts w:ascii="Palatino Linotype" w:hAnsi="Palatino Linotype"/>
          <w:color w:val="000000"/>
          <w:sz w:val="28"/>
          <w:szCs w:val="28"/>
          <w:lang w:val="tg-Cyrl-TJ"/>
        </w:rPr>
        <w:t>мубориза алайҳи қоҷоқ додааст, ан</w:t>
      </w:r>
      <w:r w:rsidRPr="00784F69">
        <w:rPr>
          <w:rFonts w:ascii="Palatino Linotype" w:eastAsia="MS Mincho" w:hAnsi="Palatino Linotype" w:cs="MS Mincho"/>
          <w:color w:val="000000"/>
          <w:sz w:val="28"/>
          <w:szCs w:val="28"/>
          <w:lang w:val="tg-Cyrl-TJ"/>
        </w:rPr>
        <w:t>ҷ</w:t>
      </w:r>
      <w:r w:rsidRPr="00784F69">
        <w:rPr>
          <w:rFonts w:ascii="Palatino Linotype" w:hAnsi="Palatino Linotype" w:cs="Times New Roman Tj"/>
          <w:color w:val="000000"/>
          <w:sz w:val="28"/>
          <w:szCs w:val="28"/>
          <w:lang w:val="tg-Cyrl-TJ"/>
        </w:rPr>
        <w:t>ом дода мешавад;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$D) </w:t>
      </w:r>
      <w:r w:rsidRPr="00784F69">
        <w:rPr>
          <w:rFonts w:ascii="Palatino Linotype" w:hAnsi="Palatino Linotype"/>
          <w:color w:val="000000"/>
          <w:sz w:val="28"/>
          <w:szCs w:val="28"/>
          <w:lang w:val="tg-Cyrl-TJ"/>
        </w:rPr>
        <w:t>Амалиёти бонк</w:t>
      </w:r>
      <w:r w:rsidRPr="00784F69">
        <w:rPr>
          <w:rFonts w:ascii="Palatino Linotype" w:eastAsia="MS Mincho" w:hAnsi="Palatino Linotype" w:cs="MS Mincho"/>
          <w:color w:val="000000"/>
          <w:sz w:val="28"/>
          <w:szCs w:val="28"/>
          <w:lang w:val="tg-Cyrl-TJ"/>
        </w:rPr>
        <w:t>ӣ</w:t>
      </w:r>
      <w:r w:rsidRPr="00784F69">
        <w:rPr>
          <w:rFonts w:ascii="Palatino Linotype" w:hAnsi="Palatino Linotype" w:cs="Times New Roman Tj"/>
          <w:color w:val="000000"/>
          <w:sz w:val="28"/>
          <w:szCs w:val="28"/>
          <w:lang w:val="tg-Cyrl-TJ"/>
        </w:rPr>
        <w:t xml:space="preserve"> тан</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о дар асоси и</w:t>
      </w:r>
      <w:r w:rsidRPr="00784F69">
        <w:rPr>
          <w:rFonts w:ascii="Palatino Linotype" w:eastAsia="MS Mincho" w:hAnsi="Palatino Linotype" w:cs="MS Mincho"/>
          <w:color w:val="000000"/>
          <w:sz w:val="28"/>
          <w:szCs w:val="28"/>
          <w:lang w:val="tg-Cyrl-TJ"/>
        </w:rPr>
        <w:t>ҷ</w:t>
      </w:r>
      <w:r w:rsidRPr="00784F69">
        <w:rPr>
          <w:rFonts w:ascii="Palatino Linotype" w:hAnsi="Palatino Linotype" w:cs="Times New Roman Tj"/>
          <w:color w:val="000000"/>
          <w:sz w:val="28"/>
          <w:szCs w:val="28"/>
          <w:lang w:val="tg-Cyrl-TJ"/>
        </w:rPr>
        <w:t>озатномае, ки бо тартиби му</w:t>
      </w:r>
      <w:r w:rsidRPr="00784F69">
        <w:rPr>
          <w:rFonts w:ascii="Palatino Linotype" w:hAnsi="Palatino Linotype"/>
          <w:color w:val="000000"/>
          <w:sz w:val="28"/>
          <w:szCs w:val="28"/>
          <w:lang w:val="tg-Cyrl-TJ"/>
        </w:rPr>
        <w:t>қ</w:t>
      </w:r>
      <w:r w:rsidRPr="00784F69">
        <w:rPr>
          <w:rFonts w:ascii="Palatino Linotype" w:hAnsi="Palatino Linotype" w:cs="Times New Roman Tj"/>
          <w:color w:val="000000"/>
          <w:sz w:val="28"/>
          <w:szCs w:val="28"/>
          <w:lang w:val="tg-Cyrl-TJ"/>
        </w:rPr>
        <w:t xml:space="preserve">арраршуда </w:t>
      </w:r>
      <w:r w:rsidRPr="00784F69">
        <w:rPr>
          <w:rFonts w:ascii="Palatino Linotype" w:hAnsi="Palatino Linotype"/>
          <w:color w:val="000000"/>
          <w:sz w:val="28"/>
          <w:szCs w:val="28"/>
          <w:lang w:val="tt-RU"/>
        </w:rPr>
        <w:t xml:space="preserve">Вазорати саноати </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ум</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урии</w:t>
      </w:r>
      <w:r w:rsidRPr="00784F69">
        <w:rPr>
          <w:rFonts w:ascii="Palatino Linotype" w:hAnsi="Palatino Linotype"/>
          <w:color w:val="000000"/>
          <w:sz w:val="28"/>
          <w:szCs w:val="28"/>
          <w:lang w:val="tt-RU"/>
        </w:rPr>
        <w:t xml:space="preserve"> То</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икистон</w:t>
      </w:r>
      <w:r w:rsidRPr="00784F69">
        <w:rPr>
          <w:rFonts w:ascii="Palatino Linotype" w:hAnsi="Palatino Linotype"/>
          <w:color w:val="000000"/>
          <w:sz w:val="28"/>
          <w:szCs w:val="28"/>
          <w:lang w:val="tg-Cyrl-TJ"/>
        </w:rPr>
        <w:t xml:space="preserve"> додааст, ан</w:t>
      </w:r>
      <w:r w:rsidRPr="00784F69">
        <w:rPr>
          <w:rFonts w:ascii="Palatino Linotype" w:eastAsia="MS Mincho" w:hAnsi="Palatino Linotype" w:cs="MS Mincho"/>
          <w:color w:val="000000"/>
          <w:sz w:val="28"/>
          <w:szCs w:val="28"/>
          <w:lang w:val="tg-Cyrl-TJ"/>
        </w:rPr>
        <w:t>ҷ</w:t>
      </w:r>
      <w:r w:rsidRPr="00784F69">
        <w:rPr>
          <w:rFonts w:ascii="Palatino Linotype" w:hAnsi="Palatino Linotype" w:cs="Times New Roman Tj"/>
          <w:color w:val="000000"/>
          <w:sz w:val="28"/>
          <w:szCs w:val="28"/>
          <w:lang w:val="tg-Cyrl-TJ"/>
        </w:rPr>
        <w:t>ом дода мешавад;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$E) </w:t>
      </w:r>
      <w:r w:rsidRPr="00784F69">
        <w:rPr>
          <w:rFonts w:ascii="Palatino Linotype" w:hAnsi="Palatino Linotype"/>
          <w:color w:val="000000"/>
          <w:sz w:val="28"/>
          <w:szCs w:val="28"/>
          <w:lang w:val="tg-Cyrl-TJ"/>
        </w:rPr>
        <w:t>Амалиёти корхона натанҳ</w:t>
      </w:r>
      <w:r w:rsidRPr="00784F69">
        <w:rPr>
          <w:rFonts w:ascii="Palatino Linotype" w:hAnsi="Palatino Linotype" w:cs="Times New Roman Tj"/>
          <w:color w:val="000000"/>
          <w:sz w:val="28"/>
          <w:szCs w:val="28"/>
          <w:lang w:val="tg-Cyrl-TJ"/>
        </w:rPr>
        <w:t>о дар асоси и</w:t>
      </w:r>
      <w:r w:rsidRPr="00784F69">
        <w:rPr>
          <w:rFonts w:ascii="Palatino Linotype" w:eastAsia="MS Mincho" w:hAnsi="Palatino Linotype" w:cs="MS Mincho"/>
          <w:color w:val="000000"/>
          <w:sz w:val="28"/>
          <w:szCs w:val="28"/>
          <w:lang w:val="tg-Cyrl-TJ"/>
        </w:rPr>
        <w:t>ҷ</w:t>
      </w:r>
      <w:r w:rsidRPr="00784F69">
        <w:rPr>
          <w:rFonts w:ascii="Palatino Linotype" w:hAnsi="Palatino Linotype" w:cs="Times New Roman Tj"/>
          <w:color w:val="000000"/>
          <w:sz w:val="28"/>
          <w:szCs w:val="28"/>
          <w:lang w:val="tg-Cyrl-TJ"/>
        </w:rPr>
        <w:t>озатномае, ки бо тартиби му</w:t>
      </w:r>
      <w:r w:rsidRPr="00784F69">
        <w:rPr>
          <w:rFonts w:ascii="Palatino Linotype" w:hAnsi="Palatino Linotype"/>
          <w:color w:val="000000"/>
          <w:sz w:val="28"/>
          <w:szCs w:val="28"/>
          <w:lang w:val="tg-Cyrl-TJ"/>
        </w:rPr>
        <w:t>қ</w:t>
      </w:r>
      <w:r w:rsidRPr="00784F69">
        <w:rPr>
          <w:rFonts w:ascii="Palatino Linotype" w:hAnsi="Palatino Linotype" w:cs="Times New Roman Tj"/>
          <w:color w:val="000000"/>
          <w:sz w:val="28"/>
          <w:szCs w:val="28"/>
          <w:lang w:val="tg-Cyrl-TJ"/>
        </w:rPr>
        <w:t xml:space="preserve">арраршуда </w:t>
      </w:r>
      <w:r w:rsidRPr="00784F69">
        <w:rPr>
          <w:rFonts w:ascii="Palatino Linotype" w:hAnsi="Palatino Linotype"/>
          <w:color w:val="000000"/>
          <w:sz w:val="28"/>
          <w:szCs w:val="28"/>
          <w:lang w:val="tt-RU"/>
        </w:rPr>
        <w:t>Вазорати иқ</w:t>
      </w:r>
      <w:r w:rsidRPr="00784F69">
        <w:rPr>
          <w:rFonts w:ascii="Palatino Linotype" w:hAnsi="Palatino Linotype" w:cs="Times New Roman Tj"/>
          <w:color w:val="000000"/>
          <w:sz w:val="28"/>
          <w:szCs w:val="28"/>
          <w:lang w:val="tt-RU"/>
        </w:rPr>
        <w:t xml:space="preserve">тисод </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ум</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урии</w:t>
      </w:r>
      <w:r w:rsidRPr="00784F69">
        <w:rPr>
          <w:rFonts w:ascii="Palatino Linotype" w:hAnsi="Palatino Linotype"/>
          <w:color w:val="000000"/>
          <w:sz w:val="28"/>
          <w:szCs w:val="28"/>
          <w:lang w:val="tt-RU"/>
        </w:rPr>
        <w:t xml:space="preserve"> То</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икистон</w:t>
      </w:r>
      <w:r w:rsidRPr="00784F69">
        <w:rPr>
          <w:rFonts w:ascii="Palatino Linotype" w:hAnsi="Palatino Linotype"/>
          <w:color w:val="000000"/>
          <w:sz w:val="28"/>
          <w:szCs w:val="28"/>
          <w:lang w:val="tg-Cyrl-TJ"/>
        </w:rPr>
        <w:t xml:space="preserve"> додааст, ан</w:t>
      </w:r>
      <w:r w:rsidRPr="00784F69">
        <w:rPr>
          <w:rFonts w:ascii="Palatino Linotype" w:eastAsia="MS Mincho" w:hAnsi="Palatino Linotype" w:cs="MS Mincho"/>
          <w:color w:val="000000"/>
          <w:sz w:val="28"/>
          <w:szCs w:val="28"/>
          <w:lang w:val="tg-Cyrl-TJ"/>
        </w:rPr>
        <w:t>ҷ</w:t>
      </w:r>
      <w:r w:rsidRPr="00784F69">
        <w:rPr>
          <w:rFonts w:ascii="Palatino Linotype" w:hAnsi="Palatino Linotype" w:cs="Times New Roman Tj"/>
          <w:color w:val="000000"/>
          <w:sz w:val="28"/>
          <w:szCs w:val="28"/>
          <w:lang w:val="tg-Cyrl-TJ"/>
        </w:rPr>
        <w:t>ом дода мешавад;</w:t>
      </w:r>
    </w:p>
    <w:p w:rsidR="00B65CA5" w:rsidRPr="00784F69" w:rsidRDefault="00B65CA5" w:rsidP="00C84BB2">
      <w:pPr>
        <w:spacing w:after="0" w:line="240" w:lineRule="auto"/>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 xml:space="preserve">@191. </w:t>
      </w:r>
    </w:p>
    <w:p w:rsidR="00B65CA5" w:rsidRPr="00784F69" w:rsidRDefault="00B65CA5" w:rsidP="00C84BB2">
      <w:pPr>
        <w:spacing w:after="0" w:line="240" w:lineRule="auto"/>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Муассисони бонк то гирифтани и</w:t>
      </w:r>
      <w:r w:rsidRPr="00784F69">
        <w:rPr>
          <w:rFonts w:ascii="Palatino Linotype" w:eastAsia="MS Mincho" w:hAnsi="Palatino Linotype" w:cs="MS Mincho"/>
          <w:b/>
          <w:color w:val="000000"/>
          <w:sz w:val="28"/>
          <w:szCs w:val="28"/>
          <w:lang w:val="tg-Cyrl-TJ"/>
        </w:rPr>
        <w:t>ҷ</w:t>
      </w:r>
      <w:r w:rsidRPr="00784F69">
        <w:rPr>
          <w:rFonts w:ascii="Palatino Linotype" w:hAnsi="Palatino Linotype" w:cs="Times New Roman Tj"/>
          <w:b/>
          <w:color w:val="000000"/>
          <w:sz w:val="28"/>
          <w:szCs w:val="28"/>
          <w:lang w:val="tg-Cyrl-TJ"/>
        </w:rPr>
        <w:t>озатнома барои и</w:t>
      </w:r>
      <w:r w:rsidRPr="00784F69">
        <w:rPr>
          <w:rFonts w:ascii="Palatino Linotype" w:eastAsia="MS Mincho" w:hAnsi="Palatino Linotype" w:cs="MS Mincho"/>
          <w:b/>
          <w:color w:val="000000"/>
          <w:sz w:val="28"/>
          <w:szCs w:val="28"/>
          <w:lang w:val="tg-Cyrl-TJ"/>
        </w:rPr>
        <w:t>ҷ</w:t>
      </w:r>
      <w:r w:rsidRPr="00784F69">
        <w:rPr>
          <w:rFonts w:ascii="Palatino Linotype" w:hAnsi="Palatino Linotype" w:cs="Times New Roman Tj"/>
          <w:b/>
          <w:color w:val="000000"/>
          <w:sz w:val="28"/>
          <w:szCs w:val="28"/>
          <w:lang w:val="tg-Cyrl-TJ"/>
        </w:rPr>
        <w:t>рои амалиёти бонк</w:t>
      </w:r>
      <w:r w:rsidRPr="00784F69">
        <w:rPr>
          <w:rFonts w:ascii="Palatino Linotype" w:eastAsia="MS Mincho" w:hAnsi="Palatino Linotype" w:cs="MS Mincho"/>
          <w:b/>
          <w:color w:val="000000"/>
          <w:sz w:val="28"/>
          <w:szCs w:val="28"/>
          <w:lang w:val="tg-Cyrl-TJ"/>
        </w:rPr>
        <w:t>ӣ</w:t>
      </w:r>
      <w:r w:rsidRPr="00784F69">
        <w:rPr>
          <w:rFonts w:ascii="Palatino Linotype" w:hAnsi="Palatino Linotype" w:cs="Times New Roman Tj"/>
          <w:b/>
          <w:color w:val="000000"/>
          <w:sz w:val="28"/>
          <w:szCs w:val="28"/>
          <w:lang w:val="tg-Cyrl-TJ"/>
        </w:rPr>
        <w:t xml:space="preserve"> ч</w:t>
      </w:r>
      <w:r w:rsidRPr="00784F69">
        <w:rPr>
          <w:rFonts w:ascii="Palatino Linotype" w:eastAsia="MS Mincho" w:hAnsi="Palatino Linotype" w:cs="MS Mincho"/>
          <w:b/>
          <w:color w:val="000000"/>
          <w:sz w:val="28"/>
          <w:szCs w:val="28"/>
          <w:lang w:val="tg-Cyrl-TJ"/>
        </w:rPr>
        <w:t>ӣӯҳ</w:t>
      </w:r>
      <w:r w:rsidRPr="00784F69">
        <w:rPr>
          <w:rFonts w:ascii="Palatino Linotype" w:hAnsi="Palatino Linotype" w:cs="Times New Roman Tj"/>
          <w:b/>
          <w:color w:val="000000"/>
          <w:sz w:val="28"/>
          <w:szCs w:val="28"/>
          <w:lang w:val="tg-Cyrl-TJ"/>
        </w:rPr>
        <w:t>да</w:t>
      </w:r>
      <w:r w:rsidRPr="00784F69">
        <w:rPr>
          <w:rFonts w:ascii="Palatino Linotype" w:hAnsi="Palatino Linotype"/>
          <w:b/>
          <w:color w:val="000000"/>
          <w:sz w:val="28"/>
          <w:szCs w:val="28"/>
          <w:lang w:val="tg-Cyrl-TJ"/>
        </w:rPr>
        <w:t>дор</w:t>
      </w:r>
      <w:r w:rsidRPr="00784F69">
        <w:rPr>
          <w:rFonts w:ascii="Palatino Linotype" w:eastAsia="MS Mincho" w:hAnsi="Palatino Linotype" w:cs="MS Mincho"/>
          <w:b/>
          <w:color w:val="000000"/>
          <w:sz w:val="28"/>
          <w:szCs w:val="28"/>
          <w:lang w:val="tg-Cyrl-TJ"/>
        </w:rPr>
        <w:t>ӣ</w:t>
      </w:r>
      <w:r w:rsidRPr="00784F69">
        <w:rPr>
          <w:rFonts w:ascii="Palatino Linotype" w:hAnsi="Palatino Linotype" w:cs="Times New Roman Tj"/>
          <w:b/>
          <w:color w:val="000000"/>
          <w:sz w:val="28"/>
          <w:szCs w:val="28"/>
          <w:lang w:val="tg-Cyrl-TJ"/>
        </w:rPr>
        <w:t xml:space="preserve"> доранд?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$A) </w:t>
      </w:r>
      <w:r w:rsidRPr="00784F69">
        <w:rPr>
          <w:rFonts w:ascii="Palatino Linotype" w:hAnsi="Palatino Linotype"/>
          <w:color w:val="000000"/>
          <w:sz w:val="28"/>
          <w:szCs w:val="28"/>
          <w:lang w:val="tg-Cyrl-TJ"/>
        </w:rPr>
        <w:t>Сармояи оинномавии эълоншударо 100 фоиз ба ҳ</w:t>
      </w:r>
      <w:r w:rsidRPr="00784F69">
        <w:rPr>
          <w:rFonts w:ascii="Palatino Linotype" w:hAnsi="Palatino Linotype" w:cs="Times New Roman Tj"/>
          <w:color w:val="000000"/>
          <w:sz w:val="28"/>
          <w:szCs w:val="28"/>
          <w:lang w:val="tg-Cyrl-TJ"/>
        </w:rPr>
        <w:t>исоби андухтие, ки дар Бонки миллии То</w:t>
      </w:r>
      <w:r w:rsidRPr="00784F69">
        <w:rPr>
          <w:rFonts w:ascii="Palatino Linotype" w:eastAsia="MS Mincho" w:hAnsi="Palatino Linotype" w:cs="MS Mincho"/>
          <w:color w:val="000000"/>
          <w:sz w:val="28"/>
          <w:szCs w:val="28"/>
          <w:lang w:val="tg-Cyrl-TJ"/>
        </w:rPr>
        <w:t>ҷ</w:t>
      </w:r>
      <w:r w:rsidRPr="00784F69">
        <w:rPr>
          <w:rFonts w:ascii="Palatino Linotype" w:hAnsi="Palatino Linotype" w:cs="Times New Roman Tj"/>
          <w:color w:val="000000"/>
          <w:sz w:val="28"/>
          <w:szCs w:val="28"/>
          <w:lang w:val="tg-Cyrl-TJ"/>
        </w:rPr>
        <w:t>икистон кушода мешавад, дохил намоянд;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$B) </w:t>
      </w:r>
      <w:r w:rsidRPr="00784F69">
        <w:rPr>
          <w:rFonts w:ascii="Palatino Linotype" w:hAnsi="Palatino Linotype"/>
          <w:color w:val="000000"/>
          <w:sz w:val="28"/>
          <w:szCs w:val="28"/>
          <w:lang w:val="tg-Cyrl-TJ"/>
        </w:rPr>
        <w:t>Сармояи танзимшавандаро 15 фоиз ба ҳ</w:t>
      </w:r>
      <w:r w:rsidRPr="00784F69">
        <w:rPr>
          <w:rFonts w:ascii="Palatino Linotype" w:hAnsi="Palatino Linotype" w:cs="Times New Roman Tj"/>
          <w:color w:val="000000"/>
          <w:sz w:val="28"/>
          <w:szCs w:val="28"/>
          <w:lang w:val="tg-Cyrl-TJ"/>
        </w:rPr>
        <w:t>исоби андухтие, ки дар Бонки миллии То</w:t>
      </w:r>
      <w:r w:rsidRPr="00784F69">
        <w:rPr>
          <w:rFonts w:ascii="Palatino Linotype" w:eastAsia="MS Mincho" w:hAnsi="Palatino Linotype" w:cs="MS Mincho"/>
          <w:color w:val="000000"/>
          <w:sz w:val="28"/>
          <w:szCs w:val="28"/>
          <w:lang w:val="tg-Cyrl-TJ"/>
        </w:rPr>
        <w:t>ҷ</w:t>
      </w:r>
      <w:r w:rsidRPr="00784F69">
        <w:rPr>
          <w:rFonts w:ascii="Palatino Linotype" w:hAnsi="Palatino Linotype" w:cs="Times New Roman Tj"/>
          <w:color w:val="000000"/>
          <w:sz w:val="28"/>
          <w:szCs w:val="28"/>
          <w:lang w:val="tg-Cyrl-TJ"/>
        </w:rPr>
        <w:t>икистон кушода мешавад, дохил намоян</w:t>
      </w:r>
      <w:r w:rsidRPr="00784F69">
        <w:rPr>
          <w:rFonts w:ascii="Palatino Linotype" w:hAnsi="Palatino Linotype"/>
          <w:color w:val="000000"/>
          <w:sz w:val="28"/>
          <w:szCs w:val="28"/>
          <w:lang w:val="tg-Cyrl-TJ"/>
        </w:rPr>
        <w:t>д;</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$C) </w:t>
      </w:r>
      <w:r w:rsidRPr="00784F69">
        <w:rPr>
          <w:rFonts w:ascii="Palatino Linotype" w:hAnsi="Palatino Linotype"/>
          <w:color w:val="000000"/>
          <w:sz w:val="28"/>
          <w:szCs w:val="28"/>
        </w:rPr>
        <w:t>Сармояи танзимшавандаро 65 фоиз ба ҳ</w:t>
      </w:r>
      <w:r w:rsidRPr="00784F69">
        <w:rPr>
          <w:rFonts w:ascii="Palatino Linotype" w:hAnsi="Palatino Linotype" w:cs="Times New Roman Tj"/>
          <w:color w:val="000000"/>
          <w:sz w:val="28"/>
          <w:szCs w:val="28"/>
        </w:rPr>
        <w:t>исоби андухтие, ки дар Бонки миллии То</w:t>
      </w:r>
      <w:r w:rsidRPr="00784F69">
        <w:rPr>
          <w:rFonts w:ascii="Palatino Linotype" w:eastAsia="MS Mincho" w:hAnsi="Palatino Linotype" w:cs="MS Mincho"/>
          <w:color w:val="000000"/>
          <w:sz w:val="28"/>
          <w:szCs w:val="28"/>
        </w:rPr>
        <w:t>ҷ</w:t>
      </w:r>
      <w:r w:rsidRPr="00784F69">
        <w:rPr>
          <w:rFonts w:ascii="Palatino Linotype" w:hAnsi="Palatino Linotype" w:cs="Times New Roman Tj"/>
          <w:color w:val="000000"/>
          <w:sz w:val="28"/>
          <w:szCs w:val="28"/>
        </w:rPr>
        <w:t>икистон кушода мешавад, дохил намоянд</w:t>
      </w:r>
      <w:r w:rsidRPr="00784F69">
        <w:rPr>
          <w:rFonts w:ascii="Palatino Linotype" w:hAnsi="Palatino Linotype"/>
          <w:color w:val="000000"/>
          <w:sz w:val="28"/>
          <w:szCs w:val="28"/>
        </w:rPr>
        <w:t>;</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$D) </w:t>
      </w:r>
      <w:r w:rsidRPr="00784F69">
        <w:rPr>
          <w:rFonts w:ascii="Palatino Linotype" w:hAnsi="Palatino Linotype"/>
          <w:color w:val="000000"/>
          <w:sz w:val="28"/>
          <w:szCs w:val="28"/>
          <w:lang w:val="tg-Cyrl-TJ"/>
        </w:rPr>
        <w:t>Сармояи оинномавии эълоншударо 50 фоиз ба ҳ</w:t>
      </w:r>
      <w:r w:rsidRPr="00784F69">
        <w:rPr>
          <w:rFonts w:ascii="Palatino Linotype" w:hAnsi="Palatino Linotype" w:cs="Times New Roman Tj"/>
          <w:color w:val="000000"/>
          <w:sz w:val="28"/>
          <w:szCs w:val="28"/>
          <w:lang w:val="tg-Cyrl-TJ"/>
        </w:rPr>
        <w:t>исоби андухтие, ки дар Бонки миллии То</w:t>
      </w:r>
      <w:r w:rsidRPr="00784F69">
        <w:rPr>
          <w:rFonts w:ascii="Palatino Linotype" w:eastAsia="MS Mincho" w:hAnsi="Palatino Linotype" w:cs="MS Mincho"/>
          <w:color w:val="000000"/>
          <w:sz w:val="28"/>
          <w:szCs w:val="28"/>
          <w:lang w:val="tg-Cyrl-TJ"/>
        </w:rPr>
        <w:t>ҷ</w:t>
      </w:r>
      <w:r w:rsidRPr="00784F69">
        <w:rPr>
          <w:rFonts w:ascii="Palatino Linotype" w:hAnsi="Palatino Linotype" w:cs="Times New Roman Tj"/>
          <w:color w:val="000000"/>
          <w:sz w:val="28"/>
          <w:szCs w:val="28"/>
          <w:lang w:val="tg-Cyrl-TJ"/>
        </w:rPr>
        <w:t>икистон кушода мешавад, дохил намоянд;</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$E) </w:t>
      </w:r>
      <w:r w:rsidRPr="00784F69">
        <w:rPr>
          <w:rFonts w:ascii="Palatino Linotype" w:hAnsi="Palatino Linotype"/>
          <w:color w:val="000000"/>
          <w:sz w:val="28"/>
          <w:szCs w:val="28"/>
        </w:rPr>
        <w:t>Сармояи оинномавии эълоншударо 40 фоиз ба ҳ</w:t>
      </w:r>
      <w:r w:rsidRPr="00784F69">
        <w:rPr>
          <w:rFonts w:ascii="Palatino Linotype" w:hAnsi="Palatino Linotype" w:cs="Times New Roman Tj"/>
          <w:color w:val="000000"/>
          <w:sz w:val="28"/>
          <w:szCs w:val="28"/>
        </w:rPr>
        <w:t xml:space="preserve">исоби андухтие, ки дар </w:t>
      </w:r>
      <w:r w:rsidRPr="00784F69">
        <w:rPr>
          <w:rFonts w:ascii="Palatino Linotype" w:hAnsi="Palatino Linotype"/>
          <w:color w:val="000000"/>
          <w:sz w:val="28"/>
          <w:szCs w:val="28"/>
        </w:rPr>
        <w:t>бонки ти</w:t>
      </w:r>
      <w:r w:rsidRPr="00784F69">
        <w:rPr>
          <w:rFonts w:ascii="Palatino Linotype" w:eastAsia="MS Mincho" w:hAnsi="Palatino Linotype" w:cs="MS Mincho"/>
          <w:color w:val="000000"/>
          <w:sz w:val="28"/>
          <w:szCs w:val="28"/>
        </w:rPr>
        <w:t>ҷ</w:t>
      </w:r>
      <w:r w:rsidRPr="00784F69">
        <w:rPr>
          <w:rFonts w:ascii="Palatino Linotype" w:hAnsi="Palatino Linotype"/>
          <w:color w:val="000000"/>
          <w:sz w:val="28"/>
          <w:szCs w:val="28"/>
        </w:rPr>
        <w:t>орат</w:t>
      </w:r>
      <w:r w:rsidRPr="00784F69">
        <w:rPr>
          <w:rFonts w:ascii="Palatino Linotype" w:eastAsia="MS Mincho" w:hAnsi="Palatino Linotype" w:cs="MS Mincho"/>
          <w:color w:val="000000"/>
          <w:sz w:val="28"/>
          <w:szCs w:val="28"/>
        </w:rPr>
        <w:t>ӣ</w:t>
      </w:r>
      <w:r w:rsidRPr="00784F69">
        <w:rPr>
          <w:rFonts w:ascii="Palatino Linotype" w:hAnsi="Palatino Linotype"/>
          <w:color w:val="000000"/>
          <w:sz w:val="28"/>
          <w:szCs w:val="28"/>
        </w:rPr>
        <w:t xml:space="preserve"> кушода мешавад, дохил намоянд</w:t>
      </w:r>
      <w:r w:rsidRPr="00784F69">
        <w:rPr>
          <w:rFonts w:ascii="Palatino Linotype" w:hAnsi="Palatino Linotype"/>
          <w:b/>
          <w:color w:val="000000"/>
          <w:sz w:val="28"/>
          <w:szCs w:val="28"/>
        </w:rPr>
        <w:t>;</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 xml:space="preserve">@192. </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Муассисон маблағҳ</w:t>
      </w:r>
      <w:r w:rsidRPr="00784F69">
        <w:rPr>
          <w:rFonts w:ascii="Palatino Linotype" w:hAnsi="Palatino Linotype" w:cs="Times New Roman Tj"/>
          <w:b/>
          <w:color w:val="000000"/>
          <w:sz w:val="28"/>
          <w:szCs w:val="28"/>
          <w:lang w:val="tg-Cyrl-TJ"/>
        </w:rPr>
        <w:t xml:space="preserve">оеро, ки дар </w:t>
      </w:r>
      <w:r w:rsidRPr="00784F69">
        <w:rPr>
          <w:rFonts w:ascii="Palatino Linotype" w:hAnsi="Palatino Linotype"/>
          <w:b/>
          <w:color w:val="000000"/>
          <w:sz w:val="28"/>
          <w:szCs w:val="28"/>
          <w:lang w:val="tg-Cyrl-TJ"/>
        </w:rPr>
        <w:t>ҳ</w:t>
      </w:r>
      <w:r w:rsidRPr="00784F69">
        <w:rPr>
          <w:rFonts w:ascii="Palatino Linotype" w:hAnsi="Palatino Linotype" w:cs="Times New Roman Tj"/>
          <w:b/>
          <w:color w:val="000000"/>
          <w:sz w:val="28"/>
          <w:szCs w:val="28"/>
          <w:lang w:val="tg-Cyrl-TJ"/>
        </w:rPr>
        <w:t>исоби андухт</w:t>
      </w:r>
      <w:r w:rsidRPr="00784F69">
        <w:rPr>
          <w:rFonts w:ascii="Palatino Linotype" w:eastAsia="MS Mincho" w:hAnsi="Palatino Linotype" w:cs="MS Mincho"/>
          <w:b/>
          <w:color w:val="000000"/>
          <w:sz w:val="28"/>
          <w:szCs w:val="28"/>
          <w:lang w:val="tg-Cyrl-TJ"/>
        </w:rPr>
        <w:t>ӣ</w:t>
      </w:r>
      <w:r w:rsidRPr="00784F69">
        <w:rPr>
          <w:rFonts w:ascii="Palatino Linotype" w:hAnsi="Palatino Linotype" w:cs="Times New Roman Tj"/>
          <w:b/>
          <w:color w:val="000000"/>
          <w:sz w:val="28"/>
          <w:szCs w:val="28"/>
          <w:lang w:val="tg-Cyrl-TJ"/>
        </w:rPr>
        <w:t xml:space="preserve"> мав</w:t>
      </w:r>
      <w:r w:rsidRPr="00784F69">
        <w:rPr>
          <w:rFonts w:ascii="Palatino Linotype" w:eastAsia="MS Mincho" w:hAnsi="Palatino Linotype" w:cs="MS Mincho"/>
          <w:b/>
          <w:color w:val="000000"/>
          <w:sz w:val="28"/>
          <w:szCs w:val="28"/>
          <w:lang w:val="tg-Cyrl-TJ"/>
        </w:rPr>
        <w:t>ҷ</w:t>
      </w:r>
      <w:r w:rsidRPr="00784F69">
        <w:rPr>
          <w:rFonts w:ascii="Palatino Linotype" w:hAnsi="Palatino Linotype" w:cs="Times New Roman Tj"/>
          <w:b/>
          <w:color w:val="000000"/>
          <w:sz w:val="28"/>
          <w:szCs w:val="28"/>
          <w:lang w:val="tg-Cyrl-TJ"/>
        </w:rPr>
        <w:t>уданд</w:t>
      </w:r>
      <w:r w:rsidRPr="00784F69">
        <w:rPr>
          <w:rFonts w:ascii="Palatino Linotype" w:hAnsi="Palatino Linotype"/>
          <w:b/>
          <w:color w:val="000000"/>
          <w:sz w:val="28"/>
          <w:szCs w:val="28"/>
          <w:lang w:val="tt-RU"/>
        </w:rPr>
        <w:t>,</w:t>
      </w:r>
      <w:r w:rsidRPr="00784F69">
        <w:rPr>
          <w:rFonts w:ascii="Palatino Linotype" w:hAnsi="Palatino Linotype"/>
          <w:b/>
          <w:color w:val="000000"/>
          <w:sz w:val="28"/>
          <w:szCs w:val="28"/>
          <w:lang w:val="tg-Cyrl-TJ"/>
        </w:rPr>
        <w:t xml:space="preserve"> то гирифтани и</w:t>
      </w:r>
      <w:r w:rsidRPr="00784F69">
        <w:rPr>
          <w:rFonts w:ascii="Palatino Linotype" w:eastAsia="MS Mincho" w:hAnsi="Palatino Linotype" w:cs="MS Mincho"/>
          <w:b/>
          <w:color w:val="000000"/>
          <w:sz w:val="28"/>
          <w:szCs w:val="28"/>
          <w:lang w:val="tg-Cyrl-TJ"/>
        </w:rPr>
        <w:t>ҷ</w:t>
      </w:r>
      <w:r w:rsidRPr="00784F69">
        <w:rPr>
          <w:rFonts w:ascii="Palatino Linotype" w:hAnsi="Palatino Linotype" w:cs="Times New Roman Tj"/>
          <w:b/>
          <w:color w:val="000000"/>
          <w:sz w:val="28"/>
          <w:szCs w:val="28"/>
          <w:lang w:val="tg-Cyrl-TJ"/>
        </w:rPr>
        <w:t>озатнома барои и</w:t>
      </w:r>
      <w:r w:rsidRPr="00784F69">
        <w:rPr>
          <w:rFonts w:ascii="Palatino Linotype" w:eastAsia="MS Mincho" w:hAnsi="Palatino Linotype" w:cs="MS Mincho"/>
          <w:b/>
          <w:color w:val="000000"/>
          <w:sz w:val="28"/>
          <w:szCs w:val="28"/>
          <w:lang w:val="tg-Cyrl-TJ"/>
        </w:rPr>
        <w:t>ҷ</w:t>
      </w:r>
      <w:r w:rsidRPr="00784F69">
        <w:rPr>
          <w:rFonts w:ascii="Palatino Linotype" w:hAnsi="Palatino Linotype" w:cs="Times New Roman Tj"/>
          <w:b/>
          <w:color w:val="000000"/>
          <w:sz w:val="28"/>
          <w:szCs w:val="28"/>
          <w:lang w:val="tg-Cyrl-TJ"/>
        </w:rPr>
        <w:t>рои амалиёти бонк</w:t>
      </w:r>
      <w:r w:rsidRPr="00784F69">
        <w:rPr>
          <w:rFonts w:ascii="Palatino Linotype" w:eastAsia="MS Mincho" w:hAnsi="Palatino Linotype" w:cs="MS Mincho"/>
          <w:b/>
          <w:color w:val="000000"/>
          <w:sz w:val="28"/>
          <w:szCs w:val="28"/>
          <w:lang w:val="tg-Cyrl-TJ"/>
        </w:rPr>
        <w:t>ӣ</w:t>
      </w:r>
      <w:r w:rsidRPr="00784F69">
        <w:rPr>
          <w:rFonts w:ascii="Palatino Linotype" w:hAnsi="Palatino Linotype" w:cs="Times New Roman Tj"/>
          <w:b/>
          <w:color w:val="000000"/>
          <w:sz w:val="28"/>
          <w:szCs w:val="28"/>
          <w:lang w:val="tg-Cyrl-TJ"/>
        </w:rPr>
        <w:t xml:space="preserve"> ба ягон ма</w:t>
      </w:r>
      <w:r w:rsidRPr="00784F69">
        <w:rPr>
          <w:rFonts w:ascii="Palatino Linotype" w:hAnsi="Palatino Linotype"/>
          <w:b/>
          <w:color w:val="000000"/>
          <w:sz w:val="28"/>
          <w:szCs w:val="28"/>
          <w:lang w:val="tg-Cyrl-TJ"/>
        </w:rPr>
        <w:t>қ</w:t>
      </w:r>
      <w:r w:rsidRPr="00784F69">
        <w:rPr>
          <w:rFonts w:ascii="Palatino Linotype" w:hAnsi="Palatino Linotype" w:cs="Times New Roman Tj"/>
          <w:b/>
          <w:color w:val="000000"/>
          <w:sz w:val="28"/>
          <w:szCs w:val="28"/>
          <w:lang w:val="tg-Cyrl-TJ"/>
        </w:rPr>
        <w:t>сад истифода бурда м</w:t>
      </w:r>
      <w:r w:rsidRPr="00784F69">
        <w:rPr>
          <w:rFonts w:ascii="Palatino Linotype" w:hAnsi="Palatino Linotype"/>
          <w:b/>
          <w:color w:val="000000"/>
          <w:sz w:val="28"/>
          <w:szCs w:val="28"/>
          <w:lang w:val="tg-Cyrl-TJ"/>
        </w:rPr>
        <w:t>етавонанд ё не?</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$A) </w:t>
      </w:r>
      <w:r w:rsidRPr="00784F69">
        <w:rPr>
          <w:rFonts w:ascii="Palatino Linotype" w:hAnsi="Palatino Linotype"/>
          <w:color w:val="000000"/>
          <w:sz w:val="28"/>
          <w:szCs w:val="28"/>
        </w:rPr>
        <w:t>Наметавонанд ба ягон мақ</w:t>
      </w:r>
      <w:r w:rsidRPr="00784F69">
        <w:rPr>
          <w:rFonts w:ascii="Palatino Linotype" w:hAnsi="Palatino Linotype" w:cs="Times New Roman Tj"/>
          <w:color w:val="000000"/>
          <w:sz w:val="28"/>
          <w:szCs w:val="28"/>
        </w:rPr>
        <w:t>сад истифода баранд;</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$B) </w:t>
      </w:r>
      <w:r w:rsidRPr="00784F69">
        <w:rPr>
          <w:rFonts w:ascii="Palatino Linotype" w:hAnsi="Palatino Linotype"/>
          <w:color w:val="000000"/>
          <w:sz w:val="28"/>
          <w:szCs w:val="28"/>
        </w:rPr>
        <w:t>Метавонанд ба ягон мақ</w:t>
      </w:r>
      <w:r w:rsidRPr="00784F69">
        <w:rPr>
          <w:rFonts w:ascii="Palatino Linotype" w:hAnsi="Palatino Linotype" w:cs="Times New Roman Tj"/>
          <w:color w:val="000000"/>
          <w:sz w:val="28"/>
          <w:szCs w:val="28"/>
        </w:rPr>
        <w:t>сад истифода баранд</w:t>
      </w:r>
      <w:r w:rsidRPr="00784F69">
        <w:rPr>
          <w:rFonts w:ascii="Palatino Linotype" w:hAnsi="Palatino Linotype"/>
          <w:color w:val="000000"/>
          <w:sz w:val="28"/>
          <w:szCs w:val="28"/>
        </w:rPr>
        <w:t>;</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$C) </w:t>
      </w:r>
      <w:r w:rsidRPr="00784F69">
        <w:rPr>
          <w:rFonts w:ascii="Palatino Linotype" w:hAnsi="Palatino Linotype"/>
          <w:color w:val="000000"/>
          <w:sz w:val="28"/>
          <w:szCs w:val="28"/>
        </w:rPr>
        <w:t>Метавонанд танҳо бо и</w:t>
      </w:r>
      <w:r w:rsidRPr="00784F69">
        <w:rPr>
          <w:rFonts w:ascii="Palatino Linotype" w:eastAsia="MS Mincho" w:hAnsi="Palatino Linotype" w:cs="MS Mincho"/>
          <w:color w:val="000000"/>
          <w:sz w:val="28"/>
          <w:szCs w:val="28"/>
        </w:rPr>
        <w:t>ҷ</w:t>
      </w:r>
      <w:r w:rsidRPr="00784F69">
        <w:rPr>
          <w:rFonts w:ascii="Palatino Linotype" w:hAnsi="Palatino Linotype"/>
          <w:color w:val="000000"/>
          <w:sz w:val="28"/>
          <w:szCs w:val="28"/>
        </w:rPr>
        <w:t xml:space="preserve">озати </w:t>
      </w:r>
      <w:r w:rsidRPr="00784F69">
        <w:rPr>
          <w:rFonts w:ascii="Palatino Linotype" w:hAnsi="Palatino Linotype"/>
          <w:color w:val="000000"/>
          <w:sz w:val="28"/>
          <w:szCs w:val="28"/>
          <w:lang w:val="tt-RU"/>
        </w:rPr>
        <w:t xml:space="preserve">Вазорати молияи </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ум</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урии То</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икистон</w:t>
      </w:r>
      <w:r w:rsidRPr="00784F69">
        <w:rPr>
          <w:rFonts w:ascii="Palatino Linotype" w:hAnsi="Palatino Linotype"/>
          <w:color w:val="000000"/>
          <w:sz w:val="28"/>
          <w:szCs w:val="28"/>
        </w:rPr>
        <w:t>;</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$D) </w:t>
      </w:r>
      <w:r w:rsidRPr="00784F69">
        <w:rPr>
          <w:rFonts w:ascii="Palatino Linotype" w:hAnsi="Palatino Linotype"/>
          <w:color w:val="000000"/>
          <w:sz w:val="28"/>
          <w:szCs w:val="28"/>
        </w:rPr>
        <w:t>Метавонанд чунки ин маблағҳои оҳол</w:t>
      </w:r>
      <w:r w:rsidRPr="00784F69">
        <w:rPr>
          <w:rFonts w:ascii="Palatino Linotype" w:eastAsia="MS Mincho" w:hAnsi="Palatino Linotype" w:cs="MS Mincho"/>
          <w:color w:val="000000"/>
          <w:sz w:val="28"/>
          <w:szCs w:val="28"/>
        </w:rPr>
        <w:t>ӣ</w:t>
      </w:r>
      <w:r w:rsidRPr="00784F69">
        <w:rPr>
          <w:rFonts w:ascii="Palatino Linotype" w:hAnsi="Palatino Linotype"/>
          <w:color w:val="000000"/>
          <w:sz w:val="28"/>
          <w:szCs w:val="28"/>
        </w:rPr>
        <w:t xml:space="preserve"> мебошад;</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$E) </w:t>
      </w:r>
      <w:r w:rsidRPr="00784F69">
        <w:rPr>
          <w:rFonts w:ascii="Palatino Linotype" w:hAnsi="Palatino Linotype"/>
          <w:color w:val="000000"/>
          <w:sz w:val="28"/>
          <w:szCs w:val="28"/>
        </w:rPr>
        <w:t>Метавонанд танҳо бо и</w:t>
      </w:r>
      <w:r w:rsidRPr="00784F69">
        <w:rPr>
          <w:rFonts w:ascii="Palatino Linotype" w:eastAsia="MS Mincho" w:hAnsi="Palatino Linotype" w:cs="MS Mincho"/>
          <w:color w:val="000000"/>
          <w:sz w:val="28"/>
          <w:szCs w:val="28"/>
        </w:rPr>
        <w:t>ҷ</w:t>
      </w:r>
      <w:r w:rsidRPr="00784F69">
        <w:rPr>
          <w:rFonts w:ascii="Palatino Linotype" w:hAnsi="Palatino Linotype"/>
          <w:color w:val="000000"/>
          <w:sz w:val="28"/>
          <w:szCs w:val="28"/>
        </w:rPr>
        <w:t xml:space="preserve">озати </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укумати</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ум</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урии То</w:t>
      </w:r>
      <w:r w:rsidRPr="00784F69">
        <w:rPr>
          <w:rFonts w:ascii="Palatino Linotype" w:eastAsia="MS Mincho" w:hAnsi="Palatino Linotype" w:cs="MS Mincho"/>
          <w:color w:val="000000"/>
          <w:sz w:val="28"/>
          <w:szCs w:val="28"/>
          <w:lang w:val="tt-RU"/>
        </w:rPr>
        <w:t>ҷ</w:t>
      </w:r>
      <w:r w:rsidRPr="00784F69">
        <w:rPr>
          <w:rFonts w:ascii="Palatino Linotype" w:hAnsi="Palatino Linotype" w:cs="Times New Roman Tj"/>
          <w:color w:val="000000"/>
          <w:sz w:val="28"/>
          <w:szCs w:val="28"/>
          <w:lang w:val="tt-RU"/>
        </w:rPr>
        <w:t>икистон</w:t>
      </w:r>
      <w:r w:rsidRPr="00784F69">
        <w:rPr>
          <w:rFonts w:ascii="Palatino Linotype" w:hAnsi="Palatino Linotype"/>
          <w:color w:val="000000"/>
          <w:sz w:val="28"/>
          <w:szCs w:val="28"/>
          <w:lang w:val="tt-RU"/>
        </w:rPr>
        <w:t>;</w:t>
      </w:r>
    </w:p>
    <w:p w:rsidR="00B65CA5" w:rsidRPr="00784F69" w:rsidRDefault="00B65CA5" w:rsidP="00C84BB2">
      <w:pPr>
        <w:spacing w:after="0" w:line="240" w:lineRule="auto"/>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 xml:space="preserve">@193. </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color w:val="000000"/>
          <w:sz w:val="28"/>
          <w:szCs w:val="28"/>
        </w:rPr>
        <w:t>Хизматрасониҳои пули чист?</w:t>
      </w:r>
    </w:p>
    <w:p w:rsidR="00B65CA5" w:rsidRPr="00784F69" w:rsidRDefault="00B65CA5" w:rsidP="00C84BB2">
      <w:pPr>
        <w:pStyle w:val="NoSpacing"/>
        <w:jc w:val="both"/>
        <w:rPr>
          <w:rFonts w:ascii="Palatino Linotype" w:hAnsi="Palatino Linotype"/>
          <w:color w:val="000000"/>
          <w:sz w:val="28"/>
          <w:szCs w:val="28"/>
          <w:lang w:val="ru-RU"/>
        </w:rPr>
      </w:pPr>
      <w:r w:rsidRPr="00784F69">
        <w:rPr>
          <w:rFonts w:ascii="Palatino Linotype" w:hAnsi="Palatino Linotype"/>
          <w:color w:val="000000"/>
          <w:sz w:val="28"/>
          <w:szCs w:val="28"/>
          <w:lang w:val="ru-RU"/>
        </w:rPr>
        <w:t>$A) низоми интиқоли пул, қабули пардохтҳо бо истифодабарии нуқтаҳои қабули парохтҳо, хизматрасониҳои ҳисоббаробарокунӣ, хазинавӣ, инкассатсияи маблағ, векселу чекҳо, эмиссия ва хизматрасонии кортҳои пардохтӣ;</w:t>
      </w:r>
    </w:p>
    <w:p w:rsidR="00B65CA5" w:rsidRPr="00784F69" w:rsidRDefault="00B65CA5" w:rsidP="00C84BB2">
      <w:pPr>
        <w:pStyle w:val="NoSpacing"/>
        <w:jc w:val="both"/>
        <w:rPr>
          <w:rFonts w:ascii="Palatino Linotype" w:hAnsi="Palatino Linotype"/>
          <w:color w:val="000000"/>
          <w:sz w:val="28"/>
          <w:szCs w:val="28"/>
          <w:lang w:val="ru-RU"/>
        </w:rPr>
      </w:pPr>
      <w:r w:rsidRPr="00784F69">
        <w:rPr>
          <w:rFonts w:ascii="Palatino Linotype" w:hAnsi="Palatino Linotype"/>
          <w:color w:val="000000"/>
          <w:sz w:val="28"/>
          <w:szCs w:val="28"/>
          <w:lang w:val="ru-RU"/>
        </w:rPr>
        <w:t>$B) чораҳои барориши пул, қабули саҳмияҳо бо истифодабарии нуқтаҳои қабули онҳо, хизматрасониҳои нақдӣ, бойгонӣ, инкассатсияи маблағ, векселу чекҳо, эмиссия ва хизматрасонии кортҳои пардохтӣ;</w:t>
      </w:r>
    </w:p>
    <w:p w:rsidR="00B65CA5" w:rsidRPr="00784F69" w:rsidRDefault="00B65CA5" w:rsidP="00C84BB2">
      <w:pPr>
        <w:pStyle w:val="NoSpacing"/>
        <w:jc w:val="both"/>
        <w:rPr>
          <w:rFonts w:ascii="Palatino Linotype" w:hAnsi="Palatino Linotype"/>
          <w:color w:val="000000"/>
          <w:sz w:val="28"/>
          <w:szCs w:val="28"/>
          <w:lang w:val="ru-RU"/>
        </w:rPr>
      </w:pPr>
      <w:r w:rsidRPr="00784F69">
        <w:rPr>
          <w:rFonts w:ascii="Palatino Linotype" w:hAnsi="Palatino Linotype"/>
          <w:color w:val="000000"/>
          <w:sz w:val="28"/>
          <w:szCs w:val="28"/>
          <w:lang w:val="ru-RU"/>
        </w:rPr>
        <w:t>$C) низоми ҳуқуқии мамлакат, қабули мизоҷон дар нуқтаҳои мубодилаи асъор, беқурбшавиии маблағ, вомбаргу заёмҳо;</w:t>
      </w:r>
    </w:p>
    <w:p w:rsidR="00B65CA5" w:rsidRPr="00784F69" w:rsidRDefault="00B65CA5" w:rsidP="00C84BB2">
      <w:pPr>
        <w:pStyle w:val="NoSpacing"/>
        <w:jc w:val="both"/>
        <w:rPr>
          <w:rFonts w:ascii="Palatino Linotype" w:hAnsi="Palatino Linotype"/>
          <w:color w:val="000000"/>
          <w:sz w:val="28"/>
          <w:szCs w:val="28"/>
          <w:lang w:val="ru-RU"/>
        </w:rPr>
      </w:pPr>
      <w:r w:rsidRPr="00784F69">
        <w:rPr>
          <w:rFonts w:ascii="Palatino Linotype" w:hAnsi="Palatino Linotype"/>
          <w:color w:val="000000"/>
          <w:sz w:val="28"/>
          <w:szCs w:val="28"/>
          <w:lang w:val="ru-RU"/>
        </w:rPr>
        <w:t>$D) гардиши тавакалноки пулҳое, ки дар муомилот мебошанд, кушодани нуқтаҳои мубодилаи асъор, эмиссияи қоғазҳои гаронбаҳо ва ғайра;</w:t>
      </w:r>
    </w:p>
    <w:p w:rsidR="00B65CA5" w:rsidRPr="00784F69" w:rsidRDefault="00B65CA5" w:rsidP="00C84BB2">
      <w:pPr>
        <w:pStyle w:val="NoSpacing"/>
        <w:jc w:val="both"/>
        <w:rPr>
          <w:rFonts w:ascii="Palatino Linotype" w:hAnsi="Palatino Linotype"/>
          <w:color w:val="000000"/>
          <w:sz w:val="28"/>
          <w:szCs w:val="28"/>
          <w:lang w:val="ru-RU"/>
        </w:rPr>
      </w:pPr>
      <w:r w:rsidRPr="00784F69">
        <w:rPr>
          <w:rFonts w:ascii="Palatino Linotype" w:hAnsi="Palatino Linotype"/>
          <w:color w:val="000000"/>
          <w:sz w:val="28"/>
          <w:szCs w:val="28"/>
          <w:lang w:val="ru-RU"/>
        </w:rPr>
        <w:t>$E) пулҳое, ки дар муомилот мебошанд, кушодани нуқтаҳои мубодилаи асъор, эмиссияи қоғазҳои гаронбаҳо ва ғайра;</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 xml:space="preserve">@194. </w:t>
      </w:r>
    </w:p>
    <w:p w:rsidR="00B65CA5" w:rsidRPr="00784F69" w:rsidRDefault="00B65CA5" w:rsidP="00C84BB2">
      <w:pPr>
        <w:pStyle w:val="NoSpacing"/>
        <w:jc w:val="both"/>
        <w:rPr>
          <w:rFonts w:ascii="Palatino Linotype" w:hAnsi="Palatino Linotype" w:cs="Times New Roman Tj"/>
          <w:b/>
          <w:color w:val="000000"/>
          <w:sz w:val="28"/>
          <w:szCs w:val="28"/>
          <w:lang w:val="tg-Cyrl-TJ"/>
        </w:rPr>
      </w:pPr>
      <w:r w:rsidRPr="00784F69">
        <w:rPr>
          <w:rFonts w:ascii="Palatino Linotype" w:hAnsi="Palatino Linotype"/>
          <w:b/>
          <w:color w:val="000000"/>
          <w:sz w:val="28"/>
          <w:szCs w:val="28"/>
          <w:lang w:val="tg-Cyrl-TJ"/>
        </w:rPr>
        <w:t>Тасдиқ</w:t>
      </w:r>
      <w:r w:rsidRPr="00784F69">
        <w:rPr>
          <w:rFonts w:ascii="Palatino Linotype" w:hAnsi="Palatino Linotype" w:cs="Times New Roman Tj"/>
          <w:b/>
          <w:color w:val="000000"/>
          <w:sz w:val="28"/>
          <w:szCs w:val="28"/>
          <w:lang w:val="tg-Cyrl-TJ"/>
        </w:rPr>
        <w:t>и пардохти сарива</w:t>
      </w:r>
      <w:r w:rsidRPr="00784F69">
        <w:rPr>
          <w:rFonts w:ascii="Palatino Linotype" w:hAnsi="Palatino Linotype"/>
          <w:b/>
          <w:color w:val="000000"/>
          <w:sz w:val="28"/>
          <w:szCs w:val="28"/>
          <w:lang w:val="tg-Cyrl-TJ"/>
        </w:rPr>
        <w:t>қ</w:t>
      </w:r>
      <w:r w:rsidRPr="00784F69">
        <w:rPr>
          <w:rFonts w:ascii="Palatino Linotype" w:hAnsi="Palatino Linotype" w:cs="Times New Roman Tj"/>
          <w:b/>
          <w:color w:val="000000"/>
          <w:sz w:val="28"/>
          <w:szCs w:val="28"/>
          <w:lang w:val="tg-Cyrl-TJ"/>
        </w:rPr>
        <w:t>ти сармояи оинномавии эълоншуда ба андозаи чанд фоиз</w:t>
      </w:r>
      <w:r w:rsidRPr="00784F69">
        <w:rPr>
          <w:rFonts w:ascii="Palatino Linotype" w:hAnsi="Palatino Linotype"/>
          <w:b/>
          <w:color w:val="000000"/>
          <w:sz w:val="28"/>
          <w:szCs w:val="28"/>
          <w:lang w:val="tt-RU"/>
        </w:rPr>
        <w:t>,</w:t>
      </w:r>
      <w:r w:rsidRPr="00784F69">
        <w:rPr>
          <w:rFonts w:ascii="Palatino Linotype" w:hAnsi="Palatino Linotype"/>
          <w:b/>
          <w:color w:val="000000"/>
          <w:sz w:val="28"/>
          <w:szCs w:val="28"/>
          <w:lang w:val="tg-Cyrl-TJ"/>
        </w:rPr>
        <w:t xml:space="preserve"> барои ба бонк додани и</w:t>
      </w:r>
      <w:r w:rsidRPr="00784F69">
        <w:rPr>
          <w:rFonts w:ascii="Palatino Linotype" w:eastAsia="MS Mincho" w:hAnsi="Palatino Linotype" w:cs="MS Mincho"/>
          <w:b/>
          <w:color w:val="000000"/>
          <w:sz w:val="28"/>
          <w:szCs w:val="28"/>
          <w:lang w:val="tg-Cyrl-TJ"/>
        </w:rPr>
        <w:t>ҷ</w:t>
      </w:r>
      <w:r w:rsidRPr="00784F69">
        <w:rPr>
          <w:rFonts w:ascii="Palatino Linotype" w:hAnsi="Palatino Linotype" w:cs="Times New Roman Tj"/>
          <w:b/>
          <w:color w:val="000000"/>
          <w:sz w:val="28"/>
          <w:szCs w:val="28"/>
          <w:lang w:val="tg-Cyrl-TJ"/>
        </w:rPr>
        <w:t xml:space="preserve">озатнома </w:t>
      </w:r>
      <w:r w:rsidRPr="00784F69">
        <w:rPr>
          <w:rFonts w:ascii="Palatino Linotype" w:eastAsia="MS Mincho" w:hAnsi="Palatino Linotype" w:cs="MS Mincho"/>
          <w:b/>
          <w:color w:val="000000"/>
          <w:sz w:val="28"/>
          <w:szCs w:val="28"/>
          <w:lang w:val="tg-Cyrl-TJ"/>
        </w:rPr>
        <w:t>ҷ</w:t>
      </w:r>
      <w:r w:rsidRPr="00784F69">
        <w:rPr>
          <w:rFonts w:ascii="Palatino Linotype" w:hAnsi="Palatino Linotype" w:cs="Times New Roman Tj"/>
          <w:b/>
          <w:color w:val="000000"/>
          <w:sz w:val="28"/>
          <w:szCs w:val="28"/>
          <w:lang w:val="tg-Cyrl-TJ"/>
        </w:rPr>
        <w:t>и</w:t>
      </w:r>
      <w:r w:rsidRPr="00784F69">
        <w:rPr>
          <w:rFonts w:ascii="Palatino Linotype" w:hAnsi="Palatino Linotype"/>
          <w:b/>
          <w:color w:val="000000"/>
          <w:sz w:val="28"/>
          <w:szCs w:val="28"/>
          <w:lang w:val="tg-Cyrl-TJ"/>
        </w:rPr>
        <w:t>ҳ</w:t>
      </w:r>
      <w:r w:rsidRPr="00784F69">
        <w:rPr>
          <w:rFonts w:ascii="Palatino Linotype" w:hAnsi="Palatino Linotype" w:cs="Times New Roman Tj"/>
          <w:b/>
          <w:color w:val="000000"/>
          <w:sz w:val="28"/>
          <w:szCs w:val="28"/>
          <w:lang w:val="tg-Cyrl-TJ"/>
        </w:rPr>
        <w:t>ати ан</w:t>
      </w:r>
      <w:r w:rsidRPr="00784F69">
        <w:rPr>
          <w:rFonts w:ascii="Palatino Linotype" w:eastAsia="MS Mincho" w:hAnsi="Palatino Linotype" w:cs="MS Mincho"/>
          <w:b/>
          <w:color w:val="000000"/>
          <w:sz w:val="28"/>
          <w:szCs w:val="28"/>
          <w:lang w:val="tg-Cyrl-TJ"/>
        </w:rPr>
        <w:t>ҷ</w:t>
      </w:r>
      <w:r w:rsidRPr="00784F69">
        <w:rPr>
          <w:rFonts w:ascii="Palatino Linotype" w:hAnsi="Palatino Linotype" w:cs="Times New Roman Tj"/>
          <w:b/>
          <w:color w:val="000000"/>
          <w:sz w:val="28"/>
          <w:szCs w:val="28"/>
          <w:lang w:val="tg-Cyrl-TJ"/>
        </w:rPr>
        <w:t>ом додани амалиёти</w:t>
      </w:r>
      <w:r w:rsidRPr="00784F69">
        <w:rPr>
          <w:rFonts w:ascii="Palatino Linotype" w:hAnsi="Palatino Linotype"/>
          <w:b/>
          <w:color w:val="000000"/>
          <w:sz w:val="28"/>
          <w:szCs w:val="28"/>
          <w:lang w:val="tg-Cyrl-TJ"/>
        </w:rPr>
        <w:t xml:space="preserve"> бонк</w:t>
      </w:r>
      <w:r w:rsidRPr="00784F69">
        <w:rPr>
          <w:rFonts w:ascii="Palatino Linotype" w:eastAsia="MS Mincho" w:hAnsi="Palatino Linotype" w:cs="MS Mincho"/>
          <w:b/>
          <w:color w:val="000000"/>
          <w:sz w:val="28"/>
          <w:szCs w:val="28"/>
          <w:lang w:val="tg-Cyrl-TJ"/>
        </w:rPr>
        <w:t>ӣ</w:t>
      </w:r>
      <w:r w:rsidRPr="00784F69">
        <w:rPr>
          <w:rFonts w:ascii="Palatino Linotype" w:hAnsi="Palatino Linotype" w:cs="Times New Roman Tj"/>
          <w:b/>
          <w:color w:val="000000"/>
          <w:sz w:val="28"/>
          <w:szCs w:val="28"/>
          <w:lang w:val="tg-Cyrl-TJ"/>
        </w:rPr>
        <w:t xml:space="preserve"> асос мегардад?</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$A) </w:t>
      </w:r>
      <w:r w:rsidRPr="00784F69">
        <w:rPr>
          <w:rFonts w:ascii="Palatino Linotype" w:hAnsi="Palatino Linotype"/>
          <w:color w:val="000000"/>
          <w:sz w:val="28"/>
          <w:szCs w:val="28"/>
        </w:rPr>
        <w:t>Ба андозаи 100 фоиз;</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$B) </w:t>
      </w:r>
      <w:r w:rsidRPr="00784F69">
        <w:rPr>
          <w:rFonts w:ascii="Palatino Linotype" w:hAnsi="Palatino Linotype"/>
          <w:color w:val="000000"/>
          <w:sz w:val="28"/>
          <w:szCs w:val="28"/>
        </w:rPr>
        <w:t>Ба андозаи 30 фоиз;</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$C) </w:t>
      </w:r>
      <w:r w:rsidRPr="00784F69">
        <w:rPr>
          <w:rFonts w:ascii="Palatino Linotype" w:hAnsi="Palatino Linotype"/>
          <w:color w:val="000000"/>
          <w:sz w:val="28"/>
          <w:szCs w:val="28"/>
        </w:rPr>
        <w:t>Ба андозаи 10 фоиз;</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$D) </w:t>
      </w:r>
      <w:r w:rsidRPr="00784F69">
        <w:rPr>
          <w:rFonts w:ascii="Palatino Linotype" w:hAnsi="Palatino Linotype"/>
          <w:color w:val="000000"/>
          <w:sz w:val="28"/>
          <w:szCs w:val="28"/>
        </w:rPr>
        <w:t>Ба андозаи 70 фоиз;</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$E) </w:t>
      </w:r>
      <w:r w:rsidRPr="00784F69">
        <w:rPr>
          <w:rFonts w:ascii="Palatino Linotype" w:hAnsi="Palatino Linotype"/>
          <w:color w:val="000000"/>
          <w:sz w:val="28"/>
          <w:szCs w:val="28"/>
        </w:rPr>
        <w:t>Ба андозаи 55 фоиз</w:t>
      </w:r>
      <w:r w:rsidRPr="00784F69">
        <w:rPr>
          <w:rFonts w:ascii="Palatino Linotype" w:hAnsi="Palatino Linotype"/>
          <w:b/>
          <w:color w:val="000000"/>
          <w:sz w:val="28"/>
          <w:szCs w:val="28"/>
        </w:rPr>
        <w:t>;</w:t>
      </w:r>
    </w:p>
    <w:p w:rsidR="00B65CA5" w:rsidRPr="00784F69" w:rsidRDefault="00B65CA5" w:rsidP="00C84BB2">
      <w:pPr>
        <w:spacing w:after="0" w:line="240" w:lineRule="auto"/>
        <w:jc w:val="both"/>
        <w:rPr>
          <w:rFonts w:ascii="Palatino Linotype" w:hAnsi="Palatino Linotype"/>
          <w:b/>
          <w:color w:val="000000"/>
          <w:sz w:val="28"/>
          <w:szCs w:val="28"/>
        </w:rPr>
      </w:pPr>
      <w:r w:rsidRPr="00784F69">
        <w:rPr>
          <w:rFonts w:ascii="Palatino Linotype" w:hAnsi="Palatino Linotype"/>
          <w:b/>
          <w:color w:val="000000"/>
          <w:sz w:val="28"/>
          <w:szCs w:val="28"/>
        </w:rPr>
        <w:t xml:space="preserve">@195. </w:t>
      </w:r>
    </w:p>
    <w:p w:rsidR="00B65CA5" w:rsidRPr="00784F69" w:rsidRDefault="00B65CA5" w:rsidP="00C84BB2">
      <w:pPr>
        <w:spacing w:after="0" w:line="240" w:lineRule="auto"/>
        <w:jc w:val="both"/>
        <w:rPr>
          <w:rFonts w:ascii="Palatino Linotype" w:hAnsi="Palatino Linotype"/>
          <w:b/>
          <w:color w:val="000000"/>
          <w:sz w:val="28"/>
          <w:szCs w:val="28"/>
        </w:rPr>
      </w:pPr>
      <w:r w:rsidRPr="00784F69">
        <w:rPr>
          <w:rFonts w:ascii="Palatino Linotype" w:hAnsi="Palatino Linotype"/>
          <w:b/>
          <w:color w:val="000000"/>
          <w:sz w:val="28"/>
          <w:szCs w:val="28"/>
        </w:rPr>
        <w:t>Баъди гирифтани тасдиқ</w:t>
      </w:r>
      <w:r w:rsidRPr="00784F69">
        <w:rPr>
          <w:rFonts w:ascii="Palatino Linotype" w:hAnsi="Palatino Linotype" w:cs="Times New Roman Tj"/>
          <w:b/>
          <w:color w:val="000000"/>
          <w:sz w:val="28"/>
          <w:szCs w:val="28"/>
        </w:rPr>
        <w:t xml:space="preserve">и </w:t>
      </w:r>
      <w:r w:rsidRPr="00784F69">
        <w:rPr>
          <w:rFonts w:ascii="Palatino Linotype" w:hAnsi="Palatino Linotype"/>
          <w:b/>
          <w:color w:val="000000"/>
          <w:sz w:val="28"/>
          <w:szCs w:val="28"/>
        </w:rPr>
        <w:t>қ</w:t>
      </w:r>
      <w:r w:rsidRPr="00784F69">
        <w:rPr>
          <w:rFonts w:ascii="Palatino Linotype" w:hAnsi="Palatino Linotype" w:cs="Times New Roman Tj"/>
          <w:b/>
          <w:color w:val="000000"/>
          <w:sz w:val="28"/>
          <w:szCs w:val="28"/>
        </w:rPr>
        <w:t>онун</w:t>
      </w:r>
      <w:r w:rsidRPr="00784F69">
        <w:rPr>
          <w:rFonts w:ascii="Palatino Linotype" w:eastAsia="MS Mincho" w:hAnsi="Palatino Linotype" w:cs="MS Mincho"/>
          <w:b/>
          <w:color w:val="000000"/>
          <w:sz w:val="28"/>
          <w:szCs w:val="28"/>
        </w:rPr>
        <w:t>ӣ</w:t>
      </w:r>
      <w:r w:rsidRPr="00784F69">
        <w:rPr>
          <w:rFonts w:ascii="Palatino Linotype" w:hAnsi="Palatino Linotype" w:cs="Times New Roman Tj"/>
          <w:b/>
          <w:color w:val="000000"/>
          <w:sz w:val="28"/>
          <w:szCs w:val="28"/>
        </w:rPr>
        <w:t xml:space="preserve"> будани пардохти сармояи оинномавии эълоншуда ба андозаи 100 фоиз, Бон</w:t>
      </w:r>
      <w:r w:rsidRPr="00784F69">
        <w:rPr>
          <w:rFonts w:ascii="Palatino Linotype" w:hAnsi="Palatino Linotype"/>
          <w:b/>
          <w:color w:val="000000"/>
          <w:sz w:val="28"/>
          <w:szCs w:val="28"/>
        </w:rPr>
        <w:t>ки миллии То</w:t>
      </w:r>
      <w:r w:rsidRPr="00784F69">
        <w:rPr>
          <w:rFonts w:ascii="Palatino Linotype" w:eastAsia="MS Mincho" w:hAnsi="Palatino Linotype" w:cs="MS Mincho"/>
          <w:b/>
          <w:color w:val="000000"/>
          <w:sz w:val="28"/>
          <w:szCs w:val="28"/>
        </w:rPr>
        <w:t>ҷ</w:t>
      </w:r>
      <w:r w:rsidRPr="00784F69">
        <w:rPr>
          <w:rFonts w:ascii="Palatino Linotype" w:hAnsi="Palatino Linotype" w:cs="Times New Roman Tj"/>
          <w:b/>
          <w:color w:val="000000"/>
          <w:sz w:val="28"/>
          <w:szCs w:val="28"/>
        </w:rPr>
        <w:t>икистон доир ба додани и</w:t>
      </w:r>
      <w:r w:rsidRPr="00784F69">
        <w:rPr>
          <w:rFonts w:ascii="Palatino Linotype" w:eastAsia="MS Mincho" w:hAnsi="Palatino Linotype" w:cs="MS Mincho"/>
          <w:b/>
          <w:color w:val="000000"/>
          <w:sz w:val="28"/>
          <w:szCs w:val="28"/>
        </w:rPr>
        <w:t>ҷ</w:t>
      </w:r>
      <w:r w:rsidRPr="00784F69">
        <w:rPr>
          <w:rFonts w:ascii="Palatino Linotype" w:hAnsi="Palatino Linotype" w:cs="Times New Roman Tj"/>
          <w:b/>
          <w:color w:val="000000"/>
          <w:sz w:val="28"/>
          <w:szCs w:val="28"/>
        </w:rPr>
        <w:t xml:space="preserve">озатнома </w:t>
      </w:r>
      <w:r w:rsidRPr="00784F69">
        <w:rPr>
          <w:rFonts w:ascii="Palatino Linotype" w:hAnsi="Palatino Linotype"/>
          <w:b/>
          <w:color w:val="000000"/>
          <w:sz w:val="28"/>
          <w:szCs w:val="28"/>
        </w:rPr>
        <w:t>қ</w:t>
      </w:r>
      <w:r w:rsidRPr="00784F69">
        <w:rPr>
          <w:rFonts w:ascii="Palatino Linotype" w:hAnsi="Palatino Linotype" w:cs="Times New Roman Tj"/>
          <w:b/>
          <w:color w:val="000000"/>
          <w:sz w:val="28"/>
          <w:szCs w:val="28"/>
        </w:rPr>
        <w:t xml:space="preserve">арор </w:t>
      </w:r>
      <w:r w:rsidRPr="00784F69">
        <w:rPr>
          <w:rFonts w:ascii="Palatino Linotype" w:hAnsi="Palatino Linotype"/>
          <w:b/>
          <w:color w:val="000000"/>
          <w:sz w:val="28"/>
          <w:szCs w:val="28"/>
        </w:rPr>
        <w:t>қ</w:t>
      </w:r>
      <w:r w:rsidRPr="00784F69">
        <w:rPr>
          <w:rFonts w:ascii="Palatino Linotype" w:hAnsi="Palatino Linotype" w:cs="Times New Roman Tj"/>
          <w:b/>
          <w:color w:val="000000"/>
          <w:sz w:val="28"/>
          <w:szCs w:val="28"/>
        </w:rPr>
        <w:t>абул мекунад ва Идораи назорати бонк</w:t>
      </w:r>
      <w:r w:rsidRPr="00784F69">
        <w:rPr>
          <w:rFonts w:ascii="Palatino Linotype" w:eastAsia="MS Mincho" w:hAnsi="Palatino Linotype" w:cs="MS Mincho"/>
          <w:b/>
          <w:color w:val="000000"/>
          <w:sz w:val="28"/>
          <w:szCs w:val="28"/>
        </w:rPr>
        <w:t>ӣ</w:t>
      </w:r>
      <w:r w:rsidRPr="00784F69">
        <w:rPr>
          <w:rFonts w:ascii="Palatino Linotype" w:hAnsi="Palatino Linotype" w:cs="Times New Roman Tj"/>
          <w:b/>
          <w:color w:val="000000"/>
          <w:sz w:val="28"/>
          <w:szCs w:val="28"/>
        </w:rPr>
        <w:t xml:space="preserve"> ва и</w:t>
      </w:r>
      <w:r w:rsidRPr="00784F69">
        <w:rPr>
          <w:rFonts w:ascii="Palatino Linotype" w:eastAsia="MS Mincho" w:hAnsi="Palatino Linotype" w:cs="MS Mincho"/>
          <w:b/>
          <w:color w:val="000000"/>
          <w:sz w:val="28"/>
          <w:szCs w:val="28"/>
        </w:rPr>
        <w:t>ҷ</w:t>
      </w:r>
      <w:r w:rsidRPr="00784F69">
        <w:rPr>
          <w:rFonts w:ascii="Palatino Linotype" w:hAnsi="Palatino Linotype" w:cs="Times New Roman Tj"/>
          <w:b/>
          <w:color w:val="000000"/>
          <w:sz w:val="28"/>
          <w:szCs w:val="28"/>
        </w:rPr>
        <w:t>озатномади</w:t>
      </w:r>
      <w:r w:rsidRPr="00784F69">
        <w:rPr>
          <w:rFonts w:ascii="Palatino Linotype" w:hAnsi="Palatino Linotype"/>
          <w:b/>
          <w:color w:val="000000"/>
          <w:sz w:val="28"/>
          <w:szCs w:val="28"/>
        </w:rPr>
        <w:t>ҳ</w:t>
      </w:r>
      <w:r w:rsidRPr="00784F69">
        <w:rPr>
          <w:rFonts w:ascii="Palatino Linotype" w:eastAsia="MS Mincho" w:hAnsi="Palatino Linotype" w:cs="MS Mincho"/>
          <w:b/>
          <w:color w:val="000000"/>
          <w:sz w:val="28"/>
          <w:szCs w:val="28"/>
        </w:rPr>
        <w:t>ӣ</w:t>
      </w:r>
      <w:r w:rsidRPr="00784F69">
        <w:rPr>
          <w:rFonts w:ascii="Palatino Linotype" w:hAnsi="Palatino Linotype" w:cs="Times New Roman Tj"/>
          <w:b/>
          <w:color w:val="000000"/>
          <w:sz w:val="28"/>
          <w:szCs w:val="28"/>
        </w:rPr>
        <w:t xml:space="preserve"> дар муддати се р</w:t>
      </w:r>
      <w:r w:rsidRPr="00784F69">
        <w:rPr>
          <w:rFonts w:ascii="Palatino Linotype" w:eastAsia="MS Mincho" w:hAnsi="Palatino Linotype" w:cs="MS Mincho"/>
          <w:b/>
          <w:color w:val="000000"/>
          <w:sz w:val="28"/>
          <w:szCs w:val="28"/>
        </w:rPr>
        <w:t>ӯ</w:t>
      </w:r>
      <w:r w:rsidRPr="00784F69">
        <w:rPr>
          <w:rFonts w:ascii="Palatino Linotype" w:hAnsi="Palatino Linotype" w:cs="Times New Roman Tj"/>
          <w:b/>
          <w:color w:val="000000"/>
          <w:sz w:val="28"/>
          <w:szCs w:val="28"/>
        </w:rPr>
        <w:t>зи кор</w:t>
      </w:r>
      <w:r w:rsidRPr="00784F69">
        <w:rPr>
          <w:rFonts w:ascii="Palatino Linotype" w:eastAsia="MS Mincho" w:hAnsi="Palatino Linotype" w:cs="MS Mincho"/>
          <w:b/>
          <w:color w:val="000000"/>
          <w:sz w:val="28"/>
          <w:szCs w:val="28"/>
        </w:rPr>
        <w:t>ӣ</w:t>
      </w:r>
      <w:r w:rsidRPr="00784F69">
        <w:rPr>
          <w:rFonts w:ascii="Palatino Linotype" w:hAnsi="Palatino Linotype"/>
          <w:b/>
          <w:color w:val="000000"/>
          <w:sz w:val="28"/>
          <w:szCs w:val="28"/>
        </w:rPr>
        <w:t xml:space="preserve"> чиро дида мебарояд?</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$A) </w:t>
      </w:r>
      <w:r w:rsidRPr="00784F69">
        <w:rPr>
          <w:rFonts w:ascii="Palatino Linotype" w:hAnsi="Palatino Linotype"/>
          <w:color w:val="000000"/>
          <w:sz w:val="28"/>
          <w:szCs w:val="28"/>
        </w:rPr>
        <w:t>Ҳ</w:t>
      </w:r>
      <w:r w:rsidRPr="00784F69">
        <w:rPr>
          <w:rFonts w:ascii="Palatino Linotype" w:hAnsi="Palatino Linotype" w:cs="Times New Roman Tj"/>
          <w:color w:val="000000"/>
          <w:sz w:val="28"/>
          <w:szCs w:val="28"/>
        </w:rPr>
        <w:t>амаи</w:t>
      </w:r>
      <w:r w:rsidRPr="00784F69">
        <w:rPr>
          <w:rFonts w:ascii="Palatino Linotype" w:eastAsia="MS Mincho" w:hAnsi="Palatino Linotype" w:cs="MS Mincho"/>
          <w:color w:val="000000"/>
          <w:sz w:val="28"/>
          <w:szCs w:val="28"/>
        </w:rPr>
        <w:t>ҷ</w:t>
      </w:r>
      <w:r w:rsidRPr="00784F69">
        <w:rPr>
          <w:rFonts w:ascii="Palatino Linotype" w:hAnsi="Palatino Linotype" w:cs="Times New Roman Tj"/>
          <w:color w:val="000000"/>
          <w:sz w:val="28"/>
          <w:szCs w:val="28"/>
        </w:rPr>
        <w:t>авоб</w:t>
      </w:r>
      <w:r w:rsidRPr="00784F69">
        <w:rPr>
          <w:rFonts w:ascii="Palatino Linotype" w:hAnsi="Palatino Linotype"/>
          <w:color w:val="000000"/>
          <w:sz w:val="28"/>
          <w:szCs w:val="28"/>
        </w:rPr>
        <w:t>ҳ</w:t>
      </w:r>
      <w:r w:rsidRPr="00784F69">
        <w:rPr>
          <w:rFonts w:ascii="Palatino Linotype" w:hAnsi="Palatino Linotype" w:cs="Times New Roman Tj"/>
          <w:color w:val="000000"/>
          <w:sz w:val="28"/>
          <w:szCs w:val="28"/>
        </w:rPr>
        <w:t>о дурустанд;</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$B) </w:t>
      </w:r>
      <w:r w:rsidRPr="00784F69">
        <w:rPr>
          <w:rFonts w:ascii="Palatino Linotype" w:hAnsi="Palatino Linotype"/>
          <w:color w:val="000000"/>
          <w:sz w:val="28"/>
          <w:szCs w:val="28"/>
        </w:rPr>
        <w:t>Нусхаи аввали и</w:t>
      </w:r>
      <w:r w:rsidRPr="00784F69">
        <w:rPr>
          <w:rFonts w:ascii="Palatino Linotype" w:eastAsia="MS Mincho" w:hAnsi="Palatino Linotype" w:cs="MS Mincho"/>
          <w:color w:val="000000"/>
          <w:sz w:val="28"/>
          <w:szCs w:val="28"/>
        </w:rPr>
        <w:t>ҷ</w:t>
      </w:r>
      <w:r w:rsidRPr="00784F69">
        <w:rPr>
          <w:rFonts w:ascii="Palatino Linotype" w:hAnsi="Palatino Linotype" w:cs="Times New Roman Tj"/>
          <w:color w:val="000000"/>
          <w:sz w:val="28"/>
          <w:szCs w:val="28"/>
        </w:rPr>
        <w:t>озатномаро ба Раиси Ш</w:t>
      </w:r>
      <w:r w:rsidRPr="00784F69">
        <w:rPr>
          <w:rFonts w:ascii="Palatino Linotype" w:eastAsia="MS Mincho" w:hAnsi="Palatino Linotype" w:cs="MS Mincho"/>
          <w:color w:val="000000"/>
          <w:sz w:val="28"/>
          <w:szCs w:val="28"/>
        </w:rPr>
        <w:t>ӯ</w:t>
      </w:r>
      <w:r w:rsidRPr="00784F69">
        <w:rPr>
          <w:rFonts w:ascii="Palatino Linotype" w:hAnsi="Palatino Linotype" w:cs="Times New Roman Tj"/>
          <w:color w:val="000000"/>
          <w:sz w:val="28"/>
          <w:szCs w:val="28"/>
        </w:rPr>
        <w:t>рои бонк ё меди</w:t>
      </w:r>
      <w:r w:rsidRPr="00784F69">
        <w:rPr>
          <w:rFonts w:ascii="Palatino Linotype" w:hAnsi="Palatino Linotype"/>
          <w:color w:val="000000"/>
          <w:sz w:val="28"/>
          <w:szCs w:val="28"/>
        </w:rPr>
        <w:t>ҳ</w:t>
      </w:r>
      <w:r w:rsidRPr="00784F69">
        <w:rPr>
          <w:rFonts w:ascii="Palatino Linotype" w:hAnsi="Palatino Linotype" w:cs="Times New Roman Tj"/>
          <w:color w:val="000000"/>
          <w:sz w:val="28"/>
          <w:szCs w:val="28"/>
        </w:rPr>
        <w:t>ад</w:t>
      </w:r>
      <w:r w:rsidRPr="00784F69">
        <w:rPr>
          <w:rFonts w:ascii="Palatino Linotype" w:hAnsi="Palatino Linotype"/>
          <w:color w:val="000000"/>
          <w:sz w:val="28"/>
          <w:szCs w:val="28"/>
        </w:rPr>
        <w:t>;</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$C) </w:t>
      </w:r>
      <w:r w:rsidRPr="00784F69">
        <w:rPr>
          <w:rFonts w:ascii="Palatino Linotype" w:hAnsi="Palatino Linotype"/>
          <w:color w:val="000000"/>
          <w:sz w:val="28"/>
          <w:szCs w:val="28"/>
        </w:rPr>
        <w:t>Нусхаи охирини и</w:t>
      </w:r>
      <w:r w:rsidRPr="00784F69">
        <w:rPr>
          <w:rFonts w:ascii="Palatino Linotype" w:eastAsia="MS Mincho" w:hAnsi="Palatino Linotype" w:cs="MS Mincho"/>
          <w:color w:val="000000"/>
          <w:sz w:val="28"/>
          <w:szCs w:val="28"/>
        </w:rPr>
        <w:t>ҷ</w:t>
      </w:r>
      <w:r w:rsidRPr="00784F69">
        <w:rPr>
          <w:rFonts w:ascii="Palatino Linotype" w:hAnsi="Palatino Linotype" w:cs="Times New Roman Tj"/>
          <w:color w:val="000000"/>
          <w:sz w:val="28"/>
          <w:szCs w:val="28"/>
        </w:rPr>
        <w:t>озатномаро бо забонхат ба шахси ваколатдори дигар меди</w:t>
      </w:r>
      <w:r w:rsidRPr="00784F69">
        <w:rPr>
          <w:rFonts w:ascii="Palatino Linotype" w:hAnsi="Palatino Linotype"/>
          <w:color w:val="000000"/>
          <w:sz w:val="28"/>
          <w:szCs w:val="28"/>
        </w:rPr>
        <w:t>ҳ</w:t>
      </w:r>
      <w:r w:rsidRPr="00784F69">
        <w:rPr>
          <w:rFonts w:ascii="Palatino Linotype" w:hAnsi="Palatino Linotype" w:cs="Times New Roman Tj"/>
          <w:color w:val="000000"/>
          <w:sz w:val="28"/>
          <w:szCs w:val="28"/>
        </w:rPr>
        <w:t>ад</w:t>
      </w:r>
      <w:r w:rsidRPr="00784F69">
        <w:rPr>
          <w:rFonts w:ascii="Palatino Linotype" w:hAnsi="Palatino Linotype"/>
          <w:color w:val="000000"/>
          <w:sz w:val="28"/>
          <w:szCs w:val="28"/>
        </w:rPr>
        <w:t>;</w:t>
      </w:r>
    </w:p>
    <w:p w:rsidR="00B65CA5" w:rsidRPr="00784F69" w:rsidRDefault="00B65CA5" w:rsidP="00C84BB2">
      <w:pPr>
        <w:spacing w:after="0" w:line="240" w:lineRule="auto"/>
        <w:jc w:val="both"/>
        <w:rPr>
          <w:rFonts w:ascii="Palatino Linotype" w:hAnsi="Palatino Linotype"/>
          <w:b/>
          <w:color w:val="000000"/>
          <w:sz w:val="28"/>
          <w:szCs w:val="28"/>
          <w:u w:val="single"/>
        </w:rPr>
      </w:pPr>
      <w:r w:rsidRPr="00784F69">
        <w:rPr>
          <w:rFonts w:ascii="Palatino Linotype" w:hAnsi="Palatino Linotype"/>
          <w:b/>
          <w:color w:val="000000"/>
          <w:sz w:val="28"/>
          <w:szCs w:val="28"/>
        </w:rPr>
        <w:t xml:space="preserve">$D) </w:t>
      </w:r>
      <w:r w:rsidRPr="00784F69">
        <w:rPr>
          <w:rFonts w:ascii="Palatino Linotype" w:hAnsi="Palatino Linotype"/>
          <w:color w:val="000000"/>
          <w:sz w:val="28"/>
          <w:szCs w:val="28"/>
        </w:rPr>
        <w:t>Дар феҳ</w:t>
      </w:r>
      <w:r w:rsidRPr="00784F69">
        <w:rPr>
          <w:rFonts w:ascii="Palatino Linotype" w:hAnsi="Palatino Linotype" w:cs="Times New Roman Tj"/>
          <w:color w:val="000000"/>
          <w:sz w:val="28"/>
          <w:szCs w:val="28"/>
        </w:rPr>
        <w:t>ристи и</w:t>
      </w:r>
      <w:r w:rsidRPr="00784F69">
        <w:rPr>
          <w:rFonts w:ascii="Palatino Linotype" w:eastAsia="MS Mincho" w:hAnsi="Palatino Linotype" w:cs="MS Mincho"/>
          <w:color w:val="000000"/>
          <w:sz w:val="28"/>
          <w:szCs w:val="28"/>
        </w:rPr>
        <w:t>ҷ</w:t>
      </w:r>
      <w:r w:rsidRPr="00784F69">
        <w:rPr>
          <w:rFonts w:ascii="Palatino Linotype" w:hAnsi="Palatino Linotype" w:cs="Times New Roman Tj"/>
          <w:color w:val="000000"/>
          <w:sz w:val="28"/>
          <w:szCs w:val="28"/>
        </w:rPr>
        <w:t>озатнома</w:t>
      </w:r>
      <w:r w:rsidRPr="00784F69">
        <w:rPr>
          <w:rFonts w:ascii="Palatino Linotype" w:hAnsi="Palatino Linotype"/>
          <w:color w:val="000000"/>
          <w:sz w:val="28"/>
          <w:szCs w:val="28"/>
        </w:rPr>
        <w:t>ҳ</w:t>
      </w:r>
      <w:r w:rsidRPr="00784F69">
        <w:rPr>
          <w:rFonts w:ascii="Palatino Linotype" w:hAnsi="Palatino Linotype" w:cs="Times New Roman Tj"/>
          <w:color w:val="000000"/>
          <w:sz w:val="28"/>
          <w:szCs w:val="28"/>
        </w:rPr>
        <w:t>ои ба бонк</w:t>
      </w:r>
      <w:r w:rsidRPr="00784F69">
        <w:rPr>
          <w:rFonts w:ascii="Palatino Linotype" w:hAnsi="Palatino Linotype"/>
          <w:color w:val="000000"/>
          <w:sz w:val="28"/>
          <w:szCs w:val="28"/>
          <w:lang w:val="tt-RU"/>
        </w:rPr>
        <w:t>ҳ</w:t>
      </w:r>
      <w:r w:rsidRPr="00784F69">
        <w:rPr>
          <w:rFonts w:ascii="Palatino Linotype" w:hAnsi="Palatino Linotype" w:cs="Times New Roman Tj"/>
          <w:color w:val="000000"/>
          <w:sz w:val="28"/>
          <w:szCs w:val="28"/>
          <w:lang w:val="tt-RU"/>
        </w:rPr>
        <w:t>о</w:t>
      </w:r>
      <w:r w:rsidRPr="00784F69">
        <w:rPr>
          <w:rFonts w:ascii="Palatino Linotype" w:hAnsi="Palatino Linotype"/>
          <w:color w:val="000000"/>
          <w:sz w:val="28"/>
          <w:szCs w:val="28"/>
        </w:rPr>
        <w:t xml:space="preserve"> додашуда ро</w:t>
      </w:r>
      <w:r w:rsidRPr="00784F69">
        <w:rPr>
          <w:rFonts w:ascii="Palatino Linotype" w:eastAsia="MS Mincho" w:hAnsi="Palatino Linotype" w:cs="MS Mincho"/>
          <w:color w:val="000000"/>
          <w:sz w:val="28"/>
          <w:szCs w:val="28"/>
        </w:rPr>
        <w:t>ҷ</w:t>
      </w:r>
      <w:r w:rsidRPr="00784F69">
        <w:rPr>
          <w:rFonts w:ascii="Palatino Linotype" w:hAnsi="Palatino Linotype" w:cs="Times New Roman Tj"/>
          <w:color w:val="000000"/>
          <w:sz w:val="28"/>
          <w:szCs w:val="28"/>
        </w:rPr>
        <w:t xml:space="preserve">еъ ба хусуси номи бонк, </w:t>
      </w:r>
      <w:r w:rsidRPr="00784F69">
        <w:rPr>
          <w:rFonts w:ascii="Palatino Linotype" w:hAnsi="Palatino Linotype"/>
          <w:color w:val="000000"/>
          <w:sz w:val="28"/>
          <w:szCs w:val="28"/>
          <w:lang w:val="tt-RU"/>
        </w:rPr>
        <w:t>санаи</w:t>
      </w:r>
      <w:r w:rsidRPr="00784F69">
        <w:rPr>
          <w:rFonts w:ascii="Palatino Linotype" w:hAnsi="Palatino Linotype"/>
          <w:color w:val="000000"/>
          <w:sz w:val="28"/>
          <w:szCs w:val="28"/>
        </w:rPr>
        <w:t xml:space="preserve"> қ</w:t>
      </w:r>
      <w:r w:rsidRPr="00784F69">
        <w:rPr>
          <w:rFonts w:ascii="Palatino Linotype" w:hAnsi="Palatino Linotype" w:cs="Times New Roman Tj"/>
          <w:color w:val="000000"/>
          <w:sz w:val="28"/>
          <w:szCs w:val="28"/>
        </w:rPr>
        <w:t>айди ба</w:t>
      </w:r>
      <w:r w:rsidRPr="00784F69">
        <w:rPr>
          <w:rFonts w:ascii="Palatino Linotype" w:hAnsi="Palatino Linotype"/>
          <w:color w:val="000000"/>
          <w:sz w:val="28"/>
          <w:szCs w:val="28"/>
        </w:rPr>
        <w:t>ҳ</w:t>
      </w:r>
      <w:r w:rsidRPr="00784F69">
        <w:rPr>
          <w:rFonts w:ascii="Palatino Linotype" w:hAnsi="Palatino Linotype" w:cs="Times New Roman Tj"/>
          <w:color w:val="000000"/>
          <w:sz w:val="28"/>
          <w:szCs w:val="28"/>
        </w:rPr>
        <w:t>исобгири</w:t>
      </w:r>
      <w:r w:rsidRPr="00784F69">
        <w:rPr>
          <w:rFonts w:ascii="Palatino Linotype" w:hAnsi="Palatino Linotype"/>
          <w:color w:val="000000"/>
          <w:sz w:val="28"/>
          <w:szCs w:val="28"/>
        </w:rPr>
        <w:t>и он, рақ</w:t>
      </w:r>
      <w:r w:rsidRPr="00784F69">
        <w:rPr>
          <w:rFonts w:ascii="Palatino Linotype" w:hAnsi="Palatino Linotype" w:cs="Times New Roman Tj"/>
          <w:color w:val="000000"/>
          <w:sz w:val="28"/>
          <w:szCs w:val="28"/>
        </w:rPr>
        <w:t xml:space="preserve">ами </w:t>
      </w:r>
      <w:r w:rsidRPr="00784F69">
        <w:rPr>
          <w:rFonts w:ascii="Palatino Linotype" w:hAnsi="Palatino Linotype"/>
          <w:color w:val="000000"/>
          <w:sz w:val="28"/>
          <w:szCs w:val="28"/>
        </w:rPr>
        <w:t>қ</w:t>
      </w:r>
      <w:r w:rsidRPr="00784F69">
        <w:rPr>
          <w:rFonts w:ascii="Palatino Linotype" w:hAnsi="Palatino Linotype" w:cs="Times New Roman Tj"/>
          <w:color w:val="000000"/>
          <w:sz w:val="28"/>
          <w:szCs w:val="28"/>
        </w:rPr>
        <w:t>айди ба</w:t>
      </w:r>
      <w:r w:rsidRPr="00784F69">
        <w:rPr>
          <w:rFonts w:ascii="Palatino Linotype" w:hAnsi="Palatino Linotype"/>
          <w:color w:val="000000"/>
          <w:sz w:val="28"/>
          <w:szCs w:val="28"/>
        </w:rPr>
        <w:t>ҳ</w:t>
      </w:r>
      <w:r w:rsidRPr="00784F69">
        <w:rPr>
          <w:rFonts w:ascii="Palatino Linotype" w:hAnsi="Palatino Linotype" w:cs="Times New Roman Tj"/>
          <w:color w:val="000000"/>
          <w:sz w:val="28"/>
          <w:szCs w:val="28"/>
        </w:rPr>
        <w:t>исобгир</w:t>
      </w:r>
      <w:r w:rsidRPr="00784F69">
        <w:rPr>
          <w:rFonts w:ascii="Palatino Linotype" w:eastAsia="MS Mincho" w:hAnsi="Palatino Linotype" w:cs="MS Mincho"/>
          <w:color w:val="000000"/>
          <w:sz w:val="28"/>
          <w:szCs w:val="28"/>
        </w:rPr>
        <w:t>ӣ</w:t>
      </w:r>
      <w:r w:rsidRPr="00784F69">
        <w:rPr>
          <w:rFonts w:ascii="Palatino Linotype" w:hAnsi="Palatino Linotype" w:cs="Times New Roman Tj"/>
          <w:color w:val="000000"/>
          <w:sz w:val="28"/>
          <w:szCs w:val="28"/>
        </w:rPr>
        <w:t>, таърихи имзо, маълумот дар бораи ро</w:t>
      </w:r>
      <w:r w:rsidRPr="00784F69">
        <w:rPr>
          <w:rFonts w:ascii="Palatino Linotype" w:hAnsi="Palatino Linotype"/>
          <w:color w:val="000000"/>
          <w:sz w:val="28"/>
          <w:szCs w:val="28"/>
        </w:rPr>
        <w:t>ҳ</w:t>
      </w:r>
      <w:r w:rsidRPr="00784F69">
        <w:rPr>
          <w:rFonts w:ascii="Palatino Linotype" w:hAnsi="Palatino Linotype" w:cs="Times New Roman Tj"/>
          <w:color w:val="000000"/>
          <w:sz w:val="28"/>
          <w:szCs w:val="28"/>
        </w:rPr>
        <w:t>бар ва сарму</w:t>
      </w:r>
      <w:r w:rsidRPr="00784F69">
        <w:rPr>
          <w:rFonts w:ascii="Palatino Linotype" w:hAnsi="Palatino Linotype"/>
          <w:color w:val="000000"/>
          <w:sz w:val="28"/>
          <w:szCs w:val="28"/>
        </w:rPr>
        <w:t>ҳ</w:t>
      </w:r>
      <w:r w:rsidRPr="00784F69">
        <w:rPr>
          <w:rFonts w:ascii="Palatino Linotype" w:hAnsi="Palatino Linotype" w:cs="Times New Roman Tj"/>
          <w:color w:val="000000"/>
          <w:sz w:val="28"/>
          <w:szCs w:val="28"/>
        </w:rPr>
        <w:t xml:space="preserve">осиби бонк ва дар бобати </w:t>
      </w:r>
      <w:r w:rsidRPr="00784F69">
        <w:rPr>
          <w:rFonts w:ascii="Palatino Linotype" w:hAnsi="Palatino Linotype"/>
          <w:color w:val="000000"/>
          <w:sz w:val="28"/>
          <w:szCs w:val="28"/>
          <w:lang w:val="tt-RU"/>
        </w:rPr>
        <w:t>санаи</w:t>
      </w:r>
      <w:r w:rsidRPr="00784F69">
        <w:rPr>
          <w:rFonts w:ascii="Palatino Linotype" w:hAnsi="Palatino Linotype"/>
          <w:color w:val="000000"/>
          <w:sz w:val="28"/>
          <w:szCs w:val="28"/>
        </w:rPr>
        <w:t xml:space="preserve"> додани и</w:t>
      </w:r>
      <w:r w:rsidRPr="00784F69">
        <w:rPr>
          <w:rFonts w:ascii="Palatino Linotype" w:eastAsia="MS Mincho" w:hAnsi="Palatino Linotype" w:cs="MS Mincho"/>
          <w:color w:val="000000"/>
          <w:sz w:val="28"/>
          <w:szCs w:val="28"/>
        </w:rPr>
        <w:t>ҷ</w:t>
      </w:r>
      <w:r w:rsidRPr="00784F69">
        <w:rPr>
          <w:rFonts w:ascii="Palatino Linotype" w:hAnsi="Palatino Linotype" w:cs="Times New Roman Tj"/>
          <w:color w:val="000000"/>
          <w:sz w:val="28"/>
          <w:szCs w:val="28"/>
        </w:rPr>
        <w:t>озатнома барои и</w:t>
      </w:r>
      <w:r w:rsidRPr="00784F69">
        <w:rPr>
          <w:rFonts w:ascii="Palatino Linotype" w:eastAsia="MS Mincho" w:hAnsi="Palatino Linotype" w:cs="MS Mincho"/>
          <w:color w:val="000000"/>
          <w:sz w:val="28"/>
          <w:szCs w:val="28"/>
        </w:rPr>
        <w:t>ҷ</w:t>
      </w:r>
      <w:r w:rsidRPr="00784F69">
        <w:rPr>
          <w:rFonts w:ascii="Palatino Linotype" w:hAnsi="Palatino Linotype" w:cs="Times New Roman Tj"/>
          <w:color w:val="000000"/>
          <w:sz w:val="28"/>
          <w:szCs w:val="28"/>
        </w:rPr>
        <w:t>рои амалиёти бонк</w:t>
      </w:r>
      <w:r w:rsidRPr="00784F69">
        <w:rPr>
          <w:rFonts w:ascii="Palatino Linotype" w:eastAsia="MS Mincho" w:hAnsi="Palatino Linotype" w:cs="MS Mincho"/>
          <w:color w:val="000000"/>
          <w:sz w:val="28"/>
          <w:szCs w:val="28"/>
        </w:rPr>
        <w:t>ӣ</w:t>
      </w:r>
      <w:r w:rsidRPr="00784F69">
        <w:rPr>
          <w:rFonts w:ascii="Palatino Linotype" w:hAnsi="Palatino Linotype" w:cs="Times New Roman Tj"/>
          <w:color w:val="000000"/>
          <w:sz w:val="28"/>
          <w:szCs w:val="28"/>
        </w:rPr>
        <w:t>, бо нишон додани шахси ваколатдоре, ки и</w:t>
      </w:r>
      <w:r w:rsidRPr="00784F69">
        <w:rPr>
          <w:rFonts w:ascii="Palatino Linotype" w:eastAsia="MS Mincho" w:hAnsi="Palatino Linotype" w:cs="MS Mincho"/>
          <w:color w:val="000000"/>
          <w:sz w:val="28"/>
          <w:szCs w:val="28"/>
        </w:rPr>
        <w:t>ҷ</w:t>
      </w:r>
      <w:r w:rsidRPr="00784F69">
        <w:rPr>
          <w:rFonts w:ascii="Palatino Linotype" w:hAnsi="Palatino Linotype" w:cs="Times New Roman Tj"/>
          <w:color w:val="000000"/>
          <w:sz w:val="28"/>
          <w:szCs w:val="28"/>
        </w:rPr>
        <w:t>озатномаро гирифтааст, сабт ворид менамояд</w:t>
      </w:r>
      <w:r w:rsidRPr="00784F69">
        <w:rPr>
          <w:rFonts w:ascii="Palatino Linotype" w:hAnsi="Palatino Linotype"/>
          <w:color w:val="000000"/>
          <w:sz w:val="28"/>
          <w:szCs w:val="28"/>
        </w:rPr>
        <w:t>;</w:t>
      </w:r>
    </w:p>
    <w:p w:rsidR="00B65CA5" w:rsidRPr="00784F69" w:rsidRDefault="00B65CA5" w:rsidP="00C84BB2">
      <w:pPr>
        <w:spacing w:after="0" w:line="240" w:lineRule="auto"/>
        <w:jc w:val="both"/>
        <w:rPr>
          <w:rFonts w:ascii="Palatino Linotype" w:hAnsi="Palatino Linotype"/>
          <w:b/>
          <w:color w:val="000000"/>
          <w:sz w:val="28"/>
          <w:szCs w:val="28"/>
          <w:u w:val="single"/>
        </w:rPr>
      </w:pPr>
      <w:r w:rsidRPr="00784F69">
        <w:rPr>
          <w:rFonts w:ascii="Palatino Linotype" w:hAnsi="Palatino Linotype"/>
          <w:b/>
          <w:color w:val="000000"/>
          <w:sz w:val="28"/>
          <w:szCs w:val="28"/>
        </w:rPr>
        <w:t xml:space="preserve">$E) </w:t>
      </w:r>
      <w:r w:rsidRPr="00784F69">
        <w:rPr>
          <w:rFonts w:ascii="Palatino Linotype" w:hAnsi="Palatino Linotype"/>
          <w:color w:val="000000"/>
          <w:sz w:val="28"/>
          <w:szCs w:val="28"/>
        </w:rPr>
        <w:t>Ҳ</w:t>
      </w:r>
      <w:r w:rsidRPr="00784F69">
        <w:rPr>
          <w:rFonts w:ascii="Palatino Linotype" w:hAnsi="Palatino Linotype" w:cs="Times New Roman Tj"/>
          <w:color w:val="000000"/>
          <w:sz w:val="28"/>
          <w:szCs w:val="28"/>
        </w:rPr>
        <w:t xml:space="preserve">амаи </w:t>
      </w:r>
      <w:r w:rsidRPr="00784F69">
        <w:rPr>
          <w:rFonts w:ascii="Palatino Linotype" w:eastAsia="MS Mincho" w:hAnsi="Palatino Linotype" w:cs="MS Mincho"/>
          <w:color w:val="000000"/>
          <w:sz w:val="28"/>
          <w:szCs w:val="28"/>
        </w:rPr>
        <w:t>ҷ</w:t>
      </w:r>
      <w:r w:rsidRPr="00784F69">
        <w:rPr>
          <w:rFonts w:ascii="Palatino Linotype" w:hAnsi="Palatino Linotype" w:cs="Times New Roman Tj"/>
          <w:color w:val="000000"/>
          <w:sz w:val="28"/>
          <w:szCs w:val="28"/>
        </w:rPr>
        <w:t>авоб</w:t>
      </w:r>
      <w:r w:rsidRPr="00784F69">
        <w:rPr>
          <w:rFonts w:ascii="Palatino Linotype" w:hAnsi="Palatino Linotype"/>
          <w:color w:val="000000"/>
          <w:sz w:val="28"/>
          <w:szCs w:val="28"/>
        </w:rPr>
        <w:t>ҳ</w:t>
      </w:r>
      <w:r w:rsidRPr="00784F69">
        <w:rPr>
          <w:rFonts w:ascii="Palatino Linotype" w:hAnsi="Palatino Linotype" w:cs="Times New Roman Tj"/>
          <w:color w:val="000000"/>
          <w:sz w:val="28"/>
          <w:szCs w:val="28"/>
        </w:rPr>
        <w:t xml:space="preserve">о </w:t>
      </w:r>
      <w:r w:rsidRPr="00784F69">
        <w:rPr>
          <w:rFonts w:ascii="Palatino Linotype" w:hAnsi="Palatino Linotype"/>
          <w:color w:val="000000"/>
          <w:sz w:val="28"/>
          <w:szCs w:val="28"/>
        </w:rPr>
        <w:t>нодурустанд;</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 xml:space="preserve">@196. </w:t>
      </w:r>
    </w:p>
    <w:p w:rsidR="00B65CA5" w:rsidRPr="00784F69" w:rsidRDefault="00B65CA5" w:rsidP="00C84BB2">
      <w:pPr>
        <w:pStyle w:val="NoSpacing"/>
        <w:jc w:val="both"/>
        <w:rPr>
          <w:rFonts w:ascii="Palatino Linotype" w:hAnsi="Palatino Linotype" w:cs="Times New Roman Tj"/>
          <w:b/>
          <w:color w:val="000000"/>
          <w:sz w:val="28"/>
          <w:szCs w:val="28"/>
          <w:lang w:val="tg-Cyrl-TJ"/>
        </w:rPr>
      </w:pPr>
      <w:r w:rsidRPr="00784F69">
        <w:rPr>
          <w:rFonts w:ascii="Palatino Linotype" w:hAnsi="Palatino Linotype"/>
          <w:b/>
          <w:color w:val="000000"/>
          <w:sz w:val="28"/>
          <w:szCs w:val="28"/>
          <w:lang w:val="tg-Cyrl-TJ"/>
        </w:rPr>
        <w:t>Бонки миллии То</w:t>
      </w:r>
      <w:r w:rsidRPr="00784F69">
        <w:rPr>
          <w:rFonts w:ascii="Palatino Linotype" w:eastAsia="MS Mincho" w:hAnsi="Palatino Linotype" w:cs="MS Mincho"/>
          <w:b/>
          <w:color w:val="000000"/>
          <w:sz w:val="28"/>
          <w:szCs w:val="28"/>
          <w:lang w:val="tg-Cyrl-TJ"/>
        </w:rPr>
        <w:t>ҷ</w:t>
      </w:r>
      <w:r w:rsidRPr="00784F69">
        <w:rPr>
          <w:rFonts w:ascii="Palatino Linotype" w:hAnsi="Palatino Linotype" w:cs="Times New Roman Tj"/>
          <w:b/>
          <w:color w:val="000000"/>
          <w:sz w:val="28"/>
          <w:szCs w:val="28"/>
          <w:lang w:val="tg-Cyrl-TJ"/>
        </w:rPr>
        <w:t xml:space="preserve">икистон вобаста ба кадом модда ва </w:t>
      </w:r>
      <w:r w:rsidRPr="00784F69">
        <w:rPr>
          <w:rFonts w:ascii="Palatino Linotype" w:hAnsi="Palatino Linotype"/>
          <w:b/>
          <w:color w:val="000000"/>
          <w:sz w:val="28"/>
          <w:szCs w:val="28"/>
          <w:lang w:val="tg-Cyrl-TJ"/>
        </w:rPr>
        <w:t>қ</w:t>
      </w:r>
      <w:r w:rsidRPr="00784F69">
        <w:rPr>
          <w:rFonts w:ascii="Palatino Linotype" w:hAnsi="Palatino Linotype" w:cs="Times New Roman Tj"/>
          <w:b/>
          <w:color w:val="000000"/>
          <w:sz w:val="28"/>
          <w:szCs w:val="28"/>
          <w:lang w:val="tg-Cyrl-TJ"/>
        </w:rPr>
        <w:t xml:space="preserve">онун </w:t>
      </w:r>
      <w:r w:rsidRPr="00784F69">
        <w:rPr>
          <w:rFonts w:ascii="Palatino Linotype" w:hAnsi="Palatino Linotype"/>
          <w:b/>
          <w:color w:val="000000"/>
          <w:sz w:val="28"/>
          <w:szCs w:val="28"/>
          <w:lang w:val="tg-Cyrl-TJ"/>
        </w:rPr>
        <w:t>ҳ</w:t>
      </w:r>
      <w:r w:rsidRPr="00784F69">
        <w:rPr>
          <w:rFonts w:ascii="Palatino Linotype" w:hAnsi="Palatino Linotype" w:cs="Times New Roman Tj"/>
          <w:b/>
          <w:color w:val="000000"/>
          <w:sz w:val="28"/>
          <w:szCs w:val="28"/>
          <w:lang w:val="tg-Cyrl-TJ"/>
        </w:rPr>
        <w:t>у</w:t>
      </w:r>
      <w:r w:rsidRPr="00784F69">
        <w:rPr>
          <w:rFonts w:ascii="Palatino Linotype" w:hAnsi="Palatino Linotype"/>
          <w:b/>
          <w:color w:val="000000"/>
          <w:sz w:val="28"/>
          <w:szCs w:val="28"/>
          <w:lang w:val="tg-Cyrl-TJ"/>
        </w:rPr>
        <w:t>қ</w:t>
      </w:r>
      <w:r w:rsidRPr="00784F69">
        <w:rPr>
          <w:rFonts w:ascii="Palatino Linotype" w:hAnsi="Palatino Linotype" w:cs="Times New Roman Tj"/>
          <w:b/>
          <w:color w:val="000000"/>
          <w:sz w:val="28"/>
          <w:szCs w:val="28"/>
          <w:lang w:val="tg-Cyrl-TJ"/>
        </w:rPr>
        <w:t>у</w:t>
      </w:r>
      <w:r w:rsidRPr="00784F69">
        <w:rPr>
          <w:rFonts w:ascii="Palatino Linotype" w:hAnsi="Palatino Linotype"/>
          <w:b/>
          <w:color w:val="000000"/>
          <w:sz w:val="28"/>
          <w:szCs w:val="28"/>
          <w:lang w:val="tg-Cyrl-TJ"/>
        </w:rPr>
        <w:t>қ дорад, ки дар ҳ</w:t>
      </w:r>
      <w:r w:rsidRPr="00784F69">
        <w:rPr>
          <w:rFonts w:ascii="Palatino Linotype" w:hAnsi="Palatino Linotype" w:cs="Times New Roman Tj"/>
          <w:b/>
          <w:color w:val="000000"/>
          <w:sz w:val="28"/>
          <w:szCs w:val="28"/>
          <w:lang w:val="tg-Cyrl-TJ"/>
        </w:rPr>
        <w:t>олат</w:t>
      </w:r>
      <w:r w:rsidRPr="00784F69">
        <w:rPr>
          <w:rFonts w:ascii="Palatino Linotype" w:hAnsi="Palatino Linotype"/>
          <w:b/>
          <w:color w:val="000000"/>
          <w:sz w:val="28"/>
          <w:szCs w:val="28"/>
          <w:lang w:val="tg-Cyrl-TJ"/>
        </w:rPr>
        <w:t>ҳ</w:t>
      </w:r>
      <w:r w:rsidRPr="00784F69">
        <w:rPr>
          <w:rFonts w:ascii="Palatino Linotype" w:hAnsi="Palatino Linotype" w:cs="Times New Roman Tj"/>
          <w:b/>
          <w:color w:val="000000"/>
          <w:sz w:val="28"/>
          <w:szCs w:val="28"/>
          <w:lang w:val="tg-Cyrl-TJ"/>
        </w:rPr>
        <w:t>ои мав</w:t>
      </w:r>
      <w:r w:rsidRPr="00784F69">
        <w:rPr>
          <w:rFonts w:ascii="Palatino Linotype" w:eastAsia="MS Mincho" w:hAnsi="Palatino Linotype" w:cs="MS Mincho"/>
          <w:b/>
          <w:color w:val="000000"/>
          <w:sz w:val="28"/>
          <w:szCs w:val="28"/>
          <w:lang w:val="tg-Cyrl-TJ"/>
        </w:rPr>
        <w:t>ҷ</w:t>
      </w:r>
      <w:r w:rsidRPr="00784F69">
        <w:rPr>
          <w:rFonts w:ascii="Palatino Linotype" w:hAnsi="Palatino Linotype" w:cs="Times New Roman Tj"/>
          <w:b/>
          <w:color w:val="000000"/>
          <w:sz w:val="28"/>
          <w:szCs w:val="28"/>
          <w:lang w:val="tg-Cyrl-TJ"/>
        </w:rPr>
        <w:t>уда, и</w:t>
      </w:r>
      <w:r w:rsidRPr="00784F69">
        <w:rPr>
          <w:rFonts w:ascii="Palatino Linotype" w:eastAsia="MS Mincho" w:hAnsi="Palatino Linotype" w:cs="MS Mincho"/>
          <w:b/>
          <w:color w:val="000000"/>
          <w:sz w:val="28"/>
          <w:szCs w:val="28"/>
          <w:lang w:val="tg-Cyrl-TJ"/>
        </w:rPr>
        <w:t>ҷ</w:t>
      </w:r>
      <w:r w:rsidRPr="00784F69">
        <w:rPr>
          <w:rFonts w:ascii="Palatino Linotype" w:hAnsi="Palatino Linotype" w:cs="Times New Roman Tj"/>
          <w:b/>
          <w:color w:val="000000"/>
          <w:sz w:val="28"/>
          <w:szCs w:val="28"/>
          <w:lang w:val="tg-Cyrl-TJ"/>
        </w:rPr>
        <w:t>озатномаи бонкро барои и</w:t>
      </w:r>
      <w:r w:rsidRPr="00784F69">
        <w:rPr>
          <w:rFonts w:ascii="Palatino Linotype" w:eastAsia="MS Mincho" w:hAnsi="Palatino Linotype" w:cs="MS Mincho"/>
          <w:b/>
          <w:color w:val="000000"/>
          <w:sz w:val="28"/>
          <w:szCs w:val="28"/>
          <w:lang w:val="tg-Cyrl-TJ"/>
        </w:rPr>
        <w:t>ҷ</w:t>
      </w:r>
      <w:r w:rsidRPr="00784F69">
        <w:rPr>
          <w:rFonts w:ascii="Palatino Linotype" w:hAnsi="Palatino Linotype" w:cs="Times New Roman Tj"/>
          <w:b/>
          <w:color w:val="000000"/>
          <w:sz w:val="28"/>
          <w:szCs w:val="28"/>
          <w:lang w:val="tg-Cyrl-TJ"/>
        </w:rPr>
        <w:t>рои амалиёти бонк</w:t>
      </w:r>
      <w:r w:rsidRPr="00784F69">
        <w:rPr>
          <w:rFonts w:ascii="Palatino Linotype" w:eastAsia="MS Mincho" w:hAnsi="Palatino Linotype" w:cs="MS Mincho"/>
          <w:b/>
          <w:color w:val="000000"/>
          <w:sz w:val="28"/>
          <w:szCs w:val="28"/>
          <w:lang w:val="tg-Cyrl-TJ"/>
        </w:rPr>
        <w:t>ӣ</w:t>
      </w:r>
      <w:r w:rsidRPr="00784F69">
        <w:rPr>
          <w:rFonts w:ascii="Palatino Linotype" w:hAnsi="Palatino Linotype" w:cs="Times New Roman Tj"/>
          <w:b/>
          <w:color w:val="000000"/>
          <w:sz w:val="28"/>
          <w:szCs w:val="28"/>
          <w:lang w:val="tg-Cyrl-TJ"/>
        </w:rPr>
        <w:t xml:space="preserve"> бозхонда гирад?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$A) </w:t>
      </w:r>
      <w:r w:rsidRPr="00784F69">
        <w:rPr>
          <w:rFonts w:ascii="Palatino Linotype" w:hAnsi="Palatino Linotype"/>
          <w:color w:val="000000"/>
          <w:sz w:val="28"/>
          <w:szCs w:val="28"/>
          <w:lang w:val="tg-Cyrl-TJ"/>
        </w:rPr>
        <w:t>Аз р</w:t>
      </w:r>
      <w:r w:rsidRPr="00784F69">
        <w:rPr>
          <w:rFonts w:ascii="Palatino Linotype" w:eastAsia="MS Mincho" w:hAnsi="Palatino Linotype" w:cs="MS Mincho"/>
          <w:color w:val="000000"/>
          <w:sz w:val="28"/>
          <w:szCs w:val="28"/>
          <w:lang w:val="tg-Cyrl-TJ"/>
        </w:rPr>
        <w:t>ӯ</w:t>
      </w:r>
      <w:r w:rsidRPr="00784F69">
        <w:rPr>
          <w:rFonts w:ascii="Palatino Linotype" w:hAnsi="Palatino Linotype" w:cs="Times New Roman Tj"/>
          <w:color w:val="000000"/>
          <w:sz w:val="28"/>
          <w:szCs w:val="28"/>
          <w:lang w:val="tg-Cyrl-TJ"/>
        </w:rPr>
        <w:t xml:space="preserve">и моддаи 26 </w:t>
      </w:r>
      <w:r w:rsidRPr="00784F69">
        <w:rPr>
          <w:rFonts w:ascii="Palatino Linotype" w:hAnsi="Palatino Linotype"/>
          <w:color w:val="000000"/>
          <w:sz w:val="28"/>
          <w:szCs w:val="28"/>
          <w:lang w:val="tg-Cyrl-TJ"/>
        </w:rPr>
        <w:t>Қ</w:t>
      </w:r>
      <w:r w:rsidRPr="00784F69">
        <w:rPr>
          <w:rFonts w:ascii="Palatino Linotype" w:hAnsi="Palatino Linotype" w:cs="Times New Roman Tj"/>
          <w:color w:val="000000"/>
          <w:sz w:val="28"/>
          <w:szCs w:val="28"/>
          <w:lang w:val="tg-Cyrl-TJ"/>
        </w:rPr>
        <w:t xml:space="preserve">онуни </w:t>
      </w:r>
      <w:r w:rsidRPr="00784F69">
        <w:rPr>
          <w:rFonts w:ascii="Palatino Linotype" w:eastAsia="MS Mincho" w:hAnsi="Palatino Linotype" w:cs="MS Mincho"/>
          <w:color w:val="000000"/>
          <w:sz w:val="28"/>
          <w:szCs w:val="28"/>
          <w:lang w:val="tg-Cyrl-TJ"/>
        </w:rPr>
        <w:t>Ҷ</w:t>
      </w:r>
      <w:r w:rsidRPr="00784F69">
        <w:rPr>
          <w:rFonts w:ascii="Palatino Linotype" w:hAnsi="Palatino Linotype" w:cs="Times New Roman Tj"/>
          <w:color w:val="000000"/>
          <w:sz w:val="28"/>
          <w:szCs w:val="28"/>
          <w:lang w:val="tg-Cyrl-TJ"/>
        </w:rPr>
        <w:t>ум</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урии То</w:t>
      </w:r>
      <w:r w:rsidRPr="00784F69">
        <w:rPr>
          <w:rFonts w:ascii="Palatino Linotype" w:eastAsia="MS Mincho" w:hAnsi="Palatino Linotype" w:cs="MS Mincho"/>
          <w:color w:val="000000"/>
          <w:sz w:val="28"/>
          <w:szCs w:val="28"/>
          <w:lang w:val="tg-Cyrl-TJ"/>
        </w:rPr>
        <w:t>ҷ</w:t>
      </w:r>
      <w:r w:rsidRPr="00784F69">
        <w:rPr>
          <w:rFonts w:ascii="Palatino Linotype" w:hAnsi="Palatino Linotype" w:cs="Times New Roman Tj"/>
          <w:color w:val="000000"/>
          <w:sz w:val="28"/>
          <w:szCs w:val="28"/>
          <w:lang w:val="tg-Cyrl-TJ"/>
        </w:rPr>
        <w:t>икистон «Дар бораи бонк</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о ва фаъолияти бонк</w:t>
      </w:r>
      <w:r w:rsidRPr="00784F69">
        <w:rPr>
          <w:rFonts w:ascii="Palatino Linotype" w:eastAsia="MS Mincho" w:hAnsi="Palatino Linotype" w:cs="MS Mincho"/>
          <w:color w:val="000000"/>
          <w:sz w:val="28"/>
          <w:szCs w:val="28"/>
          <w:lang w:val="tg-Cyrl-TJ"/>
        </w:rPr>
        <w:t>ӣ</w:t>
      </w:r>
      <w:r w:rsidRPr="00784F69">
        <w:rPr>
          <w:rFonts w:ascii="Palatino Linotype" w:hAnsi="Palatino Linotype" w:cs="Times New Roman Tj"/>
          <w:color w:val="000000"/>
          <w:sz w:val="28"/>
          <w:szCs w:val="28"/>
          <w:lang w:val="tg-Cyrl-TJ"/>
        </w:rPr>
        <w:t>»;</w:t>
      </w:r>
    </w:p>
    <w:p w:rsidR="00B65CA5" w:rsidRPr="00784F69" w:rsidRDefault="00B65CA5" w:rsidP="00C84BB2">
      <w:pPr>
        <w:spacing w:after="0" w:line="240" w:lineRule="auto"/>
        <w:jc w:val="both"/>
        <w:rPr>
          <w:rFonts w:ascii="Palatino Linotype" w:hAnsi="Palatino Linotype" w:cs="Times New Roman Tj"/>
          <w:color w:val="000000"/>
          <w:sz w:val="28"/>
          <w:szCs w:val="28"/>
          <w:lang w:val="tg-Cyrl-TJ"/>
        </w:rPr>
      </w:pPr>
      <w:r w:rsidRPr="00784F69">
        <w:rPr>
          <w:rFonts w:ascii="Palatino Linotype" w:hAnsi="Palatino Linotype"/>
          <w:b/>
          <w:color w:val="000000"/>
          <w:sz w:val="28"/>
          <w:szCs w:val="28"/>
          <w:lang w:val="tg-Cyrl-TJ"/>
        </w:rPr>
        <w:t xml:space="preserve">$B) </w:t>
      </w:r>
      <w:r w:rsidRPr="00784F69">
        <w:rPr>
          <w:rFonts w:ascii="Palatino Linotype" w:hAnsi="Palatino Linotype"/>
          <w:color w:val="000000"/>
          <w:sz w:val="28"/>
          <w:szCs w:val="28"/>
          <w:lang w:val="tg-Cyrl-TJ"/>
        </w:rPr>
        <w:t>Аз р</w:t>
      </w:r>
      <w:r w:rsidRPr="00784F69">
        <w:rPr>
          <w:rFonts w:ascii="Palatino Linotype" w:eastAsia="MS Mincho" w:hAnsi="Palatino Linotype" w:cs="MS Mincho"/>
          <w:color w:val="000000"/>
          <w:sz w:val="28"/>
          <w:szCs w:val="28"/>
          <w:lang w:val="tg-Cyrl-TJ"/>
        </w:rPr>
        <w:t>ӯ</w:t>
      </w:r>
      <w:r w:rsidRPr="00784F69">
        <w:rPr>
          <w:rFonts w:ascii="Palatino Linotype" w:hAnsi="Palatino Linotype" w:cs="Times New Roman Tj"/>
          <w:color w:val="000000"/>
          <w:sz w:val="28"/>
          <w:szCs w:val="28"/>
          <w:lang w:val="tg-Cyrl-TJ"/>
        </w:rPr>
        <w:t xml:space="preserve">и моддаи 35 </w:t>
      </w:r>
      <w:r w:rsidRPr="00784F69">
        <w:rPr>
          <w:rFonts w:ascii="Palatino Linotype" w:hAnsi="Palatino Linotype"/>
          <w:color w:val="000000"/>
          <w:sz w:val="28"/>
          <w:szCs w:val="28"/>
          <w:lang w:val="tg-Cyrl-TJ"/>
        </w:rPr>
        <w:t>Қ</w:t>
      </w:r>
      <w:r w:rsidRPr="00784F69">
        <w:rPr>
          <w:rFonts w:ascii="Palatino Linotype" w:hAnsi="Palatino Linotype" w:cs="Times New Roman Tj"/>
          <w:color w:val="000000"/>
          <w:sz w:val="28"/>
          <w:szCs w:val="28"/>
          <w:lang w:val="tg-Cyrl-TJ"/>
        </w:rPr>
        <w:t xml:space="preserve">онуни </w:t>
      </w:r>
      <w:r w:rsidRPr="00784F69">
        <w:rPr>
          <w:rFonts w:ascii="Palatino Linotype" w:eastAsia="MS Mincho" w:hAnsi="Palatino Linotype" w:cs="MS Mincho"/>
          <w:color w:val="000000"/>
          <w:sz w:val="28"/>
          <w:szCs w:val="28"/>
          <w:lang w:val="tg-Cyrl-TJ"/>
        </w:rPr>
        <w:t>Ҷ</w:t>
      </w:r>
      <w:r w:rsidRPr="00784F69">
        <w:rPr>
          <w:rFonts w:ascii="Palatino Linotype" w:hAnsi="Palatino Linotype" w:cs="Times New Roman Tj"/>
          <w:color w:val="000000"/>
          <w:sz w:val="28"/>
          <w:szCs w:val="28"/>
          <w:lang w:val="tg-Cyrl-TJ"/>
        </w:rPr>
        <w:t>ум</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урии То</w:t>
      </w:r>
      <w:r w:rsidRPr="00784F69">
        <w:rPr>
          <w:rFonts w:ascii="Palatino Linotype" w:eastAsia="MS Mincho" w:hAnsi="Palatino Linotype" w:cs="MS Mincho"/>
          <w:color w:val="000000"/>
          <w:sz w:val="28"/>
          <w:szCs w:val="28"/>
          <w:lang w:val="tg-Cyrl-TJ"/>
        </w:rPr>
        <w:t>ҷ</w:t>
      </w:r>
      <w:r w:rsidRPr="00784F69">
        <w:rPr>
          <w:rFonts w:ascii="Palatino Linotype" w:hAnsi="Palatino Linotype" w:cs="Times New Roman Tj"/>
          <w:color w:val="000000"/>
          <w:sz w:val="28"/>
          <w:szCs w:val="28"/>
          <w:lang w:val="tg-Cyrl-TJ"/>
        </w:rPr>
        <w:t>икистон «Дар бораи бонк</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 xml:space="preserve">о ва </w:t>
      </w:r>
      <w:r w:rsidRPr="00784F69">
        <w:rPr>
          <w:rFonts w:ascii="Palatino Linotype" w:hAnsi="Palatino Linotype"/>
          <w:color w:val="000000"/>
          <w:sz w:val="28"/>
          <w:szCs w:val="28"/>
          <w:lang w:val="tg-Cyrl-TJ"/>
        </w:rPr>
        <w:t>фаъолияти бонк</w:t>
      </w:r>
      <w:r w:rsidRPr="00784F69">
        <w:rPr>
          <w:rFonts w:ascii="Palatino Linotype" w:eastAsia="MS Mincho" w:hAnsi="Palatino Linotype" w:cs="MS Mincho"/>
          <w:color w:val="000000"/>
          <w:sz w:val="28"/>
          <w:szCs w:val="28"/>
          <w:lang w:val="tg-Cyrl-TJ"/>
        </w:rPr>
        <w:t>ӣ</w:t>
      </w:r>
      <w:r w:rsidRPr="00784F69">
        <w:rPr>
          <w:rFonts w:ascii="Palatino Linotype" w:hAnsi="Palatino Linotype" w:cs="Times New Roman Tj"/>
          <w:color w:val="000000"/>
          <w:sz w:val="28"/>
          <w:szCs w:val="28"/>
          <w:lang w:val="tg-Cyrl-TJ"/>
        </w:rPr>
        <w:t>»;</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$C) </w:t>
      </w:r>
      <w:r w:rsidRPr="00784F69">
        <w:rPr>
          <w:rFonts w:ascii="Palatino Linotype" w:hAnsi="Palatino Linotype"/>
          <w:color w:val="000000"/>
          <w:sz w:val="28"/>
          <w:szCs w:val="28"/>
        </w:rPr>
        <w:t>Аз р</w:t>
      </w:r>
      <w:r w:rsidRPr="00784F69">
        <w:rPr>
          <w:rFonts w:ascii="Palatino Linotype" w:eastAsia="MS Mincho" w:hAnsi="Palatino Linotype" w:cs="MS Mincho"/>
          <w:color w:val="000000"/>
          <w:sz w:val="28"/>
          <w:szCs w:val="28"/>
        </w:rPr>
        <w:t>ӯ</w:t>
      </w:r>
      <w:r w:rsidRPr="00784F69">
        <w:rPr>
          <w:rFonts w:ascii="Palatino Linotype" w:hAnsi="Palatino Linotype"/>
          <w:color w:val="000000"/>
          <w:sz w:val="28"/>
          <w:szCs w:val="28"/>
        </w:rPr>
        <w:t>и моддаи 44 Қ</w:t>
      </w:r>
      <w:r w:rsidRPr="00784F69">
        <w:rPr>
          <w:rFonts w:ascii="Palatino Linotype" w:hAnsi="Palatino Linotype" w:cs="Times New Roman Tj"/>
          <w:color w:val="000000"/>
          <w:sz w:val="28"/>
          <w:szCs w:val="28"/>
        </w:rPr>
        <w:t>он</w:t>
      </w:r>
      <w:r w:rsidRPr="00784F69">
        <w:rPr>
          <w:rFonts w:ascii="Palatino Linotype" w:hAnsi="Palatino Linotype"/>
          <w:color w:val="000000"/>
          <w:sz w:val="28"/>
          <w:szCs w:val="28"/>
        </w:rPr>
        <w:t xml:space="preserve">уни </w:t>
      </w:r>
      <w:r w:rsidRPr="00784F69">
        <w:rPr>
          <w:rFonts w:ascii="Palatino Linotype" w:eastAsia="MS Mincho" w:hAnsi="Palatino Linotype" w:cs="MS Mincho"/>
          <w:color w:val="000000"/>
          <w:sz w:val="28"/>
          <w:szCs w:val="28"/>
        </w:rPr>
        <w:t>Ҷ</w:t>
      </w:r>
      <w:r w:rsidRPr="00784F69">
        <w:rPr>
          <w:rFonts w:ascii="Palatino Linotype" w:hAnsi="Palatino Linotype" w:cs="Times New Roman Tj"/>
          <w:color w:val="000000"/>
          <w:sz w:val="28"/>
          <w:szCs w:val="28"/>
        </w:rPr>
        <w:t>ум</w:t>
      </w:r>
      <w:r w:rsidRPr="00784F69">
        <w:rPr>
          <w:rFonts w:ascii="Palatino Linotype" w:hAnsi="Palatino Linotype"/>
          <w:color w:val="000000"/>
          <w:sz w:val="28"/>
          <w:szCs w:val="28"/>
        </w:rPr>
        <w:t>ҳ</w:t>
      </w:r>
      <w:r w:rsidRPr="00784F69">
        <w:rPr>
          <w:rFonts w:ascii="Palatino Linotype" w:hAnsi="Palatino Linotype" w:cs="Times New Roman Tj"/>
          <w:color w:val="000000"/>
          <w:sz w:val="28"/>
          <w:szCs w:val="28"/>
        </w:rPr>
        <w:t>урии То</w:t>
      </w:r>
      <w:r w:rsidRPr="00784F69">
        <w:rPr>
          <w:rFonts w:ascii="Palatino Linotype" w:eastAsia="MS Mincho" w:hAnsi="Palatino Linotype" w:cs="MS Mincho"/>
          <w:color w:val="000000"/>
          <w:sz w:val="28"/>
          <w:szCs w:val="28"/>
        </w:rPr>
        <w:t>ҷ</w:t>
      </w:r>
      <w:r w:rsidRPr="00784F69">
        <w:rPr>
          <w:rFonts w:ascii="Palatino Linotype" w:hAnsi="Palatino Linotype" w:cs="Times New Roman Tj"/>
          <w:color w:val="000000"/>
          <w:sz w:val="28"/>
          <w:szCs w:val="28"/>
        </w:rPr>
        <w:t>икистон «Дар бораи Бонки миллии То</w:t>
      </w:r>
      <w:r w:rsidRPr="00784F69">
        <w:rPr>
          <w:rFonts w:ascii="Palatino Linotype" w:eastAsia="MS Mincho" w:hAnsi="Palatino Linotype" w:cs="MS Mincho"/>
          <w:color w:val="000000"/>
          <w:sz w:val="28"/>
          <w:szCs w:val="28"/>
        </w:rPr>
        <w:t>ҷ</w:t>
      </w:r>
      <w:r w:rsidRPr="00784F69">
        <w:rPr>
          <w:rFonts w:ascii="Palatino Linotype" w:hAnsi="Palatino Linotype" w:cs="Times New Roman Tj"/>
          <w:color w:val="000000"/>
          <w:sz w:val="28"/>
          <w:szCs w:val="28"/>
        </w:rPr>
        <w:t xml:space="preserve">икистон </w:t>
      </w:r>
      <w:r w:rsidRPr="00784F69">
        <w:rPr>
          <w:rFonts w:ascii="Palatino Linotype" w:hAnsi="Palatino Linotype"/>
          <w:color w:val="000000"/>
          <w:sz w:val="28"/>
          <w:szCs w:val="28"/>
        </w:rPr>
        <w:t>»;</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$D) </w:t>
      </w:r>
      <w:r w:rsidRPr="00784F69">
        <w:rPr>
          <w:rFonts w:ascii="Palatino Linotype" w:hAnsi="Palatino Linotype"/>
          <w:color w:val="000000"/>
          <w:sz w:val="28"/>
          <w:szCs w:val="28"/>
        </w:rPr>
        <w:t>Аз р</w:t>
      </w:r>
      <w:r w:rsidRPr="00784F69">
        <w:rPr>
          <w:rFonts w:ascii="Palatino Linotype" w:eastAsia="MS Mincho" w:hAnsi="Palatino Linotype" w:cs="MS Mincho"/>
          <w:color w:val="000000"/>
          <w:sz w:val="28"/>
          <w:szCs w:val="28"/>
        </w:rPr>
        <w:t>ӯ</w:t>
      </w:r>
      <w:r w:rsidRPr="00784F69">
        <w:rPr>
          <w:rFonts w:ascii="Palatino Linotype" w:hAnsi="Palatino Linotype"/>
          <w:color w:val="000000"/>
          <w:sz w:val="28"/>
          <w:szCs w:val="28"/>
        </w:rPr>
        <w:t>и моддаи 53 Қ</w:t>
      </w:r>
      <w:r w:rsidRPr="00784F69">
        <w:rPr>
          <w:rFonts w:ascii="Palatino Linotype" w:hAnsi="Palatino Linotype" w:cs="Times New Roman Tj"/>
          <w:color w:val="000000"/>
          <w:sz w:val="28"/>
          <w:szCs w:val="28"/>
        </w:rPr>
        <w:t xml:space="preserve">онуни </w:t>
      </w:r>
      <w:r w:rsidRPr="00784F69">
        <w:rPr>
          <w:rFonts w:ascii="Palatino Linotype" w:eastAsia="MS Mincho" w:hAnsi="Palatino Linotype" w:cs="MS Mincho"/>
          <w:color w:val="000000"/>
          <w:sz w:val="28"/>
          <w:szCs w:val="28"/>
        </w:rPr>
        <w:t>Ҷ</w:t>
      </w:r>
      <w:r w:rsidRPr="00784F69">
        <w:rPr>
          <w:rFonts w:ascii="Palatino Linotype" w:hAnsi="Palatino Linotype" w:cs="Times New Roman Tj"/>
          <w:color w:val="000000"/>
          <w:sz w:val="28"/>
          <w:szCs w:val="28"/>
        </w:rPr>
        <w:t>ум</w:t>
      </w:r>
      <w:r w:rsidRPr="00784F69">
        <w:rPr>
          <w:rFonts w:ascii="Palatino Linotype" w:hAnsi="Palatino Linotype"/>
          <w:color w:val="000000"/>
          <w:sz w:val="28"/>
          <w:szCs w:val="28"/>
        </w:rPr>
        <w:t>ҳ</w:t>
      </w:r>
      <w:r w:rsidRPr="00784F69">
        <w:rPr>
          <w:rFonts w:ascii="Palatino Linotype" w:hAnsi="Palatino Linotype" w:cs="Times New Roman Tj"/>
          <w:color w:val="000000"/>
          <w:sz w:val="28"/>
          <w:szCs w:val="28"/>
        </w:rPr>
        <w:t>урии То</w:t>
      </w:r>
      <w:r w:rsidRPr="00784F69">
        <w:rPr>
          <w:rFonts w:ascii="Palatino Linotype" w:eastAsia="MS Mincho" w:hAnsi="Palatino Linotype" w:cs="MS Mincho"/>
          <w:color w:val="000000"/>
          <w:sz w:val="28"/>
          <w:szCs w:val="28"/>
        </w:rPr>
        <w:t>ҷ</w:t>
      </w:r>
      <w:r w:rsidRPr="00784F69">
        <w:rPr>
          <w:rFonts w:ascii="Palatino Linotype" w:hAnsi="Palatino Linotype" w:cs="Times New Roman Tj"/>
          <w:color w:val="000000"/>
          <w:sz w:val="28"/>
          <w:szCs w:val="28"/>
        </w:rPr>
        <w:t>икистон «Дар бораи бонк</w:t>
      </w:r>
      <w:r w:rsidRPr="00784F69">
        <w:rPr>
          <w:rFonts w:ascii="Palatino Linotype" w:hAnsi="Palatino Linotype"/>
          <w:color w:val="000000"/>
          <w:sz w:val="28"/>
          <w:szCs w:val="28"/>
        </w:rPr>
        <w:t>ҳ</w:t>
      </w:r>
      <w:r w:rsidRPr="00784F69">
        <w:rPr>
          <w:rFonts w:ascii="Palatino Linotype" w:hAnsi="Palatino Linotype" w:cs="Times New Roman Tj"/>
          <w:color w:val="000000"/>
          <w:sz w:val="28"/>
          <w:szCs w:val="28"/>
        </w:rPr>
        <w:t>о ва фаъолияти бонк</w:t>
      </w:r>
      <w:r w:rsidRPr="00784F69">
        <w:rPr>
          <w:rFonts w:ascii="Palatino Linotype" w:eastAsia="MS Mincho" w:hAnsi="Palatino Linotype" w:cs="MS Mincho"/>
          <w:color w:val="000000"/>
          <w:sz w:val="28"/>
          <w:szCs w:val="28"/>
        </w:rPr>
        <w:t>ӣ</w:t>
      </w:r>
      <w:r w:rsidRPr="00784F69">
        <w:rPr>
          <w:rFonts w:ascii="Palatino Linotype" w:hAnsi="Palatino Linotype" w:cs="Times New Roman Tj"/>
          <w:color w:val="000000"/>
          <w:sz w:val="28"/>
          <w:szCs w:val="28"/>
        </w:rPr>
        <w:t>»</w:t>
      </w:r>
      <w:r w:rsidRPr="00784F69">
        <w:rPr>
          <w:rFonts w:ascii="Palatino Linotype" w:hAnsi="Palatino Linotype"/>
          <w:color w:val="000000"/>
          <w:sz w:val="28"/>
          <w:szCs w:val="28"/>
        </w:rPr>
        <w:t>;</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$E) </w:t>
      </w:r>
      <w:r w:rsidRPr="00784F69">
        <w:rPr>
          <w:rFonts w:ascii="Palatino Linotype" w:hAnsi="Palatino Linotype"/>
          <w:color w:val="000000"/>
          <w:sz w:val="28"/>
          <w:szCs w:val="28"/>
        </w:rPr>
        <w:t>Аз р</w:t>
      </w:r>
      <w:r w:rsidRPr="00784F69">
        <w:rPr>
          <w:rFonts w:ascii="Palatino Linotype" w:eastAsia="MS Mincho" w:hAnsi="Palatino Linotype" w:cs="MS Mincho"/>
          <w:color w:val="000000"/>
          <w:sz w:val="28"/>
          <w:szCs w:val="28"/>
        </w:rPr>
        <w:t>ӯ</w:t>
      </w:r>
      <w:r w:rsidRPr="00784F69">
        <w:rPr>
          <w:rFonts w:ascii="Palatino Linotype" w:hAnsi="Palatino Linotype"/>
          <w:color w:val="000000"/>
          <w:sz w:val="28"/>
          <w:szCs w:val="28"/>
        </w:rPr>
        <w:t>и моддаи 32 Қ</w:t>
      </w:r>
      <w:r w:rsidRPr="00784F69">
        <w:rPr>
          <w:rFonts w:ascii="Palatino Linotype" w:hAnsi="Palatino Linotype" w:cs="Times New Roman Tj"/>
          <w:color w:val="000000"/>
          <w:sz w:val="28"/>
          <w:szCs w:val="28"/>
        </w:rPr>
        <w:t xml:space="preserve">онуни </w:t>
      </w:r>
      <w:r w:rsidRPr="00784F69">
        <w:rPr>
          <w:rFonts w:ascii="Palatino Linotype" w:eastAsia="MS Mincho" w:hAnsi="Palatino Linotype" w:cs="MS Mincho"/>
          <w:color w:val="000000"/>
          <w:sz w:val="28"/>
          <w:szCs w:val="28"/>
        </w:rPr>
        <w:t>Ҷ</w:t>
      </w:r>
      <w:r w:rsidRPr="00784F69">
        <w:rPr>
          <w:rFonts w:ascii="Palatino Linotype" w:hAnsi="Palatino Linotype" w:cs="Times New Roman Tj"/>
          <w:color w:val="000000"/>
          <w:sz w:val="28"/>
          <w:szCs w:val="28"/>
        </w:rPr>
        <w:t>ум</w:t>
      </w:r>
      <w:r w:rsidRPr="00784F69">
        <w:rPr>
          <w:rFonts w:ascii="Palatino Linotype" w:hAnsi="Palatino Linotype"/>
          <w:color w:val="000000"/>
          <w:sz w:val="28"/>
          <w:szCs w:val="28"/>
        </w:rPr>
        <w:t>ҳ</w:t>
      </w:r>
      <w:r w:rsidRPr="00784F69">
        <w:rPr>
          <w:rFonts w:ascii="Palatino Linotype" w:hAnsi="Palatino Linotype" w:cs="Times New Roman Tj"/>
          <w:color w:val="000000"/>
          <w:sz w:val="28"/>
          <w:szCs w:val="28"/>
        </w:rPr>
        <w:t>урии То</w:t>
      </w:r>
      <w:r w:rsidRPr="00784F69">
        <w:rPr>
          <w:rFonts w:ascii="Palatino Linotype" w:eastAsia="MS Mincho" w:hAnsi="Palatino Linotype" w:cs="MS Mincho"/>
          <w:color w:val="000000"/>
          <w:sz w:val="28"/>
          <w:szCs w:val="28"/>
        </w:rPr>
        <w:t>ҷ</w:t>
      </w:r>
      <w:r w:rsidRPr="00784F69">
        <w:rPr>
          <w:rFonts w:ascii="Palatino Linotype" w:hAnsi="Palatino Linotype" w:cs="Times New Roman Tj"/>
          <w:color w:val="000000"/>
          <w:sz w:val="28"/>
          <w:szCs w:val="28"/>
        </w:rPr>
        <w:t>икистон «Дар бораи Бон</w:t>
      </w:r>
      <w:r w:rsidRPr="00784F69">
        <w:rPr>
          <w:rFonts w:ascii="Palatino Linotype" w:hAnsi="Palatino Linotype"/>
          <w:color w:val="000000"/>
          <w:sz w:val="28"/>
          <w:szCs w:val="28"/>
        </w:rPr>
        <w:t>ки миллии То</w:t>
      </w:r>
      <w:r w:rsidRPr="00784F69">
        <w:rPr>
          <w:rFonts w:ascii="Palatino Linotype" w:eastAsia="MS Mincho" w:hAnsi="Palatino Linotype" w:cs="MS Mincho"/>
          <w:color w:val="000000"/>
          <w:sz w:val="28"/>
          <w:szCs w:val="28"/>
        </w:rPr>
        <w:t>ҷ</w:t>
      </w:r>
      <w:r w:rsidRPr="00784F69">
        <w:rPr>
          <w:rFonts w:ascii="Palatino Linotype" w:hAnsi="Palatino Linotype" w:cs="Times New Roman Tj"/>
          <w:color w:val="000000"/>
          <w:sz w:val="28"/>
          <w:szCs w:val="28"/>
        </w:rPr>
        <w:t>икистон »;</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 xml:space="preserve">@197. </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Хабар дар бораи додан</w:t>
      </w:r>
      <w:r w:rsidRPr="00784F69">
        <w:rPr>
          <w:rFonts w:ascii="Palatino Linotype" w:hAnsi="Palatino Linotype"/>
          <w:b/>
          <w:color w:val="000000"/>
          <w:sz w:val="28"/>
          <w:szCs w:val="28"/>
          <w:lang w:val="tt-RU"/>
        </w:rPr>
        <w:t>и</w:t>
      </w:r>
      <w:r w:rsidRPr="00784F69">
        <w:rPr>
          <w:rFonts w:ascii="Palatino Linotype" w:hAnsi="Palatino Linotype"/>
          <w:b/>
          <w:color w:val="000000"/>
          <w:sz w:val="28"/>
          <w:szCs w:val="28"/>
          <w:lang w:val="tg-Cyrl-TJ"/>
        </w:rPr>
        <w:t xml:space="preserve"> и</w:t>
      </w:r>
      <w:r w:rsidRPr="00784F69">
        <w:rPr>
          <w:rFonts w:ascii="Palatino Linotype" w:eastAsia="MS Mincho" w:hAnsi="Palatino Linotype" w:cs="MS Mincho"/>
          <w:b/>
          <w:color w:val="000000"/>
          <w:sz w:val="28"/>
          <w:szCs w:val="28"/>
          <w:lang w:val="tg-Cyrl-TJ"/>
        </w:rPr>
        <w:t>ҷ</w:t>
      </w:r>
      <w:r w:rsidRPr="00784F69">
        <w:rPr>
          <w:rFonts w:ascii="Palatino Linotype" w:hAnsi="Palatino Linotype" w:cs="Times New Roman Tj"/>
          <w:b/>
          <w:color w:val="000000"/>
          <w:sz w:val="28"/>
          <w:szCs w:val="28"/>
          <w:lang w:val="tg-Cyrl-TJ"/>
        </w:rPr>
        <w:t>озатнома барои и</w:t>
      </w:r>
      <w:r w:rsidRPr="00784F69">
        <w:rPr>
          <w:rFonts w:ascii="Palatino Linotype" w:eastAsia="MS Mincho" w:hAnsi="Palatino Linotype" w:cs="MS Mincho"/>
          <w:b/>
          <w:color w:val="000000"/>
          <w:sz w:val="28"/>
          <w:szCs w:val="28"/>
          <w:lang w:val="tg-Cyrl-TJ"/>
        </w:rPr>
        <w:t>ҷ</w:t>
      </w:r>
      <w:r w:rsidRPr="00784F69">
        <w:rPr>
          <w:rFonts w:ascii="Palatino Linotype" w:hAnsi="Palatino Linotype" w:cs="Times New Roman Tj"/>
          <w:b/>
          <w:color w:val="000000"/>
          <w:sz w:val="28"/>
          <w:szCs w:val="28"/>
          <w:lang w:val="tg-Cyrl-TJ"/>
        </w:rPr>
        <w:t>рои амалиёти бонк</w:t>
      </w:r>
      <w:r w:rsidRPr="00784F69">
        <w:rPr>
          <w:rFonts w:ascii="Palatino Linotype" w:eastAsia="MS Mincho" w:hAnsi="Palatino Linotype" w:cs="MS Mincho"/>
          <w:b/>
          <w:color w:val="000000"/>
          <w:sz w:val="28"/>
          <w:szCs w:val="28"/>
          <w:lang w:val="tg-Cyrl-TJ"/>
        </w:rPr>
        <w:t>ӣ</w:t>
      </w:r>
      <w:r w:rsidRPr="00784F69">
        <w:rPr>
          <w:rFonts w:ascii="Palatino Linotype" w:hAnsi="Palatino Linotype" w:cs="Times New Roman Tj"/>
          <w:b/>
          <w:color w:val="000000"/>
          <w:sz w:val="28"/>
          <w:szCs w:val="28"/>
          <w:lang w:val="tg-Cyrl-TJ"/>
        </w:rPr>
        <w:t xml:space="preserve"> дар </w:t>
      </w:r>
      <w:r w:rsidRPr="00784F69">
        <w:rPr>
          <w:rFonts w:ascii="Palatino Linotype" w:hAnsi="Palatino Linotype"/>
          <w:b/>
          <w:color w:val="000000"/>
          <w:sz w:val="28"/>
          <w:szCs w:val="28"/>
          <w:lang w:val="tg-Cyrl-TJ"/>
        </w:rPr>
        <w:t>ку</w:t>
      </w:r>
      <w:r w:rsidRPr="00784F69">
        <w:rPr>
          <w:rFonts w:ascii="Palatino Linotype" w:eastAsia="MS Mincho" w:hAnsi="Palatino Linotype" w:cs="MS Mincho"/>
          <w:b/>
          <w:color w:val="000000"/>
          <w:sz w:val="28"/>
          <w:szCs w:val="28"/>
          <w:lang w:val="tg-Cyrl-TJ"/>
        </w:rPr>
        <w:t>ҷ</w:t>
      </w:r>
      <w:r w:rsidRPr="00784F69">
        <w:rPr>
          <w:rFonts w:ascii="Palatino Linotype" w:hAnsi="Palatino Linotype"/>
          <w:b/>
          <w:color w:val="000000"/>
          <w:sz w:val="28"/>
          <w:szCs w:val="28"/>
          <w:lang w:val="tg-Cyrl-TJ"/>
        </w:rPr>
        <w:t>о нашр мегардад?</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$A) </w:t>
      </w:r>
      <w:r w:rsidRPr="00784F69">
        <w:rPr>
          <w:rFonts w:ascii="Palatino Linotype" w:hAnsi="Palatino Linotype"/>
          <w:color w:val="000000"/>
          <w:sz w:val="28"/>
          <w:szCs w:val="28"/>
        </w:rPr>
        <w:t>«Ахбори Бонки миллии То</w:t>
      </w:r>
      <w:r w:rsidRPr="00784F69">
        <w:rPr>
          <w:rFonts w:ascii="Palatino Linotype" w:eastAsia="MS Mincho" w:hAnsi="Palatino Linotype" w:cs="MS Mincho"/>
          <w:color w:val="000000"/>
          <w:sz w:val="28"/>
          <w:szCs w:val="28"/>
        </w:rPr>
        <w:t>ҷ</w:t>
      </w:r>
      <w:r w:rsidRPr="00784F69">
        <w:rPr>
          <w:rFonts w:ascii="Palatino Linotype" w:hAnsi="Palatino Linotype" w:cs="Times New Roman Tj"/>
          <w:color w:val="000000"/>
          <w:sz w:val="28"/>
          <w:szCs w:val="28"/>
        </w:rPr>
        <w:t>икистон</w:t>
      </w:r>
      <w:r w:rsidRPr="00784F69">
        <w:rPr>
          <w:rFonts w:ascii="Palatino Linotype" w:hAnsi="Palatino Linotype"/>
          <w:color w:val="000000"/>
          <w:sz w:val="28"/>
          <w:szCs w:val="28"/>
        </w:rPr>
        <w:t>»;</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$B) </w:t>
      </w:r>
      <w:r w:rsidRPr="00784F69">
        <w:rPr>
          <w:rFonts w:ascii="Palatino Linotype" w:hAnsi="Palatino Linotype"/>
          <w:color w:val="000000"/>
          <w:sz w:val="28"/>
          <w:szCs w:val="28"/>
        </w:rPr>
        <w:t>Финансовая газета;</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$C) </w:t>
      </w:r>
      <w:r w:rsidRPr="00784F69">
        <w:rPr>
          <w:rFonts w:ascii="Palatino Linotype" w:hAnsi="Palatino Linotype" w:cs="TimesNewRomanPS-BoldMT"/>
          <w:bCs/>
          <w:color w:val="000000"/>
          <w:sz w:val="28"/>
          <w:szCs w:val="28"/>
        </w:rPr>
        <w:t>Ма</w:t>
      </w:r>
      <w:r w:rsidRPr="00784F69">
        <w:rPr>
          <w:rFonts w:ascii="Palatino Linotype" w:eastAsia="MS Mincho" w:hAnsi="Palatino Linotype" w:cs="MS Mincho"/>
          <w:bCs/>
          <w:color w:val="000000"/>
          <w:sz w:val="28"/>
          <w:szCs w:val="28"/>
        </w:rPr>
        <w:t>ҷ</w:t>
      </w:r>
      <w:r w:rsidRPr="00784F69">
        <w:rPr>
          <w:rFonts w:ascii="Palatino Linotype" w:hAnsi="Palatino Linotype" w:cs="Times New Roman Tj"/>
          <w:bCs/>
          <w:color w:val="000000"/>
          <w:sz w:val="28"/>
          <w:szCs w:val="28"/>
        </w:rPr>
        <w:t>аллаи</w:t>
      </w:r>
      <w:r w:rsidRPr="00784F69">
        <w:rPr>
          <w:rFonts w:ascii="Palatino Linotype" w:hAnsi="Palatino Linotype"/>
          <w:color w:val="000000"/>
          <w:sz w:val="28"/>
          <w:szCs w:val="28"/>
        </w:rPr>
        <w:t xml:space="preserve"> «Экономика и жизнь»;</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$D) </w:t>
      </w:r>
      <w:r w:rsidRPr="00784F69">
        <w:rPr>
          <w:rFonts w:ascii="Palatino Linotype" w:hAnsi="Palatino Linotype" w:cs="TimesNewRomanPS-BoldMT"/>
          <w:bCs/>
          <w:color w:val="000000"/>
          <w:sz w:val="28"/>
          <w:szCs w:val="28"/>
        </w:rPr>
        <w:t>Ма</w:t>
      </w:r>
      <w:r w:rsidRPr="00784F69">
        <w:rPr>
          <w:rFonts w:ascii="Palatino Linotype" w:eastAsia="MS Mincho" w:hAnsi="Palatino Linotype" w:cs="MS Mincho"/>
          <w:bCs/>
          <w:color w:val="000000"/>
          <w:sz w:val="28"/>
          <w:szCs w:val="28"/>
        </w:rPr>
        <w:t>ҷ</w:t>
      </w:r>
      <w:r w:rsidRPr="00784F69">
        <w:rPr>
          <w:rFonts w:ascii="Palatino Linotype" w:hAnsi="Palatino Linotype" w:cs="Times New Roman Tj"/>
          <w:bCs/>
          <w:color w:val="000000"/>
          <w:sz w:val="28"/>
          <w:szCs w:val="28"/>
        </w:rPr>
        <w:t>аллаи</w:t>
      </w:r>
      <w:r w:rsidRPr="00784F69">
        <w:rPr>
          <w:rFonts w:ascii="Palatino Linotype" w:hAnsi="Palatino Linotype"/>
          <w:color w:val="000000"/>
          <w:sz w:val="28"/>
          <w:szCs w:val="28"/>
        </w:rPr>
        <w:t xml:space="preserve"> “Банковские технологии”;</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color w:val="000000"/>
          <w:sz w:val="28"/>
          <w:szCs w:val="28"/>
        </w:rPr>
        <w:t xml:space="preserve">$E) </w:t>
      </w:r>
      <w:r w:rsidRPr="00784F69">
        <w:rPr>
          <w:rFonts w:ascii="Palatino Linotype" w:hAnsi="Palatino Linotype" w:cs="TimesNewRomanPS-BoldMT"/>
          <w:bCs/>
          <w:color w:val="000000"/>
          <w:sz w:val="28"/>
          <w:szCs w:val="28"/>
        </w:rPr>
        <w:t>Ма</w:t>
      </w:r>
      <w:r w:rsidRPr="00784F69">
        <w:rPr>
          <w:rFonts w:ascii="Palatino Linotype" w:eastAsia="MS Mincho" w:hAnsi="Palatino Linotype" w:cs="MS Mincho"/>
          <w:bCs/>
          <w:color w:val="000000"/>
          <w:sz w:val="28"/>
          <w:szCs w:val="28"/>
        </w:rPr>
        <w:t>ҷ</w:t>
      </w:r>
      <w:r w:rsidRPr="00784F69">
        <w:rPr>
          <w:rFonts w:ascii="Palatino Linotype" w:hAnsi="Palatino Linotype" w:cs="Times New Roman Tj"/>
          <w:bCs/>
          <w:color w:val="000000"/>
          <w:sz w:val="28"/>
          <w:szCs w:val="28"/>
        </w:rPr>
        <w:t>аллаи</w:t>
      </w:r>
      <w:r w:rsidRPr="00784F69">
        <w:rPr>
          <w:rFonts w:ascii="Palatino Linotype" w:hAnsi="Palatino Linotype"/>
          <w:color w:val="000000"/>
          <w:sz w:val="28"/>
          <w:szCs w:val="28"/>
        </w:rPr>
        <w:t xml:space="preserve"> «Деньги, кредит и банки »;</w:t>
      </w:r>
    </w:p>
    <w:p w:rsidR="00B65CA5" w:rsidRPr="00784F69" w:rsidRDefault="00B65CA5" w:rsidP="00C84BB2">
      <w:pPr>
        <w:tabs>
          <w:tab w:val="left" w:pos="1590"/>
        </w:tabs>
        <w:spacing w:after="0" w:line="240" w:lineRule="auto"/>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 xml:space="preserve">@198. </w:t>
      </w:r>
    </w:p>
    <w:p w:rsidR="00B65CA5" w:rsidRPr="00784F69" w:rsidRDefault="00B65CA5" w:rsidP="00C84BB2">
      <w:pPr>
        <w:tabs>
          <w:tab w:val="left" w:pos="1590"/>
        </w:tabs>
        <w:spacing w:after="0" w:line="240" w:lineRule="auto"/>
        <w:jc w:val="both"/>
        <w:rPr>
          <w:rFonts w:ascii="Palatino Linotype" w:hAnsi="Palatino Linotype"/>
          <w:color w:val="000000"/>
          <w:sz w:val="28"/>
          <w:szCs w:val="28"/>
          <w:lang w:val="tg-Cyrl-TJ"/>
        </w:rPr>
      </w:pPr>
      <w:r w:rsidRPr="00784F69">
        <w:rPr>
          <w:rFonts w:ascii="Palatino Linotype" w:hAnsi="Palatino Linotype"/>
          <w:color w:val="000000"/>
          <w:sz w:val="28"/>
          <w:szCs w:val="28"/>
          <w:lang w:val="tg-Cyrl-TJ"/>
        </w:rPr>
        <w:t>Фаъолият оид ба анҷомдиҳии амалиёт бо асъори хориҷӣ, кадом намудҳоро дар бар мегирад?</w:t>
      </w:r>
    </w:p>
    <w:p w:rsidR="00B65CA5" w:rsidRPr="00784F69" w:rsidRDefault="00B65CA5" w:rsidP="00C84BB2">
      <w:pPr>
        <w:tabs>
          <w:tab w:val="left" w:pos="1590"/>
        </w:tabs>
        <w:spacing w:after="0" w:line="240" w:lineRule="auto"/>
        <w:jc w:val="both"/>
        <w:rPr>
          <w:rFonts w:ascii="Palatino Linotype" w:hAnsi="Palatino Linotype"/>
          <w:color w:val="000000"/>
          <w:sz w:val="28"/>
          <w:szCs w:val="28"/>
          <w:lang w:val="tg-Cyrl-TJ"/>
        </w:rPr>
      </w:pPr>
      <w:r w:rsidRPr="00784F69">
        <w:rPr>
          <w:rFonts w:ascii="Palatino Linotype" w:hAnsi="Palatino Linotype"/>
          <w:color w:val="000000"/>
          <w:sz w:val="28"/>
          <w:szCs w:val="28"/>
          <w:lang w:val="tg-Cyrl-TJ"/>
        </w:rPr>
        <w:t>$A) мағозаҳои савдои бебоҷ, хизматрасонии махсус бо асъори хориҷӣ, нуқтаҳои мубодилаи асъори ҳориҷӣ, миёнаравӣ дар бозори байналмилалии асъор;</w:t>
      </w:r>
    </w:p>
    <w:p w:rsidR="00B65CA5" w:rsidRPr="00784F69" w:rsidRDefault="00B65CA5" w:rsidP="00C84BB2">
      <w:pPr>
        <w:tabs>
          <w:tab w:val="left" w:pos="1590"/>
        </w:tabs>
        <w:spacing w:after="0" w:line="240" w:lineRule="auto"/>
        <w:jc w:val="both"/>
        <w:rPr>
          <w:rFonts w:ascii="Palatino Linotype" w:hAnsi="Palatino Linotype"/>
          <w:color w:val="000000"/>
          <w:sz w:val="28"/>
          <w:szCs w:val="28"/>
          <w:lang w:val="tg-Cyrl-TJ"/>
        </w:rPr>
      </w:pPr>
      <w:r w:rsidRPr="00784F69">
        <w:rPr>
          <w:rFonts w:ascii="Palatino Linotype" w:hAnsi="Palatino Linotype"/>
          <w:color w:val="000000"/>
          <w:sz w:val="28"/>
          <w:szCs w:val="28"/>
          <w:lang w:val="tg-Cyrl-TJ"/>
        </w:rPr>
        <w:t>$B) мағозаҳои савдои асъории бонкҳои хориҷӣ, хизматрасонии махсус бо пули миллӣ, нуқтаҳои мубодилаи мол;</w:t>
      </w:r>
    </w:p>
    <w:p w:rsidR="00B65CA5" w:rsidRPr="00784F69" w:rsidRDefault="00B65CA5" w:rsidP="00C84BB2">
      <w:pPr>
        <w:tabs>
          <w:tab w:val="left" w:pos="1590"/>
        </w:tabs>
        <w:spacing w:after="0" w:line="240" w:lineRule="auto"/>
        <w:jc w:val="both"/>
        <w:rPr>
          <w:rFonts w:ascii="Palatino Linotype" w:hAnsi="Palatino Linotype"/>
          <w:color w:val="000000"/>
          <w:sz w:val="28"/>
          <w:szCs w:val="28"/>
          <w:lang w:val="tg-Cyrl-TJ"/>
        </w:rPr>
      </w:pPr>
      <w:r w:rsidRPr="00784F69">
        <w:rPr>
          <w:rFonts w:ascii="Palatino Linotype" w:hAnsi="Palatino Linotype"/>
          <w:color w:val="000000"/>
          <w:sz w:val="28"/>
          <w:szCs w:val="28"/>
          <w:lang w:val="tg-Cyrl-TJ"/>
        </w:rPr>
        <w:t>$C) хизматрасониҳои алоҳидаба шахсони мансабдор бо асъори хориҷӣ, нуқтаҳои барориши қоғазҳои қиматнок;</w:t>
      </w:r>
    </w:p>
    <w:p w:rsidR="00B65CA5" w:rsidRPr="00784F69" w:rsidRDefault="00B65CA5" w:rsidP="00C84BB2">
      <w:pPr>
        <w:tabs>
          <w:tab w:val="left" w:pos="1590"/>
        </w:tabs>
        <w:spacing w:after="0" w:line="240" w:lineRule="auto"/>
        <w:jc w:val="both"/>
        <w:rPr>
          <w:rFonts w:ascii="Palatino Linotype" w:hAnsi="Palatino Linotype"/>
          <w:color w:val="000000"/>
          <w:sz w:val="28"/>
          <w:szCs w:val="28"/>
          <w:lang w:val="tg-Cyrl-TJ"/>
        </w:rPr>
      </w:pPr>
      <w:r w:rsidRPr="00784F69">
        <w:rPr>
          <w:rFonts w:ascii="Palatino Linotype" w:hAnsi="Palatino Linotype"/>
          <w:color w:val="000000"/>
          <w:sz w:val="28"/>
          <w:szCs w:val="28"/>
          <w:lang w:val="tg-Cyrl-TJ"/>
        </w:rPr>
        <w:t>$D) миёнаравӣ дар бозори қағазҳои қиматнок, минтақаҳои озоди асъорӣ;</w:t>
      </w:r>
    </w:p>
    <w:p w:rsidR="00B65CA5" w:rsidRPr="00784F69" w:rsidRDefault="00B65CA5" w:rsidP="00C84BB2">
      <w:pPr>
        <w:tabs>
          <w:tab w:val="left" w:pos="1590"/>
        </w:tabs>
        <w:spacing w:after="0" w:line="240" w:lineRule="auto"/>
        <w:jc w:val="both"/>
        <w:rPr>
          <w:rFonts w:ascii="Palatino Linotype" w:hAnsi="Palatino Linotype"/>
          <w:color w:val="000000"/>
          <w:sz w:val="28"/>
          <w:szCs w:val="28"/>
          <w:lang w:val="tg-Cyrl-TJ"/>
        </w:rPr>
      </w:pPr>
      <w:r w:rsidRPr="00784F69">
        <w:rPr>
          <w:rFonts w:ascii="Palatino Linotype" w:hAnsi="Palatino Linotype"/>
          <w:color w:val="000000"/>
          <w:sz w:val="28"/>
          <w:szCs w:val="28"/>
          <w:lang w:val="tg-Cyrl-TJ"/>
        </w:rPr>
        <w:t>$E) Барои таъмини рушди иқ</w:t>
      </w:r>
      <w:r w:rsidRPr="00784F69">
        <w:rPr>
          <w:rFonts w:ascii="Palatino Linotype" w:hAnsi="Palatino Linotype" w:cs="Times New Roman Tj"/>
          <w:color w:val="000000"/>
          <w:sz w:val="28"/>
          <w:szCs w:val="28"/>
          <w:lang w:val="tg-Cyrl-TJ"/>
        </w:rPr>
        <w:t>тисод</w:t>
      </w:r>
      <w:r w:rsidRPr="00784F69">
        <w:rPr>
          <w:rFonts w:ascii="Palatino Linotype" w:eastAsia="MS Mincho" w:hAnsi="Palatino Linotype" w:cs="MS Mincho"/>
          <w:color w:val="000000"/>
          <w:sz w:val="28"/>
          <w:szCs w:val="28"/>
          <w:lang w:val="tg-Cyrl-TJ"/>
        </w:rPr>
        <w:t>ӣ</w:t>
      </w:r>
      <w:r w:rsidRPr="00784F69">
        <w:rPr>
          <w:rFonts w:ascii="Palatino Linotype" w:hAnsi="Palatino Linotype" w:cs="Times New Roman Tj"/>
          <w:color w:val="000000"/>
          <w:sz w:val="28"/>
          <w:szCs w:val="28"/>
          <w:lang w:val="tg-Cyrl-TJ"/>
        </w:rPr>
        <w:t>;</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 xml:space="preserve">@199. </w:t>
      </w:r>
    </w:p>
    <w:p w:rsidR="00B65CA5" w:rsidRPr="00784F69" w:rsidRDefault="00B65CA5" w:rsidP="00C84BB2">
      <w:pPr>
        <w:pStyle w:val="NoSpacing"/>
        <w:jc w:val="both"/>
        <w:rPr>
          <w:rFonts w:ascii="Palatino Linotype" w:hAnsi="Palatino Linotype"/>
          <w:b/>
          <w:color w:val="000000"/>
          <w:sz w:val="28"/>
          <w:szCs w:val="28"/>
          <w:lang w:val="tg-Cyrl-TJ"/>
        </w:rPr>
      </w:pPr>
      <w:r w:rsidRPr="00784F69">
        <w:rPr>
          <w:rFonts w:ascii="Palatino Linotype" w:hAnsi="Palatino Linotype"/>
          <w:b/>
          <w:color w:val="000000"/>
          <w:sz w:val="28"/>
          <w:szCs w:val="28"/>
          <w:lang w:val="tg-Cyrl-TJ"/>
        </w:rPr>
        <w:t>Низоми бонки барои ҳ</w:t>
      </w:r>
      <w:r w:rsidRPr="00784F69">
        <w:rPr>
          <w:rFonts w:ascii="Palatino Linotype" w:hAnsi="Palatino Linotype" w:cs="Times New Roman Tj"/>
          <w:b/>
          <w:color w:val="000000"/>
          <w:sz w:val="28"/>
          <w:szCs w:val="28"/>
          <w:lang w:val="tg-Cyrl-TJ"/>
        </w:rPr>
        <w:t>алли кадом масъала</w:t>
      </w:r>
      <w:r w:rsidRPr="00784F69">
        <w:rPr>
          <w:rFonts w:ascii="Palatino Linotype" w:hAnsi="Palatino Linotype"/>
          <w:b/>
          <w:color w:val="000000"/>
          <w:sz w:val="28"/>
          <w:szCs w:val="28"/>
          <w:lang w:val="tg-Cyrl-TJ"/>
        </w:rPr>
        <w:t>ҳ</w:t>
      </w:r>
      <w:r w:rsidRPr="00784F69">
        <w:rPr>
          <w:rFonts w:ascii="Palatino Linotype" w:hAnsi="Palatino Linotype" w:cs="Times New Roman Tj"/>
          <w:b/>
          <w:color w:val="000000"/>
          <w:sz w:val="28"/>
          <w:szCs w:val="28"/>
          <w:lang w:val="tg-Cyrl-TJ"/>
        </w:rPr>
        <w:t xml:space="preserve">ои </w:t>
      </w:r>
      <w:r w:rsidRPr="00784F69">
        <w:rPr>
          <w:rFonts w:ascii="Palatino Linotype" w:eastAsia="MS Mincho" w:hAnsi="Palatino Linotype" w:cs="MS Mincho"/>
          <w:b/>
          <w:color w:val="000000"/>
          <w:sz w:val="28"/>
          <w:szCs w:val="28"/>
          <w:lang w:val="tg-Cyrl-TJ"/>
        </w:rPr>
        <w:t>ҷ</w:t>
      </w:r>
      <w:r w:rsidRPr="00784F69">
        <w:rPr>
          <w:rFonts w:ascii="Palatino Linotype" w:hAnsi="Palatino Linotype" w:cs="Times New Roman Tj"/>
          <w:b/>
          <w:color w:val="000000"/>
          <w:sz w:val="28"/>
          <w:szCs w:val="28"/>
          <w:lang w:val="tg-Cyrl-TJ"/>
        </w:rPr>
        <w:t>ор</w:t>
      </w:r>
      <w:r w:rsidRPr="00784F69">
        <w:rPr>
          <w:rFonts w:ascii="Palatino Linotype" w:eastAsia="MS Mincho" w:hAnsi="Palatino Linotype" w:cs="MS Mincho"/>
          <w:b/>
          <w:color w:val="000000"/>
          <w:sz w:val="28"/>
          <w:szCs w:val="28"/>
          <w:lang w:val="tg-Cyrl-TJ"/>
        </w:rPr>
        <w:t>ӣ</w:t>
      </w:r>
      <w:r w:rsidRPr="00784F69">
        <w:rPr>
          <w:rFonts w:ascii="Palatino Linotype" w:hAnsi="Palatino Linotype" w:cs="Times New Roman Tj"/>
          <w:b/>
          <w:color w:val="000000"/>
          <w:sz w:val="28"/>
          <w:szCs w:val="28"/>
          <w:lang w:val="tg-Cyrl-TJ"/>
        </w:rPr>
        <w:t xml:space="preserve"> ва стратег</w:t>
      </w:r>
      <w:r w:rsidRPr="00784F69">
        <w:rPr>
          <w:rFonts w:ascii="Palatino Linotype" w:eastAsia="MS Mincho" w:hAnsi="Palatino Linotype" w:cs="MS Mincho"/>
          <w:b/>
          <w:color w:val="000000"/>
          <w:sz w:val="28"/>
          <w:szCs w:val="28"/>
          <w:lang w:val="tg-Cyrl-TJ"/>
        </w:rPr>
        <w:t>ӣ</w:t>
      </w:r>
      <w:r w:rsidRPr="00784F69">
        <w:rPr>
          <w:rFonts w:ascii="Palatino Linotype" w:hAnsi="Palatino Linotype" w:cs="Times New Roman Tj"/>
          <w:b/>
          <w:color w:val="000000"/>
          <w:sz w:val="28"/>
          <w:szCs w:val="28"/>
          <w:lang w:val="tg-Cyrl-TJ"/>
        </w:rPr>
        <w:t xml:space="preserve"> истифода бурда мешавад</w:t>
      </w:r>
      <w:r w:rsidRPr="00784F69">
        <w:rPr>
          <w:rFonts w:ascii="Palatino Linotype" w:hAnsi="Palatino Linotype"/>
          <w:b/>
          <w:color w:val="000000"/>
          <w:sz w:val="28"/>
          <w:szCs w:val="28"/>
          <w:lang w:val="tg-Cyrl-TJ"/>
        </w:rPr>
        <w:t>?</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$A) </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амаи</w:t>
      </w:r>
      <w:r w:rsidRPr="00784F69">
        <w:rPr>
          <w:rFonts w:ascii="Palatino Linotype" w:eastAsia="MS Mincho" w:hAnsi="Palatino Linotype" w:cs="MS Mincho"/>
          <w:color w:val="000000"/>
          <w:sz w:val="28"/>
          <w:szCs w:val="28"/>
          <w:lang w:val="tg-Cyrl-TJ"/>
        </w:rPr>
        <w:t>ҷ</w:t>
      </w:r>
      <w:r w:rsidRPr="00784F69">
        <w:rPr>
          <w:rFonts w:ascii="Palatino Linotype" w:hAnsi="Palatino Linotype" w:cs="Times New Roman Tj"/>
          <w:color w:val="000000"/>
          <w:sz w:val="28"/>
          <w:szCs w:val="28"/>
          <w:lang w:val="tg-Cyrl-TJ"/>
        </w:rPr>
        <w:t>авоб</w:t>
      </w:r>
      <w:r w:rsidRPr="00784F69">
        <w:rPr>
          <w:rFonts w:ascii="Palatino Linotype" w:hAnsi="Palatino Linotype"/>
          <w:color w:val="000000"/>
          <w:sz w:val="28"/>
          <w:szCs w:val="28"/>
          <w:lang w:val="tg-Cyrl-TJ"/>
        </w:rPr>
        <w:t>ҳ</w:t>
      </w:r>
      <w:r w:rsidRPr="00784F69">
        <w:rPr>
          <w:rFonts w:ascii="Palatino Linotype" w:hAnsi="Palatino Linotype" w:cs="Times New Roman Tj"/>
          <w:color w:val="000000"/>
          <w:sz w:val="28"/>
          <w:szCs w:val="28"/>
          <w:lang w:val="tg-Cyrl-TJ"/>
        </w:rPr>
        <w:t>о дурустанд;</w:t>
      </w:r>
    </w:p>
    <w:p w:rsidR="00B65CA5" w:rsidRPr="00784F69" w:rsidRDefault="00B65CA5" w:rsidP="00C84BB2">
      <w:pPr>
        <w:spacing w:after="0" w:line="240" w:lineRule="auto"/>
        <w:jc w:val="both"/>
        <w:rPr>
          <w:rFonts w:ascii="Palatino Linotype" w:hAnsi="Palatino Linotype"/>
          <w:color w:val="000000"/>
          <w:sz w:val="28"/>
          <w:szCs w:val="28"/>
          <w:lang w:val="tg-Cyrl-TJ"/>
        </w:rPr>
      </w:pPr>
      <w:r w:rsidRPr="00784F69">
        <w:rPr>
          <w:rFonts w:ascii="Palatino Linotype" w:hAnsi="Palatino Linotype"/>
          <w:b/>
          <w:color w:val="000000"/>
          <w:sz w:val="28"/>
          <w:szCs w:val="28"/>
          <w:lang w:val="tg-Cyrl-TJ"/>
        </w:rPr>
        <w:t xml:space="preserve">$B) </w:t>
      </w:r>
      <w:r w:rsidRPr="00784F69">
        <w:rPr>
          <w:rFonts w:ascii="Palatino Linotype" w:hAnsi="Palatino Linotype"/>
          <w:color w:val="000000"/>
          <w:sz w:val="28"/>
          <w:szCs w:val="28"/>
          <w:lang w:val="tg-Cyrl-TJ"/>
        </w:rPr>
        <w:t>Танзими инфлятсия;</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$C) </w:t>
      </w:r>
      <w:r w:rsidRPr="00784F69">
        <w:rPr>
          <w:rFonts w:ascii="Palatino Linotype" w:hAnsi="Palatino Linotype"/>
          <w:color w:val="000000"/>
          <w:sz w:val="28"/>
          <w:szCs w:val="28"/>
        </w:rPr>
        <w:t>Танзими баланси пардохт;</w:t>
      </w:r>
    </w:p>
    <w:p w:rsidR="00B65CA5" w:rsidRPr="00784F69" w:rsidRDefault="00B65CA5" w:rsidP="00C84BB2">
      <w:pPr>
        <w:spacing w:after="0" w:line="240" w:lineRule="auto"/>
        <w:jc w:val="both"/>
        <w:rPr>
          <w:rFonts w:ascii="Palatino Linotype" w:hAnsi="Palatino Linotype"/>
          <w:b/>
          <w:color w:val="000000"/>
          <w:sz w:val="28"/>
          <w:szCs w:val="28"/>
          <w:u w:val="single"/>
        </w:rPr>
      </w:pPr>
      <w:r w:rsidRPr="00784F69">
        <w:rPr>
          <w:rFonts w:ascii="Palatino Linotype" w:hAnsi="Palatino Linotype"/>
          <w:b/>
          <w:color w:val="000000"/>
          <w:sz w:val="28"/>
          <w:szCs w:val="28"/>
        </w:rPr>
        <w:t xml:space="preserve">$D) </w:t>
      </w:r>
      <w:r w:rsidRPr="00784F69">
        <w:rPr>
          <w:rFonts w:ascii="Palatino Linotype" w:hAnsi="Palatino Linotype"/>
          <w:color w:val="000000"/>
          <w:sz w:val="28"/>
          <w:szCs w:val="28"/>
          <w:lang w:val="tg-Cyrl-TJ"/>
        </w:rPr>
        <w:t>Таъмини рушди иқ</w:t>
      </w:r>
      <w:r w:rsidRPr="00784F69">
        <w:rPr>
          <w:rFonts w:ascii="Palatino Linotype" w:hAnsi="Palatino Linotype" w:cs="Times New Roman Tj"/>
          <w:color w:val="000000"/>
          <w:sz w:val="28"/>
          <w:szCs w:val="28"/>
          <w:lang w:val="tg-Cyrl-TJ"/>
        </w:rPr>
        <w:t>тисод</w:t>
      </w:r>
      <w:r w:rsidRPr="00784F69">
        <w:rPr>
          <w:rFonts w:ascii="Palatino Linotype" w:eastAsia="MS Mincho" w:hAnsi="Palatino Linotype" w:cs="MS Mincho"/>
          <w:color w:val="000000"/>
          <w:sz w:val="28"/>
          <w:szCs w:val="28"/>
          <w:lang w:val="tg-Cyrl-TJ"/>
        </w:rPr>
        <w:t>ӣ</w:t>
      </w:r>
      <w:r w:rsidRPr="00784F69">
        <w:rPr>
          <w:rFonts w:ascii="Palatino Linotype" w:hAnsi="Palatino Linotype" w:cs="Times New Roman Tj"/>
          <w:color w:val="000000"/>
          <w:sz w:val="28"/>
          <w:szCs w:val="28"/>
          <w:lang w:val="tg-Cyrl-TJ"/>
        </w:rPr>
        <w:t>;</w:t>
      </w:r>
    </w:p>
    <w:p w:rsidR="00B65CA5" w:rsidRPr="00784F69" w:rsidRDefault="00B65CA5" w:rsidP="00C84BB2">
      <w:pPr>
        <w:spacing w:after="0" w:line="240" w:lineRule="auto"/>
        <w:jc w:val="both"/>
        <w:rPr>
          <w:rFonts w:ascii="Palatino Linotype" w:hAnsi="Palatino Linotype"/>
          <w:b/>
          <w:color w:val="000000"/>
          <w:sz w:val="28"/>
          <w:szCs w:val="28"/>
          <w:u w:val="single"/>
        </w:rPr>
      </w:pPr>
      <w:r w:rsidRPr="00784F69">
        <w:rPr>
          <w:rFonts w:ascii="Palatino Linotype" w:hAnsi="Palatino Linotype"/>
          <w:b/>
          <w:color w:val="000000"/>
          <w:sz w:val="28"/>
          <w:szCs w:val="28"/>
        </w:rPr>
        <w:t xml:space="preserve">$E) </w:t>
      </w:r>
      <w:r w:rsidRPr="00784F69">
        <w:rPr>
          <w:rFonts w:ascii="Palatino Linotype" w:hAnsi="Palatino Linotype"/>
          <w:color w:val="000000"/>
          <w:sz w:val="28"/>
          <w:szCs w:val="28"/>
        </w:rPr>
        <w:t>Ҳ</w:t>
      </w:r>
      <w:r w:rsidRPr="00784F69">
        <w:rPr>
          <w:rFonts w:ascii="Palatino Linotype" w:hAnsi="Palatino Linotype" w:cs="Times New Roman Tj"/>
          <w:color w:val="000000"/>
          <w:sz w:val="28"/>
          <w:szCs w:val="28"/>
        </w:rPr>
        <w:t xml:space="preserve">амаи </w:t>
      </w:r>
      <w:r w:rsidRPr="00784F69">
        <w:rPr>
          <w:rFonts w:ascii="Palatino Linotype" w:hAnsi="Palatino Linotype"/>
          <w:color w:val="000000"/>
          <w:sz w:val="28"/>
          <w:szCs w:val="28"/>
        </w:rPr>
        <w:t>вариантҳо нодурустанд;</w:t>
      </w:r>
    </w:p>
    <w:p w:rsidR="00B65CA5" w:rsidRPr="00784F69" w:rsidRDefault="00B65CA5" w:rsidP="00C84BB2">
      <w:pPr>
        <w:spacing w:after="0" w:line="240" w:lineRule="auto"/>
        <w:jc w:val="both"/>
        <w:rPr>
          <w:rFonts w:ascii="Palatino Linotype" w:hAnsi="Palatino Linotype"/>
          <w:b/>
          <w:color w:val="000000"/>
          <w:sz w:val="28"/>
          <w:szCs w:val="28"/>
        </w:rPr>
      </w:pPr>
      <w:r w:rsidRPr="00784F69">
        <w:rPr>
          <w:rFonts w:ascii="Palatino Linotype" w:hAnsi="Palatino Linotype"/>
          <w:b/>
          <w:color w:val="000000"/>
          <w:sz w:val="28"/>
          <w:szCs w:val="28"/>
        </w:rPr>
        <w:t xml:space="preserve">@200. </w:t>
      </w:r>
    </w:p>
    <w:p w:rsidR="00B65CA5" w:rsidRPr="00784F69" w:rsidRDefault="00B65CA5" w:rsidP="00C84BB2">
      <w:pPr>
        <w:spacing w:after="0" w:line="240" w:lineRule="auto"/>
        <w:jc w:val="both"/>
        <w:rPr>
          <w:rFonts w:ascii="Palatino Linotype" w:hAnsi="Palatino Linotype"/>
          <w:b/>
          <w:color w:val="000000"/>
          <w:sz w:val="28"/>
          <w:szCs w:val="28"/>
        </w:rPr>
      </w:pPr>
      <w:r w:rsidRPr="00784F69">
        <w:rPr>
          <w:rFonts w:ascii="Palatino Linotype" w:hAnsi="Palatino Linotype"/>
          <w:b/>
          <w:color w:val="000000"/>
          <w:sz w:val="28"/>
          <w:szCs w:val="28"/>
        </w:rPr>
        <w:t>Бонкҳ</w:t>
      </w:r>
      <w:r w:rsidRPr="00784F69">
        <w:rPr>
          <w:rFonts w:ascii="Palatino Linotype" w:hAnsi="Palatino Linotype" w:cs="Times New Roman Tj"/>
          <w:b/>
          <w:color w:val="000000"/>
          <w:sz w:val="28"/>
          <w:szCs w:val="28"/>
        </w:rPr>
        <w:t>ои “Универсал</w:t>
      </w:r>
      <w:r w:rsidRPr="00784F69">
        <w:rPr>
          <w:rFonts w:ascii="Palatino Linotype" w:eastAsia="MS Mincho" w:hAnsi="Palatino Linotype" w:cs="MS Mincho"/>
          <w:b/>
          <w:color w:val="000000"/>
          <w:sz w:val="28"/>
          <w:szCs w:val="28"/>
        </w:rPr>
        <w:t>ӣ</w:t>
      </w:r>
      <w:r w:rsidRPr="00784F69">
        <w:rPr>
          <w:rFonts w:ascii="Palatino Linotype" w:hAnsi="Palatino Linotype" w:cs="Times New Roman Tj"/>
          <w:b/>
          <w:color w:val="000000"/>
          <w:sz w:val="28"/>
          <w:szCs w:val="28"/>
        </w:rPr>
        <w:t xml:space="preserve">” аз </w:t>
      </w:r>
      <w:r w:rsidRPr="00784F69">
        <w:rPr>
          <w:rFonts w:ascii="Palatino Linotype" w:hAnsi="Palatino Linotype"/>
          <w:b/>
          <w:color w:val="000000"/>
          <w:sz w:val="28"/>
          <w:szCs w:val="28"/>
        </w:rPr>
        <w:t>р</w:t>
      </w:r>
      <w:r w:rsidRPr="00784F69">
        <w:rPr>
          <w:rFonts w:ascii="Palatino Linotype" w:eastAsia="MS Mincho" w:hAnsi="Palatino Linotype" w:cs="MS Mincho"/>
          <w:b/>
          <w:color w:val="000000"/>
          <w:sz w:val="28"/>
          <w:szCs w:val="28"/>
        </w:rPr>
        <w:t>ӯ</w:t>
      </w:r>
      <w:r w:rsidRPr="00784F69">
        <w:rPr>
          <w:rFonts w:ascii="Palatino Linotype" w:hAnsi="Palatino Linotype" w:cs="Times New Roman Tj"/>
          <w:b/>
          <w:color w:val="000000"/>
          <w:sz w:val="28"/>
          <w:szCs w:val="28"/>
        </w:rPr>
        <w:t>и</w:t>
      </w:r>
      <w:r w:rsidRPr="00784F69">
        <w:rPr>
          <w:rFonts w:ascii="Palatino Linotype" w:hAnsi="Palatino Linotype"/>
          <w:b/>
          <w:color w:val="000000"/>
          <w:sz w:val="28"/>
          <w:szCs w:val="28"/>
        </w:rPr>
        <w:t>кадом хусусият аз бонкҳ</w:t>
      </w:r>
      <w:r w:rsidRPr="00784F69">
        <w:rPr>
          <w:rFonts w:ascii="Palatino Linotype" w:hAnsi="Palatino Linotype" w:cs="Times New Roman Tj"/>
          <w:b/>
          <w:color w:val="000000"/>
          <w:sz w:val="28"/>
          <w:szCs w:val="28"/>
        </w:rPr>
        <w:t>ои “Махсусгардонидашуда</w:t>
      </w:r>
      <w:r w:rsidRPr="00784F69">
        <w:rPr>
          <w:rFonts w:ascii="Palatino Linotype" w:hAnsi="Palatino Linotype"/>
          <w:b/>
          <w:color w:val="000000"/>
          <w:sz w:val="28"/>
          <w:szCs w:val="28"/>
        </w:rPr>
        <w:t>” фарқ мекунад?</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$A) </w:t>
      </w:r>
      <w:r w:rsidRPr="00784F69">
        <w:rPr>
          <w:rFonts w:ascii="Palatino Linotype" w:hAnsi="Palatino Linotype"/>
          <w:color w:val="000000"/>
          <w:sz w:val="28"/>
          <w:szCs w:val="28"/>
        </w:rPr>
        <w:t>Ҳ</w:t>
      </w:r>
      <w:r w:rsidRPr="00784F69">
        <w:rPr>
          <w:rFonts w:ascii="Palatino Linotype" w:hAnsi="Palatino Linotype" w:cs="Times New Roman Tj"/>
          <w:color w:val="000000"/>
          <w:sz w:val="28"/>
          <w:szCs w:val="28"/>
        </w:rPr>
        <w:t>амаи</w:t>
      </w:r>
      <w:r w:rsidRPr="00784F69">
        <w:rPr>
          <w:rFonts w:ascii="Palatino Linotype" w:eastAsia="MS Mincho" w:hAnsi="Palatino Linotype" w:cs="MS Mincho"/>
          <w:color w:val="000000"/>
          <w:sz w:val="28"/>
          <w:szCs w:val="28"/>
        </w:rPr>
        <w:t>ҷ</w:t>
      </w:r>
      <w:r w:rsidRPr="00784F69">
        <w:rPr>
          <w:rFonts w:ascii="Palatino Linotype" w:hAnsi="Palatino Linotype" w:cs="Times New Roman Tj"/>
          <w:color w:val="000000"/>
          <w:sz w:val="28"/>
          <w:szCs w:val="28"/>
        </w:rPr>
        <w:t>авоб</w:t>
      </w:r>
      <w:r w:rsidRPr="00784F69">
        <w:rPr>
          <w:rFonts w:ascii="Palatino Linotype" w:hAnsi="Palatino Linotype"/>
          <w:color w:val="000000"/>
          <w:sz w:val="28"/>
          <w:szCs w:val="28"/>
        </w:rPr>
        <w:t>ҳ</w:t>
      </w:r>
      <w:r w:rsidRPr="00784F69">
        <w:rPr>
          <w:rFonts w:ascii="Palatino Linotype" w:hAnsi="Palatino Linotype" w:cs="Times New Roman Tj"/>
          <w:color w:val="000000"/>
          <w:sz w:val="28"/>
          <w:szCs w:val="28"/>
        </w:rPr>
        <w:t>о дурустанд;</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$B) </w:t>
      </w:r>
      <w:r w:rsidRPr="00784F69">
        <w:rPr>
          <w:rFonts w:ascii="Palatino Linotype" w:hAnsi="Palatino Linotype"/>
          <w:color w:val="000000"/>
          <w:sz w:val="28"/>
          <w:szCs w:val="28"/>
        </w:rPr>
        <w:t>Аз р</w:t>
      </w:r>
      <w:r w:rsidRPr="00784F69">
        <w:rPr>
          <w:rFonts w:ascii="Palatino Linotype" w:eastAsia="MS Mincho" w:hAnsi="Palatino Linotype" w:cs="MS Mincho"/>
          <w:color w:val="000000"/>
          <w:sz w:val="28"/>
          <w:szCs w:val="28"/>
        </w:rPr>
        <w:t>ӯ</w:t>
      </w:r>
      <w:r w:rsidRPr="00784F69">
        <w:rPr>
          <w:rFonts w:ascii="Palatino Linotype" w:hAnsi="Palatino Linotype" w:cs="Times New Roman Tj"/>
          <w:color w:val="000000"/>
          <w:sz w:val="28"/>
          <w:szCs w:val="28"/>
        </w:rPr>
        <w:t xml:space="preserve">и </w:t>
      </w:r>
      <w:r w:rsidRPr="00784F69">
        <w:rPr>
          <w:rFonts w:ascii="Palatino Linotype" w:hAnsi="Palatino Linotype"/>
          <w:color w:val="000000"/>
          <w:sz w:val="28"/>
          <w:szCs w:val="28"/>
        </w:rPr>
        <w:t>ҳ</w:t>
      </w:r>
      <w:r w:rsidRPr="00784F69">
        <w:rPr>
          <w:rFonts w:ascii="Palatino Linotype" w:hAnsi="Palatino Linotype" w:cs="Times New Roman Tj"/>
          <w:color w:val="000000"/>
          <w:sz w:val="28"/>
          <w:szCs w:val="28"/>
        </w:rPr>
        <w:t>айъати мизо</w:t>
      </w:r>
      <w:r w:rsidRPr="00784F69">
        <w:rPr>
          <w:rFonts w:ascii="Palatino Linotype" w:eastAsia="MS Mincho" w:hAnsi="Palatino Linotype" w:cs="MS Mincho"/>
          <w:color w:val="000000"/>
          <w:sz w:val="28"/>
          <w:szCs w:val="28"/>
        </w:rPr>
        <w:t>ҷ</w:t>
      </w:r>
      <w:r w:rsidRPr="00784F69">
        <w:rPr>
          <w:rFonts w:ascii="Palatino Linotype" w:hAnsi="Palatino Linotype" w:cs="Times New Roman Tj"/>
          <w:color w:val="000000"/>
          <w:sz w:val="28"/>
          <w:szCs w:val="28"/>
        </w:rPr>
        <w:t>они хизматрасони</w:t>
      </w:r>
      <w:r w:rsidRPr="00784F69">
        <w:rPr>
          <w:rFonts w:ascii="Palatino Linotype" w:hAnsi="Palatino Linotype"/>
          <w:color w:val="000000"/>
          <w:sz w:val="28"/>
          <w:szCs w:val="28"/>
        </w:rPr>
        <w:t>дашуда;</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$C) </w:t>
      </w:r>
      <w:r w:rsidRPr="00784F69">
        <w:rPr>
          <w:rFonts w:ascii="Palatino Linotype" w:hAnsi="Palatino Linotype"/>
          <w:color w:val="000000"/>
          <w:sz w:val="28"/>
          <w:szCs w:val="28"/>
        </w:rPr>
        <w:t>Аз р</w:t>
      </w:r>
      <w:r w:rsidRPr="00784F69">
        <w:rPr>
          <w:rFonts w:ascii="Palatino Linotype" w:eastAsia="MS Mincho" w:hAnsi="Palatino Linotype" w:cs="MS Mincho"/>
          <w:color w:val="000000"/>
          <w:sz w:val="28"/>
          <w:szCs w:val="28"/>
        </w:rPr>
        <w:t>ӯ</w:t>
      </w:r>
      <w:r w:rsidRPr="00784F69">
        <w:rPr>
          <w:rFonts w:ascii="Palatino Linotype" w:hAnsi="Palatino Linotype" w:cs="Times New Roman Tj"/>
          <w:color w:val="000000"/>
          <w:sz w:val="28"/>
          <w:szCs w:val="28"/>
        </w:rPr>
        <w:t xml:space="preserve">и </w:t>
      </w:r>
      <w:r w:rsidRPr="00784F69">
        <w:rPr>
          <w:rFonts w:ascii="Palatino Linotype" w:hAnsi="Palatino Linotype"/>
          <w:color w:val="000000"/>
          <w:sz w:val="28"/>
          <w:szCs w:val="28"/>
        </w:rPr>
        <w:t>ҳ</w:t>
      </w:r>
      <w:r w:rsidRPr="00784F69">
        <w:rPr>
          <w:rFonts w:ascii="Palatino Linotype" w:hAnsi="Palatino Linotype" w:cs="Times New Roman Tj"/>
          <w:color w:val="000000"/>
          <w:sz w:val="28"/>
          <w:szCs w:val="28"/>
        </w:rPr>
        <w:t>а</w:t>
      </w:r>
      <w:r w:rsidRPr="00784F69">
        <w:rPr>
          <w:rFonts w:ascii="Palatino Linotype" w:eastAsia="MS Mincho" w:hAnsi="Palatino Linotype" w:cs="MS Mincho"/>
          <w:color w:val="000000"/>
          <w:sz w:val="28"/>
          <w:szCs w:val="28"/>
        </w:rPr>
        <w:t>ҷ</w:t>
      </w:r>
      <w:r w:rsidRPr="00784F69">
        <w:rPr>
          <w:rFonts w:ascii="Palatino Linotype" w:hAnsi="Palatino Linotype" w:cs="Times New Roman Tj"/>
          <w:color w:val="000000"/>
          <w:sz w:val="28"/>
          <w:szCs w:val="28"/>
        </w:rPr>
        <w:t>м</w:t>
      </w:r>
      <w:r w:rsidRPr="00784F69">
        <w:rPr>
          <w:rFonts w:ascii="Palatino Linotype" w:hAnsi="Palatino Linotype"/>
          <w:color w:val="000000"/>
          <w:sz w:val="28"/>
          <w:szCs w:val="28"/>
        </w:rPr>
        <w:t>;</w:t>
      </w:r>
    </w:p>
    <w:p w:rsidR="00B65CA5" w:rsidRPr="00784F69" w:rsidRDefault="00B65CA5" w:rsidP="00C84BB2">
      <w:pPr>
        <w:spacing w:after="0" w:line="240" w:lineRule="auto"/>
        <w:jc w:val="both"/>
        <w:rPr>
          <w:rFonts w:ascii="Palatino Linotype" w:hAnsi="Palatino Linotype"/>
          <w:color w:val="000000"/>
          <w:sz w:val="28"/>
          <w:szCs w:val="28"/>
        </w:rPr>
      </w:pPr>
      <w:r w:rsidRPr="00784F69">
        <w:rPr>
          <w:rFonts w:ascii="Palatino Linotype" w:hAnsi="Palatino Linotype"/>
          <w:b/>
          <w:color w:val="000000"/>
          <w:sz w:val="28"/>
          <w:szCs w:val="28"/>
        </w:rPr>
        <w:t xml:space="preserve">$D) </w:t>
      </w:r>
      <w:r w:rsidRPr="00784F69">
        <w:rPr>
          <w:rFonts w:ascii="Palatino Linotype" w:hAnsi="Palatino Linotype"/>
          <w:color w:val="000000"/>
          <w:sz w:val="28"/>
          <w:szCs w:val="28"/>
        </w:rPr>
        <w:t>Аз р</w:t>
      </w:r>
      <w:r w:rsidRPr="00784F69">
        <w:rPr>
          <w:rFonts w:ascii="Palatino Linotype" w:eastAsia="MS Mincho" w:hAnsi="Palatino Linotype" w:cs="MS Mincho"/>
          <w:color w:val="000000"/>
          <w:sz w:val="28"/>
          <w:szCs w:val="28"/>
        </w:rPr>
        <w:t>ӯ</w:t>
      </w:r>
      <w:r w:rsidRPr="00784F69">
        <w:rPr>
          <w:rFonts w:ascii="Palatino Linotype" w:hAnsi="Palatino Linotype" w:cs="Times New Roman Tj"/>
          <w:color w:val="000000"/>
          <w:sz w:val="28"/>
          <w:szCs w:val="28"/>
        </w:rPr>
        <w:t>и минта</w:t>
      </w:r>
      <w:r w:rsidRPr="00784F69">
        <w:rPr>
          <w:rFonts w:ascii="Palatino Linotype" w:hAnsi="Palatino Linotype"/>
          <w:color w:val="000000"/>
          <w:sz w:val="28"/>
          <w:szCs w:val="28"/>
        </w:rPr>
        <w:t>қ</w:t>
      </w:r>
      <w:r w:rsidRPr="00784F69">
        <w:rPr>
          <w:rFonts w:ascii="Palatino Linotype" w:hAnsi="Palatino Linotype" w:cs="Times New Roman Tj"/>
          <w:color w:val="000000"/>
          <w:sz w:val="28"/>
          <w:szCs w:val="28"/>
        </w:rPr>
        <w:t>а</w:t>
      </w:r>
      <w:r w:rsidRPr="00784F69">
        <w:rPr>
          <w:rFonts w:ascii="Palatino Linotype" w:hAnsi="Palatino Linotype"/>
          <w:color w:val="000000"/>
          <w:sz w:val="28"/>
          <w:szCs w:val="28"/>
        </w:rPr>
        <w:t>;</w:t>
      </w:r>
    </w:p>
    <w:p w:rsidR="00B65CA5" w:rsidRPr="00784F69" w:rsidRDefault="00B65CA5" w:rsidP="00C84BB2">
      <w:pPr>
        <w:spacing w:after="0" w:line="240" w:lineRule="auto"/>
        <w:jc w:val="both"/>
        <w:rPr>
          <w:rFonts w:ascii="Palatino Linotype" w:hAnsi="Palatino Linotype"/>
          <w:b/>
          <w:color w:val="000000"/>
          <w:sz w:val="28"/>
          <w:szCs w:val="28"/>
        </w:rPr>
      </w:pPr>
      <w:r w:rsidRPr="00784F69">
        <w:rPr>
          <w:rFonts w:ascii="Palatino Linotype" w:hAnsi="Palatino Linotype"/>
          <w:b/>
          <w:color w:val="000000"/>
          <w:sz w:val="28"/>
          <w:szCs w:val="28"/>
        </w:rPr>
        <w:t xml:space="preserve">$E) </w:t>
      </w:r>
      <w:r w:rsidRPr="00784F69">
        <w:rPr>
          <w:rFonts w:ascii="Palatino Linotype" w:hAnsi="Palatino Linotype"/>
          <w:color w:val="000000"/>
          <w:sz w:val="28"/>
          <w:szCs w:val="28"/>
        </w:rPr>
        <w:t>Аз р</w:t>
      </w:r>
      <w:r w:rsidRPr="00784F69">
        <w:rPr>
          <w:rFonts w:ascii="Palatino Linotype" w:eastAsia="MS Mincho" w:hAnsi="Palatino Linotype" w:cs="MS Mincho"/>
          <w:color w:val="000000"/>
          <w:sz w:val="28"/>
          <w:szCs w:val="28"/>
        </w:rPr>
        <w:t>ӯ</w:t>
      </w:r>
      <w:r w:rsidRPr="00784F69">
        <w:rPr>
          <w:rFonts w:ascii="Palatino Linotype" w:hAnsi="Palatino Linotype" w:cs="Times New Roman Tj"/>
          <w:color w:val="000000"/>
          <w:sz w:val="28"/>
          <w:szCs w:val="28"/>
        </w:rPr>
        <w:t>и со</w:t>
      </w:r>
      <w:r w:rsidRPr="00784F69">
        <w:rPr>
          <w:rFonts w:ascii="Palatino Linotype" w:hAnsi="Palatino Linotype"/>
          <w:color w:val="000000"/>
          <w:sz w:val="28"/>
          <w:szCs w:val="28"/>
        </w:rPr>
        <w:t>ҳ</w:t>
      </w:r>
      <w:r w:rsidRPr="00784F69">
        <w:rPr>
          <w:rFonts w:ascii="Palatino Linotype" w:hAnsi="Palatino Linotype" w:cs="Times New Roman Tj"/>
          <w:color w:val="000000"/>
          <w:sz w:val="28"/>
          <w:szCs w:val="28"/>
        </w:rPr>
        <w:t>аи хо</w:t>
      </w:r>
      <w:r w:rsidRPr="00784F69">
        <w:rPr>
          <w:rFonts w:ascii="Palatino Linotype" w:eastAsia="MS Mincho" w:hAnsi="Palatino Linotype" w:cs="MS Mincho"/>
          <w:color w:val="000000"/>
          <w:sz w:val="28"/>
          <w:szCs w:val="28"/>
        </w:rPr>
        <w:t>ҷ</w:t>
      </w:r>
      <w:r w:rsidRPr="00784F69">
        <w:rPr>
          <w:rFonts w:ascii="Palatino Linotype" w:hAnsi="Palatino Linotype" w:cs="Times New Roman Tj"/>
          <w:color w:val="000000"/>
          <w:sz w:val="28"/>
          <w:szCs w:val="28"/>
        </w:rPr>
        <w:t>агии хал</w:t>
      </w:r>
      <w:r w:rsidRPr="00784F69">
        <w:rPr>
          <w:rFonts w:ascii="Palatino Linotype" w:hAnsi="Palatino Linotype"/>
          <w:color w:val="000000"/>
          <w:sz w:val="28"/>
          <w:szCs w:val="28"/>
        </w:rPr>
        <w:t>қ;</w:t>
      </w:r>
    </w:p>
    <w:sectPr w:rsidR="00B65CA5" w:rsidRPr="00784F69" w:rsidSect="00273CA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CC"/>
    <w:family w:val="roman"/>
    <w:pitch w:val="variable"/>
    <w:sig w:usb0="E0000287" w:usb1="40000013" w:usb2="00000000" w:usb3="00000000" w:csb0="0000019F" w:csb1="00000000"/>
  </w:font>
  <w:font w:name="Times New Roman Tj">
    <w:altName w:val="Times New Roman"/>
    <w:panose1 w:val="02020603050405020304"/>
    <w:charset w:val="CC"/>
    <w:family w:val="roman"/>
    <w:pitch w:val="variable"/>
    <w:sig w:usb0="00000201" w:usb1="00000000" w:usb2="00000000" w:usb3="00000000" w:csb0="00000004"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Times Tajik Normal">
    <w:altName w:val="Times New Roman"/>
    <w:panose1 w:val="02020603050405020304"/>
    <w:charset w:val="CC"/>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Tj">
    <w:altName w:val="Arial"/>
    <w:panose1 w:val="020B0604020202020204"/>
    <w:charset w:val="CC"/>
    <w:family w:val="swiss"/>
    <w:pitch w:val="variable"/>
    <w:sig w:usb0="00000201" w:usb1="00000000" w:usb2="00000000" w:usb3="00000000" w:csb0="00000004" w:csb1="00000000"/>
  </w:font>
  <w:font w:name="MS Mincho">
    <w:altName w:val="?l?r ??Ѓfc"/>
    <w:panose1 w:val="02020609040205080304"/>
    <w:charset w:val="80"/>
    <w:family w:val="modern"/>
    <w:pitch w:val="fixed"/>
    <w:sig w:usb0="A00002BF" w:usb1="68C7FCFB" w:usb2="00000010" w:usb3="00000000" w:csb0="0002009F" w:csb1="00000000"/>
  </w:font>
  <w:font w:name="Lucida Sans Unicode">
    <w:panose1 w:val="020B0602030504020204"/>
    <w:charset w:val="CC"/>
    <w:family w:val="swiss"/>
    <w:pitch w:val="variable"/>
    <w:sig w:usb0="80000AFF" w:usb1="0000396B" w:usb2="00000000" w:usb3="00000000" w:csb0="000000B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F13DD4"/>
    <w:multiLevelType w:val="hybridMultilevel"/>
    <w:tmpl w:val="7996FD86"/>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
    <w:nsid w:val="07B7202A"/>
    <w:multiLevelType w:val="hybridMultilevel"/>
    <w:tmpl w:val="77B27070"/>
    <w:lvl w:ilvl="0" w:tplc="7124E694">
      <w:start w:val="3"/>
      <w:numFmt w:val="bullet"/>
      <w:lvlText w:val="-"/>
      <w:lvlJc w:val="left"/>
      <w:pPr>
        <w:tabs>
          <w:tab w:val="num" w:pos="1065"/>
        </w:tabs>
        <w:ind w:left="1065" w:hanging="360"/>
      </w:pPr>
      <w:rPr>
        <w:rFonts w:ascii="Palatino Linotype" w:eastAsia="Times New Roman" w:hAnsi="Palatino Linotype"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0B0F7A47"/>
    <w:multiLevelType w:val="hybridMultilevel"/>
    <w:tmpl w:val="7A5221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E550437"/>
    <w:multiLevelType w:val="hybridMultilevel"/>
    <w:tmpl w:val="8CEA6A7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0EE809B9"/>
    <w:multiLevelType w:val="hybridMultilevel"/>
    <w:tmpl w:val="B4327B52"/>
    <w:lvl w:ilvl="0" w:tplc="46F456F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5">
    <w:nsid w:val="0FD87775"/>
    <w:multiLevelType w:val="hybridMultilevel"/>
    <w:tmpl w:val="9E64CF6A"/>
    <w:lvl w:ilvl="0" w:tplc="0409000F">
      <w:start w:val="6"/>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16A03B36"/>
    <w:multiLevelType w:val="hybridMultilevel"/>
    <w:tmpl w:val="CA4EBB2C"/>
    <w:lvl w:ilvl="0" w:tplc="4344D200">
      <w:start w:val="1"/>
      <w:numFmt w:val="lowerLetter"/>
      <w:lvlText w:val="%1)"/>
      <w:lvlJc w:val="left"/>
      <w:pPr>
        <w:ind w:left="927" w:hanging="360"/>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7">
    <w:nsid w:val="190E5917"/>
    <w:multiLevelType w:val="hybridMultilevel"/>
    <w:tmpl w:val="AF74A352"/>
    <w:lvl w:ilvl="0" w:tplc="A2065928">
      <w:start w:val="1"/>
      <w:numFmt w:val="upperLetter"/>
      <w:lvlText w:val="%1)"/>
      <w:lvlJc w:val="left"/>
      <w:pPr>
        <w:ind w:left="795" w:hanging="435"/>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211D150E"/>
    <w:multiLevelType w:val="hybridMultilevel"/>
    <w:tmpl w:val="76343970"/>
    <w:lvl w:ilvl="0" w:tplc="04190011">
      <w:start w:val="1"/>
      <w:numFmt w:val="decimal"/>
      <w:lvlText w:val="%1)"/>
      <w:lvlJc w:val="left"/>
      <w:pPr>
        <w:tabs>
          <w:tab w:val="num" w:pos="720"/>
        </w:tabs>
        <w:ind w:left="720" w:hanging="360"/>
      </w:pPr>
      <w:rPr>
        <w:rFonts w:cs="Times New Roman" w:hint="default"/>
      </w:rPr>
    </w:lvl>
    <w:lvl w:ilvl="1" w:tplc="CAA6EB88">
      <w:start w:val="2"/>
      <w:numFmt w:val="bullet"/>
      <w:lvlText w:val="-"/>
      <w:lvlJc w:val="left"/>
      <w:pPr>
        <w:tabs>
          <w:tab w:val="num" w:pos="1440"/>
        </w:tabs>
        <w:ind w:left="1440" w:hanging="360"/>
      </w:pPr>
      <w:rPr>
        <w:rFonts w:ascii="Times New Roman" w:eastAsia="Times New Roman" w:hAnsi="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217D02F1"/>
    <w:multiLevelType w:val="hybridMultilevel"/>
    <w:tmpl w:val="1E726C6C"/>
    <w:lvl w:ilvl="0" w:tplc="A3D4904C">
      <w:start w:val="1"/>
      <w:numFmt w:val="decimal"/>
      <w:lvlText w:val="%1)"/>
      <w:lvlJc w:val="left"/>
      <w:pPr>
        <w:tabs>
          <w:tab w:val="num" w:pos="502"/>
        </w:tabs>
        <w:ind w:left="502" w:hanging="360"/>
      </w:pPr>
      <w:rPr>
        <w:rFonts w:cs="Times New Roman"/>
      </w:rPr>
    </w:lvl>
    <w:lvl w:ilvl="1" w:tplc="04190019">
      <w:start w:val="1"/>
      <w:numFmt w:val="decimal"/>
      <w:lvlText w:val="%2."/>
      <w:lvlJc w:val="left"/>
      <w:pPr>
        <w:tabs>
          <w:tab w:val="num" w:pos="877"/>
        </w:tabs>
        <w:ind w:left="877" w:hanging="360"/>
      </w:pPr>
      <w:rPr>
        <w:rFonts w:cs="Times New Roman"/>
      </w:rPr>
    </w:lvl>
    <w:lvl w:ilvl="2" w:tplc="0419001B">
      <w:start w:val="1"/>
      <w:numFmt w:val="decimal"/>
      <w:lvlText w:val="%3."/>
      <w:lvlJc w:val="left"/>
      <w:pPr>
        <w:tabs>
          <w:tab w:val="num" w:pos="1597"/>
        </w:tabs>
        <w:ind w:left="1597" w:hanging="360"/>
      </w:pPr>
      <w:rPr>
        <w:rFonts w:cs="Times New Roman"/>
      </w:rPr>
    </w:lvl>
    <w:lvl w:ilvl="3" w:tplc="0419000F">
      <w:start w:val="1"/>
      <w:numFmt w:val="decimal"/>
      <w:lvlText w:val="%4."/>
      <w:lvlJc w:val="left"/>
      <w:pPr>
        <w:tabs>
          <w:tab w:val="num" w:pos="2317"/>
        </w:tabs>
        <w:ind w:left="2317" w:hanging="360"/>
      </w:pPr>
      <w:rPr>
        <w:rFonts w:cs="Times New Roman"/>
      </w:rPr>
    </w:lvl>
    <w:lvl w:ilvl="4" w:tplc="04190019">
      <w:start w:val="1"/>
      <w:numFmt w:val="decimal"/>
      <w:lvlText w:val="%5."/>
      <w:lvlJc w:val="left"/>
      <w:pPr>
        <w:tabs>
          <w:tab w:val="num" w:pos="3037"/>
        </w:tabs>
        <w:ind w:left="3037" w:hanging="360"/>
      </w:pPr>
      <w:rPr>
        <w:rFonts w:cs="Times New Roman"/>
      </w:rPr>
    </w:lvl>
    <w:lvl w:ilvl="5" w:tplc="0419001B">
      <w:start w:val="1"/>
      <w:numFmt w:val="decimal"/>
      <w:lvlText w:val="%6."/>
      <w:lvlJc w:val="left"/>
      <w:pPr>
        <w:tabs>
          <w:tab w:val="num" w:pos="3757"/>
        </w:tabs>
        <w:ind w:left="3757" w:hanging="360"/>
      </w:pPr>
      <w:rPr>
        <w:rFonts w:cs="Times New Roman"/>
      </w:rPr>
    </w:lvl>
    <w:lvl w:ilvl="6" w:tplc="0419000F">
      <w:start w:val="1"/>
      <w:numFmt w:val="decimal"/>
      <w:lvlText w:val="%7."/>
      <w:lvlJc w:val="left"/>
      <w:pPr>
        <w:tabs>
          <w:tab w:val="num" w:pos="4477"/>
        </w:tabs>
        <w:ind w:left="4477" w:hanging="360"/>
      </w:pPr>
      <w:rPr>
        <w:rFonts w:cs="Times New Roman"/>
      </w:rPr>
    </w:lvl>
    <w:lvl w:ilvl="7" w:tplc="04190019">
      <w:start w:val="1"/>
      <w:numFmt w:val="decimal"/>
      <w:lvlText w:val="%8."/>
      <w:lvlJc w:val="left"/>
      <w:pPr>
        <w:tabs>
          <w:tab w:val="num" w:pos="5197"/>
        </w:tabs>
        <w:ind w:left="5197" w:hanging="360"/>
      </w:pPr>
      <w:rPr>
        <w:rFonts w:cs="Times New Roman"/>
      </w:rPr>
    </w:lvl>
    <w:lvl w:ilvl="8" w:tplc="0419001B">
      <w:start w:val="1"/>
      <w:numFmt w:val="decimal"/>
      <w:lvlText w:val="%9."/>
      <w:lvlJc w:val="left"/>
      <w:pPr>
        <w:tabs>
          <w:tab w:val="num" w:pos="5917"/>
        </w:tabs>
        <w:ind w:left="5917" w:hanging="360"/>
      </w:pPr>
      <w:rPr>
        <w:rFonts w:cs="Times New Roman"/>
      </w:rPr>
    </w:lvl>
  </w:abstractNum>
  <w:abstractNum w:abstractNumId="10">
    <w:nsid w:val="22FD01A2"/>
    <w:multiLevelType w:val="hybridMultilevel"/>
    <w:tmpl w:val="E250A354"/>
    <w:lvl w:ilvl="0" w:tplc="0409000F">
      <w:start w:val="4"/>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27495ADA"/>
    <w:multiLevelType w:val="hybridMultilevel"/>
    <w:tmpl w:val="14EE32CC"/>
    <w:lvl w:ilvl="0" w:tplc="0419000F">
      <w:start w:val="1"/>
      <w:numFmt w:val="decimal"/>
      <w:lvlText w:val="%1."/>
      <w:lvlJc w:val="left"/>
      <w:pPr>
        <w:ind w:left="1407" w:hanging="84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2">
    <w:nsid w:val="288D72AA"/>
    <w:multiLevelType w:val="hybridMultilevel"/>
    <w:tmpl w:val="44085582"/>
    <w:lvl w:ilvl="0" w:tplc="0409000F">
      <w:start w:val="2"/>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2A05330F"/>
    <w:multiLevelType w:val="hybridMultilevel"/>
    <w:tmpl w:val="0D18A176"/>
    <w:lvl w:ilvl="0" w:tplc="5BAC6A44">
      <w:start w:val="6"/>
      <w:numFmt w:val="decimal"/>
      <w:lvlText w:val="%1."/>
      <w:lvlJc w:val="left"/>
      <w:pPr>
        <w:ind w:left="1287" w:hanging="360"/>
      </w:pPr>
      <w:rPr>
        <w:rFonts w:ascii="Times New Roman Tj" w:hAnsi="Times New Roman Tj" w:cs="Times New Roman" w:hint="default"/>
      </w:rPr>
    </w:lvl>
    <w:lvl w:ilvl="1" w:tplc="04090019" w:tentative="1">
      <w:start w:val="1"/>
      <w:numFmt w:val="lowerLetter"/>
      <w:lvlText w:val="%2."/>
      <w:lvlJc w:val="left"/>
      <w:pPr>
        <w:ind w:left="2007" w:hanging="360"/>
      </w:pPr>
      <w:rPr>
        <w:rFonts w:cs="Times New Roman"/>
      </w:rPr>
    </w:lvl>
    <w:lvl w:ilvl="2" w:tplc="0409001B" w:tentative="1">
      <w:start w:val="1"/>
      <w:numFmt w:val="lowerRoman"/>
      <w:lvlText w:val="%3."/>
      <w:lvlJc w:val="right"/>
      <w:pPr>
        <w:ind w:left="2727" w:hanging="180"/>
      </w:pPr>
      <w:rPr>
        <w:rFonts w:cs="Times New Roman"/>
      </w:rPr>
    </w:lvl>
    <w:lvl w:ilvl="3" w:tplc="0409000F" w:tentative="1">
      <w:start w:val="1"/>
      <w:numFmt w:val="decimal"/>
      <w:lvlText w:val="%4."/>
      <w:lvlJc w:val="left"/>
      <w:pPr>
        <w:ind w:left="3447" w:hanging="360"/>
      </w:pPr>
      <w:rPr>
        <w:rFonts w:cs="Times New Roman"/>
      </w:rPr>
    </w:lvl>
    <w:lvl w:ilvl="4" w:tplc="04090019" w:tentative="1">
      <w:start w:val="1"/>
      <w:numFmt w:val="lowerLetter"/>
      <w:lvlText w:val="%5."/>
      <w:lvlJc w:val="left"/>
      <w:pPr>
        <w:ind w:left="4167" w:hanging="360"/>
      </w:pPr>
      <w:rPr>
        <w:rFonts w:cs="Times New Roman"/>
      </w:rPr>
    </w:lvl>
    <w:lvl w:ilvl="5" w:tplc="0409001B" w:tentative="1">
      <w:start w:val="1"/>
      <w:numFmt w:val="lowerRoman"/>
      <w:lvlText w:val="%6."/>
      <w:lvlJc w:val="right"/>
      <w:pPr>
        <w:ind w:left="4887" w:hanging="180"/>
      </w:pPr>
      <w:rPr>
        <w:rFonts w:cs="Times New Roman"/>
      </w:rPr>
    </w:lvl>
    <w:lvl w:ilvl="6" w:tplc="0409000F" w:tentative="1">
      <w:start w:val="1"/>
      <w:numFmt w:val="decimal"/>
      <w:lvlText w:val="%7."/>
      <w:lvlJc w:val="left"/>
      <w:pPr>
        <w:ind w:left="5607" w:hanging="360"/>
      </w:pPr>
      <w:rPr>
        <w:rFonts w:cs="Times New Roman"/>
      </w:rPr>
    </w:lvl>
    <w:lvl w:ilvl="7" w:tplc="04090019" w:tentative="1">
      <w:start w:val="1"/>
      <w:numFmt w:val="lowerLetter"/>
      <w:lvlText w:val="%8."/>
      <w:lvlJc w:val="left"/>
      <w:pPr>
        <w:ind w:left="6327" w:hanging="360"/>
      </w:pPr>
      <w:rPr>
        <w:rFonts w:cs="Times New Roman"/>
      </w:rPr>
    </w:lvl>
    <w:lvl w:ilvl="8" w:tplc="0409001B" w:tentative="1">
      <w:start w:val="1"/>
      <w:numFmt w:val="lowerRoman"/>
      <w:lvlText w:val="%9."/>
      <w:lvlJc w:val="right"/>
      <w:pPr>
        <w:ind w:left="7047" w:hanging="180"/>
      </w:pPr>
      <w:rPr>
        <w:rFonts w:cs="Times New Roman"/>
      </w:rPr>
    </w:lvl>
  </w:abstractNum>
  <w:abstractNum w:abstractNumId="14">
    <w:nsid w:val="40AA7596"/>
    <w:multiLevelType w:val="hybridMultilevel"/>
    <w:tmpl w:val="754EA178"/>
    <w:lvl w:ilvl="0" w:tplc="FDC89F32">
      <w:start w:val="1"/>
      <w:numFmt w:val="decimal"/>
      <w:lvlText w:val="%1."/>
      <w:lvlJc w:val="left"/>
      <w:pPr>
        <w:tabs>
          <w:tab w:val="num" w:pos="2160"/>
        </w:tabs>
        <w:ind w:left="2160" w:hanging="360"/>
      </w:pPr>
      <w:rPr>
        <w:rFonts w:cs="Times New Roman" w:hint="default"/>
        <w:b/>
      </w:rPr>
    </w:lvl>
    <w:lvl w:ilvl="1" w:tplc="04190019" w:tentative="1">
      <w:start w:val="1"/>
      <w:numFmt w:val="lowerLetter"/>
      <w:lvlText w:val="%2."/>
      <w:lvlJc w:val="left"/>
      <w:pPr>
        <w:tabs>
          <w:tab w:val="num" w:pos="2880"/>
        </w:tabs>
        <w:ind w:left="2880" w:hanging="360"/>
      </w:pPr>
      <w:rPr>
        <w:rFonts w:cs="Times New Roman"/>
      </w:rPr>
    </w:lvl>
    <w:lvl w:ilvl="2" w:tplc="0419001B" w:tentative="1">
      <w:start w:val="1"/>
      <w:numFmt w:val="lowerRoman"/>
      <w:lvlText w:val="%3."/>
      <w:lvlJc w:val="right"/>
      <w:pPr>
        <w:tabs>
          <w:tab w:val="num" w:pos="3600"/>
        </w:tabs>
        <w:ind w:left="3600" w:hanging="180"/>
      </w:pPr>
      <w:rPr>
        <w:rFonts w:cs="Times New Roman"/>
      </w:rPr>
    </w:lvl>
    <w:lvl w:ilvl="3" w:tplc="0419000F" w:tentative="1">
      <w:start w:val="1"/>
      <w:numFmt w:val="decimal"/>
      <w:lvlText w:val="%4."/>
      <w:lvlJc w:val="left"/>
      <w:pPr>
        <w:tabs>
          <w:tab w:val="num" w:pos="4320"/>
        </w:tabs>
        <w:ind w:left="4320" w:hanging="360"/>
      </w:pPr>
      <w:rPr>
        <w:rFonts w:cs="Times New Roman"/>
      </w:rPr>
    </w:lvl>
    <w:lvl w:ilvl="4" w:tplc="04190019" w:tentative="1">
      <w:start w:val="1"/>
      <w:numFmt w:val="lowerLetter"/>
      <w:lvlText w:val="%5."/>
      <w:lvlJc w:val="left"/>
      <w:pPr>
        <w:tabs>
          <w:tab w:val="num" w:pos="5040"/>
        </w:tabs>
        <w:ind w:left="5040" w:hanging="360"/>
      </w:pPr>
      <w:rPr>
        <w:rFonts w:cs="Times New Roman"/>
      </w:rPr>
    </w:lvl>
    <w:lvl w:ilvl="5" w:tplc="0419001B" w:tentative="1">
      <w:start w:val="1"/>
      <w:numFmt w:val="lowerRoman"/>
      <w:lvlText w:val="%6."/>
      <w:lvlJc w:val="right"/>
      <w:pPr>
        <w:tabs>
          <w:tab w:val="num" w:pos="5760"/>
        </w:tabs>
        <w:ind w:left="5760" w:hanging="180"/>
      </w:pPr>
      <w:rPr>
        <w:rFonts w:cs="Times New Roman"/>
      </w:rPr>
    </w:lvl>
    <w:lvl w:ilvl="6" w:tplc="0419000F" w:tentative="1">
      <w:start w:val="1"/>
      <w:numFmt w:val="decimal"/>
      <w:lvlText w:val="%7."/>
      <w:lvlJc w:val="left"/>
      <w:pPr>
        <w:tabs>
          <w:tab w:val="num" w:pos="6480"/>
        </w:tabs>
        <w:ind w:left="6480" w:hanging="360"/>
      </w:pPr>
      <w:rPr>
        <w:rFonts w:cs="Times New Roman"/>
      </w:rPr>
    </w:lvl>
    <w:lvl w:ilvl="7" w:tplc="04190019" w:tentative="1">
      <w:start w:val="1"/>
      <w:numFmt w:val="lowerLetter"/>
      <w:lvlText w:val="%8."/>
      <w:lvlJc w:val="left"/>
      <w:pPr>
        <w:tabs>
          <w:tab w:val="num" w:pos="7200"/>
        </w:tabs>
        <w:ind w:left="7200" w:hanging="360"/>
      </w:pPr>
      <w:rPr>
        <w:rFonts w:cs="Times New Roman"/>
      </w:rPr>
    </w:lvl>
    <w:lvl w:ilvl="8" w:tplc="0419001B" w:tentative="1">
      <w:start w:val="1"/>
      <w:numFmt w:val="lowerRoman"/>
      <w:lvlText w:val="%9."/>
      <w:lvlJc w:val="right"/>
      <w:pPr>
        <w:tabs>
          <w:tab w:val="num" w:pos="7920"/>
        </w:tabs>
        <w:ind w:left="7920" w:hanging="180"/>
      </w:pPr>
      <w:rPr>
        <w:rFonts w:cs="Times New Roman"/>
      </w:rPr>
    </w:lvl>
  </w:abstractNum>
  <w:abstractNum w:abstractNumId="15">
    <w:nsid w:val="42CA0B9C"/>
    <w:multiLevelType w:val="singleLevel"/>
    <w:tmpl w:val="0CF43824"/>
    <w:lvl w:ilvl="0">
      <w:start w:val="1"/>
      <w:numFmt w:val="decimal"/>
      <w:lvlText w:val="%1)"/>
      <w:lvlJc w:val="left"/>
      <w:pPr>
        <w:tabs>
          <w:tab w:val="num" w:pos="928"/>
        </w:tabs>
        <w:ind w:left="928" w:hanging="360"/>
      </w:pPr>
      <w:rPr>
        <w:rFonts w:cs="Times New Roman" w:hint="default"/>
      </w:rPr>
    </w:lvl>
  </w:abstractNum>
  <w:abstractNum w:abstractNumId="16">
    <w:nsid w:val="467252BD"/>
    <w:multiLevelType w:val="hybridMultilevel"/>
    <w:tmpl w:val="AC24802C"/>
    <w:lvl w:ilvl="0" w:tplc="8966A43C">
      <w:start w:val="1"/>
      <w:numFmt w:val="upperLetter"/>
      <w:lvlText w:val="%1)"/>
      <w:lvlJc w:val="left"/>
      <w:pPr>
        <w:ind w:left="1287" w:hanging="360"/>
      </w:pPr>
      <w:rPr>
        <w:rFonts w:ascii="Times New Roman" w:eastAsia="Times New Roman" w:hAnsi="Times New Roman" w:cs="Times New Roman"/>
      </w:rPr>
    </w:lvl>
    <w:lvl w:ilvl="1" w:tplc="04090019" w:tentative="1">
      <w:start w:val="1"/>
      <w:numFmt w:val="lowerLetter"/>
      <w:lvlText w:val="%2."/>
      <w:lvlJc w:val="left"/>
      <w:pPr>
        <w:ind w:left="2007" w:hanging="360"/>
      </w:pPr>
      <w:rPr>
        <w:rFonts w:cs="Times New Roman"/>
      </w:rPr>
    </w:lvl>
    <w:lvl w:ilvl="2" w:tplc="0409001B" w:tentative="1">
      <w:start w:val="1"/>
      <w:numFmt w:val="lowerRoman"/>
      <w:lvlText w:val="%3."/>
      <w:lvlJc w:val="right"/>
      <w:pPr>
        <w:ind w:left="2727" w:hanging="180"/>
      </w:pPr>
      <w:rPr>
        <w:rFonts w:cs="Times New Roman"/>
      </w:rPr>
    </w:lvl>
    <w:lvl w:ilvl="3" w:tplc="0409000F" w:tentative="1">
      <w:start w:val="1"/>
      <w:numFmt w:val="decimal"/>
      <w:lvlText w:val="%4."/>
      <w:lvlJc w:val="left"/>
      <w:pPr>
        <w:ind w:left="3447" w:hanging="360"/>
      </w:pPr>
      <w:rPr>
        <w:rFonts w:cs="Times New Roman"/>
      </w:rPr>
    </w:lvl>
    <w:lvl w:ilvl="4" w:tplc="04090019" w:tentative="1">
      <w:start w:val="1"/>
      <w:numFmt w:val="lowerLetter"/>
      <w:lvlText w:val="%5."/>
      <w:lvlJc w:val="left"/>
      <w:pPr>
        <w:ind w:left="4167" w:hanging="360"/>
      </w:pPr>
      <w:rPr>
        <w:rFonts w:cs="Times New Roman"/>
      </w:rPr>
    </w:lvl>
    <w:lvl w:ilvl="5" w:tplc="0409001B" w:tentative="1">
      <w:start w:val="1"/>
      <w:numFmt w:val="lowerRoman"/>
      <w:lvlText w:val="%6."/>
      <w:lvlJc w:val="right"/>
      <w:pPr>
        <w:ind w:left="4887" w:hanging="180"/>
      </w:pPr>
      <w:rPr>
        <w:rFonts w:cs="Times New Roman"/>
      </w:rPr>
    </w:lvl>
    <w:lvl w:ilvl="6" w:tplc="0409000F" w:tentative="1">
      <w:start w:val="1"/>
      <w:numFmt w:val="decimal"/>
      <w:lvlText w:val="%7."/>
      <w:lvlJc w:val="left"/>
      <w:pPr>
        <w:ind w:left="5607" w:hanging="360"/>
      </w:pPr>
      <w:rPr>
        <w:rFonts w:cs="Times New Roman"/>
      </w:rPr>
    </w:lvl>
    <w:lvl w:ilvl="7" w:tplc="04090019" w:tentative="1">
      <w:start w:val="1"/>
      <w:numFmt w:val="lowerLetter"/>
      <w:lvlText w:val="%8."/>
      <w:lvlJc w:val="left"/>
      <w:pPr>
        <w:ind w:left="6327" w:hanging="360"/>
      </w:pPr>
      <w:rPr>
        <w:rFonts w:cs="Times New Roman"/>
      </w:rPr>
    </w:lvl>
    <w:lvl w:ilvl="8" w:tplc="0409001B" w:tentative="1">
      <w:start w:val="1"/>
      <w:numFmt w:val="lowerRoman"/>
      <w:lvlText w:val="%9."/>
      <w:lvlJc w:val="right"/>
      <w:pPr>
        <w:ind w:left="7047" w:hanging="180"/>
      </w:pPr>
      <w:rPr>
        <w:rFonts w:cs="Times New Roman"/>
      </w:rPr>
    </w:lvl>
  </w:abstractNum>
  <w:abstractNum w:abstractNumId="17">
    <w:nsid w:val="470F404C"/>
    <w:multiLevelType w:val="hybridMultilevel"/>
    <w:tmpl w:val="896C66EA"/>
    <w:lvl w:ilvl="0" w:tplc="A3CC4EA6">
      <w:start w:val="1"/>
      <w:numFmt w:val="decimal"/>
      <w:lvlText w:val="%1."/>
      <w:lvlJc w:val="left"/>
      <w:pPr>
        <w:ind w:left="750" w:hanging="39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497B26B9"/>
    <w:multiLevelType w:val="hybridMultilevel"/>
    <w:tmpl w:val="C4743210"/>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4AE62506"/>
    <w:multiLevelType w:val="hybridMultilevel"/>
    <w:tmpl w:val="14EE32CC"/>
    <w:lvl w:ilvl="0" w:tplc="0419000F">
      <w:start w:val="1"/>
      <w:numFmt w:val="decimal"/>
      <w:lvlText w:val="%1."/>
      <w:lvlJc w:val="left"/>
      <w:pPr>
        <w:ind w:left="1407" w:hanging="84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0">
    <w:nsid w:val="4EEA3FFA"/>
    <w:multiLevelType w:val="hybridMultilevel"/>
    <w:tmpl w:val="515E0BC2"/>
    <w:lvl w:ilvl="0" w:tplc="BD3AE2E6">
      <w:start w:val="1"/>
      <w:numFmt w:val="decimal"/>
      <w:lvlText w:val="%1."/>
      <w:lvlJc w:val="left"/>
      <w:pPr>
        <w:tabs>
          <w:tab w:val="num" w:pos="982"/>
        </w:tabs>
        <w:ind w:left="982" w:hanging="360"/>
      </w:pPr>
      <w:rPr>
        <w:rFonts w:cs="Times New Roman" w:hint="default"/>
      </w:rPr>
    </w:lvl>
    <w:lvl w:ilvl="1" w:tplc="04190019" w:tentative="1">
      <w:start w:val="1"/>
      <w:numFmt w:val="lowerLetter"/>
      <w:lvlText w:val="%2."/>
      <w:lvlJc w:val="left"/>
      <w:pPr>
        <w:tabs>
          <w:tab w:val="num" w:pos="1702"/>
        </w:tabs>
        <w:ind w:left="1702" w:hanging="360"/>
      </w:pPr>
      <w:rPr>
        <w:rFonts w:cs="Times New Roman"/>
      </w:rPr>
    </w:lvl>
    <w:lvl w:ilvl="2" w:tplc="0419001B" w:tentative="1">
      <w:start w:val="1"/>
      <w:numFmt w:val="lowerRoman"/>
      <w:lvlText w:val="%3."/>
      <w:lvlJc w:val="right"/>
      <w:pPr>
        <w:tabs>
          <w:tab w:val="num" w:pos="2422"/>
        </w:tabs>
        <w:ind w:left="2422" w:hanging="180"/>
      </w:pPr>
      <w:rPr>
        <w:rFonts w:cs="Times New Roman"/>
      </w:rPr>
    </w:lvl>
    <w:lvl w:ilvl="3" w:tplc="0419000F" w:tentative="1">
      <w:start w:val="1"/>
      <w:numFmt w:val="decimal"/>
      <w:lvlText w:val="%4."/>
      <w:lvlJc w:val="left"/>
      <w:pPr>
        <w:tabs>
          <w:tab w:val="num" w:pos="3142"/>
        </w:tabs>
        <w:ind w:left="3142" w:hanging="360"/>
      </w:pPr>
      <w:rPr>
        <w:rFonts w:cs="Times New Roman"/>
      </w:rPr>
    </w:lvl>
    <w:lvl w:ilvl="4" w:tplc="04190019" w:tentative="1">
      <w:start w:val="1"/>
      <w:numFmt w:val="lowerLetter"/>
      <w:lvlText w:val="%5."/>
      <w:lvlJc w:val="left"/>
      <w:pPr>
        <w:tabs>
          <w:tab w:val="num" w:pos="3862"/>
        </w:tabs>
        <w:ind w:left="3862" w:hanging="360"/>
      </w:pPr>
      <w:rPr>
        <w:rFonts w:cs="Times New Roman"/>
      </w:rPr>
    </w:lvl>
    <w:lvl w:ilvl="5" w:tplc="0419001B" w:tentative="1">
      <w:start w:val="1"/>
      <w:numFmt w:val="lowerRoman"/>
      <w:lvlText w:val="%6."/>
      <w:lvlJc w:val="right"/>
      <w:pPr>
        <w:tabs>
          <w:tab w:val="num" w:pos="4582"/>
        </w:tabs>
        <w:ind w:left="4582" w:hanging="180"/>
      </w:pPr>
      <w:rPr>
        <w:rFonts w:cs="Times New Roman"/>
      </w:rPr>
    </w:lvl>
    <w:lvl w:ilvl="6" w:tplc="0419000F" w:tentative="1">
      <w:start w:val="1"/>
      <w:numFmt w:val="decimal"/>
      <w:lvlText w:val="%7."/>
      <w:lvlJc w:val="left"/>
      <w:pPr>
        <w:tabs>
          <w:tab w:val="num" w:pos="5302"/>
        </w:tabs>
        <w:ind w:left="5302" w:hanging="360"/>
      </w:pPr>
      <w:rPr>
        <w:rFonts w:cs="Times New Roman"/>
      </w:rPr>
    </w:lvl>
    <w:lvl w:ilvl="7" w:tplc="04190019" w:tentative="1">
      <w:start w:val="1"/>
      <w:numFmt w:val="lowerLetter"/>
      <w:lvlText w:val="%8."/>
      <w:lvlJc w:val="left"/>
      <w:pPr>
        <w:tabs>
          <w:tab w:val="num" w:pos="6022"/>
        </w:tabs>
        <w:ind w:left="6022" w:hanging="360"/>
      </w:pPr>
      <w:rPr>
        <w:rFonts w:cs="Times New Roman"/>
      </w:rPr>
    </w:lvl>
    <w:lvl w:ilvl="8" w:tplc="0419001B" w:tentative="1">
      <w:start w:val="1"/>
      <w:numFmt w:val="lowerRoman"/>
      <w:lvlText w:val="%9."/>
      <w:lvlJc w:val="right"/>
      <w:pPr>
        <w:tabs>
          <w:tab w:val="num" w:pos="6742"/>
        </w:tabs>
        <w:ind w:left="6742" w:hanging="180"/>
      </w:pPr>
      <w:rPr>
        <w:rFonts w:cs="Times New Roman"/>
      </w:rPr>
    </w:lvl>
  </w:abstractNum>
  <w:abstractNum w:abstractNumId="21">
    <w:nsid w:val="4F331F24"/>
    <w:multiLevelType w:val="hybridMultilevel"/>
    <w:tmpl w:val="FCAE2AFC"/>
    <w:lvl w:ilvl="0" w:tplc="83060E6E">
      <w:start w:val="1"/>
      <w:numFmt w:val="upperLetter"/>
      <w:lvlText w:val="%1)"/>
      <w:lvlJc w:val="left"/>
      <w:pPr>
        <w:ind w:left="1647" w:hanging="360"/>
      </w:pPr>
      <w:rPr>
        <w:rFonts w:ascii="Arial" w:hAnsi="Arial" w:cs="Arial" w:hint="default"/>
      </w:rPr>
    </w:lvl>
    <w:lvl w:ilvl="1" w:tplc="04090019" w:tentative="1">
      <w:start w:val="1"/>
      <w:numFmt w:val="lowerLetter"/>
      <w:lvlText w:val="%2."/>
      <w:lvlJc w:val="left"/>
      <w:pPr>
        <w:ind w:left="2367" w:hanging="360"/>
      </w:pPr>
      <w:rPr>
        <w:rFonts w:cs="Times New Roman"/>
      </w:rPr>
    </w:lvl>
    <w:lvl w:ilvl="2" w:tplc="0409001B" w:tentative="1">
      <w:start w:val="1"/>
      <w:numFmt w:val="lowerRoman"/>
      <w:lvlText w:val="%3."/>
      <w:lvlJc w:val="right"/>
      <w:pPr>
        <w:ind w:left="3087" w:hanging="180"/>
      </w:pPr>
      <w:rPr>
        <w:rFonts w:cs="Times New Roman"/>
      </w:rPr>
    </w:lvl>
    <w:lvl w:ilvl="3" w:tplc="0409000F" w:tentative="1">
      <w:start w:val="1"/>
      <w:numFmt w:val="decimal"/>
      <w:lvlText w:val="%4."/>
      <w:lvlJc w:val="left"/>
      <w:pPr>
        <w:ind w:left="3807" w:hanging="360"/>
      </w:pPr>
      <w:rPr>
        <w:rFonts w:cs="Times New Roman"/>
      </w:rPr>
    </w:lvl>
    <w:lvl w:ilvl="4" w:tplc="04090019" w:tentative="1">
      <w:start w:val="1"/>
      <w:numFmt w:val="lowerLetter"/>
      <w:lvlText w:val="%5."/>
      <w:lvlJc w:val="left"/>
      <w:pPr>
        <w:ind w:left="4527" w:hanging="360"/>
      </w:pPr>
      <w:rPr>
        <w:rFonts w:cs="Times New Roman"/>
      </w:rPr>
    </w:lvl>
    <w:lvl w:ilvl="5" w:tplc="0409001B" w:tentative="1">
      <w:start w:val="1"/>
      <w:numFmt w:val="lowerRoman"/>
      <w:lvlText w:val="%6."/>
      <w:lvlJc w:val="right"/>
      <w:pPr>
        <w:ind w:left="5247" w:hanging="180"/>
      </w:pPr>
      <w:rPr>
        <w:rFonts w:cs="Times New Roman"/>
      </w:rPr>
    </w:lvl>
    <w:lvl w:ilvl="6" w:tplc="0409000F" w:tentative="1">
      <w:start w:val="1"/>
      <w:numFmt w:val="decimal"/>
      <w:lvlText w:val="%7."/>
      <w:lvlJc w:val="left"/>
      <w:pPr>
        <w:ind w:left="5967" w:hanging="360"/>
      </w:pPr>
      <w:rPr>
        <w:rFonts w:cs="Times New Roman"/>
      </w:rPr>
    </w:lvl>
    <w:lvl w:ilvl="7" w:tplc="04090019" w:tentative="1">
      <w:start w:val="1"/>
      <w:numFmt w:val="lowerLetter"/>
      <w:lvlText w:val="%8."/>
      <w:lvlJc w:val="left"/>
      <w:pPr>
        <w:ind w:left="6687" w:hanging="360"/>
      </w:pPr>
      <w:rPr>
        <w:rFonts w:cs="Times New Roman"/>
      </w:rPr>
    </w:lvl>
    <w:lvl w:ilvl="8" w:tplc="0409001B" w:tentative="1">
      <w:start w:val="1"/>
      <w:numFmt w:val="lowerRoman"/>
      <w:lvlText w:val="%9."/>
      <w:lvlJc w:val="right"/>
      <w:pPr>
        <w:ind w:left="7407" w:hanging="180"/>
      </w:pPr>
      <w:rPr>
        <w:rFonts w:cs="Times New Roman"/>
      </w:rPr>
    </w:lvl>
  </w:abstractNum>
  <w:abstractNum w:abstractNumId="22">
    <w:nsid w:val="52E97A85"/>
    <w:multiLevelType w:val="hybridMultilevel"/>
    <w:tmpl w:val="24568376"/>
    <w:lvl w:ilvl="0" w:tplc="72D8630C">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3">
    <w:nsid w:val="543E1967"/>
    <w:multiLevelType w:val="hybridMultilevel"/>
    <w:tmpl w:val="5D6C73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55530EAD"/>
    <w:multiLevelType w:val="hybridMultilevel"/>
    <w:tmpl w:val="FC62EB54"/>
    <w:lvl w:ilvl="0" w:tplc="689222D0">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5">
    <w:nsid w:val="59AF68EC"/>
    <w:multiLevelType w:val="hybridMultilevel"/>
    <w:tmpl w:val="1E726C6C"/>
    <w:lvl w:ilvl="0" w:tplc="A3D4904C">
      <w:start w:val="1"/>
      <w:numFmt w:val="decimal"/>
      <w:lvlText w:val="%1)"/>
      <w:lvlJc w:val="left"/>
      <w:pPr>
        <w:tabs>
          <w:tab w:val="num" w:pos="1065"/>
        </w:tabs>
        <w:ind w:left="106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6">
    <w:nsid w:val="606269E5"/>
    <w:multiLevelType w:val="hybridMultilevel"/>
    <w:tmpl w:val="07A48286"/>
    <w:lvl w:ilvl="0" w:tplc="AE6261A0">
      <w:start w:val="1"/>
      <w:numFmt w:val="decimal"/>
      <w:lvlText w:val="%1)"/>
      <w:lvlJc w:val="left"/>
      <w:pPr>
        <w:tabs>
          <w:tab w:val="num" w:pos="1065"/>
        </w:tabs>
        <w:ind w:left="106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7">
    <w:nsid w:val="617E648B"/>
    <w:multiLevelType w:val="hybridMultilevel"/>
    <w:tmpl w:val="5DD0780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nsid w:val="61A1260D"/>
    <w:multiLevelType w:val="hybridMultilevel"/>
    <w:tmpl w:val="F33603DC"/>
    <w:lvl w:ilvl="0" w:tplc="576E7C74">
      <w:start w:val="1"/>
      <w:numFmt w:val="lowerLetter"/>
      <w:lvlText w:val="%1)"/>
      <w:lvlJc w:val="left"/>
      <w:pPr>
        <w:ind w:left="927" w:hanging="360"/>
      </w:pPr>
      <w:rPr>
        <w:rFonts w:ascii="Calibri" w:hAnsi="Calibri"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29">
    <w:nsid w:val="625C3F73"/>
    <w:multiLevelType w:val="hybridMultilevel"/>
    <w:tmpl w:val="0AE08BB2"/>
    <w:lvl w:ilvl="0" w:tplc="0409000F">
      <w:start w:val="5"/>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nsid w:val="63464DB4"/>
    <w:multiLevelType w:val="hybridMultilevel"/>
    <w:tmpl w:val="DB7EFB0C"/>
    <w:lvl w:ilvl="0" w:tplc="2D00A6D6">
      <w:start w:val="1"/>
      <w:numFmt w:val="decimal"/>
      <w:lvlText w:val="%1)"/>
      <w:lvlJc w:val="left"/>
      <w:pPr>
        <w:tabs>
          <w:tab w:val="num" w:pos="1170"/>
        </w:tabs>
        <w:ind w:left="1170" w:hanging="360"/>
      </w:pPr>
      <w:rPr>
        <w:rFonts w:cs="Times New Roman" w:hint="default"/>
      </w:rPr>
    </w:lvl>
    <w:lvl w:ilvl="1" w:tplc="04190019" w:tentative="1">
      <w:start w:val="1"/>
      <w:numFmt w:val="lowerLetter"/>
      <w:lvlText w:val="%2."/>
      <w:lvlJc w:val="left"/>
      <w:pPr>
        <w:tabs>
          <w:tab w:val="num" w:pos="1890"/>
        </w:tabs>
        <w:ind w:left="1890" w:hanging="360"/>
      </w:pPr>
      <w:rPr>
        <w:rFonts w:cs="Times New Roman"/>
      </w:rPr>
    </w:lvl>
    <w:lvl w:ilvl="2" w:tplc="0419001B" w:tentative="1">
      <w:start w:val="1"/>
      <w:numFmt w:val="lowerRoman"/>
      <w:lvlText w:val="%3."/>
      <w:lvlJc w:val="right"/>
      <w:pPr>
        <w:tabs>
          <w:tab w:val="num" w:pos="2610"/>
        </w:tabs>
        <w:ind w:left="2610" w:hanging="180"/>
      </w:pPr>
      <w:rPr>
        <w:rFonts w:cs="Times New Roman"/>
      </w:rPr>
    </w:lvl>
    <w:lvl w:ilvl="3" w:tplc="0419000F" w:tentative="1">
      <w:start w:val="1"/>
      <w:numFmt w:val="decimal"/>
      <w:lvlText w:val="%4."/>
      <w:lvlJc w:val="left"/>
      <w:pPr>
        <w:tabs>
          <w:tab w:val="num" w:pos="3330"/>
        </w:tabs>
        <w:ind w:left="3330" w:hanging="360"/>
      </w:pPr>
      <w:rPr>
        <w:rFonts w:cs="Times New Roman"/>
      </w:rPr>
    </w:lvl>
    <w:lvl w:ilvl="4" w:tplc="04190019" w:tentative="1">
      <w:start w:val="1"/>
      <w:numFmt w:val="lowerLetter"/>
      <w:lvlText w:val="%5."/>
      <w:lvlJc w:val="left"/>
      <w:pPr>
        <w:tabs>
          <w:tab w:val="num" w:pos="4050"/>
        </w:tabs>
        <w:ind w:left="4050" w:hanging="360"/>
      </w:pPr>
      <w:rPr>
        <w:rFonts w:cs="Times New Roman"/>
      </w:rPr>
    </w:lvl>
    <w:lvl w:ilvl="5" w:tplc="0419001B" w:tentative="1">
      <w:start w:val="1"/>
      <w:numFmt w:val="lowerRoman"/>
      <w:lvlText w:val="%6."/>
      <w:lvlJc w:val="right"/>
      <w:pPr>
        <w:tabs>
          <w:tab w:val="num" w:pos="4770"/>
        </w:tabs>
        <w:ind w:left="4770" w:hanging="180"/>
      </w:pPr>
      <w:rPr>
        <w:rFonts w:cs="Times New Roman"/>
      </w:rPr>
    </w:lvl>
    <w:lvl w:ilvl="6" w:tplc="0419000F" w:tentative="1">
      <w:start w:val="1"/>
      <w:numFmt w:val="decimal"/>
      <w:lvlText w:val="%7."/>
      <w:lvlJc w:val="left"/>
      <w:pPr>
        <w:tabs>
          <w:tab w:val="num" w:pos="5490"/>
        </w:tabs>
        <w:ind w:left="5490" w:hanging="360"/>
      </w:pPr>
      <w:rPr>
        <w:rFonts w:cs="Times New Roman"/>
      </w:rPr>
    </w:lvl>
    <w:lvl w:ilvl="7" w:tplc="04190019" w:tentative="1">
      <w:start w:val="1"/>
      <w:numFmt w:val="lowerLetter"/>
      <w:lvlText w:val="%8."/>
      <w:lvlJc w:val="left"/>
      <w:pPr>
        <w:tabs>
          <w:tab w:val="num" w:pos="6210"/>
        </w:tabs>
        <w:ind w:left="6210" w:hanging="360"/>
      </w:pPr>
      <w:rPr>
        <w:rFonts w:cs="Times New Roman"/>
      </w:rPr>
    </w:lvl>
    <w:lvl w:ilvl="8" w:tplc="0419001B" w:tentative="1">
      <w:start w:val="1"/>
      <w:numFmt w:val="lowerRoman"/>
      <w:lvlText w:val="%9."/>
      <w:lvlJc w:val="right"/>
      <w:pPr>
        <w:tabs>
          <w:tab w:val="num" w:pos="6930"/>
        </w:tabs>
        <w:ind w:left="6930" w:hanging="180"/>
      </w:pPr>
      <w:rPr>
        <w:rFonts w:cs="Times New Roman"/>
      </w:rPr>
    </w:lvl>
  </w:abstractNum>
  <w:abstractNum w:abstractNumId="31">
    <w:nsid w:val="65DF6940"/>
    <w:multiLevelType w:val="hybridMultilevel"/>
    <w:tmpl w:val="ED40310A"/>
    <w:lvl w:ilvl="0" w:tplc="AD8EAFE2">
      <w:start w:val="1"/>
      <w:numFmt w:val="decimal"/>
      <w:lvlText w:val="%1)"/>
      <w:lvlJc w:val="left"/>
      <w:pPr>
        <w:tabs>
          <w:tab w:val="num" w:pos="885"/>
        </w:tabs>
        <w:ind w:left="885" w:hanging="465"/>
      </w:pPr>
      <w:rPr>
        <w:rFonts w:cs="Times New Roman" w:hint="default"/>
      </w:rPr>
    </w:lvl>
    <w:lvl w:ilvl="1" w:tplc="04190019" w:tentative="1">
      <w:start w:val="1"/>
      <w:numFmt w:val="lowerLetter"/>
      <w:lvlText w:val="%2."/>
      <w:lvlJc w:val="left"/>
      <w:pPr>
        <w:tabs>
          <w:tab w:val="num" w:pos="1500"/>
        </w:tabs>
        <w:ind w:left="1500" w:hanging="360"/>
      </w:pPr>
      <w:rPr>
        <w:rFonts w:cs="Times New Roman"/>
      </w:rPr>
    </w:lvl>
    <w:lvl w:ilvl="2" w:tplc="0419001B" w:tentative="1">
      <w:start w:val="1"/>
      <w:numFmt w:val="lowerRoman"/>
      <w:lvlText w:val="%3."/>
      <w:lvlJc w:val="right"/>
      <w:pPr>
        <w:tabs>
          <w:tab w:val="num" w:pos="2220"/>
        </w:tabs>
        <w:ind w:left="2220" w:hanging="180"/>
      </w:pPr>
      <w:rPr>
        <w:rFonts w:cs="Times New Roman"/>
      </w:rPr>
    </w:lvl>
    <w:lvl w:ilvl="3" w:tplc="0419000F" w:tentative="1">
      <w:start w:val="1"/>
      <w:numFmt w:val="decimal"/>
      <w:lvlText w:val="%4."/>
      <w:lvlJc w:val="left"/>
      <w:pPr>
        <w:tabs>
          <w:tab w:val="num" w:pos="2940"/>
        </w:tabs>
        <w:ind w:left="2940" w:hanging="360"/>
      </w:pPr>
      <w:rPr>
        <w:rFonts w:cs="Times New Roman"/>
      </w:rPr>
    </w:lvl>
    <w:lvl w:ilvl="4" w:tplc="04190019" w:tentative="1">
      <w:start w:val="1"/>
      <w:numFmt w:val="lowerLetter"/>
      <w:lvlText w:val="%5."/>
      <w:lvlJc w:val="left"/>
      <w:pPr>
        <w:tabs>
          <w:tab w:val="num" w:pos="3660"/>
        </w:tabs>
        <w:ind w:left="3660" w:hanging="360"/>
      </w:pPr>
      <w:rPr>
        <w:rFonts w:cs="Times New Roman"/>
      </w:rPr>
    </w:lvl>
    <w:lvl w:ilvl="5" w:tplc="0419001B" w:tentative="1">
      <w:start w:val="1"/>
      <w:numFmt w:val="lowerRoman"/>
      <w:lvlText w:val="%6."/>
      <w:lvlJc w:val="right"/>
      <w:pPr>
        <w:tabs>
          <w:tab w:val="num" w:pos="4380"/>
        </w:tabs>
        <w:ind w:left="4380" w:hanging="180"/>
      </w:pPr>
      <w:rPr>
        <w:rFonts w:cs="Times New Roman"/>
      </w:rPr>
    </w:lvl>
    <w:lvl w:ilvl="6" w:tplc="0419000F" w:tentative="1">
      <w:start w:val="1"/>
      <w:numFmt w:val="decimal"/>
      <w:lvlText w:val="%7."/>
      <w:lvlJc w:val="left"/>
      <w:pPr>
        <w:tabs>
          <w:tab w:val="num" w:pos="5100"/>
        </w:tabs>
        <w:ind w:left="5100" w:hanging="360"/>
      </w:pPr>
      <w:rPr>
        <w:rFonts w:cs="Times New Roman"/>
      </w:rPr>
    </w:lvl>
    <w:lvl w:ilvl="7" w:tplc="04190019" w:tentative="1">
      <w:start w:val="1"/>
      <w:numFmt w:val="lowerLetter"/>
      <w:lvlText w:val="%8."/>
      <w:lvlJc w:val="left"/>
      <w:pPr>
        <w:tabs>
          <w:tab w:val="num" w:pos="5820"/>
        </w:tabs>
        <w:ind w:left="5820" w:hanging="360"/>
      </w:pPr>
      <w:rPr>
        <w:rFonts w:cs="Times New Roman"/>
      </w:rPr>
    </w:lvl>
    <w:lvl w:ilvl="8" w:tplc="0419001B" w:tentative="1">
      <w:start w:val="1"/>
      <w:numFmt w:val="lowerRoman"/>
      <w:lvlText w:val="%9."/>
      <w:lvlJc w:val="right"/>
      <w:pPr>
        <w:tabs>
          <w:tab w:val="num" w:pos="6540"/>
        </w:tabs>
        <w:ind w:left="6540" w:hanging="180"/>
      </w:pPr>
      <w:rPr>
        <w:rFonts w:cs="Times New Roman"/>
      </w:rPr>
    </w:lvl>
  </w:abstractNum>
  <w:abstractNum w:abstractNumId="32">
    <w:nsid w:val="68683DE1"/>
    <w:multiLevelType w:val="hybridMultilevel"/>
    <w:tmpl w:val="35D475EC"/>
    <w:lvl w:ilvl="0" w:tplc="5D50466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3">
    <w:nsid w:val="6972150D"/>
    <w:multiLevelType w:val="hybridMultilevel"/>
    <w:tmpl w:val="210E873E"/>
    <w:lvl w:ilvl="0" w:tplc="7FC62ED6">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34">
    <w:nsid w:val="729C2DB6"/>
    <w:multiLevelType w:val="hybridMultilevel"/>
    <w:tmpl w:val="E49A6B30"/>
    <w:lvl w:ilvl="0" w:tplc="D512BAF6">
      <w:start w:val="4"/>
      <w:numFmt w:val="upperLetter"/>
      <w:lvlText w:val="%1)"/>
      <w:lvlJc w:val="left"/>
      <w:pPr>
        <w:ind w:left="1002" w:hanging="435"/>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35">
    <w:nsid w:val="75CA0B2F"/>
    <w:multiLevelType w:val="hybridMultilevel"/>
    <w:tmpl w:val="1DE8D130"/>
    <w:lvl w:ilvl="0" w:tplc="54603DFA">
      <w:start w:val="4"/>
      <w:numFmt w:val="upperLetter"/>
      <w:lvlText w:val="%1)"/>
      <w:lvlJc w:val="left"/>
      <w:pPr>
        <w:ind w:left="1362" w:hanging="435"/>
      </w:pPr>
      <w:rPr>
        <w:rFonts w:cs="Times New Roman" w:hint="default"/>
      </w:rPr>
    </w:lvl>
    <w:lvl w:ilvl="1" w:tplc="04090019" w:tentative="1">
      <w:start w:val="1"/>
      <w:numFmt w:val="lowerLetter"/>
      <w:lvlText w:val="%2."/>
      <w:lvlJc w:val="left"/>
      <w:pPr>
        <w:ind w:left="2007" w:hanging="360"/>
      </w:pPr>
      <w:rPr>
        <w:rFonts w:cs="Times New Roman"/>
      </w:rPr>
    </w:lvl>
    <w:lvl w:ilvl="2" w:tplc="0409001B" w:tentative="1">
      <w:start w:val="1"/>
      <w:numFmt w:val="lowerRoman"/>
      <w:lvlText w:val="%3."/>
      <w:lvlJc w:val="right"/>
      <w:pPr>
        <w:ind w:left="2727" w:hanging="180"/>
      </w:pPr>
      <w:rPr>
        <w:rFonts w:cs="Times New Roman"/>
      </w:rPr>
    </w:lvl>
    <w:lvl w:ilvl="3" w:tplc="0409000F" w:tentative="1">
      <w:start w:val="1"/>
      <w:numFmt w:val="decimal"/>
      <w:lvlText w:val="%4."/>
      <w:lvlJc w:val="left"/>
      <w:pPr>
        <w:ind w:left="3447" w:hanging="360"/>
      </w:pPr>
      <w:rPr>
        <w:rFonts w:cs="Times New Roman"/>
      </w:rPr>
    </w:lvl>
    <w:lvl w:ilvl="4" w:tplc="04090019" w:tentative="1">
      <w:start w:val="1"/>
      <w:numFmt w:val="lowerLetter"/>
      <w:lvlText w:val="%5."/>
      <w:lvlJc w:val="left"/>
      <w:pPr>
        <w:ind w:left="4167" w:hanging="360"/>
      </w:pPr>
      <w:rPr>
        <w:rFonts w:cs="Times New Roman"/>
      </w:rPr>
    </w:lvl>
    <w:lvl w:ilvl="5" w:tplc="0409001B" w:tentative="1">
      <w:start w:val="1"/>
      <w:numFmt w:val="lowerRoman"/>
      <w:lvlText w:val="%6."/>
      <w:lvlJc w:val="right"/>
      <w:pPr>
        <w:ind w:left="4887" w:hanging="180"/>
      </w:pPr>
      <w:rPr>
        <w:rFonts w:cs="Times New Roman"/>
      </w:rPr>
    </w:lvl>
    <w:lvl w:ilvl="6" w:tplc="0409000F" w:tentative="1">
      <w:start w:val="1"/>
      <w:numFmt w:val="decimal"/>
      <w:lvlText w:val="%7."/>
      <w:lvlJc w:val="left"/>
      <w:pPr>
        <w:ind w:left="5607" w:hanging="360"/>
      </w:pPr>
      <w:rPr>
        <w:rFonts w:cs="Times New Roman"/>
      </w:rPr>
    </w:lvl>
    <w:lvl w:ilvl="7" w:tplc="04090019" w:tentative="1">
      <w:start w:val="1"/>
      <w:numFmt w:val="lowerLetter"/>
      <w:lvlText w:val="%8."/>
      <w:lvlJc w:val="left"/>
      <w:pPr>
        <w:ind w:left="6327" w:hanging="360"/>
      </w:pPr>
      <w:rPr>
        <w:rFonts w:cs="Times New Roman"/>
      </w:rPr>
    </w:lvl>
    <w:lvl w:ilvl="8" w:tplc="0409001B" w:tentative="1">
      <w:start w:val="1"/>
      <w:numFmt w:val="lowerRoman"/>
      <w:lvlText w:val="%9."/>
      <w:lvlJc w:val="right"/>
      <w:pPr>
        <w:ind w:left="7047" w:hanging="180"/>
      </w:pPr>
      <w:rPr>
        <w:rFonts w:cs="Times New Roman"/>
      </w:rPr>
    </w:lvl>
  </w:abstractNum>
  <w:abstractNum w:abstractNumId="36">
    <w:nsid w:val="75F86D7B"/>
    <w:multiLevelType w:val="hybridMultilevel"/>
    <w:tmpl w:val="AF606870"/>
    <w:lvl w:ilvl="0" w:tplc="CB28386A">
      <w:start w:val="4"/>
      <w:numFmt w:val="upperLetter"/>
      <w:lvlText w:val="%1)"/>
      <w:lvlJc w:val="left"/>
      <w:pPr>
        <w:ind w:left="1002" w:hanging="435"/>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37">
    <w:nsid w:val="7ED50A60"/>
    <w:multiLevelType w:val="hybridMultilevel"/>
    <w:tmpl w:val="33FCD940"/>
    <w:lvl w:ilvl="0" w:tplc="ADAC09D2">
      <w:start w:val="1"/>
      <w:numFmt w:val="upperLetter"/>
      <w:lvlText w:val="%1)"/>
      <w:lvlJc w:val="left"/>
      <w:pPr>
        <w:ind w:left="1437" w:hanging="360"/>
      </w:pPr>
      <w:rPr>
        <w:rFonts w:cs="Times New Roman" w:hint="default"/>
      </w:rPr>
    </w:lvl>
    <w:lvl w:ilvl="1" w:tplc="04090019" w:tentative="1">
      <w:start w:val="1"/>
      <w:numFmt w:val="lowerLetter"/>
      <w:lvlText w:val="%2."/>
      <w:lvlJc w:val="left"/>
      <w:pPr>
        <w:ind w:left="2157" w:hanging="360"/>
      </w:pPr>
      <w:rPr>
        <w:rFonts w:cs="Times New Roman"/>
      </w:rPr>
    </w:lvl>
    <w:lvl w:ilvl="2" w:tplc="0409001B" w:tentative="1">
      <w:start w:val="1"/>
      <w:numFmt w:val="lowerRoman"/>
      <w:lvlText w:val="%3."/>
      <w:lvlJc w:val="right"/>
      <w:pPr>
        <w:ind w:left="2877" w:hanging="180"/>
      </w:pPr>
      <w:rPr>
        <w:rFonts w:cs="Times New Roman"/>
      </w:rPr>
    </w:lvl>
    <w:lvl w:ilvl="3" w:tplc="0409000F" w:tentative="1">
      <w:start w:val="1"/>
      <w:numFmt w:val="decimal"/>
      <w:lvlText w:val="%4."/>
      <w:lvlJc w:val="left"/>
      <w:pPr>
        <w:ind w:left="3597" w:hanging="360"/>
      </w:pPr>
      <w:rPr>
        <w:rFonts w:cs="Times New Roman"/>
      </w:rPr>
    </w:lvl>
    <w:lvl w:ilvl="4" w:tplc="04090019" w:tentative="1">
      <w:start w:val="1"/>
      <w:numFmt w:val="lowerLetter"/>
      <w:lvlText w:val="%5."/>
      <w:lvlJc w:val="left"/>
      <w:pPr>
        <w:ind w:left="4317" w:hanging="360"/>
      </w:pPr>
      <w:rPr>
        <w:rFonts w:cs="Times New Roman"/>
      </w:rPr>
    </w:lvl>
    <w:lvl w:ilvl="5" w:tplc="0409001B" w:tentative="1">
      <w:start w:val="1"/>
      <w:numFmt w:val="lowerRoman"/>
      <w:lvlText w:val="%6."/>
      <w:lvlJc w:val="right"/>
      <w:pPr>
        <w:ind w:left="5037" w:hanging="180"/>
      </w:pPr>
      <w:rPr>
        <w:rFonts w:cs="Times New Roman"/>
      </w:rPr>
    </w:lvl>
    <w:lvl w:ilvl="6" w:tplc="0409000F" w:tentative="1">
      <w:start w:val="1"/>
      <w:numFmt w:val="decimal"/>
      <w:lvlText w:val="%7."/>
      <w:lvlJc w:val="left"/>
      <w:pPr>
        <w:ind w:left="5757" w:hanging="360"/>
      </w:pPr>
      <w:rPr>
        <w:rFonts w:cs="Times New Roman"/>
      </w:rPr>
    </w:lvl>
    <w:lvl w:ilvl="7" w:tplc="04090019" w:tentative="1">
      <w:start w:val="1"/>
      <w:numFmt w:val="lowerLetter"/>
      <w:lvlText w:val="%8."/>
      <w:lvlJc w:val="left"/>
      <w:pPr>
        <w:ind w:left="6477" w:hanging="360"/>
      </w:pPr>
      <w:rPr>
        <w:rFonts w:cs="Times New Roman"/>
      </w:rPr>
    </w:lvl>
    <w:lvl w:ilvl="8" w:tplc="0409001B" w:tentative="1">
      <w:start w:val="1"/>
      <w:numFmt w:val="lowerRoman"/>
      <w:lvlText w:val="%9."/>
      <w:lvlJc w:val="right"/>
      <w:pPr>
        <w:ind w:left="7197" w:hanging="180"/>
      </w:pPr>
      <w:rPr>
        <w:rFonts w:cs="Times New Roman"/>
      </w:rPr>
    </w:lvl>
  </w:abstractNum>
  <w:num w:numId="1">
    <w:abstractNumId w:val="2"/>
  </w:num>
  <w:num w:numId="2">
    <w:abstractNumId w:val="15"/>
  </w:num>
  <w:num w:numId="3">
    <w:abstractNumId w:val="24"/>
  </w:num>
  <w:num w:numId="4">
    <w:abstractNumId w:val="7"/>
  </w:num>
  <w:num w:numId="5">
    <w:abstractNumId w:val="22"/>
  </w:num>
  <w:num w:numId="6">
    <w:abstractNumId w:val="31"/>
  </w:num>
  <w:num w:numId="7">
    <w:abstractNumId w:val="8"/>
  </w:num>
  <w:num w:numId="8">
    <w:abstractNumId w:val="30"/>
  </w:num>
  <w:num w:numId="9">
    <w:abstractNumId w:val="28"/>
  </w:num>
  <w:num w:numId="10">
    <w:abstractNumId w:val="33"/>
  </w:num>
  <w:num w:numId="11">
    <w:abstractNumId w:val="16"/>
  </w:num>
  <w:num w:numId="12">
    <w:abstractNumId w:val="6"/>
  </w:num>
  <w:num w:numId="13">
    <w:abstractNumId w:val="37"/>
  </w:num>
  <w:num w:numId="14">
    <w:abstractNumId w:val="13"/>
  </w:num>
  <w:num w:numId="15">
    <w:abstractNumId w:val="21"/>
  </w:num>
  <w:num w:numId="16">
    <w:abstractNumId w:val="32"/>
  </w:num>
  <w:num w:numId="17">
    <w:abstractNumId w:val="4"/>
  </w:num>
  <w:num w:numId="18">
    <w:abstractNumId w:val="19"/>
  </w:num>
  <w:num w:numId="19">
    <w:abstractNumId w:val="11"/>
  </w:num>
  <w:num w:numId="20">
    <w:abstractNumId w:val="36"/>
  </w:num>
  <w:num w:numId="21">
    <w:abstractNumId w:val="35"/>
  </w:num>
  <w:num w:numId="22">
    <w:abstractNumId w:val="34"/>
  </w:num>
  <w:num w:numId="23">
    <w:abstractNumId w:val="3"/>
  </w:num>
  <w:num w:numId="24">
    <w:abstractNumId w:val="27"/>
  </w:num>
  <w:num w:numId="25">
    <w:abstractNumId w:val="12"/>
  </w:num>
  <w:num w:numId="26">
    <w:abstractNumId w:val="10"/>
  </w:num>
  <w:num w:numId="27">
    <w:abstractNumId w:val="29"/>
  </w:num>
  <w:num w:numId="28">
    <w:abstractNumId w:val="5"/>
  </w:num>
  <w:num w:numId="29">
    <w:abstractNumId w:val="18"/>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9"/>
  </w:num>
  <w:num w:numId="3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num>
  <w:num w:numId="36">
    <w:abstractNumId w:val="23"/>
  </w:num>
  <w:num w:numId="37">
    <w:abstractNumId w:val="17"/>
  </w:num>
  <w:num w:numId="38">
    <w:abstractNumId w:val="20"/>
  </w:num>
  <w:num w:numId="3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D1B97"/>
    <w:rsid w:val="00027C6E"/>
    <w:rsid w:val="000327D5"/>
    <w:rsid w:val="000349B0"/>
    <w:rsid w:val="00040A18"/>
    <w:rsid w:val="00053D52"/>
    <w:rsid w:val="000568B3"/>
    <w:rsid w:val="00061959"/>
    <w:rsid w:val="00063CCB"/>
    <w:rsid w:val="00077199"/>
    <w:rsid w:val="000A3436"/>
    <w:rsid w:val="000A4140"/>
    <w:rsid w:val="000B2400"/>
    <w:rsid w:val="000C3294"/>
    <w:rsid w:val="000E752A"/>
    <w:rsid w:val="001037E8"/>
    <w:rsid w:val="001472C2"/>
    <w:rsid w:val="00153934"/>
    <w:rsid w:val="00155A1E"/>
    <w:rsid w:val="00156A3E"/>
    <w:rsid w:val="0018283D"/>
    <w:rsid w:val="001952DD"/>
    <w:rsid w:val="001A69AA"/>
    <w:rsid w:val="001B4169"/>
    <w:rsid w:val="001E14C0"/>
    <w:rsid w:val="001F4050"/>
    <w:rsid w:val="0021705D"/>
    <w:rsid w:val="00220722"/>
    <w:rsid w:val="002231E3"/>
    <w:rsid w:val="00227653"/>
    <w:rsid w:val="002331C1"/>
    <w:rsid w:val="00241C6B"/>
    <w:rsid w:val="00266975"/>
    <w:rsid w:val="00273CAA"/>
    <w:rsid w:val="00280AF5"/>
    <w:rsid w:val="002A73FC"/>
    <w:rsid w:val="002C5E4F"/>
    <w:rsid w:val="00306410"/>
    <w:rsid w:val="003659A9"/>
    <w:rsid w:val="00372FD5"/>
    <w:rsid w:val="00395B3F"/>
    <w:rsid w:val="003A6E52"/>
    <w:rsid w:val="003B0D59"/>
    <w:rsid w:val="003B6F49"/>
    <w:rsid w:val="003B70B3"/>
    <w:rsid w:val="003C0CB8"/>
    <w:rsid w:val="003C4B2B"/>
    <w:rsid w:val="003C59C2"/>
    <w:rsid w:val="003D54B8"/>
    <w:rsid w:val="004057B0"/>
    <w:rsid w:val="00445995"/>
    <w:rsid w:val="004554EB"/>
    <w:rsid w:val="00475AE9"/>
    <w:rsid w:val="00492220"/>
    <w:rsid w:val="004A4924"/>
    <w:rsid w:val="004C40FA"/>
    <w:rsid w:val="004D5E70"/>
    <w:rsid w:val="004E0A49"/>
    <w:rsid w:val="004F08C0"/>
    <w:rsid w:val="004F4E2E"/>
    <w:rsid w:val="004F7EE4"/>
    <w:rsid w:val="00504796"/>
    <w:rsid w:val="005063C1"/>
    <w:rsid w:val="00525AB0"/>
    <w:rsid w:val="00544C07"/>
    <w:rsid w:val="00563694"/>
    <w:rsid w:val="005659B2"/>
    <w:rsid w:val="0057252A"/>
    <w:rsid w:val="00573084"/>
    <w:rsid w:val="00587E18"/>
    <w:rsid w:val="005929F0"/>
    <w:rsid w:val="005A4965"/>
    <w:rsid w:val="005A6675"/>
    <w:rsid w:val="005B76CA"/>
    <w:rsid w:val="005C073C"/>
    <w:rsid w:val="005C17AF"/>
    <w:rsid w:val="006006E3"/>
    <w:rsid w:val="0062331D"/>
    <w:rsid w:val="006330A2"/>
    <w:rsid w:val="00641DF9"/>
    <w:rsid w:val="0067235B"/>
    <w:rsid w:val="006B709E"/>
    <w:rsid w:val="006E5FBF"/>
    <w:rsid w:val="00702E71"/>
    <w:rsid w:val="00743CE6"/>
    <w:rsid w:val="00784F69"/>
    <w:rsid w:val="00797E56"/>
    <w:rsid w:val="007B68FF"/>
    <w:rsid w:val="007E367D"/>
    <w:rsid w:val="0080539A"/>
    <w:rsid w:val="00811CF9"/>
    <w:rsid w:val="00843EB9"/>
    <w:rsid w:val="00854851"/>
    <w:rsid w:val="00863DDE"/>
    <w:rsid w:val="008941AF"/>
    <w:rsid w:val="00896661"/>
    <w:rsid w:val="008A0A18"/>
    <w:rsid w:val="008C006E"/>
    <w:rsid w:val="008C7DCE"/>
    <w:rsid w:val="008E068D"/>
    <w:rsid w:val="008F7B39"/>
    <w:rsid w:val="00905753"/>
    <w:rsid w:val="009075A5"/>
    <w:rsid w:val="00920EEA"/>
    <w:rsid w:val="00951602"/>
    <w:rsid w:val="00986912"/>
    <w:rsid w:val="009D3CE9"/>
    <w:rsid w:val="009E436C"/>
    <w:rsid w:val="00A07B29"/>
    <w:rsid w:val="00A07F47"/>
    <w:rsid w:val="00A2677A"/>
    <w:rsid w:val="00A2739D"/>
    <w:rsid w:val="00A50AF9"/>
    <w:rsid w:val="00A64710"/>
    <w:rsid w:val="00A87FA1"/>
    <w:rsid w:val="00AA0CDD"/>
    <w:rsid w:val="00AE530A"/>
    <w:rsid w:val="00AE58AD"/>
    <w:rsid w:val="00B0023D"/>
    <w:rsid w:val="00B10C6B"/>
    <w:rsid w:val="00B124A0"/>
    <w:rsid w:val="00B563F1"/>
    <w:rsid w:val="00B60124"/>
    <w:rsid w:val="00B65CA5"/>
    <w:rsid w:val="00B70BFA"/>
    <w:rsid w:val="00B80B24"/>
    <w:rsid w:val="00B82F52"/>
    <w:rsid w:val="00B85944"/>
    <w:rsid w:val="00BC610E"/>
    <w:rsid w:val="00BC717B"/>
    <w:rsid w:val="00BE1BB6"/>
    <w:rsid w:val="00BE50FD"/>
    <w:rsid w:val="00C22114"/>
    <w:rsid w:val="00C22C65"/>
    <w:rsid w:val="00C32D9C"/>
    <w:rsid w:val="00C42906"/>
    <w:rsid w:val="00C575B7"/>
    <w:rsid w:val="00C67072"/>
    <w:rsid w:val="00C71956"/>
    <w:rsid w:val="00C75ED7"/>
    <w:rsid w:val="00C84BB2"/>
    <w:rsid w:val="00C94BEB"/>
    <w:rsid w:val="00C96AE8"/>
    <w:rsid w:val="00CB6380"/>
    <w:rsid w:val="00CC42C4"/>
    <w:rsid w:val="00CE4343"/>
    <w:rsid w:val="00CF0110"/>
    <w:rsid w:val="00D2098E"/>
    <w:rsid w:val="00D2205C"/>
    <w:rsid w:val="00D25D7A"/>
    <w:rsid w:val="00D26F02"/>
    <w:rsid w:val="00D472E7"/>
    <w:rsid w:val="00D765B8"/>
    <w:rsid w:val="00D82877"/>
    <w:rsid w:val="00D852A0"/>
    <w:rsid w:val="00D94F89"/>
    <w:rsid w:val="00DD1B97"/>
    <w:rsid w:val="00E759C0"/>
    <w:rsid w:val="00E85D09"/>
    <w:rsid w:val="00E8621D"/>
    <w:rsid w:val="00E927D3"/>
    <w:rsid w:val="00EB7DA0"/>
    <w:rsid w:val="00F1542E"/>
    <w:rsid w:val="00F24F22"/>
    <w:rsid w:val="00F361D9"/>
    <w:rsid w:val="00F369E0"/>
    <w:rsid w:val="00F42E60"/>
    <w:rsid w:val="00F45400"/>
    <w:rsid w:val="00F45786"/>
    <w:rsid w:val="00F47B53"/>
    <w:rsid w:val="00F605DA"/>
    <w:rsid w:val="00F67185"/>
    <w:rsid w:val="00F67542"/>
    <w:rsid w:val="00F71209"/>
    <w:rsid w:val="00F800A1"/>
    <w:rsid w:val="00FB2826"/>
    <w:rsid w:val="00FB5678"/>
    <w:rsid w:val="00FC13A2"/>
    <w:rsid w:val="00FC5C5F"/>
    <w:rsid w:val="00FD6A8C"/>
    <w:rsid w:val="00FE0105"/>
    <w:rsid w:val="00FF270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Tj" w:eastAsia="Calibri" w:hAnsi="Times New Roman Tj"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1B97"/>
    <w:pPr>
      <w:spacing w:after="200" w:line="276" w:lineRule="auto"/>
    </w:pPr>
    <w:rPr>
      <w:rFonts w:ascii="Calibri" w:hAnsi="Calibri"/>
      <w:lang w:eastAsia="en-US"/>
    </w:rPr>
  </w:style>
  <w:style w:type="paragraph" w:styleId="Heading1">
    <w:name w:val="heading 1"/>
    <w:basedOn w:val="Normal"/>
    <w:next w:val="Normal"/>
    <w:link w:val="Heading1Char"/>
    <w:uiPriority w:val="99"/>
    <w:qFormat/>
    <w:rsid w:val="00DD1B97"/>
    <w:pPr>
      <w:keepNext/>
      <w:spacing w:after="0" w:line="240" w:lineRule="auto"/>
      <w:jc w:val="center"/>
      <w:outlineLvl w:val="0"/>
    </w:pPr>
    <w:rPr>
      <w:rFonts w:ascii="Times Tajik Normal" w:eastAsia="Times New Roman" w:hAnsi="Times Tajik Normal"/>
      <w:sz w:val="24"/>
      <w:szCs w:val="20"/>
      <w:lang w:eastAsia="ru-RU"/>
    </w:rPr>
  </w:style>
  <w:style w:type="paragraph" w:styleId="Heading4">
    <w:name w:val="heading 4"/>
    <w:basedOn w:val="Normal"/>
    <w:next w:val="Normal"/>
    <w:link w:val="Heading4Char"/>
    <w:uiPriority w:val="99"/>
    <w:qFormat/>
    <w:rsid w:val="00DD1B97"/>
    <w:pPr>
      <w:keepNext/>
      <w:keepLines/>
      <w:spacing w:before="200" w:after="0"/>
      <w:outlineLvl w:val="3"/>
    </w:pPr>
    <w:rPr>
      <w:rFonts w:ascii="Cambria" w:eastAsia="Times New Roman" w:hAnsi="Cambria"/>
      <w:b/>
      <w:bCs/>
      <w:i/>
      <w:iCs/>
      <w:color w:val="4F81BD"/>
      <w:sz w:val="20"/>
      <w:szCs w:val="20"/>
    </w:rPr>
  </w:style>
  <w:style w:type="paragraph" w:styleId="Heading6">
    <w:name w:val="heading 6"/>
    <w:basedOn w:val="Normal"/>
    <w:next w:val="Normal"/>
    <w:link w:val="Heading6Char"/>
    <w:uiPriority w:val="99"/>
    <w:qFormat/>
    <w:rsid w:val="00DD1B97"/>
    <w:pPr>
      <w:keepNext/>
      <w:keepLines/>
      <w:spacing w:before="200" w:after="0"/>
      <w:outlineLvl w:val="5"/>
    </w:pPr>
    <w:rPr>
      <w:rFonts w:ascii="Cambria" w:eastAsia="Times New Roman" w:hAnsi="Cambria"/>
      <w:i/>
      <w:iCs/>
      <w:color w:val="243F60"/>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D1B97"/>
    <w:rPr>
      <w:rFonts w:ascii="Times Tajik Normal" w:hAnsi="Times Tajik Normal" w:cs="Times New Roman"/>
      <w:sz w:val="20"/>
      <w:szCs w:val="20"/>
      <w:lang w:eastAsia="ru-RU"/>
    </w:rPr>
  </w:style>
  <w:style w:type="character" w:customStyle="1" w:styleId="Heading4Char">
    <w:name w:val="Heading 4 Char"/>
    <w:basedOn w:val="DefaultParagraphFont"/>
    <w:link w:val="Heading4"/>
    <w:uiPriority w:val="99"/>
    <w:locked/>
    <w:rsid w:val="00DD1B97"/>
    <w:rPr>
      <w:rFonts w:ascii="Cambria" w:hAnsi="Cambria" w:cs="Times New Roman"/>
      <w:b/>
      <w:bCs/>
      <w:i/>
      <w:iCs/>
      <w:color w:val="4F81BD"/>
      <w:sz w:val="20"/>
      <w:szCs w:val="20"/>
    </w:rPr>
  </w:style>
  <w:style w:type="character" w:customStyle="1" w:styleId="Heading6Char">
    <w:name w:val="Heading 6 Char"/>
    <w:basedOn w:val="DefaultParagraphFont"/>
    <w:link w:val="Heading6"/>
    <w:uiPriority w:val="99"/>
    <w:locked/>
    <w:rsid w:val="00DD1B97"/>
    <w:rPr>
      <w:rFonts w:ascii="Cambria" w:hAnsi="Cambria" w:cs="Times New Roman"/>
      <w:i/>
      <w:iCs/>
      <w:color w:val="243F60"/>
      <w:sz w:val="20"/>
      <w:szCs w:val="20"/>
    </w:rPr>
  </w:style>
  <w:style w:type="paragraph" w:customStyle="1" w:styleId="1">
    <w:name w:val="Абзац списка1"/>
    <w:basedOn w:val="Normal"/>
    <w:uiPriority w:val="99"/>
    <w:rsid w:val="00DD1B97"/>
    <w:pPr>
      <w:ind w:left="720"/>
      <w:contextualSpacing/>
    </w:pPr>
  </w:style>
  <w:style w:type="paragraph" w:customStyle="1" w:styleId="a">
    <w:name w:val="НУРИЯ"/>
    <w:uiPriority w:val="99"/>
    <w:rsid w:val="00DD1B97"/>
    <w:pPr>
      <w:autoSpaceDE w:val="0"/>
      <w:autoSpaceDN w:val="0"/>
      <w:adjustRightInd w:val="0"/>
      <w:ind w:firstLine="283"/>
      <w:jc w:val="both"/>
    </w:pPr>
    <w:rPr>
      <w:rFonts w:ascii="Arial Tj" w:eastAsia="Times New Roman" w:hAnsi="Arial Tj"/>
      <w:color w:val="000000"/>
      <w:sz w:val="17"/>
      <w:szCs w:val="17"/>
    </w:rPr>
  </w:style>
  <w:style w:type="paragraph" w:styleId="BodyTextIndent3">
    <w:name w:val="Body Text Indent 3"/>
    <w:basedOn w:val="Normal"/>
    <w:link w:val="BodyTextIndent3Char"/>
    <w:uiPriority w:val="99"/>
    <w:rsid w:val="00DD1B97"/>
    <w:pPr>
      <w:autoSpaceDE w:val="0"/>
      <w:autoSpaceDN w:val="0"/>
      <w:adjustRightInd w:val="0"/>
      <w:spacing w:after="0" w:line="240" w:lineRule="auto"/>
      <w:ind w:firstLine="400"/>
      <w:jc w:val="both"/>
    </w:pPr>
    <w:rPr>
      <w:rFonts w:ascii="Times New Roman Tj" w:eastAsia="Times New Roman" w:hAnsi="Times New Roman Tj"/>
      <w:sz w:val="24"/>
      <w:szCs w:val="20"/>
      <w:lang w:eastAsia="ru-RU"/>
    </w:rPr>
  </w:style>
  <w:style w:type="character" w:customStyle="1" w:styleId="BodyTextIndent3Char">
    <w:name w:val="Body Text Indent 3 Char"/>
    <w:basedOn w:val="DefaultParagraphFont"/>
    <w:link w:val="BodyTextIndent3"/>
    <w:uiPriority w:val="99"/>
    <w:locked/>
    <w:rsid w:val="00DD1B97"/>
    <w:rPr>
      <w:rFonts w:eastAsia="Times New Roman" w:cs="Times New Roman"/>
      <w:sz w:val="20"/>
      <w:szCs w:val="20"/>
      <w:lang w:eastAsia="ru-RU"/>
    </w:rPr>
  </w:style>
  <w:style w:type="paragraph" w:styleId="Footer">
    <w:name w:val="footer"/>
    <w:basedOn w:val="Normal"/>
    <w:link w:val="FooterChar"/>
    <w:uiPriority w:val="99"/>
    <w:rsid w:val="00DD1B97"/>
    <w:pPr>
      <w:tabs>
        <w:tab w:val="center" w:pos="4153"/>
        <w:tab w:val="right" w:pos="8306"/>
      </w:tabs>
      <w:spacing w:after="0" w:line="240" w:lineRule="auto"/>
    </w:pPr>
    <w:rPr>
      <w:rFonts w:ascii="Times New Roman" w:eastAsia="Times New Roman" w:hAnsi="Times New Roman"/>
      <w:sz w:val="20"/>
      <w:szCs w:val="20"/>
      <w:lang w:eastAsia="ru-RU"/>
    </w:rPr>
  </w:style>
  <w:style w:type="character" w:customStyle="1" w:styleId="FooterChar">
    <w:name w:val="Footer Char"/>
    <w:basedOn w:val="DefaultParagraphFont"/>
    <w:link w:val="Footer"/>
    <w:uiPriority w:val="99"/>
    <w:locked/>
    <w:rsid w:val="00DD1B97"/>
    <w:rPr>
      <w:rFonts w:ascii="Times New Roman" w:hAnsi="Times New Roman" w:cs="Times New Roman"/>
      <w:sz w:val="20"/>
      <w:szCs w:val="20"/>
      <w:lang w:eastAsia="ru-RU"/>
    </w:rPr>
  </w:style>
  <w:style w:type="character" w:styleId="Hyperlink">
    <w:name w:val="Hyperlink"/>
    <w:basedOn w:val="DefaultParagraphFont"/>
    <w:uiPriority w:val="99"/>
    <w:rsid w:val="00DD1B97"/>
    <w:rPr>
      <w:rFonts w:cs="Times New Roman"/>
      <w:color w:val="0000FF"/>
      <w:u w:val="single"/>
    </w:rPr>
  </w:style>
  <w:style w:type="paragraph" w:styleId="Title">
    <w:name w:val="Title"/>
    <w:basedOn w:val="Normal"/>
    <w:link w:val="TitleChar"/>
    <w:uiPriority w:val="99"/>
    <w:qFormat/>
    <w:rsid w:val="00DD1B97"/>
    <w:pPr>
      <w:spacing w:after="0" w:line="240" w:lineRule="auto"/>
      <w:jc w:val="center"/>
    </w:pPr>
    <w:rPr>
      <w:rFonts w:ascii="Times New Roman Tj" w:eastAsia="Times New Roman" w:hAnsi="Times New Roman Tj"/>
      <w:b/>
      <w:bCs/>
      <w:sz w:val="32"/>
      <w:szCs w:val="24"/>
      <w:lang w:eastAsia="ru-RU"/>
    </w:rPr>
  </w:style>
  <w:style w:type="character" w:customStyle="1" w:styleId="TitleChar">
    <w:name w:val="Title Char"/>
    <w:basedOn w:val="DefaultParagraphFont"/>
    <w:link w:val="Title"/>
    <w:uiPriority w:val="99"/>
    <w:locked/>
    <w:rsid w:val="00DD1B97"/>
    <w:rPr>
      <w:rFonts w:eastAsia="Times New Roman" w:cs="Times New Roman"/>
      <w:b/>
      <w:bCs/>
      <w:sz w:val="24"/>
      <w:szCs w:val="24"/>
      <w:lang w:eastAsia="ru-RU"/>
    </w:rPr>
  </w:style>
  <w:style w:type="character" w:styleId="PageNumber">
    <w:name w:val="page number"/>
    <w:basedOn w:val="DefaultParagraphFont"/>
    <w:uiPriority w:val="99"/>
    <w:rsid w:val="00DD1B97"/>
    <w:rPr>
      <w:rFonts w:cs="Times New Roman"/>
    </w:rPr>
  </w:style>
  <w:style w:type="paragraph" w:styleId="Header">
    <w:name w:val="header"/>
    <w:basedOn w:val="Normal"/>
    <w:link w:val="HeaderChar"/>
    <w:uiPriority w:val="99"/>
    <w:rsid w:val="00DD1B97"/>
    <w:pPr>
      <w:tabs>
        <w:tab w:val="center" w:pos="4677"/>
        <w:tab w:val="right" w:pos="9355"/>
      </w:tabs>
    </w:pPr>
  </w:style>
  <w:style w:type="character" w:customStyle="1" w:styleId="HeaderChar">
    <w:name w:val="Header Char"/>
    <w:basedOn w:val="DefaultParagraphFont"/>
    <w:link w:val="Header"/>
    <w:uiPriority w:val="99"/>
    <w:locked/>
    <w:rsid w:val="00DD1B97"/>
    <w:rPr>
      <w:rFonts w:ascii="Calibri" w:hAnsi="Calibri" w:cs="Times New Roman"/>
      <w:sz w:val="22"/>
    </w:rPr>
  </w:style>
  <w:style w:type="paragraph" w:styleId="ListParagraph">
    <w:name w:val="List Paragraph"/>
    <w:basedOn w:val="Normal"/>
    <w:uiPriority w:val="99"/>
    <w:qFormat/>
    <w:rsid w:val="00DD1B97"/>
    <w:pPr>
      <w:ind w:left="720"/>
      <w:contextualSpacing/>
    </w:pPr>
    <w:rPr>
      <w:lang w:val="en-US"/>
    </w:rPr>
  </w:style>
  <w:style w:type="character" w:customStyle="1" w:styleId="FootnoteTextChar">
    <w:name w:val="Footnote Text Char"/>
    <w:aliases w:val="Текст сноски Знак Знак Char,Текст сноски Знак1 Знак Знак Char,Текст сноски Знак Знак Знак Знак Char,Текст сноски Знак1 Знак Знак Знак Знак Char,Текст сноски Знак Знак Знак Знак Знак Знак Char"/>
    <w:link w:val="FootnoteText"/>
    <w:uiPriority w:val="99"/>
    <w:locked/>
    <w:rsid w:val="00DD1B97"/>
    <w:rPr>
      <w:rFonts w:eastAsia="Times New Roman"/>
      <w:lang w:eastAsia="ru-RU"/>
    </w:rPr>
  </w:style>
  <w:style w:type="paragraph" w:styleId="FootnoteText">
    <w:name w:val="footnote text"/>
    <w:aliases w:val="Текст сноски Знак Знак,Текст сноски Знак1 Знак Знак,Текст сноски Знак Знак Знак Знак,Текст сноски Знак1 Знак Знак Знак Знак,Текст сноски Знак Знак Знак Знак Знак Знак"/>
    <w:basedOn w:val="Normal"/>
    <w:link w:val="FootnoteTextChar1"/>
    <w:uiPriority w:val="99"/>
    <w:rsid w:val="00DD1B97"/>
    <w:pPr>
      <w:spacing w:after="0" w:line="240" w:lineRule="auto"/>
    </w:pPr>
    <w:rPr>
      <w:rFonts w:ascii="Times New Roman Tj" w:eastAsia="Times New Roman" w:hAnsi="Times New Roman Tj"/>
      <w:sz w:val="20"/>
      <w:szCs w:val="20"/>
      <w:lang w:eastAsia="ru-RU"/>
    </w:rPr>
  </w:style>
  <w:style w:type="character" w:customStyle="1" w:styleId="FootnoteTextChar1">
    <w:name w:val="Footnote Text Char1"/>
    <w:aliases w:val="Текст сноски Знак Знак Char1,Текст сноски Знак1 Знак Знак Char1,Текст сноски Знак Знак Знак Знак Char1,Текст сноски Знак1 Знак Знак Знак Знак Char1,Текст сноски Знак Знак Знак Знак Знак Знак Char1"/>
    <w:basedOn w:val="DefaultParagraphFont"/>
    <w:link w:val="FootnoteText"/>
    <w:uiPriority w:val="99"/>
    <w:semiHidden/>
    <w:locked/>
    <w:rPr>
      <w:rFonts w:ascii="Calibri" w:hAnsi="Calibri" w:cs="Times New Roman"/>
      <w:sz w:val="20"/>
      <w:szCs w:val="20"/>
      <w:lang w:eastAsia="en-US"/>
    </w:rPr>
  </w:style>
  <w:style w:type="character" w:customStyle="1" w:styleId="10">
    <w:name w:val="Текст сноски Знак1"/>
    <w:basedOn w:val="DefaultParagraphFont"/>
    <w:uiPriority w:val="99"/>
    <w:semiHidden/>
    <w:rsid w:val="00DD1B97"/>
    <w:rPr>
      <w:rFonts w:ascii="Calibri" w:hAnsi="Calibri" w:cs="Times New Roman"/>
      <w:sz w:val="20"/>
      <w:szCs w:val="20"/>
    </w:rPr>
  </w:style>
  <w:style w:type="paragraph" w:customStyle="1" w:styleId="Normal1">
    <w:name w:val="Normal1"/>
    <w:uiPriority w:val="99"/>
    <w:rsid w:val="00DD1B97"/>
    <w:pPr>
      <w:widowControl w:val="0"/>
      <w:ind w:firstLine="700"/>
      <w:jc w:val="both"/>
    </w:pPr>
    <w:rPr>
      <w:rFonts w:ascii="Times New Roman" w:eastAsia="Times New Roman" w:hAnsi="Times New Roman"/>
      <w:sz w:val="20"/>
      <w:szCs w:val="20"/>
    </w:rPr>
  </w:style>
  <w:style w:type="paragraph" w:styleId="BodyTextIndent2">
    <w:name w:val="Body Text Indent 2"/>
    <w:basedOn w:val="Normal"/>
    <w:link w:val="BodyTextIndent2Char"/>
    <w:uiPriority w:val="99"/>
    <w:rsid w:val="00DD1B97"/>
    <w:pPr>
      <w:spacing w:after="0" w:line="240" w:lineRule="auto"/>
      <w:ind w:firstLine="420"/>
      <w:jc w:val="both"/>
    </w:pPr>
    <w:rPr>
      <w:rFonts w:ascii="Times New Roman Tj" w:eastAsia="MS Mincho" w:hAnsi="Times New Roman Tj"/>
      <w:sz w:val="28"/>
      <w:szCs w:val="24"/>
      <w:lang w:eastAsia="ru-RU"/>
    </w:rPr>
  </w:style>
  <w:style w:type="character" w:customStyle="1" w:styleId="BodyTextIndent2Char">
    <w:name w:val="Body Text Indent 2 Char"/>
    <w:basedOn w:val="DefaultParagraphFont"/>
    <w:link w:val="BodyTextIndent2"/>
    <w:uiPriority w:val="99"/>
    <w:locked/>
    <w:rsid w:val="00DD1B97"/>
    <w:rPr>
      <w:rFonts w:eastAsia="MS Mincho" w:cs="Times New Roman"/>
      <w:sz w:val="24"/>
      <w:szCs w:val="24"/>
      <w:lang w:eastAsia="ru-RU"/>
    </w:rPr>
  </w:style>
  <w:style w:type="paragraph" w:styleId="BodyText2">
    <w:name w:val="Body Text 2"/>
    <w:basedOn w:val="Normal"/>
    <w:link w:val="BodyText2Char"/>
    <w:uiPriority w:val="99"/>
    <w:rsid w:val="00DD1B97"/>
    <w:pPr>
      <w:spacing w:after="0" w:line="240" w:lineRule="auto"/>
      <w:jc w:val="both"/>
    </w:pPr>
    <w:rPr>
      <w:rFonts w:ascii="Times New Roman Tj" w:eastAsia="MS Mincho" w:hAnsi="Times New Roman Tj"/>
      <w:sz w:val="28"/>
      <w:szCs w:val="24"/>
      <w:lang w:eastAsia="ru-RU"/>
    </w:rPr>
  </w:style>
  <w:style w:type="character" w:customStyle="1" w:styleId="BodyText2Char">
    <w:name w:val="Body Text 2 Char"/>
    <w:basedOn w:val="DefaultParagraphFont"/>
    <w:link w:val="BodyText2"/>
    <w:uiPriority w:val="99"/>
    <w:locked/>
    <w:rsid w:val="00DD1B97"/>
    <w:rPr>
      <w:rFonts w:eastAsia="MS Mincho" w:cs="Times New Roman"/>
      <w:sz w:val="24"/>
      <w:szCs w:val="24"/>
      <w:lang w:eastAsia="ru-RU"/>
    </w:rPr>
  </w:style>
  <w:style w:type="paragraph" w:styleId="BodyTextIndent">
    <w:name w:val="Body Text Indent"/>
    <w:basedOn w:val="Normal"/>
    <w:link w:val="BodyTextIndentChar"/>
    <w:uiPriority w:val="99"/>
    <w:rsid w:val="00DD1B97"/>
    <w:pPr>
      <w:spacing w:after="120"/>
      <w:ind w:left="360"/>
    </w:pPr>
  </w:style>
  <w:style w:type="character" w:customStyle="1" w:styleId="BodyTextIndentChar">
    <w:name w:val="Body Text Indent Char"/>
    <w:basedOn w:val="DefaultParagraphFont"/>
    <w:link w:val="BodyTextIndent"/>
    <w:uiPriority w:val="99"/>
    <w:locked/>
    <w:rsid w:val="00DD1B97"/>
    <w:rPr>
      <w:rFonts w:ascii="Calibri" w:hAnsi="Calibri" w:cs="Times New Roman"/>
      <w:sz w:val="22"/>
    </w:rPr>
  </w:style>
  <w:style w:type="character" w:styleId="FootnoteReference">
    <w:name w:val="footnote reference"/>
    <w:basedOn w:val="DefaultParagraphFont"/>
    <w:uiPriority w:val="99"/>
    <w:rsid w:val="00DD1B97"/>
    <w:rPr>
      <w:rFonts w:cs="Times New Roman"/>
      <w:vertAlign w:val="superscript"/>
    </w:rPr>
  </w:style>
  <w:style w:type="character" w:styleId="FollowedHyperlink">
    <w:name w:val="FollowedHyperlink"/>
    <w:basedOn w:val="DefaultParagraphFont"/>
    <w:uiPriority w:val="99"/>
    <w:semiHidden/>
    <w:rsid w:val="00DD1B97"/>
    <w:rPr>
      <w:rFonts w:cs="Times New Roman"/>
      <w:color w:val="800080"/>
      <w:u w:val="single"/>
    </w:rPr>
  </w:style>
  <w:style w:type="paragraph" w:styleId="NoSpacing">
    <w:name w:val="No Spacing"/>
    <w:uiPriority w:val="99"/>
    <w:qFormat/>
    <w:rsid w:val="00A64710"/>
    <w:rPr>
      <w:rFonts w:ascii="Calibri" w:hAnsi="Calibri"/>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303</TotalTime>
  <Pages>106</Pages>
  <Words>29192</Words>
  <Characters>-32766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admin00-104</cp:lastModifiedBy>
  <cp:revision>32</cp:revision>
  <dcterms:created xsi:type="dcterms:W3CDTF">2016-11-14T10:17:00Z</dcterms:created>
  <dcterms:modified xsi:type="dcterms:W3CDTF">2019-04-16T05:53:00Z</dcterms:modified>
</cp:coreProperties>
</file>